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32F" w:rsidRDefault="005F1D59">
      <w:r>
        <w:t xml:space="preserve">Motie: verplaatsing VV </w:t>
      </w:r>
      <w:proofErr w:type="spellStart"/>
      <w:r>
        <w:t>Rhode</w:t>
      </w:r>
      <w:proofErr w:type="spellEnd"/>
      <w:r w:rsidR="00366F1C">
        <w:t xml:space="preserve">   </w:t>
      </w:r>
      <w:r w:rsidR="00366F1C" w:rsidRPr="00366F1C">
        <w:rPr>
          <w:i/>
        </w:rPr>
        <w:t>(motie vreemd aan de orde van de dag)</w:t>
      </w:r>
    </w:p>
    <w:p w:rsidR="005F1D59" w:rsidRDefault="005F1D59">
      <w:r>
        <w:t>De gemeenteraad van Sint-Oedenrode,</w:t>
      </w:r>
    </w:p>
    <w:p w:rsidR="005F1D59" w:rsidRDefault="005F1D59">
      <w:r>
        <w:t>In vergad</w:t>
      </w:r>
      <w:r w:rsidR="00F60556">
        <w:t>ering bijeen op 25 februari 2016</w:t>
      </w:r>
    </w:p>
    <w:p w:rsidR="005F1D59" w:rsidRDefault="005F1D59">
      <w:r>
        <w:t>Overwegende dat:</w:t>
      </w:r>
    </w:p>
    <w:p w:rsidR="005F1D59" w:rsidRDefault="008B3E02" w:rsidP="005F1D59">
      <w:pPr>
        <w:pStyle w:val="Lijstalinea"/>
        <w:numPr>
          <w:ilvl w:val="0"/>
          <w:numId w:val="1"/>
        </w:numPr>
      </w:pPr>
      <w:r>
        <w:t>Scenario 3A als meest optimale scenario is voortgekomen uit het onderzoek Masterplan Buitensportaccom</w:t>
      </w:r>
      <w:r w:rsidR="00F60556">
        <w:t>m</w:t>
      </w:r>
      <w:r>
        <w:t>odaties.</w:t>
      </w:r>
      <w:r>
        <w:br/>
      </w:r>
    </w:p>
    <w:p w:rsidR="008B3E02" w:rsidRDefault="008B3E02" w:rsidP="008B3E02">
      <w:pPr>
        <w:pStyle w:val="Lijstalinea"/>
        <w:numPr>
          <w:ilvl w:val="0"/>
          <w:numId w:val="1"/>
        </w:numPr>
      </w:pPr>
      <w:r>
        <w:t>Er politiek en maatschappelijk draagvlak is voor de inhoud van dit scenario.</w:t>
      </w:r>
      <w:r>
        <w:br/>
      </w:r>
    </w:p>
    <w:p w:rsidR="005F1D59" w:rsidRDefault="008B3E02" w:rsidP="008B3E02">
      <w:pPr>
        <w:pStyle w:val="Lijstalinea"/>
        <w:numPr>
          <w:ilvl w:val="0"/>
          <w:numId w:val="1"/>
        </w:numPr>
      </w:pPr>
      <w:r>
        <w:t>Uit het haalbaarheidsonderzoek is gebleken dat dit scenario financieel niet haalbaar is.</w:t>
      </w:r>
    </w:p>
    <w:p w:rsidR="008B3E02" w:rsidRDefault="008B3E02" w:rsidP="008B3E02">
      <w:pPr>
        <w:pStyle w:val="Lijstalinea"/>
      </w:pPr>
    </w:p>
    <w:p w:rsidR="005F1D59" w:rsidRDefault="005F1D59" w:rsidP="005F1D59">
      <w:pPr>
        <w:pStyle w:val="Lijstalinea"/>
        <w:numPr>
          <w:ilvl w:val="0"/>
          <w:numId w:val="1"/>
        </w:numPr>
      </w:pPr>
      <w:r>
        <w:t>Zowel College als voetb</w:t>
      </w:r>
      <w:r w:rsidR="00F60556">
        <w:t>alvereniging een pleidooi heeft</w:t>
      </w:r>
      <w:r>
        <w:t xml:space="preserve"> gehouden om over te gaan tot verplaatsing</w:t>
      </w:r>
      <w:r w:rsidR="008B3E02">
        <w:t xml:space="preserve"> van vv </w:t>
      </w:r>
      <w:proofErr w:type="spellStart"/>
      <w:r w:rsidR="008B3E02">
        <w:t>Rhode</w:t>
      </w:r>
      <w:proofErr w:type="spellEnd"/>
      <w:r w:rsidR="008B3E02">
        <w:t>.</w:t>
      </w:r>
    </w:p>
    <w:p w:rsidR="005F1D59" w:rsidRDefault="005F1D59" w:rsidP="005F1D59">
      <w:r>
        <w:t>Constaterende dat:</w:t>
      </w:r>
    </w:p>
    <w:p w:rsidR="005F1D59" w:rsidRDefault="008B3E02" w:rsidP="008B3E02">
      <w:pPr>
        <w:pStyle w:val="Lijstalinea"/>
        <w:numPr>
          <w:ilvl w:val="0"/>
          <w:numId w:val="1"/>
        </w:numPr>
      </w:pPr>
      <w:r>
        <w:t>Er na het langlopende proces van een haalbaarheidsonderzoek nog steeds geen duidelijkheid is over de realistische haalbaarheid, maar dat er sprake is van uitstel.</w:t>
      </w:r>
      <w:r>
        <w:br/>
      </w:r>
    </w:p>
    <w:p w:rsidR="005F1D59" w:rsidRDefault="005F1D59" w:rsidP="005F1D59">
      <w:pPr>
        <w:pStyle w:val="Lijstalinea"/>
        <w:numPr>
          <w:ilvl w:val="0"/>
          <w:numId w:val="1"/>
        </w:numPr>
      </w:pPr>
      <w:r>
        <w:t xml:space="preserve">We als Raad te weinig actie zien om te komen tot verplaatsing </w:t>
      </w:r>
      <w:r w:rsidR="008B3E02">
        <w:t>tot</w:t>
      </w:r>
      <w:r>
        <w:t xml:space="preserve"> aan de fusie van Meierijstad</w:t>
      </w:r>
      <w:r w:rsidR="008B3E02">
        <w:t>.</w:t>
      </w:r>
      <w:r w:rsidR="008B3E02">
        <w:br/>
      </w:r>
    </w:p>
    <w:p w:rsidR="005F1D59" w:rsidRDefault="008B3E02" w:rsidP="005F1D59">
      <w:pPr>
        <w:pStyle w:val="Lijstalinea"/>
        <w:numPr>
          <w:ilvl w:val="0"/>
          <w:numId w:val="1"/>
        </w:numPr>
      </w:pPr>
      <w:r>
        <w:t xml:space="preserve">De verplaatsing van vv </w:t>
      </w:r>
      <w:proofErr w:type="spellStart"/>
      <w:r>
        <w:t>Rhode</w:t>
      </w:r>
      <w:proofErr w:type="spellEnd"/>
      <w:r>
        <w:t xml:space="preserve"> naar een multifunctioneel sportcomplex in lijn is met de beleidsvisie en het sportaccom</w:t>
      </w:r>
      <w:r w:rsidR="00F60556">
        <w:t>m</w:t>
      </w:r>
      <w:r>
        <w:t>odatiebeleid van de hoofdkernen van onze fusiegemeenten Veghel en Schijndel</w:t>
      </w:r>
      <w:r w:rsidR="00366F1C">
        <w:t>.</w:t>
      </w:r>
      <w:bookmarkStart w:id="0" w:name="_GoBack"/>
      <w:bookmarkEnd w:id="0"/>
    </w:p>
    <w:p w:rsidR="005F1D59" w:rsidRDefault="008B3E02" w:rsidP="005F1D59">
      <w:r>
        <w:t>Verzoekt het College om:</w:t>
      </w:r>
    </w:p>
    <w:p w:rsidR="005F1D59" w:rsidRDefault="005F1D59" w:rsidP="005F1D59">
      <w:pPr>
        <w:pStyle w:val="Lijstalinea"/>
        <w:numPr>
          <w:ilvl w:val="0"/>
          <w:numId w:val="1"/>
        </w:numPr>
      </w:pPr>
      <w:r>
        <w:t xml:space="preserve">Draagvlak te creëren bij de Colleges van Veghel en Schijndel om de verplaatsing van </w:t>
      </w:r>
      <w:r w:rsidR="008B3E02">
        <w:t xml:space="preserve">vv </w:t>
      </w:r>
      <w:proofErr w:type="spellStart"/>
      <w:r>
        <w:t>Rhode</w:t>
      </w:r>
      <w:proofErr w:type="spellEnd"/>
      <w:r>
        <w:t xml:space="preserve"> te borgen in de begroting 2017 van Meierijstad. </w:t>
      </w:r>
    </w:p>
    <w:p w:rsidR="008B3E02" w:rsidRDefault="008B3E02" w:rsidP="008B3E02">
      <w:pPr>
        <w:ind w:left="360"/>
      </w:pPr>
      <w:r>
        <w:t>En gaat over tot de orde van de dag,</w:t>
      </w:r>
    </w:p>
    <w:p w:rsidR="008B3E02" w:rsidRDefault="008B3E02" w:rsidP="008B3E02"/>
    <w:p w:rsidR="008B3E02" w:rsidRDefault="008B3E02" w:rsidP="008B3E02">
      <w:r>
        <w:t>Fractie VVD Sint-Oedenrode</w:t>
      </w:r>
      <w:r>
        <w:tab/>
        <w:t>Fractie Hart voor Rooi</w:t>
      </w:r>
      <w:r>
        <w:tab/>
        <w:t>Fractie DGS-BVT Rooi</w:t>
      </w:r>
      <w:r w:rsidR="000601FD">
        <w:t xml:space="preserve"> </w:t>
      </w:r>
      <w:r w:rsidR="000601FD">
        <w:tab/>
        <w:t>Fractie CDA Rooi</w:t>
      </w:r>
      <w:r>
        <w:tab/>
      </w:r>
    </w:p>
    <w:p w:rsidR="008B3E02" w:rsidRDefault="008B3E02" w:rsidP="008B3E02"/>
    <w:p w:rsidR="008B3E02" w:rsidRDefault="008B3E02" w:rsidP="008B3E02">
      <w:r>
        <w:t>Wilma Wagenaars</w:t>
      </w:r>
      <w:r>
        <w:tab/>
      </w:r>
      <w:r>
        <w:tab/>
        <w:t xml:space="preserve">Rik </w:t>
      </w:r>
      <w:proofErr w:type="spellStart"/>
      <w:r>
        <w:t>Compagne</w:t>
      </w:r>
      <w:proofErr w:type="spellEnd"/>
      <w:r>
        <w:tab/>
      </w:r>
      <w:r>
        <w:tab/>
        <w:t xml:space="preserve">Hans </w:t>
      </w:r>
      <w:proofErr w:type="spellStart"/>
      <w:r>
        <w:t>Hulsen</w:t>
      </w:r>
      <w:proofErr w:type="spellEnd"/>
      <w:r w:rsidR="000601FD">
        <w:tab/>
      </w:r>
      <w:r w:rsidR="000601FD">
        <w:tab/>
        <w:t>Maarten van Bakel</w:t>
      </w:r>
      <w:r>
        <w:tab/>
      </w:r>
    </w:p>
    <w:sectPr w:rsidR="008B3E02" w:rsidSect="00BC322E">
      <w:headerReference w:type="default" r:id="rId8"/>
      <w:headerReference w:type="first" r:id="rId9"/>
      <w:pgSz w:w="11906" w:h="16838"/>
      <w:pgMar w:top="1134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BB8" w:rsidRDefault="00D64BB8" w:rsidP="00BC322E">
      <w:pPr>
        <w:spacing w:after="0" w:line="240" w:lineRule="auto"/>
      </w:pPr>
      <w:r>
        <w:separator/>
      </w:r>
    </w:p>
  </w:endnote>
  <w:endnote w:type="continuationSeparator" w:id="0">
    <w:p w:rsidR="00D64BB8" w:rsidRDefault="00D64BB8" w:rsidP="00BC3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BB8" w:rsidRDefault="00D64BB8" w:rsidP="00BC322E">
      <w:pPr>
        <w:spacing w:after="0" w:line="240" w:lineRule="auto"/>
      </w:pPr>
      <w:r>
        <w:separator/>
      </w:r>
    </w:p>
  </w:footnote>
  <w:footnote w:type="continuationSeparator" w:id="0">
    <w:p w:rsidR="00D64BB8" w:rsidRDefault="00D64BB8" w:rsidP="00BC3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22E" w:rsidRDefault="00BC322E" w:rsidP="00BC322E">
    <w:pPr>
      <w:ind w:right="283"/>
      <w:rPr>
        <w:rFonts w:ascii="Arial" w:eastAsia="Calibri" w:hAnsi="Arial" w:cs="Arial"/>
        <w:color w:val="007B5F"/>
        <w:sz w:val="8"/>
      </w:rPr>
    </w:pPr>
    <w:r>
      <w:rPr>
        <w:noProof/>
        <w:lang w:eastAsia="nl-NL"/>
      </w:rPr>
      <w:drawing>
        <wp:inline distT="0" distB="0" distL="0" distR="0" wp14:anchorId="0FBC81DF" wp14:editId="4DCF066D">
          <wp:extent cx="933450" cy="1066800"/>
          <wp:effectExtent l="0" t="0" r="0" b="0"/>
          <wp:docPr id="3" name="Afbeelding 3" descr="Beschrijving: C:\Users\mvels\AppData\Local\Microsoft\Windows\Temporary Internet Files\Content.Outlook\JW0C94AE\vvd-logo-klein-in-jpg-for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Beschrijving: C:\Users\mvels\AppData\Local\Microsoft\Windows\Temporary Internet Files\Content.Outlook\JW0C94AE\vvd-logo-klein-in-jpg-forma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1A366934" wp14:editId="346EAF0E">
          <wp:extent cx="920750" cy="806450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806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153E8AA6" wp14:editId="1B59BEA0">
          <wp:extent cx="2171700" cy="793750"/>
          <wp:effectExtent l="0" t="0" r="0" b="635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C322E" w:rsidRDefault="00BC322E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22E" w:rsidRDefault="000601FD" w:rsidP="00BC322E">
    <w:pPr>
      <w:ind w:right="283"/>
      <w:rPr>
        <w:rFonts w:ascii="Arial" w:eastAsia="Calibri" w:hAnsi="Arial" w:cs="Arial"/>
        <w:color w:val="007B5F"/>
        <w:sz w:val="8"/>
      </w:rPr>
    </w:pPr>
    <w:r w:rsidRPr="00360705">
      <w:rPr>
        <w:rFonts w:ascii="Calibri" w:eastAsia="Calibri" w:hAnsi="Calibri" w:cs="Times New Roman"/>
        <w:noProof/>
        <w:lang w:eastAsia="nl-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1D954F1" wp14:editId="499C6955">
              <wp:simplePos x="0" y="0"/>
              <wp:positionH relativeFrom="column">
                <wp:posOffset>4835525</wp:posOffset>
              </wp:positionH>
              <wp:positionV relativeFrom="paragraph">
                <wp:posOffset>798830</wp:posOffset>
              </wp:positionV>
              <wp:extent cx="910590" cy="280670"/>
              <wp:effectExtent l="0" t="0" r="0" b="5080"/>
              <wp:wrapSquare wrapText="bothSides"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0590" cy="2806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601FD" w:rsidRPr="007463C5" w:rsidRDefault="000601FD" w:rsidP="000601FD">
                          <w:pPr>
                            <w:ind w:right="283"/>
                            <w:rPr>
                              <w:rFonts w:ascii="Arial" w:hAnsi="Arial" w:cs="Arial"/>
                              <w:color w:val="007B5F"/>
                              <w:sz w:val="8"/>
                            </w:rPr>
                          </w:pPr>
                          <w:r w:rsidRPr="007463C5">
                            <w:rPr>
                              <w:rFonts w:ascii="Arial" w:hAnsi="Arial" w:cs="Arial"/>
                              <w:b/>
                              <w:i/>
                              <w:color w:val="007B5F"/>
                              <w:szCs w:val="28"/>
                            </w:rPr>
                            <w:t>Rooi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0.75pt;margin-top:62.9pt;width:71.7pt;height:2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" filled="f" stroked="f">
              <v:textbox>
                <w:txbxContent>
                  <w:p w:rsidR="000601FD" w:rsidRPr="007463C5" w:rsidRDefault="000601FD" w:rsidP="000601FD">
                    <w:pPr>
                      <w:ind w:right="283"/>
                      <w:rPr>
                        <w:rFonts w:ascii="Arial" w:hAnsi="Arial" w:cs="Arial"/>
                        <w:color w:val="007B5F"/>
                        <w:sz w:val="8"/>
                      </w:rPr>
                    </w:pPr>
                    <w:r w:rsidRPr="007463C5">
                      <w:rPr>
                        <w:rFonts w:ascii="Arial" w:hAnsi="Arial" w:cs="Arial"/>
                        <w:b/>
                        <w:i/>
                        <w:color w:val="007B5F"/>
                        <w:szCs w:val="28"/>
                      </w:rPr>
                      <w:t>Rooi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F212FA"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0FA48828" wp14:editId="36081BF5">
          <wp:simplePos x="0" y="0"/>
          <wp:positionH relativeFrom="margin">
            <wp:posOffset>4186555</wp:posOffset>
          </wp:positionH>
          <wp:positionV relativeFrom="margin">
            <wp:posOffset>-1212850</wp:posOffset>
          </wp:positionV>
          <wp:extent cx="852170" cy="812800"/>
          <wp:effectExtent l="0" t="0" r="5080" b="6350"/>
          <wp:wrapSquare wrapText="bothSides"/>
          <wp:docPr id="7" name="Picture 29" descr="C:\Users\Nienke\AppData\Local\Temp\Rar$DRa0.712\CDA Logo cirke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ienke\AppData\Local\Temp\Rar$DRa0.712\CDA Logo cirkel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217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322E">
      <w:rPr>
        <w:noProof/>
        <w:lang w:eastAsia="nl-NL"/>
      </w:rPr>
      <w:drawing>
        <wp:inline distT="0" distB="0" distL="0" distR="0" wp14:anchorId="70254D09" wp14:editId="6209339A">
          <wp:extent cx="933450" cy="1066800"/>
          <wp:effectExtent l="0" t="0" r="0" b="0"/>
          <wp:docPr id="6" name="Afbeelding 6" descr="Beschrijving: C:\Users\mvels\AppData\Local\Microsoft\Windows\Temporary Internet Files\Content.Outlook\JW0C94AE\vvd-logo-klein-in-jpg-for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Beschrijving: C:\Users\mvels\AppData\Local\Microsoft\Windows\Temporary Internet Files\Content.Outlook\JW0C94AE\vvd-logo-klein-in-jpg-format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C322E">
      <w:rPr>
        <w:noProof/>
        <w:lang w:eastAsia="nl-NL"/>
      </w:rPr>
      <w:drawing>
        <wp:inline distT="0" distB="0" distL="0" distR="0" wp14:anchorId="160D72FD" wp14:editId="1D0117CC">
          <wp:extent cx="920750" cy="806450"/>
          <wp:effectExtent l="0" t="0" r="0" b="0"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806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C322E">
      <w:rPr>
        <w:noProof/>
        <w:lang w:eastAsia="nl-NL"/>
      </w:rPr>
      <w:drawing>
        <wp:inline distT="0" distB="0" distL="0" distR="0" wp14:anchorId="4DFAB650" wp14:editId="263106A9">
          <wp:extent cx="2171700" cy="793750"/>
          <wp:effectExtent l="0" t="0" r="0" b="6350"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C322E" w:rsidRDefault="00BC322E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701ADD"/>
    <w:multiLevelType w:val="hybridMultilevel"/>
    <w:tmpl w:val="81169A34"/>
    <w:lvl w:ilvl="0" w:tplc="A4640AD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D59"/>
    <w:rsid w:val="000601FD"/>
    <w:rsid w:val="00366F1C"/>
    <w:rsid w:val="005F1D59"/>
    <w:rsid w:val="0082132F"/>
    <w:rsid w:val="008B3E02"/>
    <w:rsid w:val="00B21733"/>
    <w:rsid w:val="00BC322E"/>
    <w:rsid w:val="00C63A1A"/>
    <w:rsid w:val="00CB11A3"/>
    <w:rsid w:val="00D64BB8"/>
    <w:rsid w:val="00EE62DC"/>
    <w:rsid w:val="00F6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F1D5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BC3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C322E"/>
  </w:style>
  <w:style w:type="paragraph" w:styleId="Voettekst">
    <w:name w:val="footer"/>
    <w:basedOn w:val="Standaard"/>
    <w:link w:val="VoettekstChar"/>
    <w:uiPriority w:val="99"/>
    <w:unhideWhenUsed/>
    <w:rsid w:val="00BC3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C322E"/>
  </w:style>
  <w:style w:type="paragraph" w:styleId="Ballontekst">
    <w:name w:val="Balloon Text"/>
    <w:basedOn w:val="Standaard"/>
    <w:link w:val="BallontekstChar"/>
    <w:uiPriority w:val="99"/>
    <w:semiHidden/>
    <w:unhideWhenUsed/>
    <w:rsid w:val="00BC3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C32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F1D5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BC3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C322E"/>
  </w:style>
  <w:style w:type="paragraph" w:styleId="Voettekst">
    <w:name w:val="footer"/>
    <w:basedOn w:val="Standaard"/>
    <w:link w:val="VoettekstChar"/>
    <w:uiPriority w:val="99"/>
    <w:unhideWhenUsed/>
    <w:rsid w:val="00BC3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C322E"/>
  </w:style>
  <w:style w:type="paragraph" w:styleId="Ballontekst">
    <w:name w:val="Balloon Text"/>
    <w:basedOn w:val="Standaard"/>
    <w:link w:val="BallontekstChar"/>
    <w:uiPriority w:val="99"/>
    <w:semiHidden/>
    <w:unhideWhenUsed/>
    <w:rsid w:val="00BC3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C32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jpeg"/><Relationship Id="rId1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86B5F94D</Template>
  <TotalTime>0</TotalTime>
  <Pages>1</Pages>
  <Words>213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Cubiss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LT05728N</dc:creator>
  <cp:lastModifiedBy>Nick de Laat</cp:lastModifiedBy>
  <cp:revision>2</cp:revision>
  <dcterms:created xsi:type="dcterms:W3CDTF">2016-02-25T15:40:00Z</dcterms:created>
  <dcterms:modified xsi:type="dcterms:W3CDTF">2016-02-25T15:40:00Z</dcterms:modified>
</cp:coreProperties>
</file>