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6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2033"/>
        <w:gridCol w:w="13"/>
        <w:gridCol w:w="2633"/>
        <w:gridCol w:w="4743"/>
        <w:gridCol w:w="63"/>
      </w:tblGrid>
      <w:tr w:rsidR="00910CBB" w14:paraId="4466E1C9" w14:textId="77777777" w:rsidTr="00702C69">
        <w:trPr>
          <w:gridAfter w:val="1"/>
          <w:wAfter w:w="33" w:type="pct"/>
        </w:trPr>
        <w:tc>
          <w:tcPr>
            <w:tcW w:w="4967" w:type="pct"/>
            <w:gridSpan w:val="4"/>
            <w:shd w:val="clear" w:color="auto" w:fill="auto"/>
            <w:vAlign w:val="bottom"/>
          </w:tcPr>
          <w:p w14:paraId="2421EBFC" w14:textId="4D3EA6DF" w:rsidR="00910CBB" w:rsidRPr="00A55BC2" w:rsidRDefault="00D63535" w:rsidP="00BF4922">
            <w:pPr>
              <w:pStyle w:val="Name"/>
              <w:rPr>
                <w:color w:val="1F497D" w:themeColor="text2"/>
              </w:rPr>
            </w:pPr>
            <w:sdt>
              <w:sdtPr>
                <w:rPr>
                  <w:color w:val="1F497D" w:themeColor="text2"/>
                </w:rPr>
                <w:id w:val="5444133"/>
                <w:placeholder>
                  <w:docPart w:val="90E81ACCB3914450A6BE83A0E95F59D8"/>
                </w:placeholder>
              </w:sdtPr>
              <w:sdtEndPr/>
              <w:sdtContent>
                <w:r w:rsidR="00472756">
                  <w:rPr>
                    <w:color w:val="1F497D" w:themeColor="text2"/>
                  </w:rPr>
                  <w:t>Applicants Full</w:t>
                </w:r>
                <w:r w:rsidR="00BF4922" w:rsidRPr="00A55BC2">
                  <w:rPr>
                    <w:color w:val="1F497D" w:themeColor="text2"/>
                  </w:rPr>
                  <w:t xml:space="preserve"> Name</w:t>
                </w:r>
                <w:r w:rsidR="00472756">
                  <w:rPr>
                    <w:color w:val="1F497D" w:themeColor="text2"/>
                  </w:rPr>
                  <w:t xml:space="preserve"> (as per passport)</w:t>
                </w:r>
              </w:sdtContent>
            </w:sdt>
          </w:p>
        </w:tc>
      </w:tr>
      <w:tr w:rsidR="00910CBB" w14:paraId="5C9AA714" w14:textId="77777777" w:rsidTr="00702C69">
        <w:trPr>
          <w:gridAfter w:val="1"/>
          <w:wAfter w:w="33" w:type="pct"/>
          <w:trHeight w:val="598"/>
        </w:trPr>
        <w:tc>
          <w:tcPr>
            <w:tcW w:w="2467" w:type="pct"/>
            <w:gridSpan w:val="3"/>
            <w:shd w:val="clear" w:color="auto" w:fill="auto"/>
            <w:vAlign w:val="bottom"/>
          </w:tcPr>
          <w:p w14:paraId="39F0C18C" w14:textId="1F7D9D44" w:rsidR="00910CBB" w:rsidRDefault="00D63535">
            <w:pPr>
              <w:rPr>
                <w:color w:val="262626" w:themeColor="text1" w:themeTint="D9"/>
                <w:sz w:val="18"/>
              </w:rPr>
            </w:pPr>
            <w:sdt>
              <w:sdtPr>
                <w:rPr>
                  <w:rStyle w:val="PersonalInfoChar"/>
                </w:rPr>
                <w:id w:val="5444137"/>
                <w:placeholder>
                  <w:docPart w:val="F20F1060D30A4740BEF605BE99E95524"/>
                </w:placeholder>
              </w:sdtPr>
              <w:sdtEndPr>
                <w:rPr>
                  <w:rStyle w:val="PersonalInfoChar"/>
                </w:rPr>
              </w:sdtEndPr>
              <w:sdtContent>
                <w:r w:rsidR="00472756">
                  <w:rPr>
                    <w:rStyle w:val="PersonalInfoChar"/>
                  </w:rPr>
                  <w:t>[Phone, include country code]</w:t>
                </w:r>
              </w:sdtContent>
            </w:sdt>
          </w:p>
          <w:sdt>
            <w:sdtPr>
              <w:id w:val="5444139"/>
              <w:placeholder>
                <w:docPart w:val="E1288CA3EA8C42EABC83411E075C94C9"/>
              </w:placeholder>
            </w:sdtPr>
            <w:sdtEndPr/>
            <w:sdtContent>
              <w:p w14:paraId="643DF66B" w14:textId="77777777" w:rsidR="000E5378" w:rsidRDefault="00D63535" w:rsidP="00A660F5">
                <w:pPr>
                  <w:pStyle w:val="PersonalInfo"/>
                </w:pPr>
                <w:sdt>
                  <w:sdtPr>
                    <w:id w:val="5444140"/>
                    <w:placeholder>
                      <w:docPart w:val="1EA6335697E34647B2044A845C9B47EF"/>
                    </w:placeholder>
                  </w:sdtPr>
                  <w:sdtEndPr/>
                  <w:sdtContent>
                    <w:r w:rsidR="00A660F5">
                      <w:t>[E-mail]</w:t>
                    </w:r>
                  </w:sdtContent>
                </w:sdt>
              </w:p>
              <w:p w14:paraId="3823498D" w14:textId="77777777" w:rsidR="00910CBB" w:rsidRDefault="00D63535" w:rsidP="000E5378">
                <w:pPr>
                  <w:pStyle w:val="PersonalInfo"/>
                </w:pPr>
              </w:p>
            </w:sdtContent>
          </w:sdt>
        </w:tc>
        <w:tc>
          <w:tcPr>
            <w:tcW w:w="2500" w:type="pct"/>
            <w:shd w:val="clear" w:color="auto" w:fill="auto"/>
            <w:vAlign w:val="bottom"/>
          </w:tcPr>
          <w:p w14:paraId="3CC98887" w14:textId="51AEA342" w:rsidR="00910CBB" w:rsidRDefault="00472756" w:rsidP="00663BB2">
            <w:pPr>
              <w:pStyle w:val="PersonalInfoRight"/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3269B19" wp14:editId="46375DFA">
                      <wp:simplePos x="0" y="0"/>
                      <wp:positionH relativeFrom="column">
                        <wp:posOffset>1837055</wp:posOffset>
                      </wp:positionH>
                      <wp:positionV relativeFrom="paragraph">
                        <wp:posOffset>-957580</wp:posOffset>
                      </wp:positionV>
                      <wp:extent cx="1057275" cy="1057275"/>
                      <wp:effectExtent l="5080" t="7620" r="13970" b="11430"/>
                      <wp:wrapNone/>
                      <wp:docPr id="1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57275" cy="1057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02D1768" w14:textId="77777777" w:rsidR="00663BB2" w:rsidRDefault="00663BB2" w:rsidP="002C3EE8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C2996EA" wp14:editId="428F7283">
                                        <wp:extent cx="793750" cy="997157"/>
                                        <wp:effectExtent l="19050" t="0" r="6350" b="0"/>
                                        <wp:docPr id="4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1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93750" cy="99715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3269B1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margin-left:144.65pt;margin-top:-75.4pt;width:83.25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">
                      <v:textbox>
                        <w:txbxContent>
                          <w:p w14:paraId="602D1768" w14:textId="77777777" w:rsidR="00663BB2" w:rsidRDefault="00663BB2" w:rsidP="002C3EE8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2996EA" wp14:editId="428F7283">
                                  <wp:extent cx="793750" cy="997157"/>
                                  <wp:effectExtent l="19050" t="0" r="6350" b="0"/>
                                  <wp:docPr id="4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3750" cy="9971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A8788E0" w14:textId="77777777" w:rsidR="00910CBB" w:rsidRDefault="00910CBB" w:rsidP="000E5378">
            <w:pPr>
              <w:pStyle w:val="PersonalInfoRight"/>
              <w:jc w:val="center"/>
            </w:pPr>
          </w:p>
        </w:tc>
      </w:tr>
      <w:tr w:rsidR="00910CBB" w14:paraId="4A5B5C75" w14:textId="77777777" w:rsidTr="00702C69">
        <w:trPr>
          <w:gridAfter w:val="1"/>
          <w:wAfter w:w="33" w:type="pct"/>
          <w:trHeight w:val="216"/>
        </w:trPr>
        <w:tc>
          <w:tcPr>
            <w:tcW w:w="4967" w:type="pct"/>
            <w:gridSpan w:val="4"/>
            <w:shd w:val="clear" w:color="auto" w:fill="auto"/>
          </w:tcPr>
          <w:p w14:paraId="3408A2D4" w14:textId="0BE2105B" w:rsidR="00910CBB" w:rsidRDefault="00910CBB"/>
        </w:tc>
      </w:tr>
      <w:tr w:rsidR="00910CBB" w14:paraId="3EE7F308" w14:textId="77777777" w:rsidTr="00702C69">
        <w:trPr>
          <w:gridAfter w:val="1"/>
          <w:wAfter w:w="33" w:type="pct"/>
        </w:trPr>
        <w:tc>
          <w:tcPr>
            <w:tcW w:w="1072" w:type="pct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sdt>
            <w:sdtPr>
              <w:rPr>
                <w:color w:val="1F497D" w:themeColor="text2"/>
              </w:rPr>
              <w:id w:val="-311176440"/>
              <w:placeholder>
                <w:docPart w:val="86704CF1138D4398A237162ACBA86B95"/>
              </w:placeholder>
            </w:sdtPr>
            <w:sdtEndPr/>
            <w:sdtContent>
              <w:p w14:paraId="2BF947BD" w14:textId="77777777" w:rsidR="00472756" w:rsidRDefault="00472756" w:rsidP="00E007E4">
                <w:pPr>
                  <w:pStyle w:val="ContentHeading"/>
                  <w:jc w:val="left"/>
                  <w:rPr>
                    <w:color w:val="1F497D" w:themeColor="text2"/>
                  </w:rPr>
                </w:pPr>
                <w:r>
                  <w:rPr>
                    <w:color w:val="1F497D" w:themeColor="text2"/>
                  </w:rPr>
                  <w:t>Basic</w:t>
                </w:r>
              </w:p>
              <w:p w14:paraId="39433BDA" w14:textId="082EDE03" w:rsidR="00910CBB" w:rsidRDefault="00472756" w:rsidP="00E007E4">
                <w:pPr>
                  <w:pStyle w:val="ContentHeading"/>
                  <w:jc w:val="left"/>
                </w:pPr>
                <w:r>
                  <w:rPr>
                    <w:color w:val="1F497D" w:themeColor="text2"/>
                  </w:rPr>
                  <w:t>Information</w:t>
                </w:r>
              </w:p>
            </w:sdtContent>
          </w:sdt>
          <w:p w14:paraId="59D04D63" w14:textId="77777777" w:rsidR="00472756" w:rsidRDefault="00472756" w:rsidP="00E007E4">
            <w:pPr>
              <w:pStyle w:val="ContentHeading"/>
              <w:jc w:val="left"/>
            </w:pPr>
          </w:p>
          <w:p w14:paraId="549ECA35" w14:textId="77777777" w:rsidR="00472756" w:rsidRDefault="00472756" w:rsidP="00E007E4">
            <w:pPr>
              <w:pStyle w:val="ContentHeading"/>
              <w:jc w:val="left"/>
            </w:pPr>
          </w:p>
          <w:p w14:paraId="2DF6CC3F" w14:textId="2735C3A1" w:rsidR="00472756" w:rsidRPr="00024E30" w:rsidRDefault="00472756" w:rsidP="00E007E4">
            <w:pPr>
              <w:pStyle w:val="ContentHeading"/>
              <w:jc w:val="left"/>
            </w:pPr>
          </w:p>
        </w:tc>
        <w:tc>
          <w:tcPr>
            <w:tcW w:w="3895" w:type="pct"/>
            <w:gridSpan w:val="3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69415A7F" w14:textId="37FAE674" w:rsidR="00472756" w:rsidRPr="00472756" w:rsidRDefault="00472756">
            <w:pPr>
              <w:rPr>
                <w:sz w:val="20"/>
                <w:szCs w:val="20"/>
              </w:rPr>
            </w:pPr>
            <w:r w:rsidRPr="00472756">
              <w:rPr>
                <w:sz w:val="20"/>
                <w:szCs w:val="20"/>
              </w:rPr>
              <w:t>Gender:</w:t>
            </w:r>
          </w:p>
          <w:p w14:paraId="2F67B91F" w14:textId="53AC116D" w:rsidR="00472756" w:rsidRPr="00472756" w:rsidRDefault="00472756">
            <w:pPr>
              <w:rPr>
                <w:sz w:val="20"/>
                <w:szCs w:val="20"/>
              </w:rPr>
            </w:pPr>
            <w:r w:rsidRPr="00472756">
              <w:rPr>
                <w:sz w:val="20"/>
                <w:szCs w:val="20"/>
              </w:rPr>
              <w:t>Marital Status:</w:t>
            </w:r>
          </w:p>
          <w:p w14:paraId="1871DEAA" w14:textId="5B4E6339" w:rsidR="00910CBB" w:rsidRPr="00472756" w:rsidRDefault="00472756">
            <w:pPr>
              <w:rPr>
                <w:sz w:val="20"/>
                <w:szCs w:val="20"/>
              </w:rPr>
            </w:pPr>
            <w:r w:rsidRPr="00472756">
              <w:rPr>
                <w:sz w:val="20"/>
                <w:szCs w:val="20"/>
              </w:rPr>
              <w:t>Nationality:</w:t>
            </w:r>
          </w:p>
          <w:p w14:paraId="448FCA3D" w14:textId="77777777" w:rsidR="00472756" w:rsidRPr="00472756" w:rsidRDefault="00472756">
            <w:pPr>
              <w:rPr>
                <w:sz w:val="20"/>
                <w:szCs w:val="20"/>
              </w:rPr>
            </w:pPr>
            <w:r w:rsidRPr="00472756">
              <w:rPr>
                <w:sz w:val="20"/>
                <w:szCs w:val="20"/>
              </w:rPr>
              <w:t>Date of Birth:</w:t>
            </w:r>
          </w:p>
          <w:p w14:paraId="263962C3" w14:textId="77777777" w:rsidR="00472756" w:rsidRPr="00472756" w:rsidRDefault="00472756">
            <w:pPr>
              <w:rPr>
                <w:color w:val="404040" w:themeColor="text1" w:themeTint="BF"/>
                <w:sz w:val="20"/>
                <w:szCs w:val="20"/>
              </w:rPr>
            </w:pPr>
            <w:r w:rsidRPr="00472756">
              <w:rPr>
                <w:color w:val="404040" w:themeColor="text1" w:themeTint="BF"/>
                <w:sz w:val="20"/>
                <w:szCs w:val="20"/>
              </w:rPr>
              <w:t>Are you a resident of Qatar?</w:t>
            </w:r>
          </w:p>
          <w:p w14:paraId="63707DE6" w14:textId="77777777" w:rsidR="00472756" w:rsidRDefault="00472756">
            <w:pPr>
              <w:rPr>
                <w:color w:val="404040" w:themeColor="text1" w:themeTint="BF"/>
                <w:sz w:val="20"/>
                <w:szCs w:val="20"/>
              </w:rPr>
            </w:pPr>
            <w:r w:rsidRPr="00472756">
              <w:rPr>
                <w:color w:val="404040" w:themeColor="text1" w:themeTint="BF"/>
                <w:sz w:val="20"/>
                <w:szCs w:val="20"/>
              </w:rPr>
              <w:t>If yes, specify QID Number:</w:t>
            </w:r>
          </w:p>
          <w:p w14:paraId="70065B42" w14:textId="36A49838" w:rsidR="00E345B1" w:rsidRDefault="00E345B1">
            <w:pPr>
              <w:rPr>
                <w:color w:val="404040" w:themeColor="text1" w:themeTint="BF"/>
                <w:sz w:val="20"/>
              </w:rPr>
            </w:pPr>
          </w:p>
        </w:tc>
      </w:tr>
      <w:tr w:rsidR="00910CBB" w14:paraId="5FA7B00E" w14:textId="77777777" w:rsidTr="00702C69">
        <w:trPr>
          <w:gridAfter w:val="1"/>
          <w:wAfter w:w="33" w:type="pct"/>
        </w:trPr>
        <w:sdt>
          <w:sdtPr>
            <w:rPr>
              <w:color w:val="1F497D" w:themeColor="text2"/>
            </w:rPr>
            <w:id w:val="5444160"/>
            <w:placeholder>
              <w:docPart w:val="20FBD9AA68124EDAAF612ECFD037947B"/>
            </w:placeholder>
          </w:sdtPr>
          <w:sdtEndPr/>
          <w:sdtContent>
            <w:tc>
              <w:tcPr>
                <w:tcW w:w="1072" w:type="pct"/>
                <w:tcBorders>
                  <w:top w:val="single" w:sz="4" w:space="0" w:color="F2F2F2" w:themeColor="background1" w:themeShade="F2"/>
                  <w:bottom w:val="single" w:sz="4" w:space="0" w:color="F2F2F2" w:themeColor="background1" w:themeShade="F2"/>
                  <w:right w:val="single" w:sz="4" w:space="0" w:color="F2F2F2" w:themeColor="background1" w:themeShade="F2"/>
                </w:tcBorders>
                <w:shd w:val="thinDiagStripe" w:color="F7F7F7" w:fill="auto"/>
              </w:tcPr>
              <w:p w14:paraId="63633DB7" w14:textId="77777777" w:rsidR="00910CBB" w:rsidRPr="00E007E4" w:rsidRDefault="00FB18AE" w:rsidP="00FB18AE">
                <w:pPr>
                  <w:pStyle w:val="ContentHeading"/>
                  <w:jc w:val="left"/>
                  <w:rPr>
                    <w:color w:val="1F497D" w:themeColor="text2"/>
                  </w:rPr>
                </w:pPr>
                <w:r w:rsidRPr="00E007E4">
                  <w:rPr>
                    <w:color w:val="1F497D" w:themeColor="text2"/>
                  </w:rPr>
                  <w:t>Educational Qualifications</w:t>
                </w:r>
              </w:p>
            </w:tc>
          </w:sdtContent>
        </w:sdt>
        <w:tc>
          <w:tcPr>
            <w:tcW w:w="3895" w:type="pct"/>
            <w:gridSpan w:val="3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71437E14" w14:textId="39F0588C" w:rsidR="00910CBB" w:rsidRPr="00084978" w:rsidRDefault="00D63535" w:rsidP="00BD5811">
            <w:pPr>
              <w:rPr>
                <w:b/>
                <w:bCs/>
                <w:color w:val="404040" w:themeColor="text1" w:themeTint="BF"/>
                <w:sz w:val="28"/>
                <w:szCs w:val="32"/>
              </w:rPr>
            </w:pPr>
            <w:sdt>
              <w:sdtPr>
                <w:rPr>
                  <w:rStyle w:val="ContentBodyChar"/>
                  <w:b/>
                  <w:bCs/>
                  <w:sz w:val="28"/>
                  <w:szCs w:val="32"/>
                </w:rPr>
                <w:id w:val="5444201"/>
                <w:placeholder>
                  <w:docPart w:val="06185CC07F184B87AE616D3CE569344E"/>
                </w:placeholder>
              </w:sdtPr>
              <w:sdtEndPr>
                <w:rPr>
                  <w:rStyle w:val="ContentBodyChar"/>
                </w:rPr>
              </w:sdtEndPr>
              <w:sdtContent>
                <w:r w:rsidR="001231A3">
                  <w:rPr>
                    <w:b/>
                    <w:bCs/>
                    <w:szCs w:val="24"/>
                  </w:rPr>
                  <w:t>Degree</w:t>
                </w:r>
                <w:r w:rsidR="00E007E4" w:rsidRPr="00084978">
                  <w:rPr>
                    <w:b/>
                    <w:bCs/>
                    <w:szCs w:val="24"/>
                  </w:rPr>
                  <w:t xml:space="preserve"> </w:t>
                </w:r>
                <w:r w:rsidR="008000C5" w:rsidRPr="00084978">
                  <w:rPr>
                    <w:b/>
                    <w:bCs/>
                    <w:szCs w:val="24"/>
                  </w:rPr>
                  <w:t>1</w:t>
                </w:r>
              </w:sdtContent>
            </w:sdt>
          </w:p>
          <w:p w14:paraId="4548B4FC" w14:textId="77777777" w:rsidR="00910CBB" w:rsidRPr="00084978" w:rsidRDefault="00D63535" w:rsidP="00FB18AE">
            <w:pPr>
              <w:pStyle w:val="BulletedList"/>
              <w:numPr>
                <w:ilvl w:val="0"/>
                <w:numId w:val="0"/>
              </w:num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5444204"/>
                <w:placeholder>
                  <w:docPart w:val="D065C57752C244919BD52FC1DC8E26A2"/>
                </w:placeholder>
              </w:sdtPr>
              <w:sdtEndPr/>
              <w:sdtContent>
                <w:r w:rsidR="008000C5" w:rsidRPr="00084978">
                  <w:rPr>
                    <w:sz w:val="20"/>
                    <w:szCs w:val="20"/>
                  </w:rPr>
                  <w:t xml:space="preserve">University Name , </w:t>
                </w:r>
                <w:r w:rsidR="00FB18AE" w:rsidRPr="00084978">
                  <w:rPr>
                    <w:sz w:val="20"/>
                    <w:szCs w:val="20"/>
                  </w:rPr>
                  <w:t>Country</w:t>
                </w:r>
              </w:sdtContent>
            </w:sdt>
          </w:p>
          <w:p w14:paraId="1153FACC" w14:textId="77777777" w:rsidR="00910CBB" w:rsidRDefault="00D63535" w:rsidP="008000C5">
            <w:pPr>
              <w:pStyle w:val="BulletedList"/>
              <w:numPr>
                <w:ilvl w:val="0"/>
                <w:numId w:val="0"/>
              </w:numPr>
            </w:pPr>
            <w:sdt>
              <w:sdtPr>
                <w:rPr>
                  <w:sz w:val="20"/>
                  <w:szCs w:val="20"/>
                </w:rPr>
                <w:id w:val="5444208"/>
                <w:placeholder>
                  <w:docPart w:val="DE45E3B0C0E64AC7A302E534323ED411"/>
                </w:placeholder>
              </w:sdtPr>
              <w:sdtEndPr/>
              <w:sdtContent>
                <w:r w:rsidR="00390F07">
                  <w:rPr>
                    <w:sz w:val="20"/>
                    <w:szCs w:val="20"/>
                  </w:rPr>
                  <w:t>(</w:t>
                </w:r>
                <w:r w:rsidR="00FB18AE" w:rsidRPr="00084978">
                  <w:rPr>
                    <w:sz w:val="20"/>
                    <w:szCs w:val="20"/>
                  </w:rPr>
                  <w:t>Start Date</w:t>
                </w:r>
                <w:r w:rsidR="008000C5" w:rsidRPr="00084978">
                  <w:rPr>
                    <w:sz w:val="20"/>
                    <w:szCs w:val="20"/>
                  </w:rPr>
                  <w:t xml:space="preserve"> - End Date</w:t>
                </w:r>
                <w:r w:rsidR="00390F07">
                  <w:rPr>
                    <w:sz w:val="20"/>
                    <w:szCs w:val="20"/>
                  </w:rPr>
                  <w:t>)</w:t>
                </w:r>
                <w:r w:rsidR="00FB18AE" w:rsidRPr="00084978">
                  <w:rPr>
                    <w:sz w:val="20"/>
                    <w:szCs w:val="20"/>
                  </w:rPr>
                  <w:t xml:space="preserve"> </w:t>
                </w:r>
              </w:sdtContent>
            </w:sdt>
          </w:p>
          <w:p w14:paraId="5DC91004" w14:textId="77777777" w:rsidR="00910CBB" w:rsidRDefault="00910CBB">
            <w:pPr>
              <w:rPr>
                <w:color w:val="404040" w:themeColor="text1" w:themeTint="BF"/>
                <w:sz w:val="20"/>
              </w:rPr>
            </w:pPr>
          </w:p>
          <w:p w14:paraId="6B776D44" w14:textId="77777777" w:rsidR="001231A3" w:rsidRPr="00390F07" w:rsidRDefault="001231A3" w:rsidP="00BD5811">
            <w:pPr>
              <w:pStyle w:val="BulletedList"/>
              <w:numPr>
                <w:ilvl w:val="0"/>
                <w:numId w:val="0"/>
              </w:numPr>
              <w:tabs>
                <w:tab w:val="left" w:pos="2266"/>
              </w:tabs>
              <w:rPr>
                <w:i/>
                <w:iCs/>
              </w:rPr>
            </w:pPr>
            <w:r w:rsidRPr="00390F07">
              <w:rPr>
                <w:i/>
                <w:iCs/>
                <w:sz w:val="20"/>
                <w:szCs w:val="20"/>
              </w:rPr>
              <w:t xml:space="preserve">(Add more </w:t>
            </w:r>
            <w:r w:rsidR="00BD5811">
              <w:rPr>
                <w:i/>
                <w:iCs/>
                <w:sz w:val="20"/>
                <w:szCs w:val="20"/>
              </w:rPr>
              <w:t>as</w:t>
            </w:r>
            <w:r w:rsidRPr="00390F07">
              <w:rPr>
                <w:i/>
                <w:iCs/>
                <w:sz w:val="20"/>
                <w:szCs w:val="20"/>
              </w:rPr>
              <w:t xml:space="preserve"> applicable)</w:t>
            </w:r>
          </w:p>
        </w:tc>
      </w:tr>
      <w:tr w:rsidR="00910CBB" w14:paraId="7F1E2AF4" w14:textId="77777777" w:rsidTr="00702C69">
        <w:trPr>
          <w:gridAfter w:val="1"/>
          <w:wAfter w:w="33" w:type="pct"/>
        </w:trPr>
        <w:tc>
          <w:tcPr>
            <w:tcW w:w="1072" w:type="pct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3F19E7B9" w14:textId="77777777" w:rsidR="00910CBB" w:rsidRPr="00024E30" w:rsidRDefault="00910CBB" w:rsidP="00024E30">
            <w:pPr>
              <w:pStyle w:val="ContentHeading"/>
            </w:pPr>
          </w:p>
        </w:tc>
        <w:tc>
          <w:tcPr>
            <w:tcW w:w="3895" w:type="pct"/>
            <w:gridSpan w:val="3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5FDB677E" w14:textId="77777777" w:rsidR="00910CBB" w:rsidRDefault="00910CBB">
            <w:pPr>
              <w:rPr>
                <w:color w:val="404040" w:themeColor="text1" w:themeTint="BF"/>
                <w:sz w:val="20"/>
              </w:rPr>
            </w:pPr>
          </w:p>
        </w:tc>
      </w:tr>
      <w:tr w:rsidR="00910CBB" w14:paraId="0A60F8D4" w14:textId="77777777" w:rsidTr="00702C69">
        <w:trPr>
          <w:gridAfter w:val="1"/>
          <w:wAfter w:w="33" w:type="pct"/>
        </w:trPr>
        <w:sdt>
          <w:sdtPr>
            <w:rPr>
              <w:color w:val="1F497D" w:themeColor="text2"/>
            </w:rPr>
            <w:id w:val="5444170"/>
            <w:placeholder>
              <w:docPart w:val="199575D57BF9454BB7DBEA28E5935A4B"/>
            </w:placeholder>
          </w:sdtPr>
          <w:sdtEndPr>
            <w:rPr>
              <w:color w:val="E36C0A" w:themeColor="accent6" w:themeShade="BF"/>
            </w:rPr>
          </w:sdtEndPr>
          <w:sdtContent>
            <w:tc>
              <w:tcPr>
                <w:tcW w:w="1072" w:type="pct"/>
                <w:tcBorders>
                  <w:top w:val="single" w:sz="4" w:space="0" w:color="F2F2F2" w:themeColor="background1" w:themeShade="F2"/>
                  <w:bottom w:val="single" w:sz="4" w:space="0" w:color="F2F2F2" w:themeColor="background1" w:themeShade="F2"/>
                  <w:right w:val="single" w:sz="4" w:space="0" w:color="F2F2F2" w:themeColor="background1" w:themeShade="F2"/>
                </w:tcBorders>
                <w:shd w:val="thinDiagStripe" w:color="F9F9F9" w:fill="auto"/>
              </w:tcPr>
              <w:p w14:paraId="4A7F0D9D" w14:textId="1DDF7A80" w:rsidR="00472756" w:rsidRDefault="001231A3" w:rsidP="00E007E4">
                <w:pPr>
                  <w:pStyle w:val="ContentHeading"/>
                  <w:jc w:val="left"/>
                  <w:rPr>
                    <w:color w:val="1F497D" w:themeColor="text2"/>
                  </w:rPr>
                </w:pPr>
                <w:r>
                  <w:rPr>
                    <w:color w:val="1F497D" w:themeColor="text2"/>
                  </w:rPr>
                  <w:t>Internship</w:t>
                </w:r>
                <w:r w:rsidR="00472756">
                  <w:rPr>
                    <w:color w:val="1F497D" w:themeColor="text2"/>
                  </w:rPr>
                  <w:t xml:space="preserve"> </w:t>
                </w:r>
              </w:p>
              <w:p w14:paraId="4362DF35" w14:textId="2A81BACD" w:rsidR="00E007E4" w:rsidRPr="00472756" w:rsidRDefault="00DD26FE" w:rsidP="00E007E4">
                <w:pPr>
                  <w:pStyle w:val="ContentHeading"/>
                  <w:jc w:val="left"/>
                  <w:rPr>
                    <w:color w:val="1F497D" w:themeColor="text2"/>
                    <w:sz w:val="18"/>
                    <w:szCs w:val="18"/>
                  </w:rPr>
                </w:pPr>
                <w:r>
                  <w:rPr>
                    <w:color w:val="1F497D" w:themeColor="text2"/>
                    <w:sz w:val="18"/>
                    <w:szCs w:val="18"/>
                  </w:rPr>
                  <w:t>(</w:t>
                </w:r>
                <w:r w:rsidR="00472756" w:rsidRPr="00472756">
                  <w:rPr>
                    <w:color w:val="1F497D" w:themeColor="text2"/>
                    <w:sz w:val="18"/>
                    <w:szCs w:val="18"/>
                  </w:rPr>
                  <w:t>if applicable</w:t>
                </w:r>
                <w:r>
                  <w:rPr>
                    <w:color w:val="1F497D" w:themeColor="text2"/>
                    <w:sz w:val="18"/>
                    <w:szCs w:val="18"/>
                  </w:rPr>
                  <w:t>)</w:t>
                </w:r>
              </w:p>
              <w:p w14:paraId="4319C4CD" w14:textId="77777777" w:rsidR="00910CBB" w:rsidRPr="00024E30" w:rsidRDefault="00910CBB" w:rsidP="00E007E4">
                <w:pPr>
                  <w:pStyle w:val="ContentHeading"/>
                  <w:jc w:val="left"/>
                </w:pPr>
              </w:p>
            </w:tc>
          </w:sdtContent>
        </w:sdt>
        <w:tc>
          <w:tcPr>
            <w:tcW w:w="3895" w:type="pct"/>
            <w:gridSpan w:val="3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3755F657" w14:textId="436C9962" w:rsidR="00472756" w:rsidRDefault="00472756" w:rsidP="00BF4922">
            <w:pPr>
              <w:pStyle w:val="ContentBodyBold"/>
            </w:pPr>
            <w:r>
              <w:t>Name of Hospital:</w:t>
            </w:r>
          </w:p>
          <w:p w14:paraId="4BE903A2" w14:textId="46C9B68A" w:rsidR="00472756" w:rsidRDefault="00472756" w:rsidP="00BF4922">
            <w:pPr>
              <w:pStyle w:val="ContentBodyBold"/>
            </w:pPr>
            <w:r>
              <w:t>Country:</w:t>
            </w:r>
          </w:p>
          <w:p w14:paraId="4E9FD06D" w14:textId="1CE1A7FF" w:rsidR="00E007E4" w:rsidRPr="00BF4922" w:rsidRDefault="00E007E4" w:rsidP="00BF4922">
            <w:pPr>
              <w:pStyle w:val="ContentBodyBold"/>
            </w:pPr>
            <w:r w:rsidRPr="00BF4922">
              <w:t>Start Date-End Date</w:t>
            </w:r>
          </w:p>
          <w:p w14:paraId="640BCB46" w14:textId="77777777" w:rsidR="008000C5" w:rsidRPr="00E84161" w:rsidRDefault="008000C5" w:rsidP="008000C5">
            <w:pPr>
              <w:pStyle w:val="ListParagraph"/>
              <w:numPr>
                <w:ilvl w:val="0"/>
                <w:numId w:val="2"/>
              </w:numPr>
              <w:rPr>
                <w:rFonts w:cs="Helvetica"/>
                <w:color w:val="000000"/>
                <w:sz w:val="20"/>
                <w:szCs w:val="20"/>
                <w:shd w:val="clear" w:color="auto" w:fill="FFFFFF"/>
              </w:rPr>
            </w:pPr>
            <w:r w:rsidRPr="00E84161">
              <w:rPr>
                <w:rFonts w:cs="Helvetica"/>
                <w:color w:val="000000"/>
                <w:sz w:val="20"/>
                <w:szCs w:val="20"/>
                <w:shd w:val="clear" w:color="auto" w:fill="FFFFFF"/>
              </w:rPr>
              <w:t>Responsibility 1</w:t>
            </w:r>
          </w:p>
          <w:p w14:paraId="338228ED" w14:textId="77777777" w:rsidR="008000C5" w:rsidRDefault="008000C5" w:rsidP="001231A3">
            <w:pPr>
              <w:pStyle w:val="ListParagraph"/>
              <w:numPr>
                <w:ilvl w:val="0"/>
                <w:numId w:val="2"/>
              </w:numPr>
              <w:rPr>
                <w:rFonts w:cs="Helvetica"/>
                <w:color w:val="000000"/>
                <w:sz w:val="20"/>
                <w:szCs w:val="20"/>
                <w:shd w:val="clear" w:color="auto" w:fill="FFFFFF"/>
              </w:rPr>
            </w:pPr>
            <w:r w:rsidRPr="00E84161">
              <w:rPr>
                <w:rFonts w:cs="Helvetica"/>
                <w:color w:val="000000"/>
                <w:sz w:val="20"/>
                <w:szCs w:val="20"/>
                <w:shd w:val="clear" w:color="auto" w:fill="FFFFFF"/>
              </w:rPr>
              <w:t>Responsibility 2</w:t>
            </w:r>
          </w:p>
          <w:p w14:paraId="2368E68A" w14:textId="77777777" w:rsidR="001231A3" w:rsidRPr="001231A3" w:rsidRDefault="001231A3" w:rsidP="001231A3">
            <w:pPr>
              <w:pStyle w:val="ListParagraph"/>
              <w:rPr>
                <w:rFonts w:cs="Helvetica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910CBB" w14:paraId="28825297" w14:textId="77777777" w:rsidTr="00702C69">
        <w:trPr>
          <w:gridAfter w:val="1"/>
          <w:wAfter w:w="33" w:type="pct"/>
        </w:trPr>
        <w:tc>
          <w:tcPr>
            <w:tcW w:w="1072" w:type="pct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45369570" w14:textId="77777777" w:rsidR="00910CBB" w:rsidRPr="00024E30" w:rsidRDefault="00910CBB" w:rsidP="00024E30">
            <w:pPr>
              <w:pStyle w:val="ContentHeading"/>
            </w:pPr>
          </w:p>
        </w:tc>
        <w:tc>
          <w:tcPr>
            <w:tcW w:w="3895" w:type="pct"/>
            <w:gridSpan w:val="3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5A0FBAE9" w14:textId="77777777" w:rsidR="00910CBB" w:rsidRDefault="00910CBB">
            <w:pPr>
              <w:rPr>
                <w:color w:val="404040" w:themeColor="text1" w:themeTint="BF"/>
                <w:sz w:val="20"/>
              </w:rPr>
            </w:pPr>
          </w:p>
        </w:tc>
      </w:tr>
      <w:tr w:rsidR="00910CBB" w14:paraId="4088C6DF" w14:textId="77777777" w:rsidTr="00702C69">
        <w:trPr>
          <w:gridAfter w:val="1"/>
          <w:wAfter w:w="33" w:type="pct"/>
        </w:trPr>
        <w:sdt>
          <w:sdtPr>
            <w:rPr>
              <w:color w:val="1F497D" w:themeColor="text2"/>
            </w:rPr>
            <w:id w:val="5444174"/>
            <w:placeholder>
              <w:docPart w:val="743729C3B3C6464D884A097BEC7C7482"/>
            </w:placeholder>
          </w:sdtPr>
          <w:sdtEndPr/>
          <w:sdtContent>
            <w:tc>
              <w:tcPr>
                <w:tcW w:w="1072" w:type="pct"/>
                <w:tcBorders>
                  <w:top w:val="single" w:sz="4" w:space="0" w:color="F2F2F2" w:themeColor="background1" w:themeShade="F2"/>
                  <w:bottom w:val="single" w:sz="4" w:space="0" w:color="F2F2F2" w:themeColor="background1" w:themeShade="F2"/>
                  <w:right w:val="single" w:sz="4" w:space="0" w:color="F2F2F2" w:themeColor="background1" w:themeShade="F2"/>
                </w:tcBorders>
                <w:shd w:val="thinDiagStripe" w:color="F9F9F9" w:fill="auto"/>
              </w:tcPr>
              <w:p w14:paraId="2AA72B72" w14:textId="77777777" w:rsidR="00CC78AD" w:rsidRDefault="00E84161" w:rsidP="00CC78AD">
                <w:pPr>
                  <w:pStyle w:val="ContentHeading"/>
                  <w:jc w:val="both"/>
                  <w:rPr>
                    <w:color w:val="1F497D" w:themeColor="text2"/>
                  </w:rPr>
                </w:pPr>
                <w:r>
                  <w:rPr>
                    <w:color w:val="1F497D" w:themeColor="text2"/>
                  </w:rPr>
                  <w:t>Clinical</w:t>
                </w:r>
                <w:r w:rsidR="00E007E4" w:rsidRPr="00E007E4">
                  <w:rPr>
                    <w:color w:val="1F497D" w:themeColor="text2"/>
                  </w:rPr>
                  <w:t xml:space="preserve"> Experience</w:t>
                </w:r>
              </w:p>
              <w:p w14:paraId="6A3A7DEB" w14:textId="77777777" w:rsidR="00CC78AD" w:rsidRPr="00472756" w:rsidRDefault="00CC78AD" w:rsidP="00CC78AD">
                <w:pPr>
                  <w:pStyle w:val="ContentHeading"/>
                  <w:jc w:val="both"/>
                  <w:rPr>
                    <w:color w:val="1F497D" w:themeColor="text2"/>
                    <w:sz w:val="18"/>
                    <w:szCs w:val="18"/>
                  </w:rPr>
                </w:pPr>
                <w:r w:rsidRPr="00472756">
                  <w:rPr>
                    <w:color w:val="1F497D" w:themeColor="text2"/>
                    <w:sz w:val="18"/>
                    <w:szCs w:val="18"/>
                  </w:rPr>
                  <w:t>(including training)</w:t>
                </w:r>
              </w:p>
              <w:p w14:paraId="60FD817A" w14:textId="77777777" w:rsidR="00910CBB" w:rsidRPr="00E007E4" w:rsidRDefault="00CC78AD" w:rsidP="00E84161">
                <w:pPr>
                  <w:pStyle w:val="ContentHeading"/>
                  <w:jc w:val="left"/>
                  <w:rPr>
                    <w:color w:val="1F497D" w:themeColor="text2"/>
                  </w:rPr>
                </w:pPr>
                <w:r>
                  <w:rPr>
                    <w:color w:val="1F497D" w:themeColor="text2"/>
                  </w:rPr>
                  <w:t xml:space="preserve"> </w:t>
                </w:r>
              </w:p>
            </w:tc>
          </w:sdtContent>
        </w:sdt>
        <w:tc>
          <w:tcPr>
            <w:tcW w:w="3895" w:type="pct"/>
            <w:gridSpan w:val="3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785D0EBE" w14:textId="77777777" w:rsidR="00E007E4" w:rsidRPr="001E5C69" w:rsidRDefault="00D63535" w:rsidP="00BF4922">
            <w:pPr>
              <w:pStyle w:val="ContentBodyBold"/>
              <w:rPr>
                <w:rStyle w:val="ContentBodyChar"/>
              </w:rPr>
            </w:pPr>
            <w:sdt>
              <w:sdtPr>
                <w:rPr>
                  <w:sz w:val="22"/>
                  <w:szCs w:val="24"/>
                </w:rPr>
                <w:id w:val="13960624"/>
                <w:placeholder>
                  <w:docPart w:val="0BF009CBA6CE4B22AAA62CDE3C06F7F2"/>
                </w:placeholder>
                <w:date>
                  <w:dateFormat w:val="MMMM d, 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BF4922" w:rsidRPr="00084978">
                  <w:rPr>
                    <w:sz w:val="22"/>
                    <w:szCs w:val="24"/>
                  </w:rPr>
                  <w:t>Institution Name , Country</w:t>
                </w:r>
              </w:sdtContent>
            </w:sdt>
          </w:p>
          <w:sdt>
            <w:sdtPr>
              <w:rPr>
                <w:rStyle w:val="ContentBodyChar"/>
              </w:rPr>
              <w:id w:val="5444263"/>
              <w:placeholder>
                <w:docPart w:val="AEFFE4CF426544BF8FFD6987A369DCED"/>
              </w:placeholder>
            </w:sdtPr>
            <w:sdtEndPr>
              <w:rPr>
                <w:rStyle w:val="ContentBodyChar"/>
              </w:rPr>
            </w:sdtEndPr>
            <w:sdtContent>
              <w:p w14:paraId="250B7EAB" w14:textId="77777777" w:rsidR="00E007E4" w:rsidRDefault="00BF4922" w:rsidP="00BF4922">
                <w:pPr>
                  <w:rPr>
                    <w:rStyle w:val="ContentBodyChar"/>
                  </w:rPr>
                </w:pPr>
                <w:r>
                  <w:rPr>
                    <w:rStyle w:val="ContentBodyChar"/>
                  </w:rPr>
                  <w:t>Job Title</w:t>
                </w:r>
              </w:p>
            </w:sdtContent>
          </w:sdt>
          <w:p w14:paraId="45073279" w14:textId="77777777" w:rsidR="00BF4922" w:rsidRDefault="00BF4922" w:rsidP="00BF4922">
            <w:pPr>
              <w:rPr>
                <w:rStyle w:val="ContentBodyChar"/>
              </w:rPr>
            </w:pPr>
            <w:r>
              <w:rPr>
                <w:rStyle w:val="ContentBodyChar"/>
              </w:rPr>
              <w:t>(Start Date – End Date)</w:t>
            </w:r>
          </w:p>
          <w:p w14:paraId="40282951" w14:textId="77777777" w:rsidR="00E84161" w:rsidRPr="00E84161" w:rsidRDefault="00E84161" w:rsidP="00E84161">
            <w:pPr>
              <w:pStyle w:val="ListParagraph"/>
              <w:numPr>
                <w:ilvl w:val="0"/>
                <w:numId w:val="2"/>
              </w:numPr>
              <w:rPr>
                <w:rFonts w:cs="Helvetica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E84161">
              <w:rPr>
                <w:rFonts w:cs="Helvetica"/>
                <w:color w:val="000000"/>
                <w:sz w:val="20"/>
                <w:szCs w:val="20"/>
                <w:shd w:val="clear" w:color="auto" w:fill="FFFFFF"/>
              </w:rPr>
              <w:t>Responsibility 1</w:t>
            </w:r>
          </w:p>
          <w:p w14:paraId="5FC5EEB4" w14:textId="77777777" w:rsidR="00E84161" w:rsidRPr="00E84161" w:rsidRDefault="00E84161" w:rsidP="00E84161">
            <w:pPr>
              <w:pStyle w:val="ListParagraph"/>
              <w:numPr>
                <w:ilvl w:val="0"/>
                <w:numId w:val="2"/>
              </w:numPr>
              <w:rPr>
                <w:rStyle w:val="ContentBodyChar"/>
                <w:rFonts w:cs="Helvetica"/>
                <w:b/>
                <w:bCs/>
                <w:color w:val="000000"/>
                <w:szCs w:val="20"/>
                <w:shd w:val="clear" w:color="auto" w:fill="FFFFFF"/>
              </w:rPr>
            </w:pPr>
            <w:r w:rsidRPr="00E84161">
              <w:rPr>
                <w:rFonts w:cs="Helvetica"/>
                <w:color w:val="000000"/>
                <w:sz w:val="20"/>
                <w:szCs w:val="20"/>
                <w:shd w:val="clear" w:color="auto" w:fill="FFFFFF"/>
              </w:rPr>
              <w:t>Responsibility 2</w:t>
            </w:r>
          </w:p>
          <w:p w14:paraId="476346E8" w14:textId="77777777" w:rsidR="00BF4922" w:rsidRDefault="00BF4922" w:rsidP="00BF4922">
            <w:pPr>
              <w:rPr>
                <w:rStyle w:val="ContentBodyChar"/>
              </w:rPr>
            </w:pPr>
          </w:p>
          <w:p w14:paraId="46A4121D" w14:textId="77777777" w:rsidR="00BF4922" w:rsidRPr="001E5C69" w:rsidRDefault="00D63535" w:rsidP="00BF4922">
            <w:pPr>
              <w:pStyle w:val="ContentBodyBold"/>
              <w:rPr>
                <w:rStyle w:val="ContentBodyChar"/>
              </w:rPr>
            </w:pPr>
            <w:sdt>
              <w:sdtPr>
                <w:rPr>
                  <w:sz w:val="22"/>
                  <w:szCs w:val="24"/>
                </w:rPr>
                <w:id w:val="180408028"/>
                <w:placeholder>
                  <w:docPart w:val="3E2FEDC5AE8F4D77BE939B9536240EA0"/>
                </w:placeholder>
                <w:date>
                  <w:dateFormat w:val="MMMM d, 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BF4922" w:rsidRPr="00390F07">
                  <w:rPr>
                    <w:sz w:val="22"/>
                    <w:szCs w:val="24"/>
                  </w:rPr>
                  <w:t>Institution Name , Country</w:t>
                </w:r>
              </w:sdtContent>
            </w:sdt>
          </w:p>
          <w:sdt>
            <w:sdtPr>
              <w:rPr>
                <w:rStyle w:val="ContentBodyChar"/>
              </w:rPr>
              <w:id w:val="180408029"/>
              <w:placeholder>
                <w:docPart w:val="DAFB46E5B1C44E4F8230C962C19AF0E0"/>
              </w:placeholder>
            </w:sdtPr>
            <w:sdtEndPr>
              <w:rPr>
                <w:rStyle w:val="ContentBodyChar"/>
              </w:rPr>
            </w:sdtEndPr>
            <w:sdtContent>
              <w:p w14:paraId="1F57C897" w14:textId="77777777" w:rsidR="00BF4922" w:rsidRDefault="00BF4922" w:rsidP="00BF4922">
                <w:pPr>
                  <w:rPr>
                    <w:rStyle w:val="ContentBodyChar"/>
                  </w:rPr>
                </w:pPr>
                <w:r>
                  <w:rPr>
                    <w:rStyle w:val="ContentBodyChar"/>
                  </w:rPr>
                  <w:t>Job Title</w:t>
                </w:r>
              </w:p>
            </w:sdtContent>
          </w:sdt>
          <w:p w14:paraId="05B70B78" w14:textId="77777777" w:rsidR="00BF4922" w:rsidRDefault="00BF4922" w:rsidP="00BF4922">
            <w:pPr>
              <w:rPr>
                <w:rStyle w:val="ContentBodyChar"/>
              </w:rPr>
            </w:pPr>
            <w:r>
              <w:rPr>
                <w:rStyle w:val="ContentBodyChar"/>
              </w:rPr>
              <w:t>(Start Date – End Date)</w:t>
            </w:r>
          </w:p>
          <w:p w14:paraId="5A3FC06D" w14:textId="77777777" w:rsidR="00E84161" w:rsidRPr="00E84161" w:rsidRDefault="00E84161" w:rsidP="00E84161">
            <w:pPr>
              <w:pStyle w:val="ListParagraph"/>
              <w:numPr>
                <w:ilvl w:val="0"/>
                <w:numId w:val="2"/>
              </w:numPr>
              <w:rPr>
                <w:rFonts w:cs="Helvetica"/>
                <w:color w:val="000000"/>
                <w:sz w:val="20"/>
                <w:szCs w:val="20"/>
                <w:shd w:val="clear" w:color="auto" w:fill="FFFFFF"/>
              </w:rPr>
            </w:pPr>
            <w:r w:rsidRPr="00E84161">
              <w:rPr>
                <w:rFonts w:cs="Helvetica"/>
                <w:color w:val="000000"/>
                <w:sz w:val="20"/>
                <w:szCs w:val="20"/>
                <w:shd w:val="clear" w:color="auto" w:fill="FFFFFF"/>
              </w:rPr>
              <w:t>Responsibility 1</w:t>
            </w:r>
          </w:p>
          <w:p w14:paraId="5AC5FA86" w14:textId="77777777" w:rsidR="00E84161" w:rsidRPr="00E84161" w:rsidRDefault="00E84161" w:rsidP="00E84161">
            <w:pPr>
              <w:pStyle w:val="ListParagraph"/>
              <w:numPr>
                <w:ilvl w:val="0"/>
                <w:numId w:val="2"/>
              </w:numPr>
              <w:rPr>
                <w:rFonts w:cs="Helvetica"/>
                <w:color w:val="000000"/>
                <w:sz w:val="20"/>
                <w:szCs w:val="20"/>
                <w:shd w:val="clear" w:color="auto" w:fill="FFFFFF"/>
              </w:rPr>
            </w:pPr>
            <w:r w:rsidRPr="00E84161">
              <w:rPr>
                <w:rFonts w:cs="Helvetica"/>
                <w:color w:val="000000"/>
                <w:sz w:val="20"/>
                <w:szCs w:val="20"/>
                <w:shd w:val="clear" w:color="auto" w:fill="FFFFFF"/>
              </w:rPr>
              <w:t>Responsibility 2</w:t>
            </w:r>
          </w:p>
          <w:p w14:paraId="7828DA37" w14:textId="77777777" w:rsidR="00BF4922" w:rsidRDefault="00BF4922" w:rsidP="00E84161">
            <w:pPr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  <w:p w14:paraId="524873A1" w14:textId="77777777" w:rsidR="00390F07" w:rsidRPr="00E84161" w:rsidRDefault="00390F07" w:rsidP="00BD5811">
            <w:pPr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390F07">
              <w:rPr>
                <w:i/>
                <w:iCs/>
                <w:sz w:val="20"/>
                <w:szCs w:val="20"/>
              </w:rPr>
              <w:t xml:space="preserve">(Add more </w:t>
            </w:r>
            <w:r w:rsidR="00BD5811">
              <w:rPr>
                <w:i/>
                <w:iCs/>
                <w:sz w:val="20"/>
                <w:szCs w:val="20"/>
              </w:rPr>
              <w:t>as</w:t>
            </w:r>
            <w:r w:rsidRPr="00390F07">
              <w:rPr>
                <w:i/>
                <w:iCs/>
                <w:sz w:val="20"/>
                <w:szCs w:val="20"/>
              </w:rPr>
              <w:t xml:space="preserve"> applicable)</w:t>
            </w:r>
          </w:p>
        </w:tc>
      </w:tr>
      <w:tr w:rsidR="00910CBB" w14:paraId="2C2DD13F" w14:textId="77777777" w:rsidTr="00702C69">
        <w:trPr>
          <w:gridAfter w:val="1"/>
          <w:wAfter w:w="33" w:type="pct"/>
        </w:trPr>
        <w:tc>
          <w:tcPr>
            <w:tcW w:w="1072" w:type="pct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5A423B9E" w14:textId="77777777" w:rsidR="00910CBB" w:rsidRPr="00024E30" w:rsidRDefault="00910CBB" w:rsidP="00024E30">
            <w:pPr>
              <w:pStyle w:val="ContentHeading"/>
            </w:pPr>
          </w:p>
        </w:tc>
        <w:tc>
          <w:tcPr>
            <w:tcW w:w="3895" w:type="pct"/>
            <w:gridSpan w:val="3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39F5F7BD" w14:textId="77777777" w:rsidR="00910CBB" w:rsidRDefault="00910CBB">
            <w:pPr>
              <w:rPr>
                <w:color w:val="404040" w:themeColor="text1" w:themeTint="BF"/>
                <w:sz w:val="20"/>
              </w:rPr>
            </w:pPr>
          </w:p>
        </w:tc>
      </w:tr>
      <w:tr w:rsidR="00910CBB" w14:paraId="42D3B5DF" w14:textId="77777777" w:rsidTr="00702C69">
        <w:trPr>
          <w:gridAfter w:val="1"/>
          <w:wAfter w:w="33" w:type="pct"/>
        </w:trPr>
        <w:sdt>
          <w:sdtPr>
            <w:id w:val="5444177"/>
            <w:placeholder>
              <w:docPart w:val="6B9B2F87334D4B6BB5F8F06AB5B0EF3A"/>
            </w:placeholder>
          </w:sdtPr>
          <w:sdtEndPr/>
          <w:sdtContent>
            <w:tc>
              <w:tcPr>
                <w:tcW w:w="1072" w:type="pct"/>
                <w:tcBorders>
                  <w:top w:val="single" w:sz="4" w:space="0" w:color="F2F2F2" w:themeColor="background1" w:themeShade="F2"/>
                  <w:bottom w:val="single" w:sz="4" w:space="0" w:color="F2F2F2" w:themeColor="background1" w:themeShade="F2"/>
                  <w:right w:val="single" w:sz="4" w:space="0" w:color="F2F2F2" w:themeColor="background1" w:themeShade="F2"/>
                </w:tcBorders>
                <w:shd w:val="thinDiagStripe" w:color="F7F7F7" w:fill="auto"/>
              </w:tcPr>
              <w:p w14:paraId="74C13194" w14:textId="3C3E9F63" w:rsidR="00910CBB" w:rsidRPr="00024E30" w:rsidRDefault="00472756" w:rsidP="008000C5">
                <w:pPr>
                  <w:pStyle w:val="ContentHeading"/>
                  <w:jc w:val="left"/>
                </w:pPr>
                <w:r>
                  <w:rPr>
                    <w:color w:val="1F497D" w:themeColor="text2"/>
                  </w:rPr>
                  <w:t>Examination Results</w:t>
                </w:r>
              </w:p>
            </w:tc>
          </w:sdtContent>
        </w:sdt>
        <w:tc>
          <w:tcPr>
            <w:tcW w:w="3895" w:type="pct"/>
            <w:gridSpan w:val="3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68365015" w14:textId="0628EF62" w:rsidR="00910CBB" w:rsidRPr="00702C69" w:rsidRDefault="00702C69" w:rsidP="00BF4922">
            <w:pPr>
              <w:rPr>
                <w:sz w:val="20"/>
                <w:szCs w:val="20"/>
              </w:rPr>
            </w:pPr>
            <w:r w:rsidRPr="00702C69">
              <w:rPr>
                <w:sz w:val="20"/>
                <w:szCs w:val="20"/>
              </w:rPr>
              <w:t>USMLE Step 2 CK</w:t>
            </w:r>
          </w:p>
          <w:p w14:paraId="6B74334D" w14:textId="181FBBC7" w:rsidR="00702C69" w:rsidRPr="00702C69" w:rsidRDefault="00702C69" w:rsidP="00BF4922">
            <w:pPr>
              <w:rPr>
                <w:sz w:val="20"/>
                <w:szCs w:val="20"/>
              </w:rPr>
            </w:pPr>
            <w:r w:rsidRPr="00702C69">
              <w:rPr>
                <w:sz w:val="20"/>
                <w:szCs w:val="20"/>
              </w:rPr>
              <w:t>IFOM-CSE</w:t>
            </w:r>
          </w:p>
          <w:p w14:paraId="14737D9D" w14:textId="3872C55D" w:rsidR="00702C69" w:rsidRPr="00702C69" w:rsidRDefault="00702C69" w:rsidP="00BF4922">
            <w:pPr>
              <w:rPr>
                <w:sz w:val="20"/>
                <w:szCs w:val="20"/>
              </w:rPr>
            </w:pPr>
            <w:r w:rsidRPr="00702C69">
              <w:rPr>
                <w:sz w:val="20"/>
                <w:szCs w:val="20"/>
              </w:rPr>
              <w:t>MCCEE</w:t>
            </w:r>
          </w:p>
          <w:p w14:paraId="260A4BCA" w14:textId="13421521" w:rsidR="00702C69" w:rsidRPr="00702C69" w:rsidRDefault="00702C69" w:rsidP="00BF4922">
            <w:pPr>
              <w:rPr>
                <w:sz w:val="20"/>
                <w:szCs w:val="20"/>
              </w:rPr>
            </w:pPr>
            <w:r w:rsidRPr="00702C69">
              <w:rPr>
                <w:sz w:val="20"/>
                <w:szCs w:val="20"/>
              </w:rPr>
              <w:t>MCCQE1</w:t>
            </w:r>
          </w:p>
          <w:p w14:paraId="693149FC" w14:textId="22F02ED3" w:rsidR="00702C69" w:rsidRPr="00702C69" w:rsidRDefault="00702C69" w:rsidP="00BF4922">
            <w:pPr>
              <w:rPr>
                <w:sz w:val="20"/>
                <w:szCs w:val="20"/>
              </w:rPr>
            </w:pPr>
          </w:p>
          <w:p w14:paraId="73412C2A" w14:textId="7410E7B5" w:rsidR="00702C69" w:rsidRPr="00702C69" w:rsidRDefault="00702C69" w:rsidP="00BF4922">
            <w:pPr>
              <w:rPr>
                <w:sz w:val="20"/>
                <w:szCs w:val="20"/>
              </w:rPr>
            </w:pPr>
            <w:r w:rsidRPr="00702C69">
              <w:rPr>
                <w:sz w:val="20"/>
                <w:szCs w:val="20"/>
              </w:rPr>
              <w:t>TOEFL PBT</w:t>
            </w:r>
          </w:p>
          <w:p w14:paraId="4795F60D" w14:textId="111657B0" w:rsidR="00702C69" w:rsidRPr="00702C69" w:rsidRDefault="00702C69" w:rsidP="00BF4922">
            <w:pPr>
              <w:rPr>
                <w:sz w:val="20"/>
                <w:szCs w:val="20"/>
              </w:rPr>
            </w:pPr>
            <w:r w:rsidRPr="00702C69">
              <w:rPr>
                <w:sz w:val="20"/>
                <w:szCs w:val="20"/>
              </w:rPr>
              <w:t>TOEFL iBT</w:t>
            </w:r>
          </w:p>
          <w:p w14:paraId="212EC81E" w14:textId="0B4DC8F1" w:rsidR="00702C69" w:rsidRPr="00702C69" w:rsidRDefault="00702C69" w:rsidP="00BF4922">
            <w:pPr>
              <w:rPr>
                <w:sz w:val="20"/>
                <w:szCs w:val="20"/>
              </w:rPr>
            </w:pPr>
            <w:r w:rsidRPr="00702C69">
              <w:rPr>
                <w:sz w:val="20"/>
                <w:szCs w:val="20"/>
              </w:rPr>
              <w:t>IELTS Academic</w:t>
            </w:r>
          </w:p>
          <w:p w14:paraId="5439A74A" w14:textId="302C61F5" w:rsidR="00472756" w:rsidRPr="008000C5" w:rsidRDefault="00702C69" w:rsidP="00702C69">
            <w:r w:rsidRPr="00702C69">
              <w:rPr>
                <w:sz w:val="20"/>
                <w:szCs w:val="20"/>
              </w:rPr>
              <w:t>OET (average score)</w:t>
            </w:r>
          </w:p>
        </w:tc>
      </w:tr>
      <w:tr w:rsidR="00196132" w14:paraId="48171BDC" w14:textId="77777777" w:rsidTr="00702C69">
        <w:trPr>
          <w:trHeight w:val="707"/>
        </w:trPr>
        <w:sdt>
          <w:sdtPr>
            <w:rPr>
              <w:color w:val="1F497D" w:themeColor="text2"/>
            </w:rPr>
            <w:id w:val="180408098"/>
            <w:placeholder>
              <w:docPart w:val="5C153A5706844DD8B97CDA4E52EEFB72"/>
            </w:placeholder>
          </w:sdtPr>
          <w:sdtEndPr/>
          <w:sdtContent>
            <w:tc>
              <w:tcPr>
                <w:tcW w:w="1079" w:type="pct"/>
                <w:gridSpan w:val="2"/>
                <w:tcBorders>
                  <w:top w:val="single" w:sz="4" w:space="0" w:color="F2F2F2" w:themeColor="background1" w:themeShade="F2"/>
                  <w:bottom w:val="single" w:sz="4" w:space="0" w:color="F2F2F2" w:themeColor="background1" w:themeShade="F2"/>
                  <w:right w:val="single" w:sz="4" w:space="0" w:color="F2F2F2" w:themeColor="background1" w:themeShade="F2"/>
                </w:tcBorders>
                <w:shd w:val="thinDiagStripe" w:color="F7F7F7" w:fill="auto"/>
              </w:tcPr>
              <w:p w14:paraId="25C631A0" w14:textId="1BDF6772" w:rsidR="00196132" w:rsidRPr="00196132" w:rsidRDefault="00702C69" w:rsidP="00567041">
                <w:pPr>
                  <w:pStyle w:val="ContentHeading"/>
                  <w:jc w:val="left"/>
                  <w:rPr>
                    <w:color w:val="1F497D" w:themeColor="text2"/>
                  </w:rPr>
                </w:pPr>
                <w:r>
                  <w:rPr>
                    <w:color w:val="1F497D" w:themeColor="text2"/>
                  </w:rPr>
                  <w:t>Language Proficiency</w:t>
                </w:r>
                <w:r w:rsidR="00196132" w:rsidRPr="00196132">
                  <w:rPr>
                    <w:color w:val="1F497D" w:themeColor="text2"/>
                  </w:rPr>
                  <w:t xml:space="preserve"> </w:t>
                </w:r>
              </w:p>
            </w:tc>
          </w:sdtContent>
        </w:sdt>
        <w:tc>
          <w:tcPr>
            <w:tcW w:w="3921" w:type="pct"/>
            <w:gridSpan w:val="3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417A1337" w14:textId="6F9B56F5" w:rsidR="00663BB2" w:rsidRDefault="00702C69" w:rsidP="00663BB2">
            <w:pPr>
              <w:rPr>
                <w:rStyle w:val="ContentBodyChar"/>
              </w:rPr>
            </w:pPr>
            <w:r>
              <w:rPr>
                <w:rStyle w:val="ContentBodyChar"/>
              </w:rPr>
              <w:t>Arabic Spoken</w:t>
            </w:r>
          </w:p>
          <w:p w14:paraId="3563DE47" w14:textId="01C65B4E" w:rsidR="00702C69" w:rsidRDefault="00702C69" w:rsidP="00663BB2">
            <w:pPr>
              <w:rPr>
                <w:rStyle w:val="ContentBodyChar"/>
              </w:rPr>
            </w:pPr>
            <w:r>
              <w:rPr>
                <w:rStyle w:val="ContentBodyChar"/>
              </w:rPr>
              <w:t>Arabic Read/Write</w:t>
            </w:r>
          </w:p>
          <w:p w14:paraId="31A96B79" w14:textId="4E933FAC" w:rsidR="00702C69" w:rsidRDefault="00702C69" w:rsidP="00663BB2">
            <w:pPr>
              <w:rPr>
                <w:rStyle w:val="ContentBodyChar"/>
              </w:rPr>
            </w:pPr>
            <w:r>
              <w:rPr>
                <w:rStyle w:val="ContentBodyChar"/>
              </w:rPr>
              <w:t>English Spoken</w:t>
            </w:r>
          </w:p>
          <w:p w14:paraId="033FF7EE" w14:textId="3C0A1471" w:rsidR="00663BB2" w:rsidRDefault="00702C69" w:rsidP="00702C69">
            <w:pPr>
              <w:rPr>
                <w:color w:val="404040" w:themeColor="text1" w:themeTint="BF"/>
              </w:rPr>
            </w:pPr>
            <w:r>
              <w:rPr>
                <w:rStyle w:val="ContentBodyChar"/>
              </w:rPr>
              <w:t>English Read/Write</w:t>
            </w:r>
          </w:p>
        </w:tc>
      </w:tr>
    </w:tbl>
    <w:p w14:paraId="39949BD2" w14:textId="77777777" w:rsidR="00196132" w:rsidRDefault="00196132" w:rsidP="00024E30"/>
    <w:tbl>
      <w:tblPr>
        <w:tblStyle w:val="TableGrid"/>
        <w:tblW w:w="503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2034"/>
        <w:gridCol w:w="7390"/>
      </w:tblGrid>
      <w:tr w:rsidR="008000C5" w14:paraId="7046AACA" w14:textId="77777777" w:rsidTr="00153262">
        <w:sdt>
          <w:sdtPr>
            <w:id w:val="180407950"/>
            <w:placeholder>
              <w:docPart w:val="A0911422CA864392B9BC819EBB2E6D71"/>
            </w:placeholder>
          </w:sdtPr>
          <w:sdtEndPr/>
          <w:sdtContent>
            <w:tc>
              <w:tcPr>
                <w:tcW w:w="1079" w:type="pct"/>
                <w:tcBorders>
                  <w:top w:val="single" w:sz="4" w:space="0" w:color="F2F2F2" w:themeColor="background1" w:themeShade="F2"/>
                  <w:bottom w:val="single" w:sz="4" w:space="0" w:color="F2F2F2" w:themeColor="background1" w:themeShade="F2"/>
                  <w:right w:val="single" w:sz="4" w:space="0" w:color="F2F2F2" w:themeColor="background1" w:themeShade="F2"/>
                </w:tcBorders>
                <w:shd w:val="thinDiagStripe" w:color="F7F7F7" w:fill="auto"/>
              </w:tcPr>
              <w:p w14:paraId="152A8A0E" w14:textId="7B192413" w:rsidR="00390F07" w:rsidRDefault="00702C69" w:rsidP="002B533D">
                <w:pPr>
                  <w:pStyle w:val="ContentHeading"/>
                  <w:jc w:val="left"/>
                  <w:rPr>
                    <w:color w:val="1F497D" w:themeColor="text2"/>
                  </w:rPr>
                </w:pPr>
                <w:r>
                  <w:rPr>
                    <w:color w:val="1F497D" w:themeColor="text2"/>
                  </w:rPr>
                  <w:t>Research/ P</w:t>
                </w:r>
                <w:r w:rsidR="002B533D" w:rsidRPr="002B533D">
                  <w:rPr>
                    <w:color w:val="1F497D" w:themeColor="text2"/>
                  </w:rPr>
                  <w:t>ublications</w:t>
                </w:r>
                <w:r>
                  <w:rPr>
                    <w:color w:val="1F497D" w:themeColor="text2"/>
                  </w:rPr>
                  <w:t>/</w:t>
                </w:r>
              </w:p>
              <w:p w14:paraId="0E89E0E5" w14:textId="7ED1036D" w:rsidR="00702C69" w:rsidRDefault="00702C69" w:rsidP="002B533D">
                <w:pPr>
                  <w:pStyle w:val="ContentHeading"/>
                  <w:jc w:val="left"/>
                  <w:rPr>
                    <w:color w:val="1F497D" w:themeColor="text2"/>
                  </w:rPr>
                </w:pPr>
                <w:r>
                  <w:rPr>
                    <w:color w:val="1F497D" w:themeColor="text2"/>
                  </w:rPr>
                  <w:t>Presentations</w:t>
                </w:r>
              </w:p>
              <w:p w14:paraId="1BFEE87F" w14:textId="77777777" w:rsidR="008000C5" w:rsidRPr="00024E30" w:rsidRDefault="00390F07" w:rsidP="002B533D">
                <w:pPr>
                  <w:pStyle w:val="ContentHeading"/>
                  <w:jc w:val="left"/>
                </w:pPr>
                <w:r w:rsidRPr="00702C69">
                  <w:rPr>
                    <w:b w:val="0"/>
                    <w:bCs/>
                    <w:color w:val="1F497D" w:themeColor="text2"/>
                    <w:sz w:val="18"/>
                    <w:szCs w:val="18"/>
                  </w:rPr>
                  <w:t>(if applicable)</w:t>
                </w:r>
              </w:p>
            </w:tc>
          </w:sdtContent>
        </w:sdt>
        <w:tc>
          <w:tcPr>
            <w:tcW w:w="3921" w:type="pct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1D2A0676" w14:textId="6375EA2F" w:rsidR="008000C5" w:rsidRPr="00CC78AD" w:rsidRDefault="008000C5" w:rsidP="001B072B"/>
        </w:tc>
      </w:tr>
    </w:tbl>
    <w:p w14:paraId="621303FD" w14:textId="77777777" w:rsidR="008000C5" w:rsidRDefault="008000C5" w:rsidP="00024E30"/>
    <w:tbl>
      <w:tblPr>
        <w:tblStyle w:val="TableGrid"/>
        <w:tblW w:w="503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2034"/>
        <w:gridCol w:w="7390"/>
      </w:tblGrid>
      <w:tr w:rsidR="002B533D" w14:paraId="3712F1B0" w14:textId="77777777" w:rsidTr="00153262">
        <w:sdt>
          <w:sdtPr>
            <w:id w:val="180408041"/>
            <w:placeholder>
              <w:docPart w:val="969B9AF554DE4010B54F4BC0B2492C99"/>
            </w:placeholder>
            <w:showingPlcHdr/>
          </w:sdtPr>
          <w:sdtEndPr/>
          <w:sdtContent>
            <w:tc>
              <w:tcPr>
                <w:tcW w:w="1079" w:type="pct"/>
                <w:tcBorders>
                  <w:top w:val="single" w:sz="4" w:space="0" w:color="F2F2F2" w:themeColor="background1" w:themeShade="F2"/>
                  <w:bottom w:val="single" w:sz="4" w:space="0" w:color="F2F2F2" w:themeColor="background1" w:themeShade="F2"/>
                  <w:right w:val="single" w:sz="4" w:space="0" w:color="F2F2F2" w:themeColor="background1" w:themeShade="F2"/>
                </w:tcBorders>
                <w:shd w:val="thinDiagStripe" w:color="F7F7F7" w:fill="auto"/>
              </w:tcPr>
              <w:p w14:paraId="0E8CDD73" w14:textId="77777777" w:rsidR="002B533D" w:rsidRPr="00024E30" w:rsidRDefault="002B533D" w:rsidP="00663BB2">
                <w:pPr>
                  <w:pStyle w:val="ContentHeading"/>
                  <w:jc w:val="left"/>
                </w:pPr>
                <w:r w:rsidRPr="000E5378">
                  <w:rPr>
                    <w:color w:val="1F497D" w:themeColor="text2"/>
                  </w:rPr>
                  <w:t>References</w:t>
                </w:r>
              </w:p>
            </w:tc>
          </w:sdtContent>
        </w:sdt>
        <w:tc>
          <w:tcPr>
            <w:tcW w:w="3921" w:type="pct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sdt>
            <w:sdtPr>
              <w:rPr>
                <w:rStyle w:val="ContentBodyChar"/>
              </w:rPr>
              <w:id w:val="180408042"/>
              <w:placeholder>
                <w:docPart w:val="628A3CB9608A40A19C7ECA4A39578B19"/>
              </w:placeholder>
            </w:sdtPr>
            <w:sdtEndPr>
              <w:rPr>
                <w:rStyle w:val="ContentBodyChar"/>
              </w:rPr>
            </w:sdtEndPr>
            <w:sdtContent>
              <w:p w14:paraId="4D1844C4" w14:textId="77777777" w:rsidR="002B533D" w:rsidRPr="001231A3" w:rsidRDefault="00390F07" w:rsidP="00390F07">
                <w:pPr>
                  <w:rPr>
                    <w:rStyle w:val="ContentBodyChar"/>
                  </w:rPr>
                </w:pPr>
                <w:r>
                  <w:rPr>
                    <w:rStyle w:val="ContentBodyChar"/>
                  </w:rPr>
                  <w:t>(</w:t>
                </w:r>
                <w:r w:rsidR="001231A3" w:rsidRPr="001231A3">
                  <w:rPr>
                    <w:rStyle w:val="ContentBodyChar"/>
                  </w:rPr>
                  <w:t>Name</w:t>
                </w:r>
                <w:r>
                  <w:rPr>
                    <w:rStyle w:val="ContentBodyChar"/>
                  </w:rPr>
                  <w:t>)</w:t>
                </w:r>
                <w:r w:rsidR="001231A3" w:rsidRPr="001231A3">
                  <w:rPr>
                    <w:rStyle w:val="ContentBodyChar"/>
                  </w:rPr>
                  <w:br/>
                </w:r>
                <w:r>
                  <w:rPr>
                    <w:rStyle w:val="ContentBodyChar"/>
                  </w:rPr>
                  <w:t>(</w:t>
                </w:r>
                <w:r w:rsidR="001231A3">
                  <w:rPr>
                    <w:rStyle w:val="ContentBodyChar"/>
                  </w:rPr>
                  <w:t>Institution Name, Designation</w:t>
                </w:r>
                <w:r>
                  <w:rPr>
                    <w:rStyle w:val="ContentBodyChar"/>
                  </w:rPr>
                  <w:t>)</w:t>
                </w:r>
                <w:r w:rsidR="001231A3" w:rsidRPr="001231A3">
                  <w:rPr>
                    <w:rStyle w:val="ContentBodyChar"/>
                  </w:rPr>
                  <w:br/>
                </w:r>
                <w:r>
                  <w:rPr>
                    <w:rStyle w:val="ContentBodyChar"/>
                  </w:rPr>
                  <w:t>(Contact</w:t>
                </w:r>
                <w:r w:rsidR="00CC78AD">
                  <w:rPr>
                    <w:rStyle w:val="ContentBodyChar"/>
                  </w:rPr>
                  <w:t xml:space="preserve"> details</w:t>
                </w:r>
                <w:r>
                  <w:rPr>
                    <w:rStyle w:val="ContentBodyChar"/>
                  </w:rPr>
                  <w:t>)</w:t>
                </w:r>
              </w:p>
            </w:sdtContent>
          </w:sdt>
        </w:tc>
      </w:tr>
      <w:tr w:rsidR="00390F07" w14:paraId="6348E176" w14:textId="77777777" w:rsidTr="00153262">
        <w:tc>
          <w:tcPr>
            <w:tcW w:w="1079" w:type="pct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thinDiagStripe" w:color="F7F7F7" w:fill="auto"/>
          </w:tcPr>
          <w:p w14:paraId="6CCEC8A6" w14:textId="77777777" w:rsidR="00390F07" w:rsidRDefault="00390F07" w:rsidP="00663BB2">
            <w:pPr>
              <w:pStyle w:val="ContentHeading"/>
              <w:jc w:val="left"/>
            </w:pPr>
          </w:p>
        </w:tc>
        <w:tc>
          <w:tcPr>
            <w:tcW w:w="3921" w:type="pct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53F46EBB" w14:textId="77777777" w:rsidR="00390F07" w:rsidRPr="006D7564" w:rsidRDefault="00390F07" w:rsidP="00390F07">
            <w:pPr>
              <w:rPr>
                <w:rStyle w:val="ContentBodyChar"/>
                <w:b/>
                <w:bCs/>
                <w:i/>
                <w:iCs/>
              </w:rPr>
            </w:pPr>
            <w:r w:rsidRPr="006D7564">
              <w:rPr>
                <w:rStyle w:val="ContentBodyChar"/>
                <w:b/>
                <w:bCs/>
                <w:i/>
                <w:iCs/>
              </w:rPr>
              <w:t>Provide at least two references</w:t>
            </w:r>
          </w:p>
        </w:tc>
      </w:tr>
    </w:tbl>
    <w:p w14:paraId="32939CC8" w14:textId="77777777" w:rsidR="00A23A6F" w:rsidRDefault="00A23A6F" w:rsidP="00024E30"/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2020"/>
        <w:gridCol w:w="7340"/>
      </w:tblGrid>
      <w:tr w:rsidR="00A23A6F" w:rsidRPr="001231A3" w14:paraId="5E57D4ED" w14:textId="77777777" w:rsidTr="00A23A6F">
        <w:sdt>
          <w:sdtPr>
            <w:id w:val="544834990"/>
            <w:placeholder>
              <w:docPart w:val="E3C5459FA3E143499CB8C3AF1A343378"/>
            </w:placeholder>
          </w:sdtPr>
          <w:sdtEndPr/>
          <w:sdtContent>
            <w:tc>
              <w:tcPr>
                <w:tcW w:w="1079" w:type="pct"/>
                <w:tcBorders>
                  <w:top w:val="single" w:sz="4" w:space="0" w:color="F2F2F2" w:themeColor="background1" w:themeShade="F2"/>
                  <w:bottom w:val="single" w:sz="4" w:space="0" w:color="F2F2F2" w:themeColor="background1" w:themeShade="F2"/>
                  <w:right w:val="single" w:sz="4" w:space="0" w:color="F2F2F2" w:themeColor="background1" w:themeShade="F2"/>
                </w:tcBorders>
                <w:shd w:val="thinDiagStripe" w:color="F7F7F7" w:fill="auto"/>
              </w:tcPr>
              <w:p w14:paraId="63F2749A" w14:textId="77777777" w:rsidR="00A23A6F" w:rsidRPr="00024E30" w:rsidRDefault="00A23A6F" w:rsidP="00A23A6F">
                <w:pPr>
                  <w:pStyle w:val="ContentHeading"/>
                  <w:jc w:val="left"/>
                </w:pPr>
                <w:r w:rsidRPr="00A23A6F">
                  <w:rPr>
                    <w:color w:val="1F497D" w:themeColor="text2"/>
                  </w:rPr>
                  <w:t>Declaration</w:t>
                </w:r>
              </w:p>
            </w:tc>
          </w:sdtContent>
        </w:sdt>
        <w:tc>
          <w:tcPr>
            <w:tcW w:w="3921" w:type="pct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sdt>
            <w:sdtPr>
              <w:rPr>
                <w:rStyle w:val="ContentBodyChar"/>
                <w:b/>
                <w:bCs/>
              </w:rPr>
              <w:id w:val="544834991"/>
              <w:placeholder>
                <w:docPart w:val="E5D5A17AF6E2451180E6BF9C601289DC"/>
              </w:placeholder>
            </w:sdtPr>
            <w:sdtEndPr>
              <w:rPr>
                <w:rStyle w:val="ContentBodyChar"/>
                <w:b w:val="0"/>
                <w:bCs w:val="0"/>
              </w:rPr>
            </w:sdtEndPr>
            <w:sdtContent>
              <w:p w14:paraId="0FA1FDDB" w14:textId="65018A24" w:rsidR="00C825C0" w:rsidRPr="00C825C0" w:rsidRDefault="00C825C0" w:rsidP="00A23A6F">
                <w:pPr>
                  <w:rPr>
                    <w:rStyle w:val="ContentBodyChar"/>
                    <w:szCs w:val="20"/>
                  </w:rPr>
                </w:pPr>
                <w:r w:rsidRPr="00C825C0">
                  <w:rPr>
                    <w:sz w:val="20"/>
                    <w:szCs w:val="20"/>
                  </w:rPr>
                  <w:t>I hereby declare that the information provided above is true and correct to the best of my knowledge and belief. I understand that any false information or misrepresentation may result in the disqualification of my application.</w:t>
                </w:r>
              </w:p>
              <w:p w14:paraId="5DE39A37" w14:textId="071D6438" w:rsidR="00C825C0" w:rsidRDefault="00C825C0" w:rsidP="00A23A6F">
                <w:pPr>
                  <w:rPr>
                    <w:rStyle w:val="ContentBodyChar"/>
                  </w:rPr>
                </w:pPr>
              </w:p>
              <w:p w14:paraId="0D9A635B" w14:textId="77777777" w:rsidR="00C825C0" w:rsidRDefault="00C825C0" w:rsidP="00A23A6F">
                <w:pPr>
                  <w:rPr>
                    <w:rStyle w:val="ContentBodyChar"/>
                  </w:rPr>
                </w:pPr>
              </w:p>
              <w:p w14:paraId="40109151" w14:textId="77777777" w:rsidR="00A23A6F" w:rsidRDefault="00A23A6F" w:rsidP="00A23A6F">
                <w:pPr>
                  <w:rPr>
                    <w:rStyle w:val="ContentBodyChar"/>
                  </w:rPr>
                </w:pPr>
              </w:p>
              <w:p w14:paraId="56A3A0AC" w14:textId="77777777" w:rsidR="00A23A6F" w:rsidRPr="001231A3" w:rsidRDefault="00A23A6F" w:rsidP="00A23A6F">
                <w:pPr>
                  <w:rPr>
                    <w:rStyle w:val="ContentBodyChar"/>
                  </w:rPr>
                </w:pPr>
                <w:r>
                  <w:rPr>
                    <w:rStyle w:val="ContentBodyChar"/>
                  </w:rPr>
                  <w:t xml:space="preserve">Date:                                                                                           Signature:                               </w:t>
                </w:r>
              </w:p>
            </w:sdtContent>
          </w:sdt>
        </w:tc>
      </w:tr>
      <w:tr w:rsidR="00A23A6F" w:rsidRPr="001231A3" w14:paraId="2F87FCFC" w14:textId="77777777" w:rsidTr="00A23A6F">
        <w:tc>
          <w:tcPr>
            <w:tcW w:w="1079" w:type="pct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  <w:shd w:val="thinDiagStripe" w:color="F7F7F7" w:fill="auto"/>
          </w:tcPr>
          <w:p w14:paraId="6A907E42" w14:textId="77777777" w:rsidR="00A23A6F" w:rsidRPr="00A23A6F" w:rsidRDefault="00A23A6F" w:rsidP="00A23A6F">
            <w:pPr>
              <w:pStyle w:val="ContentHeading"/>
              <w:jc w:val="left"/>
              <w:rPr>
                <w:color w:val="1F497D" w:themeColor="text2"/>
              </w:rPr>
            </w:pPr>
          </w:p>
        </w:tc>
        <w:tc>
          <w:tcPr>
            <w:tcW w:w="3921" w:type="pct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444894F9" w14:textId="77777777" w:rsidR="00A23A6F" w:rsidRDefault="00A23A6F" w:rsidP="00A23A6F">
            <w:pPr>
              <w:rPr>
                <w:rStyle w:val="ContentBodyChar"/>
              </w:rPr>
            </w:pPr>
          </w:p>
        </w:tc>
      </w:tr>
    </w:tbl>
    <w:p w14:paraId="0F0111F0" w14:textId="77777777" w:rsidR="001373A3" w:rsidRDefault="001373A3" w:rsidP="00024E30"/>
    <w:p w14:paraId="3719D51E" w14:textId="77777777" w:rsidR="001373A3" w:rsidRDefault="001373A3" w:rsidP="00024E30"/>
    <w:p w14:paraId="7511AAD3" w14:textId="77777777" w:rsidR="00CC78AD" w:rsidRDefault="00CC78AD" w:rsidP="00024E30"/>
    <w:p w14:paraId="41D35311" w14:textId="76E25792" w:rsidR="00CC78AD" w:rsidRDefault="00CC78AD" w:rsidP="00024E30"/>
    <w:p w14:paraId="6446811C" w14:textId="7FD3FFC9" w:rsidR="00C825C0" w:rsidRDefault="00C825C0" w:rsidP="00C825C0"/>
    <w:p w14:paraId="0308C273" w14:textId="77777777" w:rsidR="00C825C0" w:rsidRPr="00C825C0" w:rsidRDefault="00C825C0" w:rsidP="00C825C0">
      <w:pPr>
        <w:jc w:val="center"/>
      </w:pPr>
    </w:p>
    <w:sectPr w:rsidR="00C825C0" w:rsidRPr="00C825C0" w:rsidSect="002C3EE8">
      <w:headerReference w:type="default" r:id="rId12"/>
      <w:pgSz w:w="12240" w:h="15840" w:code="1"/>
      <w:pgMar w:top="1440" w:right="1440" w:bottom="1440" w:left="1440" w:header="720" w:footer="720" w:gutter="0"/>
      <w:pgBorders w:offsetFrom="page">
        <w:top w:val="thinThickThinSmallGap" w:sz="18" w:space="24" w:color="1FAD92"/>
        <w:left w:val="thinThickThinSmallGap" w:sz="18" w:space="24" w:color="1FAD92"/>
        <w:bottom w:val="thinThickThinSmallGap" w:sz="18" w:space="24" w:color="1FAD92"/>
        <w:right w:val="thinThickThinSmallGap" w:sz="18" w:space="24" w:color="1FAD92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8E9D0" w14:textId="77777777" w:rsidR="00D63535" w:rsidRDefault="00D63535">
      <w:pPr>
        <w:spacing w:after="0" w:line="240" w:lineRule="auto"/>
      </w:pPr>
      <w:r>
        <w:separator/>
      </w:r>
    </w:p>
  </w:endnote>
  <w:endnote w:type="continuationSeparator" w:id="0">
    <w:p w14:paraId="7D862864" w14:textId="77777777" w:rsidR="00D63535" w:rsidRDefault="00D63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5CC62" w14:textId="77777777" w:rsidR="00D63535" w:rsidRDefault="00D63535">
      <w:pPr>
        <w:spacing w:after="0" w:line="240" w:lineRule="auto"/>
      </w:pPr>
      <w:r>
        <w:separator/>
      </w:r>
    </w:p>
  </w:footnote>
  <w:footnote w:type="continuationSeparator" w:id="0">
    <w:p w14:paraId="74422C16" w14:textId="77777777" w:rsidR="00D63535" w:rsidRDefault="00D63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14993" w14:textId="77777777" w:rsidR="00FB18AE" w:rsidRDefault="00FB18AE">
    <w:pPr>
      <w:pStyle w:val="Header"/>
    </w:pPr>
  </w:p>
  <w:p w14:paraId="36A055C2" w14:textId="77777777" w:rsidR="00FB18AE" w:rsidRDefault="00FB18AE">
    <w:pPr>
      <w:pStyle w:val="Header"/>
    </w:pPr>
  </w:p>
  <w:p w14:paraId="4006C6A6" w14:textId="77777777" w:rsidR="00FB18AE" w:rsidRDefault="00FB18AE">
    <w:pPr>
      <w:pStyle w:val="Header"/>
    </w:pPr>
  </w:p>
  <w:p w14:paraId="5EFF999B" w14:textId="7C058554" w:rsidR="00FB18AE" w:rsidRDefault="00FB18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C4234"/>
    <w:multiLevelType w:val="hybridMultilevel"/>
    <w:tmpl w:val="111E21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1248AB"/>
    <w:multiLevelType w:val="hybridMultilevel"/>
    <w:tmpl w:val="6A141A20"/>
    <w:lvl w:ilvl="0" w:tplc="7D442A70">
      <w:start w:val="1"/>
      <w:numFmt w:val="bullet"/>
      <w:pStyle w:val="BulletedLis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AD25B6"/>
    <w:multiLevelType w:val="hybridMultilevel"/>
    <w:tmpl w:val="46B63CE6"/>
    <w:lvl w:ilvl="0" w:tplc="342CEEC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7EC3862"/>
    <w:multiLevelType w:val="hybridMultilevel"/>
    <w:tmpl w:val="7C068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C30363"/>
    <w:multiLevelType w:val="hybridMultilevel"/>
    <w:tmpl w:val="20861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5A4E9C"/>
    <w:multiLevelType w:val="hybridMultilevel"/>
    <w:tmpl w:val="DF569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8AE"/>
    <w:rsid w:val="00024E30"/>
    <w:rsid w:val="00084978"/>
    <w:rsid w:val="000E5378"/>
    <w:rsid w:val="001231A3"/>
    <w:rsid w:val="001373A3"/>
    <w:rsid w:val="00196132"/>
    <w:rsid w:val="001A32B1"/>
    <w:rsid w:val="001B072B"/>
    <w:rsid w:val="001E5C69"/>
    <w:rsid w:val="002240D7"/>
    <w:rsid w:val="002B533D"/>
    <w:rsid w:val="002C3EE8"/>
    <w:rsid w:val="003051F9"/>
    <w:rsid w:val="00390F07"/>
    <w:rsid w:val="003E192A"/>
    <w:rsid w:val="004513B2"/>
    <w:rsid w:val="00472756"/>
    <w:rsid w:val="00530706"/>
    <w:rsid w:val="00567041"/>
    <w:rsid w:val="005B45DF"/>
    <w:rsid w:val="00634F96"/>
    <w:rsid w:val="00647056"/>
    <w:rsid w:val="00663BB2"/>
    <w:rsid w:val="00672CEC"/>
    <w:rsid w:val="006D7564"/>
    <w:rsid w:val="00702C69"/>
    <w:rsid w:val="008000C5"/>
    <w:rsid w:val="008741DE"/>
    <w:rsid w:val="008B28FC"/>
    <w:rsid w:val="008C66FE"/>
    <w:rsid w:val="00910CBB"/>
    <w:rsid w:val="009973D5"/>
    <w:rsid w:val="00A22A39"/>
    <w:rsid w:val="00A23A6F"/>
    <w:rsid w:val="00A55BC2"/>
    <w:rsid w:val="00A660F5"/>
    <w:rsid w:val="00AA6298"/>
    <w:rsid w:val="00AF7026"/>
    <w:rsid w:val="00B1053A"/>
    <w:rsid w:val="00B302DD"/>
    <w:rsid w:val="00BD5811"/>
    <w:rsid w:val="00BF4922"/>
    <w:rsid w:val="00C34E33"/>
    <w:rsid w:val="00C57D08"/>
    <w:rsid w:val="00C67CD5"/>
    <w:rsid w:val="00C825C0"/>
    <w:rsid w:val="00CC78AD"/>
    <w:rsid w:val="00D0426E"/>
    <w:rsid w:val="00D313CE"/>
    <w:rsid w:val="00D63535"/>
    <w:rsid w:val="00DD26FE"/>
    <w:rsid w:val="00DD3F52"/>
    <w:rsid w:val="00E007E4"/>
    <w:rsid w:val="00E02D4E"/>
    <w:rsid w:val="00E345B1"/>
    <w:rsid w:val="00E84161"/>
    <w:rsid w:val="00E9755D"/>
    <w:rsid w:val="00ED3A38"/>
    <w:rsid w:val="00F47615"/>
    <w:rsid w:val="00F5717F"/>
    <w:rsid w:val="00F60EE2"/>
    <w:rsid w:val="00FB1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387027"/>
  <w15:docId w15:val="{5A8DFAD7-4C22-48FE-8309-925AAF1D9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0C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910C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0CBB"/>
  </w:style>
  <w:style w:type="paragraph" w:styleId="Footer">
    <w:name w:val="footer"/>
    <w:basedOn w:val="Normal"/>
    <w:link w:val="FooterChar"/>
    <w:uiPriority w:val="99"/>
    <w:unhideWhenUsed/>
    <w:qFormat/>
    <w:rsid w:val="00910C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0CBB"/>
  </w:style>
  <w:style w:type="paragraph" w:customStyle="1" w:styleId="Name">
    <w:name w:val="Name"/>
    <w:basedOn w:val="Normal"/>
    <w:link w:val="NameChar"/>
    <w:qFormat/>
    <w:rsid w:val="00910CBB"/>
    <w:pPr>
      <w:spacing w:after="0" w:line="240" w:lineRule="auto"/>
    </w:pPr>
    <w:rPr>
      <w:b/>
      <w:color w:val="31849B" w:themeColor="accent5" w:themeShade="BF"/>
      <w:sz w:val="32"/>
    </w:rPr>
  </w:style>
  <w:style w:type="character" w:styleId="PlaceholderText">
    <w:name w:val="Placeholder Text"/>
    <w:basedOn w:val="DefaultParagraphFont"/>
    <w:uiPriority w:val="99"/>
    <w:semiHidden/>
    <w:rsid w:val="00910CBB"/>
    <w:rPr>
      <w:color w:val="808080"/>
    </w:rPr>
  </w:style>
  <w:style w:type="character" w:customStyle="1" w:styleId="NameChar">
    <w:name w:val="Name Char"/>
    <w:basedOn w:val="DefaultParagraphFont"/>
    <w:link w:val="Name"/>
    <w:rsid w:val="00910CBB"/>
    <w:rPr>
      <w:b/>
      <w:color w:val="31849B" w:themeColor="accent5" w:themeShade="BF"/>
      <w:sz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0C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CBB"/>
    <w:rPr>
      <w:rFonts w:ascii="Tahoma" w:hAnsi="Tahoma" w:cs="Tahoma"/>
      <w:sz w:val="16"/>
      <w:szCs w:val="16"/>
    </w:rPr>
  </w:style>
  <w:style w:type="paragraph" w:customStyle="1" w:styleId="PersonalInfo">
    <w:name w:val="Personal Info"/>
    <w:basedOn w:val="Normal"/>
    <w:link w:val="PersonalInfoChar"/>
    <w:qFormat/>
    <w:rsid w:val="00910CBB"/>
    <w:pPr>
      <w:spacing w:after="0" w:line="240" w:lineRule="auto"/>
    </w:pPr>
    <w:rPr>
      <w:b/>
      <w:color w:val="262626" w:themeColor="text1" w:themeTint="D9"/>
      <w:sz w:val="20"/>
    </w:rPr>
  </w:style>
  <w:style w:type="paragraph" w:customStyle="1" w:styleId="ContentHeading">
    <w:name w:val="Content Heading"/>
    <w:basedOn w:val="Normal"/>
    <w:link w:val="ContentHeadingChar"/>
    <w:qFormat/>
    <w:rsid w:val="00647056"/>
    <w:pPr>
      <w:spacing w:after="0" w:line="240" w:lineRule="auto"/>
      <w:jc w:val="right"/>
    </w:pPr>
    <w:rPr>
      <w:b/>
      <w:color w:val="E36C0A" w:themeColor="accent6" w:themeShade="BF"/>
    </w:rPr>
  </w:style>
  <w:style w:type="character" w:customStyle="1" w:styleId="PersonalInfoChar">
    <w:name w:val="Personal Info Char"/>
    <w:basedOn w:val="DefaultParagraphFont"/>
    <w:link w:val="PersonalInfo"/>
    <w:rsid w:val="00910CBB"/>
    <w:rPr>
      <w:b/>
      <w:color w:val="262626" w:themeColor="text1" w:themeTint="D9"/>
      <w:sz w:val="20"/>
    </w:rPr>
  </w:style>
  <w:style w:type="character" w:customStyle="1" w:styleId="ContentHeadingChar">
    <w:name w:val="Content Heading Char"/>
    <w:basedOn w:val="DefaultParagraphFont"/>
    <w:link w:val="ContentHeading"/>
    <w:rsid w:val="00647056"/>
    <w:rPr>
      <w:b/>
      <w:color w:val="E36C0A" w:themeColor="accent6" w:themeShade="BF"/>
    </w:rPr>
  </w:style>
  <w:style w:type="paragraph" w:customStyle="1" w:styleId="ContentBody">
    <w:name w:val="Content Body"/>
    <w:basedOn w:val="Normal"/>
    <w:link w:val="ContentBodyChar"/>
    <w:qFormat/>
    <w:rsid w:val="00910CBB"/>
    <w:pPr>
      <w:spacing w:after="0" w:line="240" w:lineRule="auto"/>
    </w:pPr>
    <w:rPr>
      <w:color w:val="000000" w:themeColor="text1"/>
      <w:sz w:val="20"/>
    </w:rPr>
  </w:style>
  <w:style w:type="paragraph" w:customStyle="1" w:styleId="ContentBodyBold">
    <w:name w:val="Content Body Bold"/>
    <w:basedOn w:val="Normal"/>
    <w:link w:val="ContentBodyBoldChar"/>
    <w:qFormat/>
    <w:rsid w:val="00910CBB"/>
    <w:pPr>
      <w:spacing w:after="0" w:line="240" w:lineRule="auto"/>
    </w:pPr>
    <w:rPr>
      <w:b/>
      <w:color w:val="000000" w:themeColor="text1"/>
      <w:sz w:val="20"/>
    </w:rPr>
  </w:style>
  <w:style w:type="character" w:customStyle="1" w:styleId="ContentBodyChar">
    <w:name w:val="Content Body Char"/>
    <w:basedOn w:val="DefaultParagraphFont"/>
    <w:link w:val="ContentBody"/>
    <w:rsid w:val="00910CBB"/>
    <w:rPr>
      <w:color w:val="000000" w:themeColor="text1"/>
      <w:sz w:val="20"/>
    </w:rPr>
  </w:style>
  <w:style w:type="character" w:customStyle="1" w:styleId="ContentBodyBoldChar">
    <w:name w:val="Content Body Bold Char"/>
    <w:basedOn w:val="DefaultParagraphFont"/>
    <w:link w:val="ContentBodyBold"/>
    <w:rsid w:val="00910CBB"/>
    <w:rPr>
      <w:b/>
      <w:color w:val="000000" w:themeColor="text1"/>
      <w:sz w:val="20"/>
    </w:rPr>
  </w:style>
  <w:style w:type="paragraph" w:customStyle="1" w:styleId="PersonalInfoRight">
    <w:name w:val="Personal Info_Right"/>
    <w:basedOn w:val="Normal"/>
    <w:link w:val="PersonalInfoRightChar"/>
    <w:qFormat/>
    <w:rsid w:val="00910CBB"/>
    <w:pPr>
      <w:jc w:val="right"/>
    </w:pPr>
    <w:rPr>
      <w:b/>
      <w:sz w:val="20"/>
    </w:rPr>
  </w:style>
  <w:style w:type="character" w:customStyle="1" w:styleId="PersonalInfoRightChar">
    <w:name w:val="Personal Info_Right Char"/>
    <w:basedOn w:val="DefaultParagraphFont"/>
    <w:link w:val="PersonalInfoRight"/>
    <w:rsid w:val="00910CBB"/>
    <w:rPr>
      <w:b/>
      <w:sz w:val="20"/>
    </w:rPr>
  </w:style>
  <w:style w:type="paragraph" w:customStyle="1" w:styleId="BulletedList">
    <w:name w:val="Bulleted List"/>
    <w:basedOn w:val="Normal"/>
    <w:rsid w:val="00024E30"/>
    <w:pPr>
      <w:numPr>
        <w:numId w:val="1"/>
      </w:numPr>
      <w:spacing w:after="0" w:line="240" w:lineRule="auto"/>
      <w:contextualSpacing/>
    </w:pPr>
  </w:style>
  <w:style w:type="paragraph" w:styleId="ListParagraph">
    <w:name w:val="List Paragraph"/>
    <w:basedOn w:val="Normal"/>
    <w:uiPriority w:val="34"/>
    <w:rsid w:val="008000C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1231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kumar\AppData\Roaming\Microsoft\Templates\FunctionalResum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0E81ACCB3914450A6BE83A0E95F59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F27087-20D9-4234-BD46-FB13F160E00E}"/>
      </w:docPartPr>
      <w:docPartBody>
        <w:p w:rsidR="00616165" w:rsidRDefault="00822BC5">
          <w:pPr>
            <w:pStyle w:val="90E81ACCB3914450A6BE83A0E95F59D8"/>
          </w:pPr>
          <w:r>
            <w:t>[Your Name]</w:t>
          </w:r>
        </w:p>
      </w:docPartBody>
    </w:docPart>
    <w:docPart>
      <w:docPartPr>
        <w:name w:val="F20F1060D30A4740BEF605BE99E955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579883-DFA0-43B0-9A81-478B0A10922B}"/>
      </w:docPartPr>
      <w:docPartBody>
        <w:p w:rsidR="00616165" w:rsidRDefault="00822BC5">
          <w:pPr>
            <w:pStyle w:val="F20F1060D30A4740BEF605BE99E95524"/>
          </w:pPr>
          <w:r>
            <w:rPr>
              <w:color w:val="262626" w:themeColor="text1" w:themeTint="D9"/>
              <w:sz w:val="18"/>
            </w:rPr>
            <w:t>[</w:t>
          </w:r>
          <w:r>
            <w:rPr>
              <w:rStyle w:val="PersonalInfoChar"/>
            </w:rPr>
            <w:t>Phone</w:t>
          </w:r>
          <w:r>
            <w:rPr>
              <w:color w:val="262626" w:themeColor="text1" w:themeTint="D9"/>
              <w:sz w:val="18"/>
            </w:rPr>
            <w:t>]</w:t>
          </w:r>
        </w:p>
      </w:docPartBody>
    </w:docPart>
    <w:docPart>
      <w:docPartPr>
        <w:name w:val="E1288CA3EA8C42EABC83411E075C94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7CEB35-1AA8-4B65-BCBD-A03C5036FB34}"/>
      </w:docPartPr>
      <w:docPartBody>
        <w:p w:rsidR="00616165" w:rsidRDefault="00822BC5">
          <w:pPr>
            <w:pStyle w:val="E1288CA3EA8C42EABC83411E075C94C9"/>
          </w:pPr>
          <w:r>
            <w:rPr>
              <w:color w:val="262626" w:themeColor="text1" w:themeTint="D9"/>
              <w:sz w:val="18"/>
            </w:rPr>
            <w:t>[Street Address], [City, ST  Zip Code]</w:t>
          </w:r>
        </w:p>
      </w:docPartBody>
    </w:docPart>
    <w:docPart>
      <w:docPartPr>
        <w:name w:val="20FBD9AA68124EDAAF612ECFD03794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A2E552-8AA3-4E89-A146-A4D2B2BBC8AE}"/>
      </w:docPartPr>
      <w:docPartBody>
        <w:p w:rsidR="00616165" w:rsidRDefault="00822BC5">
          <w:pPr>
            <w:pStyle w:val="20FBD9AA68124EDAAF612ECFD037947B"/>
          </w:pPr>
          <w:r>
            <w:t>Professional Accomplishments</w:t>
          </w:r>
        </w:p>
      </w:docPartBody>
    </w:docPart>
    <w:docPart>
      <w:docPartPr>
        <w:name w:val="06185CC07F184B87AE616D3CE56934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58F45E-5A56-45E0-A60D-2A049E2F45FC}"/>
      </w:docPartPr>
      <w:docPartBody>
        <w:p w:rsidR="00616165" w:rsidRDefault="00822BC5">
          <w:pPr>
            <w:pStyle w:val="06185CC07F184B87AE616D3CE569344E"/>
          </w:pPr>
          <w:r>
            <w:rPr>
              <w:color w:val="404040" w:themeColor="text1" w:themeTint="BF"/>
              <w:sz w:val="20"/>
            </w:rPr>
            <w:t>[Field or Area of Accomplishment]</w:t>
          </w:r>
        </w:p>
      </w:docPartBody>
    </w:docPart>
    <w:docPart>
      <w:docPartPr>
        <w:name w:val="D065C57752C244919BD52FC1DC8E26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9121A9-2549-4254-8374-29E8723A5DE3}"/>
      </w:docPartPr>
      <w:docPartBody>
        <w:p w:rsidR="00616165" w:rsidRDefault="00822BC5">
          <w:pPr>
            <w:pStyle w:val="D065C57752C244919BD52FC1DC8E26A2"/>
          </w:pPr>
          <w:r>
            <w:rPr>
              <w:color w:val="404040" w:themeColor="text1" w:themeTint="BF"/>
              <w:sz w:val="20"/>
            </w:rPr>
            <w:t>[Achievement]</w:t>
          </w:r>
        </w:p>
      </w:docPartBody>
    </w:docPart>
    <w:docPart>
      <w:docPartPr>
        <w:name w:val="DE45E3B0C0E64AC7A302E534323ED4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85D73F-7596-4CDC-8562-89CDB69CC460}"/>
      </w:docPartPr>
      <w:docPartBody>
        <w:p w:rsidR="00616165" w:rsidRDefault="00822BC5">
          <w:pPr>
            <w:pStyle w:val="DE45E3B0C0E64AC7A302E534323ED411"/>
          </w:pPr>
          <w:r>
            <w:rPr>
              <w:color w:val="404040" w:themeColor="text1" w:themeTint="BF"/>
              <w:sz w:val="20"/>
            </w:rPr>
            <w:t>[Achievement]</w:t>
          </w:r>
        </w:p>
      </w:docPartBody>
    </w:docPart>
    <w:docPart>
      <w:docPartPr>
        <w:name w:val="199575D57BF9454BB7DBEA28E5935A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D8617E-264F-49E8-AB4A-6F64E9493D0C}"/>
      </w:docPartPr>
      <w:docPartBody>
        <w:p w:rsidR="00616165" w:rsidRDefault="00822BC5">
          <w:pPr>
            <w:pStyle w:val="199575D57BF9454BB7DBEA28E5935A4B"/>
          </w:pPr>
          <w:r>
            <w:t>Work History</w:t>
          </w:r>
        </w:p>
      </w:docPartBody>
    </w:docPart>
    <w:docPart>
      <w:docPartPr>
        <w:name w:val="743729C3B3C6464D884A097BEC7C74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ACBBC5-F231-427E-A488-A80451BC158C}"/>
      </w:docPartPr>
      <w:docPartBody>
        <w:p w:rsidR="00616165" w:rsidRDefault="00822BC5">
          <w:pPr>
            <w:pStyle w:val="743729C3B3C6464D884A097BEC7C7482"/>
          </w:pPr>
          <w:r>
            <w:t>Education</w:t>
          </w:r>
        </w:p>
      </w:docPartBody>
    </w:docPart>
    <w:docPart>
      <w:docPartPr>
        <w:name w:val="6B9B2F87334D4B6BB5F8F06AB5B0EF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B2D8CB-B81E-4C54-A692-170448CEEE12}"/>
      </w:docPartPr>
      <w:docPartBody>
        <w:p w:rsidR="00616165" w:rsidRDefault="00822BC5">
          <w:pPr>
            <w:pStyle w:val="6B9B2F87334D4B6BB5F8F06AB5B0EF3A"/>
          </w:pPr>
          <w:r>
            <w:t>References</w:t>
          </w:r>
        </w:p>
      </w:docPartBody>
    </w:docPart>
    <w:docPart>
      <w:docPartPr>
        <w:name w:val="1EA6335697E34647B2044A845C9B47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947DF5-324C-41C2-B1B9-3FFE443A02A2}"/>
      </w:docPartPr>
      <w:docPartBody>
        <w:p w:rsidR="00616165" w:rsidRDefault="002E4C8E" w:rsidP="002E4C8E">
          <w:pPr>
            <w:pStyle w:val="1EA6335697E34647B2044A845C9B47EF"/>
          </w:pPr>
          <w:r>
            <w:rPr>
              <w:color w:val="262626" w:themeColor="text1" w:themeTint="D9"/>
              <w:sz w:val="18"/>
            </w:rPr>
            <w:t>[E-Mail]</w:t>
          </w:r>
        </w:p>
      </w:docPartBody>
    </w:docPart>
    <w:docPart>
      <w:docPartPr>
        <w:name w:val="0BF009CBA6CE4B22AAA62CDE3C06F7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DD6C31-27A9-4C88-9218-4D86A9AF7241}"/>
      </w:docPartPr>
      <w:docPartBody>
        <w:p w:rsidR="00616165" w:rsidRDefault="002E4C8E" w:rsidP="002E4C8E">
          <w:pPr>
            <w:pStyle w:val="0BF009CBA6CE4B22AAA62CDE3C06F7F2"/>
          </w:pPr>
          <w:r>
            <w:rPr>
              <w:rStyle w:val="PlaceholderText"/>
            </w:rPr>
            <w:t>Click here to enter a date.</w:t>
          </w:r>
        </w:p>
      </w:docPartBody>
    </w:docPart>
    <w:docPart>
      <w:docPartPr>
        <w:name w:val="AEFFE4CF426544BF8FFD6987A369DC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5EE331-D3A6-44B1-AB6B-69566997E931}"/>
      </w:docPartPr>
      <w:docPartBody>
        <w:p w:rsidR="00616165" w:rsidRDefault="002E4C8E" w:rsidP="002E4C8E">
          <w:pPr>
            <w:pStyle w:val="AEFFE4CF426544BF8FFD6987A369DCED"/>
          </w:pPr>
          <w:r>
            <w:rPr>
              <w:rStyle w:val="ContentBodyChar"/>
            </w:rPr>
            <w:t>[Job Title]</w:t>
          </w:r>
        </w:p>
      </w:docPartBody>
    </w:docPart>
    <w:docPart>
      <w:docPartPr>
        <w:name w:val="A0911422CA864392B9BC819EBB2E6D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0D19D8-122A-438A-8E67-6176658AA2B0}"/>
      </w:docPartPr>
      <w:docPartBody>
        <w:p w:rsidR="00616165" w:rsidRDefault="002E4C8E" w:rsidP="002E4C8E">
          <w:pPr>
            <w:pStyle w:val="A0911422CA864392B9BC819EBB2E6D71"/>
          </w:pPr>
          <w:r>
            <w:t>References</w:t>
          </w:r>
        </w:p>
      </w:docPartBody>
    </w:docPart>
    <w:docPart>
      <w:docPartPr>
        <w:name w:val="3E2FEDC5AE8F4D77BE939B9536240E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764B3C-2256-45FE-84DF-8FE58F2DF3A8}"/>
      </w:docPartPr>
      <w:docPartBody>
        <w:p w:rsidR="00616165" w:rsidRDefault="002E4C8E" w:rsidP="002E4C8E">
          <w:pPr>
            <w:pStyle w:val="3E2FEDC5AE8F4D77BE939B9536240EA0"/>
          </w:pPr>
          <w:r>
            <w:rPr>
              <w:rStyle w:val="PlaceholderText"/>
            </w:rPr>
            <w:t>Click here to enter a date.</w:t>
          </w:r>
        </w:p>
      </w:docPartBody>
    </w:docPart>
    <w:docPart>
      <w:docPartPr>
        <w:name w:val="DAFB46E5B1C44E4F8230C962C19AF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6BFDA-9DBC-4AEA-A127-80DCD19D0409}"/>
      </w:docPartPr>
      <w:docPartBody>
        <w:p w:rsidR="00616165" w:rsidRDefault="002E4C8E" w:rsidP="002E4C8E">
          <w:pPr>
            <w:pStyle w:val="DAFB46E5B1C44E4F8230C962C19AF0E0"/>
          </w:pPr>
          <w:r>
            <w:rPr>
              <w:rStyle w:val="ContentBodyChar"/>
            </w:rPr>
            <w:t>[Job Title]</w:t>
          </w:r>
        </w:p>
      </w:docPartBody>
    </w:docPart>
    <w:docPart>
      <w:docPartPr>
        <w:name w:val="969B9AF554DE4010B54F4BC0B2492C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C10381-5E98-46E3-AD15-38ABE304904E}"/>
      </w:docPartPr>
      <w:docPartBody>
        <w:p w:rsidR="00616165" w:rsidRDefault="002E4C8E" w:rsidP="002E4C8E">
          <w:pPr>
            <w:pStyle w:val="969B9AF554DE4010B54F4BC0B2492C99"/>
          </w:pPr>
          <w:r>
            <w:t>References</w:t>
          </w:r>
        </w:p>
      </w:docPartBody>
    </w:docPart>
    <w:docPart>
      <w:docPartPr>
        <w:name w:val="628A3CB9608A40A19C7ECA4A39578B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F07A19-5DD4-48B5-9DA2-693503E319D0}"/>
      </w:docPartPr>
      <w:docPartBody>
        <w:p w:rsidR="00616165" w:rsidRDefault="002E4C8E" w:rsidP="002E4C8E">
          <w:pPr>
            <w:pStyle w:val="628A3CB9608A40A19C7ECA4A39578B19"/>
          </w:pPr>
          <w:r>
            <w:rPr>
              <w:color w:val="404040" w:themeColor="text1" w:themeTint="BF"/>
              <w:sz w:val="20"/>
            </w:rPr>
            <w:t>[References are available upon request.]</w:t>
          </w:r>
        </w:p>
      </w:docPartBody>
    </w:docPart>
    <w:docPart>
      <w:docPartPr>
        <w:name w:val="5C153A5706844DD8B97CDA4E52EEFB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A8895D-4F8F-47E3-9423-54009EE80836}"/>
      </w:docPartPr>
      <w:docPartBody>
        <w:p w:rsidR="00616165" w:rsidRDefault="002E4C8E" w:rsidP="002E4C8E">
          <w:pPr>
            <w:pStyle w:val="5C153A5706844DD8B97CDA4E52EEFB72"/>
          </w:pPr>
          <w:r>
            <w:t>References</w:t>
          </w:r>
        </w:p>
      </w:docPartBody>
    </w:docPart>
    <w:docPart>
      <w:docPartPr>
        <w:name w:val="E3C5459FA3E143499CB8C3AF1A3433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3330FF-70C0-4422-A556-1D421D778894}"/>
      </w:docPartPr>
      <w:docPartBody>
        <w:p w:rsidR="008A001F" w:rsidRDefault="00A609E3" w:rsidP="00A609E3">
          <w:pPr>
            <w:pStyle w:val="E3C5459FA3E143499CB8C3AF1A343378"/>
          </w:pPr>
          <w:r>
            <w:t>References</w:t>
          </w:r>
        </w:p>
      </w:docPartBody>
    </w:docPart>
    <w:docPart>
      <w:docPartPr>
        <w:name w:val="E5D5A17AF6E2451180E6BF9C601289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06F5DA-581B-47A2-B1FA-62A3C04C0DF9}"/>
      </w:docPartPr>
      <w:docPartBody>
        <w:p w:rsidR="008A001F" w:rsidRDefault="00A609E3" w:rsidP="00A609E3">
          <w:pPr>
            <w:pStyle w:val="E5D5A17AF6E2451180E6BF9C601289DC"/>
          </w:pPr>
          <w:r>
            <w:rPr>
              <w:color w:val="404040" w:themeColor="text1" w:themeTint="BF"/>
              <w:sz w:val="20"/>
            </w:rPr>
            <w:t>[References are available upon request.]</w:t>
          </w:r>
        </w:p>
      </w:docPartBody>
    </w:docPart>
    <w:docPart>
      <w:docPartPr>
        <w:name w:val="86704CF1138D4398A237162ACBA86B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FF4EF5-05BC-4158-AA68-882450830888}"/>
      </w:docPartPr>
      <w:docPartBody>
        <w:p w:rsidR="00DC59F5" w:rsidRDefault="006053E2" w:rsidP="006053E2">
          <w:pPr>
            <w:pStyle w:val="86704CF1138D4398A237162ACBA86B95"/>
          </w:pPr>
          <w:r>
            <w:t>Professional Accomplishments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4C8E"/>
    <w:rsid w:val="00131D0A"/>
    <w:rsid w:val="002E4C8E"/>
    <w:rsid w:val="006053E2"/>
    <w:rsid w:val="00616165"/>
    <w:rsid w:val="00646D5A"/>
    <w:rsid w:val="0074076B"/>
    <w:rsid w:val="00822BC5"/>
    <w:rsid w:val="008A001F"/>
    <w:rsid w:val="00A609E3"/>
    <w:rsid w:val="00A8545F"/>
    <w:rsid w:val="00B76792"/>
    <w:rsid w:val="00DC59F5"/>
    <w:rsid w:val="00EE0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61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0E81ACCB3914450A6BE83A0E95F59D8">
    <w:name w:val="90E81ACCB3914450A6BE83A0E95F59D8"/>
    <w:rsid w:val="00616165"/>
  </w:style>
  <w:style w:type="paragraph" w:customStyle="1" w:styleId="PersonalInfo">
    <w:name w:val="Personal Info"/>
    <w:basedOn w:val="Normal"/>
    <w:link w:val="PersonalInfoChar"/>
    <w:qFormat/>
    <w:rsid w:val="00616165"/>
    <w:pPr>
      <w:spacing w:after="0" w:line="240" w:lineRule="auto"/>
    </w:pPr>
    <w:rPr>
      <w:rFonts w:eastAsiaTheme="minorHAnsi"/>
      <w:color w:val="262626" w:themeColor="text1" w:themeTint="D9"/>
      <w:sz w:val="18"/>
    </w:rPr>
  </w:style>
  <w:style w:type="character" w:customStyle="1" w:styleId="PersonalInfoChar">
    <w:name w:val="Personal Info Char"/>
    <w:basedOn w:val="DefaultParagraphFont"/>
    <w:link w:val="PersonalInfo"/>
    <w:rsid w:val="00616165"/>
    <w:rPr>
      <w:rFonts w:eastAsiaTheme="minorHAnsi"/>
      <w:color w:val="262626" w:themeColor="text1" w:themeTint="D9"/>
      <w:sz w:val="18"/>
    </w:rPr>
  </w:style>
  <w:style w:type="paragraph" w:customStyle="1" w:styleId="F20F1060D30A4740BEF605BE99E95524">
    <w:name w:val="F20F1060D30A4740BEF605BE99E95524"/>
    <w:rsid w:val="00616165"/>
  </w:style>
  <w:style w:type="paragraph" w:customStyle="1" w:styleId="E1288CA3EA8C42EABC83411E075C94C9">
    <w:name w:val="E1288CA3EA8C42EABC83411E075C94C9"/>
    <w:rsid w:val="00616165"/>
  </w:style>
  <w:style w:type="paragraph" w:customStyle="1" w:styleId="86704CF1138D4398A237162ACBA86B95">
    <w:name w:val="86704CF1138D4398A237162ACBA86B95"/>
    <w:rsid w:val="006053E2"/>
    <w:pPr>
      <w:spacing w:after="160" w:line="259" w:lineRule="auto"/>
    </w:pPr>
  </w:style>
  <w:style w:type="paragraph" w:customStyle="1" w:styleId="20FBD9AA68124EDAAF612ECFD037947B">
    <w:name w:val="20FBD9AA68124EDAAF612ECFD037947B"/>
    <w:rsid w:val="00616165"/>
  </w:style>
  <w:style w:type="paragraph" w:customStyle="1" w:styleId="06185CC07F184B87AE616D3CE569344E">
    <w:name w:val="06185CC07F184B87AE616D3CE569344E"/>
    <w:rsid w:val="00616165"/>
  </w:style>
  <w:style w:type="paragraph" w:customStyle="1" w:styleId="D065C57752C244919BD52FC1DC8E26A2">
    <w:name w:val="D065C57752C244919BD52FC1DC8E26A2"/>
    <w:rsid w:val="00616165"/>
  </w:style>
  <w:style w:type="paragraph" w:customStyle="1" w:styleId="DE45E3B0C0E64AC7A302E534323ED411">
    <w:name w:val="DE45E3B0C0E64AC7A302E534323ED411"/>
    <w:rsid w:val="00616165"/>
  </w:style>
  <w:style w:type="paragraph" w:customStyle="1" w:styleId="199575D57BF9454BB7DBEA28E5935A4B">
    <w:name w:val="199575D57BF9454BB7DBEA28E5935A4B"/>
    <w:rsid w:val="00616165"/>
  </w:style>
  <w:style w:type="character" w:styleId="PlaceholderText">
    <w:name w:val="Placeholder Text"/>
    <w:basedOn w:val="DefaultParagraphFont"/>
    <w:uiPriority w:val="99"/>
    <w:semiHidden/>
    <w:rsid w:val="002E4C8E"/>
    <w:rPr>
      <w:color w:val="808080"/>
    </w:rPr>
  </w:style>
  <w:style w:type="paragraph" w:customStyle="1" w:styleId="ContentBody">
    <w:name w:val="Content Body"/>
    <w:basedOn w:val="Normal"/>
    <w:link w:val="ContentBodyChar"/>
    <w:qFormat/>
    <w:rsid w:val="002E4C8E"/>
    <w:pPr>
      <w:spacing w:after="0" w:line="240" w:lineRule="auto"/>
    </w:pPr>
    <w:rPr>
      <w:rFonts w:eastAsiaTheme="minorHAnsi"/>
      <w:color w:val="404040" w:themeColor="text1" w:themeTint="BF"/>
      <w:sz w:val="20"/>
    </w:rPr>
  </w:style>
  <w:style w:type="character" w:customStyle="1" w:styleId="ContentBodyChar">
    <w:name w:val="Content Body Char"/>
    <w:basedOn w:val="DefaultParagraphFont"/>
    <w:link w:val="ContentBody"/>
    <w:rsid w:val="002E4C8E"/>
    <w:rPr>
      <w:rFonts w:eastAsiaTheme="minorHAnsi"/>
      <w:color w:val="404040" w:themeColor="text1" w:themeTint="BF"/>
      <w:sz w:val="20"/>
    </w:rPr>
  </w:style>
  <w:style w:type="paragraph" w:customStyle="1" w:styleId="743729C3B3C6464D884A097BEC7C7482">
    <w:name w:val="743729C3B3C6464D884A097BEC7C7482"/>
    <w:rsid w:val="00616165"/>
  </w:style>
  <w:style w:type="paragraph" w:customStyle="1" w:styleId="6B9B2F87334D4B6BB5F8F06AB5B0EF3A">
    <w:name w:val="6B9B2F87334D4B6BB5F8F06AB5B0EF3A"/>
    <w:rsid w:val="00616165"/>
  </w:style>
  <w:style w:type="paragraph" w:customStyle="1" w:styleId="1EA6335697E34647B2044A845C9B47EF">
    <w:name w:val="1EA6335697E34647B2044A845C9B47EF"/>
    <w:rsid w:val="002E4C8E"/>
  </w:style>
  <w:style w:type="paragraph" w:customStyle="1" w:styleId="0BF009CBA6CE4B22AAA62CDE3C06F7F2">
    <w:name w:val="0BF009CBA6CE4B22AAA62CDE3C06F7F2"/>
    <w:rsid w:val="002E4C8E"/>
  </w:style>
  <w:style w:type="paragraph" w:customStyle="1" w:styleId="AEFFE4CF426544BF8FFD6987A369DCED">
    <w:name w:val="AEFFE4CF426544BF8FFD6987A369DCED"/>
    <w:rsid w:val="002E4C8E"/>
  </w:style>
  <w:style w:type="paragraph" w:customStyle="1" w:styleId="A0911422CA864392B9BC819EBB2E6D71">
    <w:name w:val="A0911422CA864392B9BC819EBB2E6D71"/>
    <w:rsid w:val="002E4C8E"/>
  </w:style>
  <w:style w:type="paragraph" w:customStyle="1" w:styleId="3E2FEDC5AE8F4D77BE939B9536240EA0">
    <w:name w:val="3E2FEDC5AE8F4D77BE939B9536240EA0"/>
    <w:rsid w:val="002E4C8E"/>
  </w:style>
  <w:style w:type="paragraph" w:customStyle="1" w:styleId="DAFB46E5B1C44E4F8230C962C19AF0E0">
    <w:name w:val="DAFB46E5B1C44E4F8230C962C19AF0E0"/>
    <w:rsid w:val="002E4C8E"/>
  </w:style>
  <w:style w:type="paragraph" w:customStyle="1" w:styleId="969B9AF554DE4010B54F4BC0B2492C99">
    <w:name w:val="969B9AF554DE4010B54F4BC0B2492C99"/>
    <w:rsid w:val="002E4C8E"/>
  </w:style>
  <w:style w:type="paragraph" w:customStyle="1" w:styleId="628A3CB9608A40A19C7ECA4A39578B19">
    <w:name w:val="628A3CB9608A40A19C7ECA4A39578B19"/>
    <w:rsid w:val="002E4C8E"/>
  </w:style>
  <w:style w:type="paragraph" w:customStyle="1" w:styleId="5C153A5706844DD8B97CDA4E52EEFB72">
    <w:name w:val="5C153A5706844DD8B97CDA4E52EEFB72"/>
    <w:rsid w:val="002E4C8E"/>
  </w:style>
  <w:style w:type="paragraph" w:customStyle="1" w:styleId="E3C5459FA3E143499CB8C3AF1A343378">
    <w:name w:val="E3C5459FA3E143499CB8C3AF1A343378"/>
    <w:rsid w:val="00A609E3"/>
  </w:style>
  <w:style w:type="paragraph" w:customStyle="1" w:styleId="E5D5A17AF6E2451180E6BF9C601289DC">
    <w:name w:val="E5D5A17AF6E2451180E6BF9C601289DC"/>
    <w:rsid w:val="00A609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84B23220CF6F4CAA59925A599840AB" ma:contentTypeVersion="5" ma:contentTypeDescription="Create a new document." ma:contentTypeScope="" ma:versionID="a4f974d038f784548df3fffa26bd8008">
  <xsd:schema xmlns:xsd="http://www.w3.org/2001/XMLSchema" xmlns:xs="http://www.w3.org/2001/XMLSchema" xmlns:p="http://schemas.microsoft.com/office/2006/metadata/properties" xmlns:ns1="http://schemas.microsoft.com/sharepoint/v3" xmlns:ns2="804db16a-247b-4b4f-90cb-1d2a0708f74e" targetNamespace="http://schemas.microsoft.com/office/2006/metadata/properties" ma:root="true" ma:fieldsID="76ab2cf5ff9fd7223bca034cb83ecb84" ns1:_="" ns2:_="">
    <xsd:import namespace="http://schemas.microsoft.com/sharepoint/v3"/>
    <xsd:import namespace="804db16a-247b-4b4f-90cb-1d2a0708f74e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GroupName" minOccurs="0"/>
                <xsd:element ref="ns2:TitleArabic" minOccurs="0"/>
                <xsd:element ref="ns2:DisplayOrder" minOccurs="0"/>
                <xsd:element ref="ns2:NewRequir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$Resources:cmscore,column_startdate_description;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$Resources:cmscore,column_expirationdate_description;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4db16a-247b-4b4f-90cb-1d2a0708f74e" elementFormDefault="qualified">
    <xsd:import namespace="http://schemas.microsoft.com/office/2006/documentManagement/types"/>
    <xsd:import namespace="http://schemas.microsoft.com/office/infopath/2007/PartnerControls"/>
    <xsd:element name="GroupName" ma:index="10" nillable="true" ma:displayName="GroupName" ma:default="**Not Applicable**" ma:format="Dropdown" ma:internalName="GroupName">
      <xsd:simpleType>
        <xsd:restriction base="dms:Choice">
          <xsd:enumeration value="Certificate of good Standing"/>
          <xsd:enumeration value="Guidelines for each profession"/>
          <xsd:enumeration value="Overview Process Map on the Registration and Licensing Process"/>
          <xsd:enumeration value="Radiation License"/>
          <xsd:enumeration value="Surgical privilege (For Physicians)"/>
          <xsd:enumeration value="Dental privilege"/>
          <xsd:enumeration value="PoliciesProcedures"/>
          <xsd:enumeration value="Prometric"/>
          <xsd:enumeration value="QCHP"/>
          <xsd:enumeration value="Plan"/>
          <xsd:enumeration value="**Not Applicable**"/>
        </xsd:restriction>
      </xsd:simpleType>
    </xsd:element>
    <xsd:element name="TitleArabic" ma:index="11" nillable="true" ma:displayName="TitleArabic" ma:internalName="TitleArabic">
      <xsd:simpleType>
        <xsd:restriction base="dms:Text">
          <xsd:maxLength value="255"/>
        </xsd:restriction>
      </xsd:simpleType>
    </xsd:element>
    <xsd:element name="DisplayOrder" ma:index="12" nillable="true" ma:displayName="DisplayOrder" ma:default="1" ma:internalName="DisplayOrder">
      <xsd:simpleType>
        <xsd:restriction base="dms:Number"/>
      </xsd:simpleType>
    </xsd:element>
    <xsd:element name="NewRequired" ma:index="13" nillable="true" ma:displayName="NewRequired" ma:default="0" ma:internalName="NewRequir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splayOrder xmlns="804db16a-247b-4b4f-90cb-1d2a0708f74e">7</DisplayOrder>
    <PublishingExpirationDate xmlns="http://schemas.microsoft.com/sharepoint/v3" xsi:nil="true"/>
    <PublishingStartDate xmlns="http://schemas.microsoft.com/sharepoint/v3" xsi:nil="true"/>
    <GroupName xmlns="804db16a-247b-4b4f-90cb-1d2a0708f74e">Overview Process Map on the Registration and Licensing Process</GroupName>
    <NewRequired xmlns="804db16a-247b-4b4f-90cb-1d2a0708f74e">true</NewRequired>
    <TitleArabic xmlns="804db16a-247b-4b4f-90cb-1d2a0708f74e">نموذج السيرة الذاتية</TitleArabic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D59676-9939-4DBD-8EEA-BCA008C65F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04db16a-247b-4b4f-90cb-1d2a0708f7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BA825C-ACD8-4BD6-8C27-51B3893062DC}">
  <ds:schemaRefs>
    <ds:schemaRef ds:uri="http://schemas.microsoft.com/office/2006/metadata/properties"/>
    <ds:schemaRef ds:uri="http://schemas.microsoft.com/office/infopath/2007/PartnerControls"/>
    <ds:schemaRef ds:uri="804db16a-247b-4b4f-90cb-1d2a0708f74e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949B326-8991-4FB1-9405-40AFE8963A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87A322-06C8-4C6C-AA46-094D6C8DF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FunctionalResume</Template>
  <TotalTime>0</TotalTime>
  <Pages>2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CV Template</vt:lpstr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 Template</dc:title>
  <dc:creator>kkumar</dc:creator>
  <cp:lastModifiedBy>Israk Abdula</cp:lastModifiedBy>
  <cp:revision>2</cp:revision>
  <cp:lastPrinted>2017-04-30T07:58:00Z</cp:lastPrinted>
  <dcterms:created xsi:type="dcterms:W3CDTF">2024-07-22T07:24:00Z</dcterms:created>
  <dcterms:modified xsi:type="dcterms:W3CDTF">2024-07-22T07:24:00Z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TC103782729990</vt:lpwstr>
  </property>
  <property fmtid="{D5CDD505-2E9C-101B-9397-08002B2CF9AE}" pid="3" name="ContentTypeId">
    <vt:lpwstr>0x0101005384B23220CF6F4CAA59925A599840AB</vt:lpwstr>
  </property>
</Properties>
</file>