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68D" w:rsidRDefault="0010568D" w:rsidP="005C1C09">
      <w:pPr>
        <w:spacing w:line="276" w:lineRule="auto"/>
        <w:rPr>
          <w:rFonts w:ascii="Calibri" w:hAnsi="Calibri" w:cs="Calibri"/>
          <w:sz w:val="21"/>
          <w:szCs w:val="21"/>
        </w:rPr>
      </w:pPr>
    </w:p>
    <w:p w:rsidR="005C1C09" w:rsidRPr="003C5BE8" w:rsidRDefault="006E0B1D" w:rsidP="005C1C09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December</w:t>
      </w:r>
      <w:r w:rsidR="0098426C" w:rsidRPr="003C5BE8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>7</w:t>
      </w:r>
      <w:r w:rsidR="007D4989">
        <w:rPr>
          <w:rFonts w:asciiTheme="minorHAnsi" w:hAnsiTheme="minorHAnsi" w:cs="Calibri"/>
          <w:sz w:val="22"/>
          <w:szCs w:val="22"/>
        </w:rPr>
        <w:t>, 2018</w:t>
      </w:r>
    </w:p>
    <w:p w:rsidR="00525A71" w:rsidRPr="003C5BE8" w:rsidRDefault="00525A71" w:rsidP="005C1C09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5C1C09" w:rsidRPr="003C5BE8" w:rsidRDefault="005C1C09" w:rsidP="00994C4A">
      <w:pPr>
        <w:spacing w:line="276" w:lineRule="auto"/>
        <w:rPr>
          <w:rFonts w:asciiTheme="minorHAnsi" w:hAnsiTheme="minorHAnsi" w:cs="Calibri"/>
          <w:sz w:val="22"/>
          <w:szCs w:val="22"/>
        </w:rPr>
      </w:pPr>
      <w:r w:rsidRPr="003C5BE8">
        <w:rPr>
          <w:rFonts w:asciiTheme="minorHAnsi" w:hAnsiTheme="minorHAnsi" w:cs="Calibri"/>
          <w:sz w:val="22"/>
          <w:szCs w:val="22"/>
        </w:rPr>
        <w:t xml:space="preserve">RE: </w:t>
      </w:r>
      <w:r w:rsidR="006E0B1D">
        <w:rPr>
          <w:rFonts w:asciiTheme="minorHAnsi" w:hAnsiTheme="minorHAnsi" w:cs="Calibri"/>
          <w:sz w:val="22"/>
          <w:szCs w:val="22"/>
        </w:rPr>
        <w:t>Pre-Submission Review Affirmation</w:t>
      </w:r>
      <w:r w:rsidR="00525A71" w:rsidRPr="003C5BE8">
        <w:rPr>
          <w:rFonts w:asciiTheme="minorHAnsi" w:hAnsiTheme="minorHAnsi" w:cs="Calibri"/>
          <w:sz w:val="22"/>
          <w:szCs w:val="22"/>
        </w:rPr>
        <w:tab/>
      </w:r>
    </w:p>
    <w:p w:rsidR="005C1C09" w:rsidRPr="003C5BE8" w:rsidRDefault="005C1C09" w:rsidP="005C1C09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5C1C09" w:rsidRDefault="008141A0" w:rsidP="005C1C09">
      <w:pPr>
        <w:spacing w:line="276" w:lineRule="auto"/>
        <w:rPr>
          <w:rFonts w:asciiTheme="minorHAnsi" w:hAnsiTheme="minorHAnsi" w:cs="Calibri"/>
          <w:sz w:val="22"/>
          <w:szCs w:val="22"/>
        </w:rPr>
      </w:pPr>
      <w:r w:rsidRPr="003C5BE8">
        <w:rPr>
          <w:rFonts w:asciiTheme="minorHAnsi" w:hAnsiTheme="minorHAnsi" w:cs="Calibri"/>
          <w:sz w:val="22"/>
          <w:szCs w:val="22"/>
        </w:rPr>
        <w:t>To Whom It May Concern:</w:t>
      </w:r>
    </w:p>
    <w:p w:rsidR="006E0B1D" w:rsidRDefault="006E0B1D" w:rsidP="005C1C09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073240" w:rsidRPr="003C5BE8" w:rsidRDefault="006E0B1D" w:rsidP="006E0B1D">
      <w:pPr>
        <w:spacing w:line="276" w:lineRule="auto"/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</w:pPr>
      <w:r>
        <w:rPr>
          <w:rFonts w:asciiTheme="minorHAnsi" w:hAnsiTheme="minorHAnsi" w:cs="Calibri"/>
          <w:sz w:val="22"/>
          <w:szCs w:val="22"/>
        </w:rPr>
        <w:t xml:space="preserve">I affirm that I have reviewed Texas </w:t>
      </w:r>
      <w:proofErr w:type="gramStart"/>
      <w:r>
        <w:rPr>
          <w:rFonts w:asciiTheme="minorHAnsi" w:hAnsiTheme="minorHAnsi" w:cs="Calibri"/>
          <w:sz w:val="22"/>
          <w:szCs w:val="22"/>
        </w:rPr>
        <w:t>A&amp;M</w:t>
      </w:r>
      <w:proofErr w:type="gramEnd"/>
      <w:r>
        <w:rPr>
          <w:rFonts w:asciiTheme="minorHAnsi" w:hAnsiTheme="minorHAnsi" w:cs="Calibri"/>
          <w:sz w:val="22"/>
          <w:szCs w:val="22"/>
        </w:rPr>
        <w:t xml:space="preserve"> Universities STARS report as an internal reviewer who was involved in the data collection process. To the best of my knowledge, the inconsistencies I identified </w:t>
      </w:r>
      <w:proofErr w:type="gramStart"/>
      <w:r>
        <w:rPr>
          <w:rFonts w:asciiTheme="minorHAnsi" w:hAnsiTheme="minorHAnsi" w:cs="Calibri"/>
          <w:sz w:val="22"/>
          <w:szCs w:val="22"/>
        </w:rPr>
        <w:t>have been addressed</w:t>
      </w:r>
      <w:proofErr w:type="gramEnd"/>
      <w:r>
        <w:rPr>
          <w:rFonts w:asciiTheme="minorHAnsi" w:hAnsiTheme="minorHAnsi" w:cs="Calibri"/>
          <w:sz w:val="22"/>
          <w:szCs w:val="22"/>
        </w:rPr>
        <w:t>.</w:t>
      </w:r>
    </w:p>
    <w:p w:rsidR="005C1C09" w:rsidRPr="003C5BE8" w:rsidRDefault="005C1C09" w:rsidP="005C1C09">
      <w:pPr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</w:pPr>
      <w:bookmarkStart w:id="0" w:name="_GoBack"/>
      <w:bookmarkEnd w:id="0"/>
    </w:p>
    <w:p w:rsidR="005C1C09" w:rsidRPr="003C5BE8" w:rsidRDefault="005C1C09" w:rsidP="005C1C09">
      <w:pPr>
        <w:rPr>
          <w:rStyle w:val="Hyperlink"/>
          <w:rFonts w:asciiTheme="minorHAnsi" w:hAnsiTheme="minorHAnsi" w:cs="Calibri"/>
          <w:sz w:val="22"/>
          <w:szCs w:val="22"/>
        </w:rPr>
      </w:pPr>
    </w:p>
    <w:p w:rsidR="00A607E2" w:rsidRPr="003C5BE8" w:rsidRDefault="00A607E2" w:rsidP="00A607E2">
      <w:pPr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</w:pPr>
      <w:r w:rsidRPr="003C5BE8"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  <w:t>Very Respectfully,</w:t>
      </w:r>
    </w:p>
    <w:p w:rsidR="00A607E2" w:rsidRPr="003C5BE8" w:rsidRDefault="00A607E2" w:rsidP="00A607E2">
      <w:pPr>
        <w:rPr>
          <w:rStyle w:val="Hyperlink"/>
          <w:rFonts w:asciiTheme="minorHAnsi" w:hAnsiTheme="minorHAnsi" w:cs="Calibri"/>
          <w:sz w:val="22"/>
          <w:szCs w:val="22"/>
        </w:rPr>
      </w:pPr>
      <w:r w:rsidRPr="003C5BE8">
        <w:rPr>
          <w:rFonts w:asciiTheme="minorHAnsi" w:hAnsiTheme="minorHAnsi" w:cs="Calibri"/>
          <w:noProof/>
          <w:sz w:val="22"/>
          <w:szCs w:val="22"/>
        </w:rPr>
        <w:drawing>
          <wp:inline distT="0" distB="0" distL="0" distR="0" wp14:anchorId="0582661A" wp14:editId="7693A51F">
            <wp:extent cx="1568450" cy="444500"/>
            <wp:effectExtent l="0" t="0" r="0" b="0"/>
            <wp:docPr id="4" name="Picture 4" descr="C:\Users\benkalscheur\Desktop\1420_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nkalscheur\Desktop\1420_001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504" cy="444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7E2" w:rsidRPr="003C5BE8" w:rsidRDefault="00A607E2" w:rsidP="00A607E2">
      <w:pPr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</w:pPr>
      <w:r w:rsidRPr="003C5BE8"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  <w:t>Ben Kalscheur, MA, MWM</w:t>
      </w:r>
    </w:p>
    <w:p w:rsidR="00A607E2" w:rsidRPr="003C5BE8" w:rsidRDefault="00A607E2" w:rsidP="00A607E2">
      <w:pPr>
        <w:rPr>
          <w:rFonts w:asciiTheme="minorHAnsi" w:hAnsiTheme="minorHAnsi" w:cs="Calibri"/>
          <w:sz w:val="22"/>
          <w:szCs w:val="22"/>
        </w:rPr>
      </w:pPr>
      <w:r w:rsidRPr="003C5BE8"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  <w:t>Sustainability Assistant Manager</w:t>
      </w:r>
    </w:p>
    <w:p w:rsidR="00A4645E" w:rsidRPr="003C5BE8" w:rsidRDefault="00A4645E" w:rsidP="00A607E2">
      <w:pPr>
        <w:rPr>
          <w:rFonts w:asciiTheme="minorHAnsi" w:hAnsiTheme="minorHAnsi" w:cs="Calibri"/>
          <w:sz w:val="22"/>
          <w:szCs w:val="22"/>
        </w:rPr>
      </w:pPr>
    </w:p>
    <w:sectPr w:rsidR="00A4645E" w:rsidRPr="003C5BE8" w:rsidSect="005C1C09">
      <w:headerReference w:type="first" r:id="rId8"/>
      <w:footerReference w:type="first" r:id="rId9"/>
      <w:pgSz w:w="12240" w:h="15840"/>
      <w:pgMar w:top="1440" w:right="1152" w:bottom="1008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191" w:rsidRDefault="000F5191">
      <w:r>
        <w:separator/>
      </w:r>
    </w:p>
  </w:endnote>
  <w:endnote w:type="continuationSeparator" w:id="0">
    <w:p w:rsidR="000F5191" w:rsidRDefault="000F5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0D0" w:rsidRPr="00E0582B" w:rsidRDefault="001800D0" w:rsidP="00A4645E">
    <w:pPr>
      <w:rPr>
        <w:rFonts w:ascii="Arial" w:hAnsi="Arial"/>
        <w:color w:val="999999"/>
        <w:sz w:val="16"/>
      </w:rPr>
    </w:pPr>
    <w:r>
      <w:rPr>
        <w:rFonts w:ascii="Arial" w:hAnsi="Arial"/>
        <w:color w:val="999999"/>
        <w:sz w:val="16"/>
      </w:rPr>
      <w:t>1247</w:t>
    </w:r>
    <w:r w:rsidRPr="00E0582B">
      <w:rPr>
        <w:rFonts w:ascii="Arial" w:hAnsi="Arial"/>
        <w:color w:val="999999"/>
        <w:sz w:val="16"/>
      </w:rPr>
      <w:t xml:space="preserve"> TAMU</w:t>
    </w:r>
  </w:p>
  <w:p w:rsidR="001800D0" w:rsidRPr="00E0582B" w:rsidRDefault="001800D0" w:rsidP="00A4645E">
    <w:pPr>
      <w:rPr>
        <w:rFonts w:ascii="Arial" w:hAnsi="Arial"/>
        <w:color w:val="999999"/>
        <w:sz w:val="16"/>
      </w:rPr>
    </w:pPr>
    <w:r w:rsidRPr="00E0582B">
      <w:rPr>
        <w:rFonts w:ascii="Arial" w:hAnsi="Arial"/>
        <w:color w:val="999999"/>
        <w:sz w:val="16"/>
      </w:rPr>
      <w:t>Coll</w:t>
    </w:r>
    <w:r>
      <w:rPr>
        <w:rFonts w:ascii="Arial" w:hAnsi="Arial"/>
        <w:color w:val="999999"/>
        <w:sz w:val="16"/>
      </w:rPr>
      <w:t>ege Station, TX 77843-1247</w:t>
    </w:r>
  </w:p>
  <w:p w:rsidR="001800D0" w:rsidRPr="00E0582B" w:rsidRDefault="001800D0" w:rsidP="00A4645E">
    <w:pPr>
      <w:rPr>
        <w:rFonts w:ascii="Arial" w:hAnsi="Arial"/>
        <w:color w:val="999999"/>
        <w:sz w:val="16"/>
      </w:rPr>
    </w:pPr>
  </w:p>
  <w:p w:rsidR="001800D0" w:rsidRPr="00E0582B" w:rsidRDefault="001800D0" w:rsidP="00A4645E">
    <w:pPr>
      <w:rPr>
        <w:rFonts w:ascii="Arial" w:hAnsi="Arial"/>
        <w:color w:val="999999"/>
        <w:sz w:val="16"/>
      </w:rPr>
    </w:pPr>
    <w:r w:rsidRPr="00E0582B">
      <w:rPr>
        <w:rFonts w:ascii="Arial" w:hAnsi="Arial"/>
        <w:color w:val="999999"/>
        <w:sz w:val="16"/>
      </w:rPr>
      <w:t xml:space="preserve">Tel. </w:t>
    </w:r>
    <w:proofErr w:type="gramStart"/>
    <w:r w:rsidRPr="00E0582B">
      <w:rPr>
        <w:rFonts w:ascii="Arial" w:hAnsi="Arial"/>
        <w:color w:val="999999"/>
        <w:sz w:val="16"/>
      </w:rPr>
      <w:t>979.</w:t>
    </w:r>
    <w:r>
      <w:rPr>
        <w:rFonts w:ascii="Arial" w:hAnsi="Arial"/>
        <w:color w:val="999999"/>
        <w:sz w:val="16"/>
      </w:rPr>
      <w:t>845.1911</w:t>
    </w:r>
    <w:r w:rsidRPr="00E0582B">
      <w:rPr>
        <w:rFonts w:ascii="Arial" w:hAnsi="Arial"/>
        <w:color w:val="999999"/>
        <w:sz w:val="16"/>
      </w:rPr>
      <w:t xml:space="preserve">  Fax</w:t>
    </w:r>
    <w:proofErr w:type="gramEnd"/>
    <w:r w:rsidRPr="00E0582B">
      <w:rPr>
        <w:rFonts w:ascii="Arial" w:hAnsi="Arial"/>
        <w:color w:val="999999"/>
        <w:sz w:val="16"/>
      </w:rPr>
      <w:t xml:space="preserve"> 979.</w:t>
    </w:r>
    <w:r>
      <w:rPr>
        <w:rFonts w:ascii="Arial" w:hAnsi="Arial"/>
        <w:color w:val="999999"/>
        <w:sz w:val="16"/>
      </w:rPr>
      <w:t>845.5406</w:t>
    </w:r>
  </w:p>
  <w:p w:rsidR="001800D0" w:rsidRPr="00CD7180" w:rsidRDefault="001800D0" w:rsidP="00A4645E">
    <w:pPr>
      <w:rPr>
        <w:rFonts w:ascii="Arial" w:hAnsi="Arial"/>
        <w:color w:val="999999"/>
        <w:sz w:val="16"/>
      </w:rPr>
    </w:pPr>
    <w:r>
      <w:rPr>
        <w:rFonts w:ascii="Arial" w:hAnsi="Arial"/>
        <w:color w:val="999999"/>
        <w:sz w:val="16"/>
      </w:rPr>
      <w:t>sustainability</w:t>
    </w:r>
    <w:r w:rsidRPr="00E0582B">
      <w:rPr>
        <w:rFonts w:ascii="Arial" w:hAnsi="Arial"/>
        <w:color w:val="999999"/>
        <w:sz w:val="16"/>
      </w:rPr>
      <w:t>.</w:t>
    </w:r>
    <w:r>
      <w:rPr>
        <w:rFonts w:ascii="Arial" w:hAnsi="Arial"/>
        <w:color w:val="999999"/>
        <w:sz w:val="16"/>
      </w:rPr>
      <w:t>tamu.edu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191" w:rsidRDefault="000F5191">
      <w:r>
        <w:separator/>
      </w:r>
    </w:p>
  </w:footnote>
  <w:footnote w:type="continuationSeparator" w:id="0">
    <w:p w:rsidR="000F5191" w:rsidRDefault="000F5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0D0" w:rsidRDefault="001800D0" w:rsidP="00A4645E">
    <w:pPr>
      <w:tabs>
        <w:tab w:val="left" w:pos="3240"/>
      </w:tabs>
      <w:ind w:right="1872"/>
      <w:rPr>
        <w:rFonts w:ascii="Arial" w:hAnsi="Arial"/>
        <w:sz w:val="18"/>
        <w:szCs w:val="20"/>
      </w:rPr>
    </w:pPr>
    <w:r>
      <w:rPr>
        <w:rFonts w:ascii="Arial" w:hAnsi="Arial"/>
        <w:noProof/>
        <w:sz w:val="18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1AD8EC3" wp14:editId="3A4AA96E">
              <wp:simplePos x="0" y="0"/>
              <wp:positionH relativeFrom="column">
                <wp:posOffset>4852035</wp:posOffset>
              </wp:positionH>
              <wp:positionV relativeFrom="paragraph">
                <wp:posOffset>2540</wp:posOffset>
              </wp:positionV>
              <wp:extent cx="2057400" cy="457200"/>
              <wp:effectExtent l="3810" t="254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0D0" w:rsidRDefault="001800D0" w:rsidP="00A4645E">
                          <w:pPr>
                            <w:jc w:val="right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C72FC10" wp14:editId="623CEA5F">
                                <wp:extent cx="1981200" cy="482600"/>
                                <wp:effectExtent l="0" t="0" r="0" b="0"/>
                                <wp:docPr id="2" name="Picture 1" descr="prime_wht_maroonbox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prime_wht_maroonbox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81200" cy="482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AD8E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2.05pt;margin-top:.2pt;width:162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" filled="f" stroked="f">
              <v:textbox inset="0,0,0,0">
                <w:txbxContent>
                  <w:p w:rsidR="001800D0" w:rsidRDefault="001800D0" w:rsidP="00A4645E">
                    <w:pPr>
                      <w:jc w:val="right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C72FC10" wp14:editId="623CEA5F">
                          <wp:extent cx="1981200" cy="482600"/>
                          <wp:effectExtent l="0" t="0" r="0" b="0"/>
                          <wp:docPr id="2" name="Picture 1" descr="prime_wht_maroonbox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prime_wht_maroonbox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81200" cy="482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/>
        <w:noProof/>
        <w:sz w:val="18"/>
        <w:szCs w:val="20"/>
      </w:rPr>
      <w:t>DIVISION OF</w:t>
    </w:r>
    <w:r>
      <w:rPr>
        <w:rFonts w:ascii="Arial" w:hAnsi="Arial"/>
        <w:sz w:val="18"/>
        <w:szCs w:val="20"/>
      </w:rPr>
      <w:t xml:space="preserve"> </w:t>
    </w:r>
    <w:r w:rsidR="00402789">
      <w:rPr>
        <w:rFonts w:ascii="Arial" w:hAnsi="Arial"/>
        <w:sz w:val="18"/>
        <w:szCs w:val="20"/>
      </w:rPr>
      <w:t xml:space="preserve">FINANCE &amp; </w:t>
    </w:r>
    <w:r w:rsidR="007D4989">
      <w:rPr>
        <w:rFonts w:ascii="Arial" w:hAnsi="Arial"/>
        <w:sz w:val="18"/>
        <w:szCs w:val="20"/>
      </w:rPr>
      <w:t>OPERATIONS</w:t>
    </w:r>
  </w:p>
  <w:p w:rsidR="001800D0" w:rsidRPr="00E0582B" w:rsidRDefault="001800D0" w:rsidP="00A4645E">
    <w:pPr>
      <w:tabs>
        <w:tab w:val="left" w:pos="3240"/>
      </w:tabs>
      <w:ind w:right="1872"/>
      <w:rPr>
        <w:rFonts w:ascii="Arial" w:hAnsi="Arial"/>
        <w:sz w:val="18"/>
      </w:rPr>
    </w:pPr>
    <w:r>
      <w:rPr>
        <w:rFonts w:ascii="Arial" w:hAnsi="Arial"/>
        <w:sz w:val="18"/>
        <w:szCs w:val="20"/>
      </w:rPr>
      <w:t>OFFICE OF SUSTAINABILITY</w:t>
    </w:r>
  </w:p>
  <w:p w:rsidR="001800D0" w:rsidRDefault="001800D0" w:rsidP="00A4645E">
    <w:pPr>
      <w:tabs>
        <w:tab w:val="left" w:pos="3240"/>
      </w:tabs>
      <w:ind w:right="1872"/>
      <w:rPr>
        <w:rFonts w:ascii="Arial" w:hAnsi="Arial"/>
        <w:color w:val="999999"/>
        <w:sz w:val="16"/>
      </w:rPr>
    </w:pPr>
  </w:p>
  <w:p w:rsidR="001800D0" w:rsidRDefault="001800D0" w:rsidP="00A464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0DBB"/>
    <w:multiLevelType w:val="multilevel"/>
    <w:tmpl w:val="C9B4A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7FF"/>
    <w:rsid w:val="00017878"/>
    <w:rsid w:val="000429F5"/>
    <w:rsid w:val="00044EB9"/>
    <w:rsid w:val="00060D00"/>
    <w:rsid w:val="00073240"/>
    <w:rsid w:val="00076D42"/>
    <w:rsid w:val="000A2386"/>
    <w:rsid w:val="000F5191"/>
    <w:rsid w:val="0010568D"/>
    <w:rsid w:val="0012755A"/>
    <w:rsid w:val="001800D0"/>
    <w:rsid w:val="001A1129"/>
    <w:rsid w:val="001F60B3"/>
    <w:rsid w:val="00257BA4"/>
    <w:rsid w:val="00261EE4"/>
    <w:rsid w:val="002649CF"/>
    <w:rsid w:val="00275742"/>
    <w:rsid w:val="002B6C68"/>
    <w:rsid w:val="002D004F"/>
    <w:rsid w:val="002E0849"/>
    <w:rsid w:val="002F2A71"/>
    <w:rsid w:val="002F5337"/>
    <w:rsid w:val="00332708"/>
    <w:rsid w:val="00345948"/>
    <w:rsid w:val="00370154"/>
    <w:rsid w:val="00372294"/>
    <w:rsid w:val="003921C3"/>
    <w:rsid w:val="003B52BC"/>
    <w:rsid w:val="003C5BE8"/>
    <w:rsid w:val="003D3172"/>
    <w:rsid w:val="003F33ED"/>
    <w:rsid w:val="00402789"/>
    <w:rsid w:val="00407CD8"/>
    <w:rsid w:val="00425AC5"/>
    <w:rsid w:val="00443EFF"/>
    <w:rsid w:val="00450E07"/>
    <w:rsid w:val="00473B60"/>
    <w:rsid w:val="004C0642"/>
    <w:rsid w:val="004C13DA"/>
    <w:rsid w:val="00525A71"/>
    <w:rsid w:val="00543463"/>
    <w:rsid w:val="00551B76"/>
    <w:rsid w:val="00563B23"/>
    <w:rsid w:val="005C1C09"/>
    <w:rsid w:val="005C4070"/>
    <w:rsid w:val="00644C39"/>
    <w:rsid w:val="006A4805"/>
    <w:rsid w:val="006E0B1D"/>
    <w:rsid w:val="00724192"/>
    <w:rsid w:val="007431F9"/>
    <w:rsid w:val="007712FC"/>
    <w:rsid w:val="00783BFE"/>
    <w:rsid w:val="007D4989"/>
    <w:rsid w:val="008141A0"/>
    <w:rsid w:val="00830047"/>
    <w:rsid w:val="00840FD0"/>
    <w:rsid w:val="008458A9"/>
    <w:rsid w:val="00864F07"/>
    <w:rsid w:val="00874138"/>
    <w:rsid w:val="008B53D4"/>
    <w:rsid w:val="008B59FA"/>
    <w:rsid w:val="008C6042"/>
    <w:rsid w:val="008D0F0B"/>
    <w:rsid w:val="008F7F4C"/>
    <w:rsid w:val="0092146C"/>
    <w:rsid w:val="009327C8"/>
    <w:rsid w:val="009426F7"/>
    <w:rsid w:val="00972CEB"/>
    <w:rsid w:val="0098426C"/>
    <w:rsid w:val="00994C4A"/>
    <w:rsid w:val="009F3F6F"/>
    <w:rsid w:val="009F4FFA"/>
    <w:rsid w:val="00A10E98"/>
    <w:rsid w:val="00A21FBB"/>
    <w:rsid w:val="00A32AE7"/>
    <w:rsid w:val="00A4316C"/>
    <w:rsid w:val="00A4645E"/>
    <w:rsid w:val="00A607E2"/>
    <w:rsid w:val="00A657FF"/>
    <w:rsid w:val="00A922E9"/>
    <w:rsid w:val="00AE57B1"/>
    <w:rsid w:val="00B058CD"/>
    <w:rsid w:val="00B276E5"/>
    <w:rsid w:val="00B313F2"/>
    <w:rsid w:val="00B42C81"/>
    <w:rsid w:val="00B4329E"/>
    <w:rsid w:val="00BD6A7F"/>
    <w:rsid w:val="00BE68B4"/>
    <w:rsid w:val="00C049F5"/>
    <w:rsid w:val="00C17A1D"/>
    <w:rsid w:val="00C540D8"/>
    <w:rsid w:val="00C718A7"/>
    <w:rsid w:val="00C7392C"/>
    <w:rsid w:val="00CB2FCD"/>
    <w:rsid w:val="00CE2131"/>
    <w:rsid w:val="00D01641"/>
    <w:rsid w:val="00D047BE"/>
    <w:rsid w:val="00D07AB2"/>
    <w:rsid w:val="00D418D7"/>
    <w:rsid w:val="00D5527C"/>
    <w:rsid w:val="00D62DEC"/>
    <w:rsid w:val="00DA44E7"/>
    <w:rsid w:val="00E31816"/>
    <w:rsid w:val="00E55DB4"/>
    <w:rsid w:val="00E6040A"/>
    <w:rsid w:val="00EE4FF1"/>
    <w:rsid w:val="00F474D2"/>
    <w:rsid w:val="00F47C94"/>
    <w:rsid w:val="00F73D38"/>
    <w:rsid w:val="00F8620D"/>
    <w:rsid w:val="00FD32B9"/>
    <w:rsid w:val="00FE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7B8C11B8"/>
  <w15:docId w15:val="{3558850E-06D3-4CF6-AB43-FB05F739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4E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C64E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C64E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A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A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4FF1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6E0B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gleyk\Downloads\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• NOTE: To edit the headers and footers, please either double click the header text for the “headers &amp; footer” boxes to appear</vt:lpstr>
    </vt:vector>
  </TitlesOfParts>
  <Company>Texas A&amp;M University</Company>
  <LinksUpToDate>false</LinksUpToDate>
  <CharactersWithSpaces>385</CharactersWithSpaces>
  <SharedDoc>false</SharedDoc>
  <HLinks>
    <vt:vector size="6" baseType="variant">
      <vt:variant>
        <vt:i4>1376376</vt:i4>
      </vt:variant>
      <vt:variant>
        <vt:i4>1917</vt:i4>
      </vt:variant>
      <vt:variant>
        <vt:i4>1025</vt:i4>
      </vt:variant>
      <vt:variant>
        <vt:i4>1</vt:i4>
      </vt:variant>
      <vt:variant>
        <vt:lpwstr>prime_wht_maroonbox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NOTE: To edit the headers and footers, please either double click the header text for the “headers &amp; footer” boxes to appear</dc:title>
  <dc:creator>Karen Bigley</dc:creator>
  <cp:lastModifiedBy>Ben Kalscheur</cp:lastModifiedBy>
  <cp:revision>2</cp:revision>
  <cp:lastPrinted>2012-12-07T16:36:00Z</cp:lastPrinted>
  <dcterms:created xsi:type="dcterms:W3CDTF">2018-12-17T16:19:00Z</dcterms:created>
  <dcterms:modified xsi:type="dcterms:W3CDTF">2018-12-17T16:19:00Z</dcterms:modified>
</cp:coreProperties>
</file>