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5.7pt;margin-top:18.25pt;width:189pt;height:33pt;z-index:251657728" fillcolor="#369" strokeweight="1pt">
            <v:fill r:id="rId7" o:title=""/>
            <v:stroke r:id="rId7" o:title=""/>
            <v:shadow on="t" color="#b2b2b2" opacity="52429f" offset="3pt"/>
            <v:textpath style="font-family:&quot;Times New Roman&quot;;v-text-kern:t" trim="t" fitpath="t" string="Брейн-ринг"/>
          </v:shape>
        </w:pict>
      </w: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27" type="#_x0000_t136" style="position:absolute;margin-left:-22.8pt;margin-top:2.8pt;width:475.5pt;height:41.25pt;z-index:251658752" fillcolor="red" strokeweight="1pt">
            <v:stroke r:id="rId7" o:title=""/>
            <v:shadow on="t" color="#b2b2b2" opacity="52429f" offset="3pt"/>
            <v:textpath style="font-family:&quot;Times New Roman&quot;;v-text-kern:t" trim="t" fitpath="t" string="&quot;Це - наше, і це - твоє!&quot;"/>
          </v:shape>
        </w:pict>
      </w: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s1028" type="#_x0000_t75" style="position:absolute;margin-left:.45pt;margin-top:1.95pt;width:454.55pt;height:280.5pt;z-index:251656704;visibility:visible">
            <v:imagedata r:id="rId8" o:title=""/>
          </v:shape>
        </w:pict>
      </w: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>
      <w:pPr>
        <w:rPr>
          <w:b/>
          <w:sz w:val="28"/>
          <w:szCs w:val="28"/>
          <w:lang w:val="uk-UA"/>
        </w:rPr>
      </w:pPr>
    </w:p>
    <w:p w:rsidR="00BC5780" w:rsidRDefault="00BC5780" w:rsidP="00073A78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Підготувала</w:t>
      </w:r>
    </w:p>
    <w:p w:rsidR="00BC5780" w:rsidRDefault="00BC5780" w:rsidP="00073A78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                          класний керівник 3-Б класу</w:t>
      </w:r>
    </w:p>
    <w:p w:rsidR="00BC5780" w:rsidRPr="00761D96" w:rsidRDefault="00BC5780" w:rsidP="00761D96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Плющ Ю.О.</w:t>
      </w:r>
    </w:p>
    <w:p w:rsidR="00BC5780" w:rsidRPr="00073A78" w:rsidRDefault="00BC5780" w:rsidP="00073A78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b/>
          <w:sz w:val="28"/>
          <w:szCs w:val="28"/>
          <w:lang w:val="uk-UA"/>
        </w:rPr>
        <w:t>Тема:</w:t>
      </w:r>
      <w:r w:rsidRPr="00073A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« Це – наше, і це – твоє!</w:t>
      </w: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>»</w:t>
      </w:r>
    </w:p>
    <w:p w:rsidR="00BC5780" w:rsidRPr="00073A78" w:rsidRDefault="00BC5780" w:rsidP="00073A78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b/>
          <w:sz w:val="28"/>
          <w:szCs w:val="28"/>
          <w:lang w:val="uk-UA"/>
        </w:rPr>
        <w:t>Мета:</w:t>
      </w:r>
      <w:r w:rsidRPr="00073A78">
        <w:rPr>
          <w:rFonts w:ascii="Times New Roman" w:hAnsi="Times New Roman"/>
          <w:sz w:val="28"/>
          <w:szCs w:val="28"/>
          <w:lang w:val="uk-UA"/>
        </w:rPr>
        <w:t xml:space="preserve">  доповнити знання дітей про Батьківщину, формувати уявлення про Україну як суверенну державу з давньою історією, багатою культурною спадщиною; розвивати в учнів творче мислення, уяву, комунікабельність, уміння працювати в команді; створювати умови для розширення пізнавальних інтересів у процесі практичного застосування знань; виховувати любов до України, її традицій, звичаїв.</w:t>
      </w:r>
    </w:p>
    <w:p w:rsidR="00BC5780" w:rsidRPr="00073A78" w:rsidRDefault="00BC5780" w:rsidP="00073A78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b/>
          <w:sz w:val="28"/>
          <w:szCs w:val="28"/>
          <w:lang w:val="uk-UA"/>
        </w:rPr>
        <w:t>Обладнання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073A78">
        <w:rPr>
          <w:rFonts w:ascii="Times New Roman" w:hAnsi="Times New Roman"/>
          <w:sz w:val="28"/>
          <w:szCs w:val="28"/>
          <w:lang w:val="uk-UA"/>
        </w:rPr>
        <w:t>атрибути для проведення гри «Брейн- ринг», прислів´я про рідний край,</w:t>
      </w:r>
      <w:r>
        <w:rPr>
          <w:rFonts w:ascii="Times New Roman" w:hAnsi="Times New Roman"/>
          <w:sz w:val="28"/>
          <w:szCs w:val="28"/>
          <w:lang w:val="uk-UA"/>
        </w:rPr>
        <w:t xml:space="preserve"> вірші про рідну мову, карти з назвами команд, червоні нитки, карта України, пазли «Збери Україну», кетяги калини,</w:t>
      </w:r>
      <w:r w:rsidRPr="00073A78">
        <w:rPr>
          <w:rFonts w:ascii="Times New Roman" w:hAnsi="Times New Roman"/>
          <w:sz w:val="28"/>
          <w:szCs w:val="28"/>
          <w:lang w:val="uk-UA"/>
        </w:rPr>
        <w:t xml:space="preserve"> вишитий рушник, виставка книг про Україну.</w:t>
      </w:r>
    </w:p>
    <w:p w:rsidR="00BC5780" w:rsidRPr="00073A78" w:rsidRDefault="00BC5780" w:rsidP="00073A78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                                  Хід уроку</w:t>
      </w:r>
    </w:p>
    <w:p w:rsidR="00BC5780" w:rsidRPr="00073A78" w:rsidRDefault="00BC5780" w:rsidP="00073A78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І</w:t>
      </w:r>
      <w:r w:rsidRPr="00073A78">
        <w:rPr>
          <w:rFonts w:ascii="Times New Roman" w:hAnsi="Times New Roman"/>
          <w:b/>
          <w:i/>
          <w:sz w:val="28"/>
          <w:szCs w:val="28"/>
          <w:lang w:val="uk-UA"/>
        </w:rPr>
        <w:t>. Організація класу. Вітання з початком нового навчального року.</w:t>
      </w:r>
    </w:p>
    <w:p w:rsidR="00BC5780" w:rsidRPr="00073A78" w:rsidRDefault="00BC5780" w:rsidP="00073A78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ІІ</w:t>
      </w:r>
      <w:r w:rsidRPr="00073A78">
        <w:rPr>
          <w:rFonts w:ascii="Times New Roman" w:hAnsi="Times New Roman"/>
          <w:b/>
          <w:i/>
          <w:sz w:val="28"/>
          <w:szCs w:val="28"/>
          <w:lang w:val="uk-UA"/>
        </w:rPr>
        <w:t>. Мотивація навчальної діяльності.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 xml:space="preserve">Сьогодні на уроці ми поговоримо про чарівну землю, багату і щедру, співочу і сповнену краси, прекраснішої за яку немає в світі. Проведемо урок у вигляді гри « Брейн- ринг». Пропоную об ´єднатися в команди </w:t>
      </w:r>
    </w:p>
    <w:p w:rsidR="00BC5780" w:rsidRPr="00073A78" w:rsidRDefault="00BC5780" w:rsidP="00073A78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 Барвінок», « Ромашка», «Вербиченька», «»Калинка» (на невеликих аркушах паперу на вишитому рушнику написані назви команд, діти витягають аркуш, займають  свої командні місця)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 xml:space="preserve">                                       (Повідомляються правила гри)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ІІІ</w:t>
      </w:r>
      <w:r w:rsidRPr="00073A78">
        <w:rPr>
          <w:rFonts w:ascii="Times New Roman" w:hAnsi="Times New Roman"/>
          <w:b/>
          <w:i/>
          <w:sz w:val="28"/>
          <w:szCs w:val="28"/>
          <w:lang w:val="uk-UA"/>
        </w:rPr>
        <w:t>. Оголошення теми , визначення очікувань від уроку.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Сьогодні ми будемо говорити про нашу неозору, сонячну країну -Україну.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 xml:space="preserve">Поміркуйте, чому Україну називають нашим спільним домом? </w:t>
      </w:r>
      <w:r w:rsidRPr="00073A78">
        <w:rPr>
          <w:rFonts w:ascii="Times New Roman" w:hAnsi="Times New Roman"/>
          <w:b/>
          <w:sz w:val="28"/>
          <w:szCs w:val="28"/>
          <w:lang w:val="uk-UA"/>
        </w:rPr>
        <w:t>«Асоціативний кущ»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ІV. Робота над темою уроку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-А чи знаєте ви звідки походить назва « Україна»?</w:t>
      </w:r>
    </w:p>
    <w:p w:rsidR="00BC5780" w:rsidRPr="00073A78" w:rsidRDefault="00BC5780" w:rsidP="002826D9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 xml:space="preserve">Існує багато легенд </w:t>
      </w:r>
      <w:r>
        <w:rPr>
          <w:rFonts w:ascii="Times New Roman" w:hAnsi="Times New Roman"/>
          <w:sz w:val="28"/>
          <w:szCs w:val="28"/>
          <w:lang w:val="uk-UA"/>
        </w:rPr>
        <w:t>.Одну з яких ви зараз почуєте (слухають аудіозапис)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                     І раунд « Україна – наш прекрасний дім»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Команди дають відповіді на завдання  кросворду.</w:t>
      </w:r>
    </w:p>
    <w:p w:rsidR="00BC5780" w:rsidRPr="00073A78" w:rsidRDefault="00BC5780" w:rsidP="00073A7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Автор тексту Гімну України.( Чубинський)</w:t>
      </w:r>
    </w:p>
    <w:p w:rsidR="00BC5780" w:rsidRPr="00073A78" w:rsidRDefault="00BC5780" w:rsidP="00073A7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« Народне прізвище» славетного українського письменника.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>(Кобзар)</w:t>
      </w:r>
    </w:p>
    <w:p w:rsidR="00BC5780" w:rsidRPr="00073A78" w:rsidRDefault="00BC5780" w:rsidP="00073A7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Вся теперішня і колишня рідня. ( Рід)</w:t>
      </w:r>
    </w:p>
    <w:p w:rsidR="00BC5780" w:rsidRPr="00073A78" w:rsidRDefault="00BC5780" w:rsidP="00073A7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Стоїть дівчина в намисті, посміхається із листя.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>( Калина)</w:t>
      </w:r>
    </w:p>
    <w:p w:rsidR="00BC5780" w:rsidRPr="00073A78" w:rsidRDefault="00BC5780" w:rsidP="00073A7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Столиця України.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073A78">
        <w:rPr>
          <w:rFonts w:ascii="Times New Roman" w:hAnsi="Times New Roman"/>
          <w:sz w:val="28"/>
          <w:szCs w:val="28"/>
          <w:lang w:val="uk-UA"/>
        </w:rPr>
        <w:t>Київ)</w:t>
      </w:r>
    </w:p>
    <w:p w:rsidR="00BC5780" w:rsidRPr="00073A78" w:rsidRDefault="00BC5780" w:rsidP="00073A7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Найбільша річка України. (</w:t>
      </w:r>
      <w:r w:rsidRPr="00073A78">
        <w:rPr>
          <w:rFonts w:ascii="Times New Roman" w:hAnsi="Times New Roman"/>
          <w:sz w:val="28"/>
          <w:szCs w:val="28"/>
          <w:lang w:val="uk-UA"/>
        </w:rPr>
        <w:t>Дніпро)</w:t>
      </w:r>
    </w:p>
    <w:p w:rsidR="00BC5780" w:rsidRPr="00073A78" w:rsidRDefault="00BC5780" w:rsidP="00073A7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Народний символ, </w:t>
      </w:r>
      <w:r w:rsidRPr="00073A78">
        <w:rPr>
          <w:rFonts w:ascii="Times New Roman" w:hAnsi="Times New Roman"/>
          <w:sz w:val="28"/>
          <w:szCs w:val="28"/>
          <w:lang w:val="uk-UA"/>
        </w:rPr>
        <w:t>священне дерево українців.( Верба)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>ІІ</w:t>
      </w: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раунд «</w:t>
      </w: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>Україна – держава»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Україна </w:t>
      </w:r>
      <w:r w:rsidRPr="00073A78">
        <w:rPr>
          <w:rFonts w:ascii="Times New Roman" w:hAnsi="Times New Roman"/>
          <w:sz w:val="28"/>
          <w:szCs w:val="28"/>
          <w:lang w:val="uk-UA"/>
        </w:rPr>
        <w:t>-  це не тільки країна,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 xml:space="preserve">а й держава. Кожна </w:t>
      </w:r>
      <w:r>
        <w:rPr>
          <w:rFonts w:ascii="Times New Roman" w:hAnsi="Times New Roman"/>
          <w:sz w:val="28"/>
          <w:szCs w:val="28"/>
          <w:lang w:val="uk-UA"/>
        </w:rPr>
        <w:t xml:space="preserve">країна світу має свої символи: </w:t>
      </w:r>
      <w:r w:rsidRPr="00073A78">
        <w:rPr>
          <w:rFonts w:ascii="Times New Roman" w:hAnsi="Times New Roman"/>
          <w:sz w:val="28"/>
          <w:szCs w:val="28"/>
          <w:lang w:val="uk-UA"/>
        </w:rPr>
        <w:t>Державні Гімн, Герб, Прапор.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 xml:space="preserve">(Підготовлені учні розповідають легенду про походження символів). 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У давні часи герби були символом роду, знаком його уславлення. Герб тризуб запровадив на Україні київський князь Володимир Мономах. Це зображення зброї: лук, меч, спис.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Так наші предки виборювали волю для свого народу.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>Що символізують кольори на  Державному Прапорі країни?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- Яку назву має Державний Гімн України?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 xml:space="preserve">Ім </w:t>
      </w:r>
      <w:r>
        <w:rPr>
          <w:rFonts w:ascii="Times New Roman" w:hAnsi="Times New Roman"/>
          <w:sz w:val="28"/>
          <w:szCs w:val="28"/>
          <w:lang w:val="uk-UA"/>
        </w:rPr>
        <w:t>´</w:t>
      </w:r>
      <w:r w:rsidRPr="00073A78">
        <w:rPr>
          <w:rFonts w:ascii="Times New Roman" w:hAnsi="Times New Roman"/>
          <w:sz w:val="28"/>
          <w:szCs w:val="28"/>
          <w:lang w:val="uk-UA"/>
        </w:rPr>
        <w:t>я автора музики ви називали, а хто є автором слів?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( Звучить фонограма Гімну України).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і кожна держава</w:t>
      </w:r>
      <w:r w:rsidRPr="00073A78">
        <w:rPr>
          <w:rFonts w:ascii="Times New Roman" w:hAnsi="Times New Roman"/>
          <w:sz w:val="28"/>
          <w:szCs w:val="28"/>
          <w:lang w:val="uk-UA"/>
        </w:rPr>
        <w:t>, ми маємо свою Конституцію. А тепер питання командам: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 xml:space="preserve">Коли ми </w:t>
      </w:r>
      <w:r>
        <w:rPr>
          <w:rFonts w:ascii="Times New Roman" w:hAnsi="Times New Roman"/>
          <w:sz w:val="28"/>
          <w:szCs w:val="28"/>
          <w:lang w:val="uk-UA"/>
        </w:rPr>
        <w:t>відзначаємо День Конституції? (</w:t>
      </w:r>
      <w:r w:rsidRPr="00073A78">
        <w:rPr>
          <w:rFonts w:ascii="Times New Roman" w:hAnsi="Times New Roman"/>
          <w:sz w:val="28"/>
          <w:szCs w:val="28"/>
          <w:lang w:val="uk-UA"/>
        </w:rPr>
        <w:t>28 червня)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Коли святк</w:t>
      </w:r>
      <w:r>
        <w:rPr>
          <w:rFonts w:ascii="Times New Roman" w:hAnsi="Times New Roman"/>
          <w:sz w:val="28"/>
          <w:szCs w:val="28"/>
          <w:lang w:val="uk-UA"/>
        </w:rPr>
        <w:t xml:space="preserve">уємо День Незалежності країни? </w:t>
      </w:r>
      <w:r w:rsidRPr="00073A78">
        <w:rPr>
          <w:rFonts w:ascii="Times New Roman" w:hAnsi="Times New Roman"/>
          <w:sz w:val="28"/>
          <w:szCs w:val="28"/>
          <w:lang w:val="uk-UA"/>
        </w:rPr>
        <w:t>(24 серпня)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Як назива</w:t>
      </w:r>
      <w:r>
        <w:rPr>
          <w:rFonts w:ascii="Times New Roman" w:hAnsi="Times New Roman"/>
          <w:sz w:val="28"/>
          <w:szCs w:val="28"/>
          <w:lang w:val="uk-UA"/>
        </w:rPr>
        <w:t>ється Основний Закон України? (</w:t>
      </w:r>
      <w:r w:rsidRPr="00073A78">
        <w:rPr>
          <w:rFonts w:ascii="Times New Roman" w:hAnsi="Times New Roman"/>
          <w:sz w:val="28"/>
          <w:szCs w:val="28"/>
          <w:lang w:val="uk-UA"/>
        </w:rPr>
        <w:t>Конституція)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073A78">
        <w:rPr>
          <w:rFonts w:ascii="Times New Roman" w:hAnsi="Times New Roman"/>
          <w:sz w:val="28"/>
          <w:szCs w:val="28"/>
          <w:lang w:val="uk-UA"/>
        </w:rPr>
        <w:t>яким</w:t>
      </w:r>
      <w:r>
        <w:rPr>
          <w:rFonts w:ascii="Times New Roman" w:hAnsi="Times New Roman"/>
          <w:sz w:val="28"/>
          <w:szCs w:val="28"/>
          <w:lang w:val="uk-UA"/>
        </w:rPr>
        <w:t xml:space="preserve">и державами межує наша країна? (Росією, </w:t>
      </w:r>
      <w:r w:rsidRPr="00073A78">
        <w:rPr>
          <w:rFonts w:ascii="Times New Roman" w:hAnsi="Times New Roman"/>
          <w:sz w:val="28"/>
          <w:szCs w:val="28"/>
          <w:lang w:val="uk-UA"/>
        </w:rPr>
        <w:t>Молдовою, Білорусією, Болгарією і т.п.)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Головне місто держави</w:t>
      </w:r>
      <w:r w:rsidRPr="00073A78">
        <w:rPr>
          <w:rFonts w:ascii="Times New Roman" w:hAnsi="Times New Roman"/>
          <w:sz w:val="28"/>
          <w:szCs w:val="28"/>
          <w:lang w:val="uk-UA"/>
        </w:rPr>
        <w:t>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>( Столиця)</w:t>
      </w:r>
    </w:p>
    <w:p w:rsidR="00BC5780" w:rsidRPr="00073A78" w:rsidRDefault="00BC5780" w:rsidP="00073A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Назвіть легендарних </w:t>
      </w:r>
      <w:r w:rsidRPr="00073A78">
        <w:rPr>
          <w:rFonts w:ascii="Times New Roman" w:hAnsi="Times New Roman"/>
          <w:sz w:val="28"/>
          <w:szCs w:val="28"/>
          <w:lang w:val="uk-UA"/>
        </w:rPr>
        <w:t>засновників нашої столиці? ( Кий, Щек, Хорив, Либідь)</w:t>
      </w:r>
    </w:p>
    <w:p w:rsidR="00BC5780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 ІІІ раунд « Збери карту</w:t>
      </w: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України»</w:t>
      </w:r>
    </w:p>
    <w:p w:rsidR="00BC5780" w:rsidRPr="00704714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704714">
        <w:rPr>
          <w:rFonts w:ascii="Times New Roman" w:hAnsi="Times New Roman"/>
          <w:sz w:val="28"/>
          <w:szCs w:val="28"/>
          <w:lang w:val="uk-UA"/>
        </w:rPr>
        <w:t>Зараз я вам пропоную зазирнути до конвертів, які лежать на ваших столах. У них схована карта нашої країни, але, на жаль, її зіпсували – розрізали. А нам її потрібно зібрати до купи. Команда, яка зробить це першою, підніме прапорець.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                ІV раунд « Рідна мова –колискова»</w:t>
      </w:r>
    </w:p>
    <w:p w:rsidR="00BC5780" w:rsidRPr="00073A78" w:rsidRDefault="00BC5780" w:rsidP="00704714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 xml:space="preserve">Жодна людина не може обійтися без мови та спілкування. Пропоную вам дізнатись, як народні прислів </w:t>
      </w:r>
      <w:r>
        <w:rPr>
          <w:rFonts w:ascii="Times New Roman" w:hAnsi="Times New Roman"/>
          <w:sz w:val="28"/>
          <w:szCs w:val="28"/>
          <w:lang w:val="uk-UA"/>
        </w:rPr>
        <w:t>´</w:t>
      </w:r>
      <w:r w:rsidRPr="00073A78">
        <w:rPr>
          <w:rFonts w:ascii="Times New Roman" w:hAnsi="Times New Roman"/>
          <w:sz w:val="28"/>
          <w:szCs w:val="28"/>
          <w:lang w:val="uk-UA"/>
        </w:rPr>
        <w:t>я розповідають про значення мови в житті.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5316E">
        <w:rPr>
          <w:rFonts w:ascii="Times New Roman" w:hAnsi="Times New Roman"/>
          <w:b/>
          <w:sz w:val="28"/>
          <w:szCs w:val="28"/>
          <w:lang w:val="uk-UA"/>
        </w:rPr>
        <w:t>Хвилини поезії</w:t>
      </w:r>
      <w:r w:rsidRPr="00073A7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Читання</w:t>
      </w:r>
      <w:r w:rsidRPr="00073A78">
        <w:rPr>
          <w:rFonts w:ascii="Times New Roman" w:hAnsi="Times New Roman"/>
          <w:sz w:val="28"/>
          <w:szCs w:val="28"/>
          <w:lang w:val="uk-UA"/>
        </w:rPr>
        <w:t xml:space="preserve"> вірші про мову.</w:t>
      </w:r>
      <w:r>
        <w:rPr>
          <w:rFonts w:ascii="Times New Roman" w:hAnsi="Times New Roman"/>
          <w:sz w:val="28"/>
          <w:szCs w:val="28"/>
          <w:lang w:val="uk-UA"/>
        </w:rPr>
        <w:t xml:space="preserve"> Кожній команді дається один вірш про мову. Дітям потрібно обрати оратора, та виразно прочитати вірш.</w:t>
      </w:r>
    </w:p>
    <w:p w:rsidR="00BC5780" w:rsidRPr="00073A78" w:rsidRDefault="00BC5780" w:rsidP="00ED30B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Мова є народним символом України. А народні символи – це те, що найбільше любить і цінує народ.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V раунд «</w:t>
      </w: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>Народні символи України»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На гроні калини зображені народні символи .</w:t>
      </w:r>
    </w:p>
    <w:p w:rsidR="00BC5780" w:rsidRPr="00ED30BB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30BB">
        <w:rPr>
          <w:rFonts w:ascii="Times New Roman" w:hAnsi="Times New Roman"/>
          <w:b/>
          <w:sz w:val="28"/>
          <w:szCs w:val="28"/>
          <w:lang w:val="uk-UA"/>
        </w:rPr>
        <w:t xml:space="preserve"> « 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D30BB">
        <w:rPr>
          <w:rFonts w:ascii="Times New Roman" w:hAnsi="Times New Roman"/>
          <w:b/>
          <w:sz w:val="28"/>
          <w:szCs w:val="28"/>
          <w:lang w:val="uk-UA"/>
        </w:rPr>
        <w:t>Ягідку зривай, символ називай!»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( рушник, вишита сорочка, верба, калина, ба</w:t>
      </w:r>
      <w:r>
        <w:rPr>
          <w:rFonts w:ascii="Times New Roman" w:hAnsi="Times New Roman"/>
          <w:sz w:val="28"/>
          <w:szCs w:val="28"/>
          <w:lang w:val="uk-UA"/>
        </w:rPr>
        <w:t>рвінок, писанка, хліб-</w:t>
      </w:r>
      <w:r w:rsidRPr="00073A78">
        <w:rPr>
          <w:rFonts w:ascii="Times New Roman" w:hAnsi="Times New Roman"/>
          <w:sz w:val="28"/>
          <w:szCs w:val="28"/>
          <w:lang w:val="uk-UA"/>
        </w:rPr>
        <w:t>сіль і т.п.)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-Крім названих вами</w:t>
      </w:r>
      <w:r w:rsidRPr="00073A7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>є ще й птахи-символи.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>Подумайте і відгадайте,що символізують в українців такі птахи: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-Журавель( Символ туги за рідним краєм).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- Лелека ( Символ кохання, доброти).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Ластівка ( Символ матері).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Соловей ( пісенний символ України).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                    </w:t>
      </w:r>
      <w:r w:rsidRPr="00073A78">
        <w:rPr>
          <w:rFonts w:ascii="Times New Roman" w:hAnsi="Times New Roman"/>
          <w:b/>
          <w:color w:val="FF0000"/>
          <w:sz w:val="28"/>
          <w:szCs w:val="28"/>
          <w:lang w:val="uk-UA"/>
        </w:rPr>
        <w:t>«Бережи свій рідний дім»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-Люба дитино!  Україна- це твій рідний дім. Тут ти живеш. У ньому багато зелених лісів, квітучих садів, глибоких річок. Поглянь навколо себе.ти побачиш , як скрізь гарно- квіточки, травичка, пурхають метелики, співають пташки. У блакитному небі сяє сонечко. Вдивляйся в красу, милуйся нею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 xml:space="preserve">- і ти відкриєш для себе світ доброти. </w:t>
      </w:r>
    </w:p>
    <w:p w:rsidR="00BC5780" w:rsidRDefault="00BC5780" w:rsidP="00073A7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Бережи рідну землю.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3A78">
        <w:rPr>
          <w:rFonts w:ascii="Times New Roman" w:hAnsi="Times New Roman"/>
          <w:sz w:val="28"/>
          <w:szCs w:val="28"/>
          <w:lang w:val="uk-UA"/>
        </w:rPr>
        <w:t>Не забруднюй свій рідний дім, щоб тобі було приємно і затишно жити в ньому довгі роки.</w:t>
      </w:r>
      <w:r>
        <w:rPr>
          <w:rFonts w:ascii="Times New Roman" w:hAnsi="Times New Roman"/>
          <w:sz w:val="28"/>
          <w:szCs w:val="28"/>
          <w:lang w:val="uk-UA"/>
        </w:rPr>
        <w:t xml:space="preserve"> Ви знаєте, що цього року наша країна святкувала свій славний ювілей – 25 років, ці роки були для нас зовсім не простими, і зараз на Сході нашої країни відбуваються запеклі бої. Ми ж хочемо бачити нашу землю мирною, квітучою, із її Заходом і Сходом, із Кримом. То ж давайте сьогодні цією червоною стрічкою з’єднаємо усі частинки нашої неозорої країни і сплетемо у серці нашої незалежної держави.</w:t>
      </w:r>
    </w:p>
    <w:p w:rsidR="00BC5780" w:rsidRDefault="00BC5780" w:rsidP="002C7381">
      <w:pPr>
        <w:spacing w:line="360" w:lineRule="auto"/>
        <w:ind w:left="360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2C7381">
        <w:rPr>
          <w:rFonts w:ascii="Times New Roman" w:hAnsi="Times New Roman"/>
          <w:b/>
          <w:color w:val="FF0000"/>
          <w:sz w:val="28"/>
          <w:szCs w:val="28"/>
          <w:lang w:val="uk-UA"/>
        </w:rPr>
        <w:t>«Допоможемо одноліткам  Луганщини!»</w:t>
      </w:r>
    </w:p>
    <w:p w:rsidR="00BC5780" w:rsidRPr="006B69CD" w:rsidRDefault="00BC5780" w:rsidP="006B69C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6B69CD">
        <w:rPr>
          <w:rFonts w:ascii="Times New Roman" w:hAnsi="Times New Roman"/>
          <w:sz w:val="28"/>
          <w:szCs w:val="28"/>
          <w:lang w:val="uk-UA"/>
        </w:rPr>
        <w:t>Ви знаєте, що діти, які проживають у зоні АТО теж хочуть ходити до школи. Але у них не вистачає підручників, зошитів, ручок, олівців, кольорового паперу, альбомів.  Ми повинні долучитися до акції допомоги цим діткам і подарувати їм часточку свого шкільного приладдя. ( По середині класу ставиться скринька у яку дітки по черзі складають канцелярські товари)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C5780" w:rsidRPr="00073A78" w:rsidRDefault="00BC5780" w:rsidP="00073A78">
      <w:pPr>
        <w:spacing w:line="360" w:lineRule="auto"/>
        <w:ind w:left="3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73A78">
        <w:rPr>
          <w:rFonts w:ascii="Times New Roman" w:hAnsi="Times New Roman"/>
          <w:i/>
          <w:sz w:val="28"/>
          <w:szCs w:val="28"/>
          <w:lang w:val="uk-UA"/>
        </w:rPr>
        <w:t>Підсумок.</w:t>
      </w:r>
    </w:p>
    <w:p w:rsidR="00BC5780" w:rsidRPr="006B69CD" w:rsidRDefault="00BC5780" w:rsidP="006B69C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73A78">
        <w:rPr>
          <w:rFonts w:ascii="Times New Roman" w:hAnsi="Times New Roman"/>
          <w:sz w:val="28"/>
          <w:szCs w:val="28"/>
          <w:lang w:val="uk-UA"/>
        </w:rPr>
        <w:t>Журі оголошує результати інтелектуальної гри . Нагороджуються переможці.</w:t>
      </w:r>
    </w:p>
    <w:sectPr w:rsidR="00BC5780" w:rsidRPr="006B69CD" w:rsidSect="004A3374">
      <w:footerReference w:type="default" r:id="rId9"/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780" w:rsidRDefault="00BC5780" w:rsidP="0045316E">
      <w:pPr>
        <w:spacing w:after="0" w:line="240" w:lineRule="auto"/>
      </w:pPr>
      <w:r>
        <w:separator/>
      </w:r>
    </w:p>
  </w:endnote>
  <w:endnote w:type="continuationSeparator" w:id="0">
    <w:p w:rsidR="00BC5780" w:rsidRDefault="00BC5780" w:rsidP="00453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780" w:rsidRDefault="00BC5780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BC5780" w:rsidRDefault="00BC57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780" w:rsidRDefault="00BC5780" w:rsidP="0045316E">
      <w:pPr>
        <w:spacing w:after="0" w:line="240" w:lineRule="auto"/>
      </w:pPr>
      <w:r>
        <w:separator/>
      </w:r>
    </w:p>
  </w:footnote>
  <w:footnote w:type="continuationSeparator" w:id="0">
    <w:p w:rsidR="00BC5780" w:rsidRDefault="00BC5780" w:rsidP="00453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668D8"/>
    <w:multiLevelType w:val="hybridMultilevel"/>
    <w:tmpl w:val="1E286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385ECC"/>
    <w:multiLevelType w:val="hybridMultilevel"/>
    <w:tmpl w:val="E278956A"/>
    <w:lvl w:ilvl="0" w:tplc="20CEC7F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6E0"/>
    <w:rsid w:val="00073A78"/>
    <w:rsid w:val="00094F89"/>
    <w:rsid w:val="000A162D"/>
    <w:rsid w:val="000B65E9"/>
    <w:rsid w:val="000E3874"/>
    <w:rsid w:val="001A5C49"/>
    <w:rsid w:val="00207A2A"/>
    <w:rsid w:val="002466E0"/>
    <w:rsid w:val="00265961"/>
    <w:rsid w:val="002826D9"/>
    <w:rsid w:val="002C4E5F"/>
    <w:rsid w:val="002C7381"/>
    <w:rsid w:val="00300228"/>
    <w:rsid w:val="003B1A56"/>
    <w:rsid w:val="00407193"/>
    <w:rsid w:val="0045316E"/>
    <w:rsid w:val="00467A2E"/>
    <w:rsid w:val="004A3374"/>
    <w:rsid w:val="00543941"/>
    <w:rsid w:val="00595955"/>
    <w:rsid w:val="006869B8"/>
    <w:rsid w:val="006B69CD"/>
    <w:rsid w:val="00704714"/>
    <w:rsid w:val="00761D96"/>
    <w:rsid w:val="008543D3"/>
    <w:rsid w:val="009916F1"/>
    <w:rsid w:val="009D2ED9"/>
    <w:rsid w:val="009F108B"/>
    <w:rsid w:val="00AE450A"/>
    <w:rsid w:val="00B15FC2"/>
    <w:rsid w:val="00B5278E"/>
    <w:rsid w:val="00BC5780"/>
    <w:rsid w:val="00CD22D3"/>
    <w:rsid w:val="00D838DA"/>
    <w:rsid w:val="00E27162"/>
    <w:rsid w:val="00E770DA"/>
    <w:rsid w:val="00EB43FE"/>
    <w:rsid w:val="00ED30BB"/>
    <w:rsid w:val="00F007A8"/>
    <w:rsid w:val="00F82A8D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22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66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7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70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53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316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53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16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374</TotalTime>
  <Pages>6</Pages>
  <Words>884</Words>
  <Characters>5040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9</cp:revision>
  <cp:lastPrinted>2016-08-31T19:42:00Z</cp:lastPrinted>
  <dcterms:created xsi:type="dcterms:W3CDTF">2011-09-12T13:26:00Z</dcterms:created>
  <dcterms:modified xsi:type="dcterms:W3CDTF">2016-08-31T20:22:00Z</dcterms:modified>
</cp:coreProperties>
</file>