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68" w:rsidRDefault="008D3568" w:rsidP="00FD6176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Міністерство освіти і науки України</w:t>
      </w:r>
    </w:p>
    <w:p w:rsidR="008D3568" w:rsidRDefault="008D3568" w:rsidP="00FD6176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Полтавський обласний інститут післядипломної</w:t>
      </w:r>
    </w:p>
    <w:p w:rsidR="008D3568" w:rsidRDefault="008D3568" w:rsidP="00FD6176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педагогічної освіти ім. М. В. Остроградського</w:t>
      </w:r>
    </w:p>
    <w:p w:rsidR="008D3568" w:rsidRDefault="008D3568" w:rsidP="00FD6176">
      <w:pPr>
        <w:pStyle w:val="NormalWeb"/>
        <w:spacing w:before="0" w:before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</w:p>
    <w:p w:rsidR="008D3568" w:rsidRDefault="008D3568" w:rsidP="00FD6176">
      <w:pPr>
        <w:pStyle w:val="NormalWeb"/>
        <w:tabs>
          <w:tab w:val="left" w:pos="2445"/>
        </w:tabs>
        <w:spacing w:before="0" w:before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8D3568" w:rsidRDefault="008D3568" w:rsidP="00FD6176">
      <w:pPr>
        <w:pStyle w:val="NormalWeb"/>
        <w:tabs>
          <w:tab w:val="left" w:pos="3090"/>
        </w:tabs>
        <w:spacing w:before="0" w:before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                         Кафедра художньо-естетичного циклу</w:t>
      </w:r>
    </w:p>
    <w:p w:rsidR="008D3568" w:rsidRDefault="008D3568" w:rsidP="00FD6176">
      <w:pPr>
        <w:pStyle w:val="NormalWeb"/>
        <w:spacing w:before="0" w:before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8D3568" w:rsidRDefault="008D3568" w:rsidP="00FD6176">
      <w:pPr>
        <w:pStyle w:val="NormalWeb"/>
        <w:spacing w:before="0" w:before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8D3568" w:rsidRDefault="008D3568" w:rsidP="00FD6176">
      <w:pPr>
        <w:pStyle w:val="NormalWeb"/>
        <w:spacing w:before="0" w:beforeAutospacing="0"/>
        <w:ind w:firstLine="45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Сценарій конкурсу знавців музики</w:t>
      </w:r>
    </w:p>
    <w:p w:rsidR="008D3568" w:rsidRDefault="008D3568" w:rsidP="00FD6176">
      <w:pPr>
        <w:pStyle w:val="NormalWeb"/>
        <w:spacing w:before="0" w:beforeAutospacing="0"/>
        <w:jc w:val="center"/>
        <w:rPr>
          <w:b/>
          <w:bCs/>
          <w:color w:val="000000"/>
          <w:sz w:val="40"/>
          <w:szCs w:val="40"/>
          <w:lang w:val="uk-UA"/>
        </w:rPr>
      </w:pPr>
      <w:r>
        <w:rPr>
          <w:b/>
          <w:bCs/>
          <w:color w:val="000000"/>
          <w:sz w:val="40"/>
          <w:szCs w:val="40"/>
          <w:lang w:val="uk-UA"/>
        </w:rPr>
        <w:t>Ерудит-шоу 2014</w:t>
      </w:r>
    </w:p>
    <w:p w:rsidR="008D3568" w:rsidRDefault="008D3568" w:rsidP="00FD6176">
      <w:pPr>
        <w:pStyle w:val="NormalWeb"/>
        <w:spacing w:before="0" w:beforeAutospacing="0"/>
        <w:ind w:left="3720"/>
        <w:jc w:val="both"/>
        <w:rPr>
          <w:b/>
          <w:bCs/>
          <w:color w:val="000000"/>
          <w:sz w:val="40"/>
          <w:szCs w:val="40"/>
          <w:lang w:val="uk-UA"/>
        </w:rPr>
      </w:pPr>
    </w:p>
    <w:p w:rsidR="008D3568" w:rsidRDefault="008D3568" w:rsidP="00FD6176">
      <w:pPr>
        <w:pStyle w:val="NormalWeb"/>
        <w:spacing w:before="0" w:beforeAutospacing="0"/>
        <w:ind w:left="3720"/>
        <w:jc w:val="both"/>
        <w:rPr>
          <w:b/>
          <w:bCs/>
          <w:color w:val="000000"/>
          <w:sz w:val="40"/>
          <w:szCs w:val="40"/>
          <w:lang w:val="uk-UA"/>
        </w:rPr>
      </w:pPr>
    </w:p>
    <w:p w:rsidR="008D3568" w:rsidRDefault="008D3568" w:rsidP="00FD6176">
      <w:pPr>
        <w:pStyle w:val="NormalWeb"/>
        <w:spacing w:before="0" w:beforeAutospacing="0" w:after="0" w:afterAutospacing="0"/>
        <w:ind w:left="5398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Виконала: </w:t>
      </w:r>
      <w:r>
        <w:rPr>
          <w:b/>
          <w:bCs/>
          <w:color w:val="000000"/>
          <w:sz w:val="28"/>
          <w:szCs w:val="28"/>
          <w:lang w:val="uk-UA"/>
        </w:rPr>
        <w:t xml:space="preserve">С.А.Терещенко, </w:t>
      </w:r>
    </w:p>
    <w:p w:rsidR="008D3568" w:rsidRDefault="008D3568" w:rsidP="00FD6176">
      <w:pPr>
        <w:pStyle w:val="NormalWeb"/>
        <w:spacing w:before="0" w:beforeAutospacing="0" w:after="0" w:afterAutospacing="0"/>
        <w:ind w:left="539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Вчитель музичного мистецтва Балясненської ЗОШ І- ІІІ ст. </w:t>
      </w:r>
    </w:p>
    <w:p w:rsidR="008D3568" w:rsidRDefault="008D3568" w:rsidP="00FD6176">
      <w:pPr>
        <w:pStyle w:val="NormalWeb"/>
        <w:spacing w:before="0" w:beforeAutospacing="0" w:after="0" w:afterAutospacing="0"/>
        <w:ind w:left="539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Диканського району </w:t>
      </w:r>
    </w:p>
    <w:p w:rsidR="008D3568" w:rsidRPr="007B2DE9" w:rsidRDefault="008D3568" w:rsidP="00FD6176">
      <w:pPr>
        <w:pStyle w:val="NormalWeb"/>
        <w:spacing w:before="0" w:beforeAutospacing="0" w:after="0" w:afterAutospacing="0"/>
        <w:ind w:left="5398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Полтавської області,    </w:t>
      </w:r>
    </w:p>
    <w:p w:rsidR="008D3568" w:rsidRDefault="008D3568" w:rsidP="00FD6176">
      <w:pPr>
        <w:pStyle w:val="NormalWeb"/>
        <w:spacing w:before="0" w:beforeAutospacing="0" w:after="0" w:afterAutospacing="0"/>
        <w:ind w:left="539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слухач курсів дистанційного навчання вихователів групи продовженого дня</w:t>
      </w:r>
    </w:p>
    <w:p w:rsidR="008D3568" w:rsidRDefault="008D3568" w:rsidP="00FD6176">
      <w:pPr>
        <w:pStyle w:val="NormalWeb"/>
        <w:spacing w:before="0" w:beforeAutospacing="0" w:after="0" w:afterAutospacing="0"/>
        <w:ind w:left="539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25.03. по 30.06.2015 року </w:t>
      </w:r>
    </w:p>
    <w:p w:rsidR="008D3568" w:rsidRPr="007B2DE9" w:rsidRDefault="008D3568" w:rsidP="00FD6176">
      <w:pPr>
        <w:pStyle w:val="NormalWeb"/>
        <w:spacing w:before="0" w:beforeAutospacing="0"/>
        <w:ind w:left="3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8D3568" w:rsidRDefault="008D3568" w:rsidP="00FD6176">
      <w:pPr>
        <w:pStyle w:val="NormalWeb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</w:p>
    <w:p w:rsidR="008D3568" w:rsidRPr="002747F5" w:rsidRDefault="008D3568" w:rsidP="00FD6176">
      <w:pPr>
        <w:pStyle w:val="NormalWeb"/>
        <w:spacing w:before="0" w:beforeAutospacing="0"/>
        <w:jc w:val="both"/>
        <w:rPr>
          <w:b/>
          <w:bCs/>
          <w:color w:val="000000"/>
          <w:sz w:val="40"/>
          <w:szCs w:val="4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</w:t>
      </w:r>
    </w:p>
    <w:p w:rsidR="008D3568" w:rsidRDefault="008D3568" w:rsidP="00FD6176">
      <w:pPr>
        <w:pStyle w:val="NormalWeb"/>
        <w:spacing w:before="0" w:beforeAutospacing="0"/>
        <w:jc w:val="both"/>
        <w:rPr>
          <w:color w:val="000000"/>
          <w:sz w:val="28"/>
          <w:szCs w:val="28"/>
          <w:lang w:val="uk-UA"/>
        </w:rPr>
      </w:pPr>
    </w:p>
    <w:p w:rsidR="008D3568" w:rsidRDefault="008D3568" w:rsidP="00FD6176">
      <w:pPr>
        <w:pStyle w:val="NormalWeb"/>
        <w:spacing w:before="0" w:beforeAutospacing="0"/>
        <w:ind w:firstLine="450"/>
        <w:jc w:val="center"/>
        <w:rPr>
          <w:color w:val="000000"/>
          <w:sz w:val="28"/>
          <w:szCs w:val="28"/>
          <w:lang w:val="uk-UA"/>
        </w:rPr>
      </w:pPr>
    </w:p>
    <w:p w:rsidR="008D3568" w:rsidRDefault="008D3568" w:rsidP="00FD6176">
      <w:pPr>
        <w:pStyle w:val="NormalWeb"/>
        <w:spacing w:before="0" w:beforeAutospacing="0"/>
        <w:ind w:firstLine="450"/>
        <w:jc w:val="center"/>
        <w:rPr>
          <w:color w:val="000000"/>
          <w:sz w:val="28"/>
          <w:szCs w:val="28"/>
          <w:lang w:val="uk-UA"/>
        </w:rPr>
      </w:pPr>
    </w:p>
    <w:p w:rsidR="008D3568" w:rsidRPr="00A558B1" w:rsidRDefault="008D3568" w:rsidP="00FD6176">
      <w:pPr>
        <w:pStyle w:val="NormalWeb"/>
        <w:spacing w:before="0" w:beforeAutospacing="0"/>
        <w:ind w:firstLine="45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Полтава – 2015</w:t>
      </w:r>
    </w:p>
    <w:p w:rsidR="008D3568" w:rsidRDefault="008D3568" w:rsidP="00FD6176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</w:t>
      </w:r>
    </w:p>
    <w:p w:rsidR="008D3568" w:rsidRPr="00A0134D" w:rsidRDefault="008D3568" w:rsidP="00FD6176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(на сцені плакат з надписом «</w:t>
      </w:r>
      <w:r w:rsidRPr="00A0134D">
        <w:rPr>
          <w:sz w:val="28"/>
          <w:szCs w:val="28"/>
        </w:rPr>
        <w:t>Музика - це розум, втілений у прекрасних звуках</w:t>
      </w:r>
      <w:r w:rsidRPr="00A0134D">
        <w:rPr>
          <w:sz w:val="28"/>
          <w:szCs w:val="28"/>
          <w:lang w:val="uk-UA"/>
        </w:rPr>
        <w:t>»)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</w:rPr>
      </w:pPr>
      <w:r w:rsidRPr="00A0134D">
        <w:rPr>
          <w:b/>
          <w:bCs/>
          <w:sz w:val="28"/>
          <w:szCs w:val="28"/>
          <w:lang w:val="uk-UA"/>
        </w:rPr>
        <w:t xml:space="preserve">Вчитель </w:t>
      </w:r>
      <w:r w:rsidRPr="00A0134D">
        <w:rPr>
          <w:sz w:val="28"/>
          <w:szCs w:val="28"/>
          <w:lang w:val="uk-UA"/>
        </w:rPr>
        <w:t>:</w:t>
      </w:r>
      <w:r w:rsidRPr="00A0134D">
        <w:rPr>
          <w:sz w:val="28"/>
          <w:szCs w:val="28"/>
        </w:rPr>
        <w:t xml:space="preserve"> О! Музика! </w:t>
      </w:r>
    </w:p>
    <w:p w:rsidR="008D3568" w:rsidRDefault="008D3568" w:rsidP="00A0134D">
      <w:pPr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Яке це справді диво,</w:t>
      </w:r>
      <w:r w:rsidRPr="00A0134D">
        <w:rPr>
          <w:sz w:val="28"/>
          <w:szCs w:val="28"/>
        </w:rPr>
        <w:br/>
        <w:t>Вона підносить в сині небеса,</w:t>
      </w:r>
      <w:r w:rsidRPr="00A0134D">
        <w:rPr>
          <w:sz w:val="28"/>
          <w:szCs w:val="28"/>
        </w:rPr>
        <w:br/>
        <w:t>Ти невагомий і летиш щасливо,</w:t>
      </w:r>
      <w:r w:rsidRPr="00A0134D">
        <w:rPr>
          <w:sz w:val="28"/>
          <w:szCs w:val="28"/>
        </w:rPr>
        <w:br/>
        <w:t>А навкруги простори і краса.</w:t>
      </w:r>
      <w:r w:rsidRPr="00A0134D">
        <w:rPr>
          <w:sz w:val="28"/>
          <w:szCs w:val="28"/>
        </w:rPr>
        <w:br/>
        <w:t>І стільки щастя, радості легкої,</w:t>
      </w:r>
      <w:r w:rsidRPr="00A0134D">
        <w:rPr>
          <w:sz w:val="28"/>
          <w:szCs w:val="28"/>
        </w:rPr>
        <w:br/>
        <w:t>Любові, світла, ласки навкруги.</w:t>
      </w:r>
      <w:r w:rsidRPr="00A0134D">
        <w:rPr>
          <w:sz w:val="28"/>
          <w:szCs w:val="28"/>
        </w:rPr>
        <w:br/>
        <w:t>Краси божественної, неземної,</w:t>
      </w:r>
      <w:r w:rsidRPr="00A0134D">
        <w:rPr>
          <w:sz w:val="28"/>
          <w:szCs w:val="28"/>
        </w:rPr>
        <w:br/>
        <w:t>Реальність враз втрачає береги...</w:t>
      </w:r>
      <w:r w:rsidRPr="00A0134D">
        <w:rPr>
          <w:sz w:val="28"/>
          <w:szCs w:val="28"/>
        </w:rPr>
        <w:br/>
        <w:t>А хвиля музики тебе несе, гойдає.</w:t>
      </w:r>
      <w:r w:rsidRPr="00A0134D">
        <w:rPr>
          <w:sz w:val="28"/>
          <w:szCs w:val="28"/>
        </w:rPr>
        <w:br/>
        <w:t>Відносить в загадковії світи.</w:t>
      </w:r>
      <w:r w:rsidRPr="00A0134D">
        <w:rPr>
          <w:sz w:val="28"/>
          <w:szCs w:val="28"/>
        </w:rPr>
        <w:br/>
        <w:t>І вабить душу, ніжно пригортає.</w:t>
      </w:r>
      <w:r w:rsidRPr="00A0134D">
        <w:rPr>
          <w:sz w:val="28"/>
          <w:szCs w:val="28"/>
        </w:rPr>
        <w:br/>
        <w:t>Частинкою її стаєш і ти.</w:t>
      </w:r>
      <w:r w:rsidRPr="00A0134D">
        <w:rPr>
          <w:sz w:val="28"/>
          <w:szCs w:val="28"/>
        </w:rPr>
        <w:br/>
        <w:t>І все земне уже неактуальне,</w:t>
      </w:r>
      <w:r w:rsidRPr="00A0134D">
        <w:rPr>
          <w:sz w:val="28"/>
          <w:szCs w:val="28"/>
        </w:rPr>
        <w:br/>
        <w:t>А лише музика в душі твоїй луна.</w:t>
      </w:r>
      <w:r w:rsidRPr="00A0134D">
        <w:rPr>
          <w:sz w:val="28"/>
          <w:szCs w:val="28"/>
        </w:rPr>
        <w:br/>
        <w:t>То спрагла, лагідна, а то печальна,</w:t>
      </w:r>
      <w:r w:rsidRPr="00A0134D">
        <w:rPr>
          <w:sz w:val="28"/>
          <w:szCs w:val="28"/>
        </w:rPr>
        <w:br/>
        <w:t>Але тобою випита до дна.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1 жовтня  відзначається Міжнародний день музики .Є у нас багато свят, які ми любимо і пам’ятаємо. Але, на жаль, не всі знають про це свято .А ми повинні пам’ятати і про нього. 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Погодьтеся, що музика надихає весь світ, постачає душу крилами, сприяє польоту уяви; музика додає життя і веселість всьому існуючому ... Її можна назвати втіленням всього прекрасного і всього піднесеного. Музика - джерело радості мудрих людей, вона здатна викликати в народі добрі думки, вона глибоко проникає в його свідомість і легко змінює вдачі та звичаї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 звучить «Полонез» Огінського)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Вед.1:</w:t>
      </w:r>
      <w:r w:rsidRPr="00A0134D">
        <w:rPr>
          <w:sz w:val="28"/>
          <w:szCs w:val="28"/>
          <w:lang w:val="uk-UA"/>
        </w:rPr>
        <w:t xml:space="preserve">  Привіт усім, хто зібрався у цій святковій залі!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Вед.2:</w:t>
      </w:r>
      <w:r w:rsidRPr="00A0134D">
        <w:rPr>
          <w:sz w:val="28"/>
          <w:szCs w:val="28"/>
          <w:lang w:val="uk-UA"/>
        </w:rPr>
        <w:t xml:space="preserve"> А хіба сьогодні є якесь свято? По-моєму, звичайний будній день, ще й погода… так собі і настрій …не дуже…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Вед.1:</w:t>
      </w:r>
      <w:r>
        <w:rPr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 xml:space="preserve"> Хтось колись сказав: якщо в календарі ніякого свята немає, а на душі негаразд,  то потрібно свято придумати і відзначити його, і на душі стане веселіше. 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От ми і придумали свято – конкурс любителів музики </w:t>
      </w:r>
      <w:r w:rsidRPr="00A0134D">
        <w:rPr>
          <w:b/>
          <w:bCs/>
          <w:sz w:val="28"/>
          <w:szCs w:val="28"/>
          <w:lang w:val="uk-UA"/>
        </w:rPr>
        <w:t>«Ерудит-шоу - 2015»</w:t>
      </w:r>
      <w:r w:rsidRPr="00A0134D">
        <w:rPr>
          <w:sz w:val="28"/>
          <w:szCs w:val="28"/>
          <w:lang w:val="uk-UA"/>
        </w:rPr>
        <w:t>. І проведемо його дійсно по-святковому: весело, захоплююче, з азартом…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Вед.2:</w:t>
      </w:r>
      <w:r w:rsidRPr="00A0134D">
        <w:rPr>
          <w:sz w:val="28"/>
          <w:szCs w:val="28"/>
          <w:lang w:val="uk-UA"/>
        </w:rPr>
        <w:t xml:space="preserve"> І з подарунками</w:t>
      </w:r>
      <w:r w:rsidRPr="00A0134D">
        <w:rPr>
          <w:sz w:val="28"/>
          <w:szCs w:val="28"/>
        </w:rPr>
        <w:t>?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 </w:t>
      </w:r>
      <w:r w:rsidRPr="00A0134D">
        <w:rPr>
          <w:sz w:val="28"/>
          <w:szCs w:val="28"/>
          <w:lang w:val="uk-UA"/>
        </w:rPr>
        <w:t>Ну звичайно ж! Як у будь-якому конкурсі, сьогодні у нас будуть переможці, а значить – і подарунки переможцям. Але я думаю, що на нашому святі не буде переможених, адже усі без винятку отримають справді розкішний подарунок – розкіш спілкування.</w:t>
      </w:r>
    </w:p>
    <w:p w:rsidR="008D3568" w:rsidRPr="00A0134D" w:rsidRDefault="008D3568" w:rsidP="00A0134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Отже, ми розпочинаємо!</w:t>
      </w:r>
    </w:p>
    <w:p w:rsidR="008D3568" w:rsidRPr="00A0134D" w:rsidRDefault="008D3568" w:rsidP="00F06C7E">
      <w:pPr>
        <w:ind w:left="3539" w:firstLine="709"/>
        <w:jc w:val="both"/>
        <w:rPr>
          <w:i/>
          <w:iCs/>
          <w:sz w:val="28"/>
          <w:szCs w:val="28"/>
          <w:lang w:val="uk-UA"/>
        </w:rPr>
      </w:pPr>
      <w:r w:rsidRPr="00A0134D">
        <w:rPr>
          <w:i/>
          <w:iCs/>
          <w:sz w:val="28"/>
          <w:szCs w:val="28"/>
        </w:rPr>
        <w:t>(Фанфари)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 </w:t>
      </w:r>
      <w:r w:rsidRPr="00A0134D">
        <w:rPr>
          <w:sz w:val="28"/>
          <w:szCs w:val="28"/>
          <w:lang w:val="uk-UA"/>
        </w:rPr>
        <w:t>У нашому</w:t>
      </w:r>
      <w:r w:rsidRPr="00A0134D">
        <w:rPr>
          <w:b/>
          <w:bCs/>
          <w:sz w:val="28"/>
          <w:szCs w:val="28"/>
          <w:lang w:val="uk-UA"/>
        </w:rPr>
        <w:t xml:space="preserve"> «</w:t>
      </w:r>
      <w:r w:rsidRPr="00A0134D">
        <w:rPr>
          <w:sz w:val="28"/>
          <w:szCs w:val="28"/>
          <w:lang w:val="uk-UA"/>
        </w:rPr>
        <w:t>Ерудит-шоу</w:t>
      </w:r>
      <w:r w:rsidRPr="00A0134D">
        <w:rPr>
          <w:b/>
          <w:bCs/>
          <w:sz w:val="28"/>
          <w:szCs w:val="28"/>
          <w:lang w:val="uk-UA"/>
        </w:rPr>
        <w:t xml:space="preserve">» </w:t>
      </w:r>
      <w:r w:rsidRPr="00A0134D">
        <w:rPr>
          <w:sz w:val="28"/>
          <w:szCs w:val="28"/>
          <w:lang w:val="uk-UA"/>
        </w:rPr>
        <w:t>беруть участь дві команди.   Вітайте!</w:t>
      </w:r>
    </w:p>
    <w:p w:rsidR="008D3568" w:rsidRPr="00A0134D" w:rsidRDefault="008D3568" w:rsidP="00F06C7E">
      <w:pPr>
        <w:ind w:firstLine="709"/>
        <w:jc w:val="center"/>
        <w:rPr>
          <w:i/>
          <w:iCs/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</w:t>
      </w:r>
      <w:r w:rsidRPr="00A0134D">
        <w:rPr>
          <w:i/>
          <w:iCs/>
          <w:sz w:val="28"/>
          <w:szCs w:val="28"/>
          <w:lang w:val="uk-UA"/>
        </w:rPr>
        <w:t>Звучить урочиста музика)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  </w:t>
      </w:r>
      <w:r w:rsidRPr="00A0134D">
        <w:rPr>
          <w:sz w:val="28"/>
          <w:szCs w:val="28"/>
          <w:lang w:val="uk-UA"/>
        </w:rPr>
        <w:t xml:space="preserve">За </w:t>
      </w:r>
      <w:r w:rsidRPr="00A0134D">
        <w:rPr>
          <w:sz w:val="28"/>
          <w:szCs w:val="28"/>
          <w:u w:val="single"/>
          <w:lang w:val="uk-UA"/>
        </w:rPr>
        <w:t>червоним</w:t>
      </w:r>
      <w:r w:rsidRPr="00A0134D">
        <w:rPr>
          <w:sz w:val="28"/>
          <w:szCs w:val="28"/>
          <w:lang w:val="uk-UA"/>
        </w:rPr>
        <w:t xml:space="preserve"> столом грають: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    (Поіменно представляють учасників, які виходять під </w:t>
      </w:r>
      <w:r w:rsidRPr="00A0134D">
        <w:rPr>
          <w:sz w:val="28"/>
          <w:szCs w:val="28"/>
          <w:u w:val="single"/>
          <w:lang w:val="uk-UA"/>
        </w:rPr>
        <w:t>музичний</w:t>
      </w:r>
      <w:r w:rsidRPr="00A0134D">
        <w:rPr>
          <w:sz w:val="28"/>
          <w:szCs w:val="28"/>
          <w:lang w:val="uk-UA"/>
        </w:rPr>
        <w:t xml:space="preserve"> супровід)                                         </w:t>
      </w:r>
    </w:p>
    <w:p w:rsidR="008D3568" w:rsidRPr="00A0134D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Вед.1:</w:t>
      </w:r>
      <w:r w:rsidRPr="00A0134D">
        <w:rPr>
          <w:sz w:val="28"/>
          <w:szCs w:val="28"/>
          <w:lang w:val="uk-UA"/>
        </w:rPr>
        <w:t xml:space="preserve"> За </w:t>
      </w:r>
      <w:r w:rsidRPr="00A0134D">
        <w:rPr>
          <w:sz w:val="28"/>
          <w:szCs w:val="28"/>
          <w:u w:val="single"/>
          <w:lang w:val="uk-UA"/>
        </w:rPr>
        <w:t xml:space="preserve">синім </w:t>
      </w:r>
      <w:r w:rsidRPr="00A0134D">
        <w:rPr>
          <w:sz w:val="28"/>
          <w:szCs w:val="28"/>
          <w:lang w:val="uk-UA"/>
        </w:rPr>
        <w:t>столом грають: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   (Поіменно представляють учасників, які виходять під </w:t>
      </w:r>
      <w:r w:rsidRPr="00A0134D">
        <w:rPr>
          <w:sz w:val="28"/>
          <w:szCs w:val="28"/>
          <w:u w:val="single"/>
          <w:lang w:val="uk-UA"/>
        </w:rPr>
        <w:t>музичний</w:t>
      </w:r>
      <w:r w:rsidRPr="00A0134D">
        <w:rPr>
          <w:sz w:val="28"/>
          <w:szCs w:val="28"/>
          <w:lang w:val="uk-UA"/>
        </w:rPr>
        <w:t xml:space="preserve"> супровід)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А зараз  учасники команд за допомогою клавіатури мобільного телефону розшифрують назву своєї  команди. Отже , увага 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Команда за червоним столом  655156 (романс)</w:t>
      </w:r>
    </w:p>
    <w:p w:rsidR="008D3568" w:rsidRDefault="008D3568" w:rsidP="00D109C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Команда за синім столом  655161(соната). </w:t>
      </w:r>
    </w:p>
    <w:p w:rsidR="008D3568" w:rsidRPr="00A0134D" w:rsidRDefault="008D3568" w:rsidP="00D109C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Увага,розпочали…Отже, ми маємо… 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   </w:t>
      </w:r>
      <w:r w:rsidRPr="00A0134D">
        <w:rPr>
          <w:sz w:val="28"/>
          <w:szCs w:val="28"/>
          <w:lang w:val="uk-UA"/>
        </w:rPr>
        <w:t>Будь-який конкурс неможливий без журі .Отже ,сьогодні   наш конкурс будуть  судити…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І звичайно ж, ви, шановні гості</w:t>
      </w:r>
      <w:r w:rsidRPr="00A0134D">
        <w:rPr>
          <w:b/>
          <w:bCs/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>, допомагатим</w:t>
      </w:r>
      <w:r w:rsidRPr="00A0134D">
        <w:rPr>
          <w:sz w:val="28"/>
          <w:szCs w:val="28"/>
          <w:lang w:val="en-US"/>
        </w:rPr>
        <w:t>e</w:t>
      </w:r>
      <w:r w:rsidRPr="00A0134D">
        <w:rPr>
          <w:sz w:val="28"/>
          <w:szCs w:val="28"/>
          <w:lang w:val="uk-UA"/>
        </w:rPr>
        <w:t>те і слідкуватимете за ходом «Ерудит-шоу»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</w:t>
      </w:r>
      <w:r w:rsidRPr="00A0134D">
        <w:rPr>
          <w:b/>
          <w:bCs/>
          <w:sz w:val="28"/>
          <w:szCs w:val="28"/>
          <w:lang w:val="uk-UA"/>
        </w:rPr>
        <w:t>Вед.1:</w:t>
      </w:r>
      <w:r w:rsidRPr="00A0134D">
        <w:rPr>
          <w:sz w:val="28"/>
          <w:szCs w:val="28"/>
          <w:lang w:val="uk-UA"/>
        </w:rPr>
        <w:t xml:space="preserve"> </w:t>
      </w:r>
      <w:r w:rsidRPr="00A0134D">
        <w:rPr>
          <w:b/>
          <w:bCs/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>Давайте підтримаємо наших учасників!</w:t>
      </w:r>
    </w:p>
    <w:p w:rsidR="008D3568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u w:val="single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 xml:space="preserve">Ми розпочинаємо   </w:t>
      </w:r>
      <w:r w:rsidRPr="00A0134D">
        <w:rPr>
          <w:sz w:val="28"/>
          <w:szCs w:val="28"/>
          <w:u w:val="single"/>
          <w:lang w:val="uk-UA"/>
        </w:rPr>
        <w:t xml:space="preserve"> </w:t>
      </w:r>
      <w:r w:rsidRPr="00A0134D">
        <w:rPr>
          <w:b/>
          <w:bCs/>
          <w:sz w:val="28"/>
          <w:szCs w:val="28"/>
          <w:u w:val="single"/>
          <w:lang w:val="uk-UA"/>
        </w:rPr>
        <w:t>І</w:t>
      </w:r>
      <w:r w:rsidRPr="00A0134D">
        <w:rPr>
          <w:sz w:val="28"/>
          <w:szCs w:val="28"/>
          <w:u w:val="single"/>
          <w:lang w:val="uk-UA"/>
        </w:rPr>
        <w:t xml:space="preserve"> </w:t>
      </w:r>
      <w:r w:rsidRPr="00A0134D">
        <w:rPr>
          <w:b/>
          <w:bCs/>
          <w:sz w:val="28"/>
          <w:szCs w:val="28"/>
          <w:u w:val="single"/>
          <w:lang w:val="uk-UA"/>
        </w:rPr>
        <w:t>тур</w:t>
      </w:r>
      <w:r w:rsidRPr="00A0134D">
        <w:rPr>
          <w:sz w:val="28"/>
          <w:szCs w:val="28"/>
          <w:u w:val="single"/>
          <w:lang w:val="uk-UA"/>
        </w:rPr>
        <w:t xml:space="preserve"> гри </w:t>
      </w:r>
      <w:r w:rsidRPr="00A0134D">
        <w:rPr>
          <w:b/>
          <w:bCs/>
          <w:sz w:val="28"/>
          <w:szCs w:val="28"/>
          <w:u w:val="single"/>
          <w:lang w:val="uk-UA"/>
        </w:rPr>
        <w:t>–     «Бліц-конкурс»</w:t>
      </w:r>
      <w:r w:rsidRPr="00A0134D">
        <w:rPr>
          <w:sz w:val="28"/>
          <w:szCs w:val="28"/>
          <w:u w:val="single"/>
          <w:lang w:val="uk-UA"/>
        </w:rPr>
        <w:t xml:space="preserve">! </w:t>
      </w:r>
    </w:p>
    <w:p w:rsidR="008D3568" w:rsidRPr="00A0134D" w:rsidRDefault="008D3568" w:rsidP="00F06C7E">
      <w:pPr>
        <w:ind w:left="3539"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(Фанфари)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 </w:t>
      </w:r>
      <w:r w:rsidRPr="00A0134D">
        <w:rPr>
          <w:sz w:val="28"/>
          <w:szCs w:val="28"/>
          <w:lang w:val="uk-UA"/>
        </w:rPr>
        <w:t>Отже, команді  «Романс» даються  запитання, на які потрібно відповісти без підготовки протягом однієї хвилини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Назвіть музичний інструмент, назва якого походить від слова «акорд»?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 xml:space="preserve">(Аккордеон). 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Цимбали - це клавішний або струнний музичний інструмент?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(Струнний.)</w:t>
      </w:r>
    </w:p>
    <w:p w:rsidR="008D3568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♫</w:t>
      </w:r>
      <w:r>
        <w:rPr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</w:rPr>
        <w:t>Висота якого струнного смичкового інструменту становить приблизно два метри?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i/>
          <w:iCs/>
          <w:sz w:val="28"/>
          <w:szCs w:val="28"/>
        </w:rPr>
        <w:t>(Контрабас.)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 Який музичний інструмент зазвичай використовують сучасні барди?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(Гітару.)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Назва якогось ударного музичного інструменту в перекладі з іспанської означає «маленькі каштани»?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(Кастаньєти.)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На якому музичному інструменті любив грати Шерлок Холмс?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(На скрипці.)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Будь клавіш у рояля більше: чорних чи білих?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(Білих.)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Як називається ножний важіль в автомобілі і музичних інструментах?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(Педаль.)</w:t>
      </w:r>
    </w:p>
    <w:p w:rsidR="008D3568" w:rsidRPr="00F06C7E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i/>
          <w:iCs/>
          <w:sz w:val="28"/>
          <w:szCs w:val="28"/>
        </w:rPr>
      </w:pPr>
      <w:r w:rsidRPr="00A0134D">
        <w:rPr>
          <w:sz w:val="28"/>
          <w:szCs w:val="28"/>
        </w:rPr>
        <w:t>♫  Назвіть найпопулярніший інструмент на Чорному континенті?</w:t>
      </w:r>
      <w:r w:rsidRPr="00A0134D">
        <w:rPr>
          <w:sz w:val="28"/>
          <w:szCs w:val="28"/>
        </w:rPr>
        <w:br/>
      </w:r>
      <w:r w:rsidRPr="00F06C7E">
        <w:rPr>
          <w:i/>
          <w:iCs/>
          <w:sz w:val="28"/>
          <w:szCs w:val="28"/>
        </w:rPr>
        <w:t>(Барабан.)</w:t>
      </w:r>
    </w:p>
    <w:p w:rsidR="008D3568" w:rsidRPr="00A0134D" w:rsidRDefault="008D3568" w:rsidP="00F06C7E">
      <w:pPr>
        <w:tabs>
          <w:tab w:val="left" w:pos="3920"/>
        </w:tabs>
        <w:spacing w:line="312" w:lineRule="auto"/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 Назва якого музичного інструмента у перекладі з італійської означає «голосно-тихо»?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(Фортепіано.)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left="360"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 xml:space="preserve">Наступні  запитання для команди «Соната». 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Для якого інструменту написана Місячна соната Бетховена?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(Фортепіано.)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Назвіть попередника фортепіано.</w:t>
      </w:r>
      <w:r w:rsidRPr="00A0134D">
        <w:rPr>
          <w:i/>
          <w:iCs/>
          <w:sz w:val="28"/>
          <w:szCs w:val="28"/>
        </w:rPr>
        <w:t xml:space="preserve"> (Клавесин)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На якому музичному інструменті віртуозно грали Шопен, Ліст і Рахманінов?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(Фортепіано.)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♫ Який ударний інструмент використовується для подачі сигналу про початок і закінчення боксерської раунду?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i/>
          <w:iCs/>
          <w:sz w:val="28"/>
          <w:szCs w:val="28"/>
        </w:rPr>
        <w:t>(Гонг.)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♫ На якому інструменті грають пальцями, долонями, ліктями, паличками та навіть калаталами?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i/>
          <w:iCs/>
          <w:sz w:val="28"/>
          <w:szCs w:val="28"/>
        </w:rPr>
        <w:t xml:space="preserve"> (На барабані.)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♫ Самий похідний музичний інструмент - це... Що?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 xml:space="preserve"> (Гітара.)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♫ Які маленькі дерев'яні ударні інструменти іспанські танцівниці надягають на пальці обох рук?</w:t>
      </w:r>
    </w:p>
    <w:p w:rsidR="008D3568" w:rsidRPr="00FD6176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FD6176">
        <w:rPr>
          <w:i/>
          <w:iCs/>
          <w:sz w:val="28"/>
          <w:szCs w:val="28"/>
          <w:lang w:val="uk-UA"/>
        </w:rPr>
        <w:t>(Кастаньєти.)</w:t>
      </w:r>
    </w:p>
    <w:p w:rsidR="008D3568" w:rsidRPr="00FD6176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FD6176">
        <w:rPr>
          <w:sz w:val="28"/>
          <w:szCs w:val="28"/>
          <w:lang w:val="uk-UA"/>
        </w:rPr>
        <w:t>♫</w:t>
      </w:r>
      <w:r w:rsidRPr="00A0134D">
        <w:rPr>
          <w:sz w:val="28"/>
          <w:szCs w:val="28"/>
        </w:rPr>
        <w:t> </w:t>
      </w:r>
      <w:r w:rsidRPr="00FD6176">
        <w:rPr>
          <w:sz w:val="28"/>
          <w:szCs w:val="28"/>
          <w:lang w:val="uk-UA"/>
        </w:rPr>
        <w:t>Музичний інструмент,що є емблемою музики?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(Ліра)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Як називається багатострунний український народний щипковий інструмент?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i/>
          <w:iCs/>
          <w:sz w:val="28"/>
          <w:szCs w:val="28"/>
        </w:rPr>
        <w:t>(Бандура)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</w:rPr>
        <w:t>♫ Який музичний інструмент має назву геометричної фігури?.</w:t>
      </w:r>
      <w:r w:rsidRPr="00A0134D">
        <w:rPr>
          <w:sz w:val="28"/>
          <w:szCs w:val="28"/>
        </w:rPr>
        <w:br/>
      </w:r>
      <w:r w:rsidRPr="00A0134D">
        <w:rPr>
          <w:i/>
          <w:iCs/>
          <w:sz w:val="28"/>
          <w:szCs w:val="28"/>
        </w:rPr>
        <w:t>(Трикутник)</w:t>
      </w:r>
    </w:p>
    <w:p w:rsidR="008D3568" w:rsidRPr="00A0134D" w:rsidRDefault="008D3568" w:rsidP="00A0134D">
      <w:pPr>
        <w:tabs>
          <w:tab w:val="left" w:pos="3920"/>
        </w:tabs>
        <w:ind w:left="360"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Вед.1</w:t>
      </w:r>
      <w:r w:rsidRPr="00A0134D">
        <w:rPr>
          <w:sz w:val="28"/>
          <w:szCs w:val="28"/>
          <w:lang w:val="uk-UA"/>
        </w:rPr>
        <w:t>Отже після І туру команда «Романс» має…,а команда «Соната»…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u w:val="single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Вед.2:А зараз </w:t>
      </w:r>
      <w:r w:rsidRPr="00A0134D">
        <w:rPr>
          <w:sz w:val="28"/>
          <w:szCs w:val="28"/>
          <w:lang w:val="uk-UA"/>
        </w:rPr>
        <w:t xml:space="preserve"> </w:t>
      </w:r>
      <w:r w:rsidRPr="00A0134D">
        <w:rPr>
          <w:b/>
          <w:bCs/>
          <w:sz w:val="28"/>
          <w:szCs w:val="28"/>
          <w:u w:val="single"/>
          <w:lang w:val="uk-UA"/>
        </w:rPr>
        <w:t>ІІ тур</w:t>
      </w:r>
      <w:r w:rsidRPr="00A0134D">
        <w:rPr>
          <w:sz w:val="28"/>
          <w:szCs w:val="28"/>
          <w:u w:val="single"/>
          <w:lang w:val="uk-UA"/>
        </w:rPr>
        <w:t xml:space="preserve"> нашого конкурсу «</w:t>
      </w:r>
      <w:r w:rsidRPr="00A0134D">
        <w:rPr>
          <w:b/>
          <w:bCs/>
          <w:sz w:val="28"/>
          <w:szCs w:val="28"/>
          <w:u w:val="single"/>
          <w:lang w:val="uk-UA"/>
        </w:rPr>
        <w:t>Магістрт  музичних  наук</w:t>
      </w:r>
      <w:r w:rsidRPr="00A0134D">
        <w:rPr>
          <w:sz w:val="28"/>
          <w:szCs w:val="28"/>
          <w:u w:val="single"/>
          <w:lang w:val="uk-UA"/>
        </w:rPr>
        <w:t xml:space="preserve">» </w:t>
      </w:r>
    </w:p>
    <w:p w:rsidR="008D3568" w:rsidRPr="00A0134D" w:rsidRDefault="008D3568" w:rsidP="00D109CD">
      <w:pPr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(Фанфари)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>Перед Вами картки з відповідями. Виберіть ,на вашу думку, правильну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1.Чим билинний Садко зводив з розуму морську царівну?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Арфою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Балалайкою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В. Гуслями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Ехолотом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2. Який інструмент є головним для настроювача піаніно?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Тонометр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Бартион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В. Камертон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Криптон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3. Який музичний інструмент можна побачити в Альоші Поповича в картині В.М.Васнецова «Богатирі»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Баян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Балалайка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В. Гуслі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Гітара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4. На якому музичному інструменті грають сьогодні практично тільки жінки?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А. Арфа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Віолончель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В.Фортепіано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Флейта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5. Скільки струн у балалайки ?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П’ять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Б. Три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 Чотири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Дві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6. Який з цих смичкових інструментів самий маленький?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А. Скрипка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Віолончель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 Альт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 Контрабас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7. Як називають український народний інструмент?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А. Бандура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Бендери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 Бандерас</w:t>
      </w:r>
    </w:p>
    <w:p w:rsidR="008D3568" w:rsidRPr="00A0134D" w:rsidRDefault="008D3568" w:rsidP="005D1A95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Г.Фандера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8. Що з цього не є музичним інструментом?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Саксофон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Металофон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 Ксилофон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Г. Патефон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9. Який з цих музичних інструментів струнний?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А. Горн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Б. Валторна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В.Кастаньєти</w:t>
      </w:r>
    </w:p>
    <w:p w:rsidR="008D3568" w:rsidRPr="005D1A95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5D1A95">
        <w:rPr>
          <w:b/>
          <w:bCs/>
          <w:sz w:val="28"/>
          <w:szCs w:val="28"/>
          <w:lang w:val="uk-UA"/>
        </w:rPr>
        <w:t>Г.Цимбали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Давайте підрахуємо кількість правильних відповідей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u w:val="single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u w:val="single"/>
          <w:lang w:val="uk-UA"/>
        </w:rPr>
        <w:t xml:space="preserve">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u w:val="single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 xml:space="preserve">Ми розпочинаємо </w:t>
      </w:r>
      <w:r w:rsidRPr="00A0134D">
        <w:rPr>
          <w:b/>
          <w:bCs/>
          <w:sz w:val="28"/>
          <w:szCs w:val="28"/>
          <w:lang w:val="uk-UA"/>
        </w:rPr>
        <w:t xml:space="preserve">ІІІ </w:t>
      </w:r>
      <w:r w:rsidRPr="00A0134D">
        <w:rPr>
          <w:b/>
          <w:bCs/>
          <w:sz w:val="28"/>
          <w:szCs w:val="28"/>
          <w:u w:val="single"/>
          <w:lang w:val="uk-UA"/>
        </w:rPr>
        <w:t>тур</w:t>
      </w:r>
      <w:r w:rsidRPr="00A0134D">
        <w:rPr>
          <w:sz w:val="28"/>
          <w:szCs w:val="28"/>
          <w:u w:val="single"/>
          <w:lang w:val="uk-UA"/>
        </w:rPr>
        <w:t xml:space="preserve"> нашого конкурсу   </w:t>
      </w:r>
      <w:r w:rsidRPr="00A0134D">
        <w:rPr>
          <w:b/>
          <w:bCs/>
          <w:sz w:val="28"/>
          <w:szCs w:val="28"/>
          <w:u w:val="single"/>
          <w:lang w:val="uk-UA"/>
        </w:rPr>
        <w:t>«Древній рукопис»!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 xml:space="preserve"> </w:t>
      </w:r>
    </w:p>
    <w:p w:rsidR="008D3568" w:rsidRPr="00A0134D" w:rsidRDefault="008D3568" w:rsidP="00D109CD">
      <w:pPr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(Фанфари)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 xml:space="preserve">Уявіть себе археологами, до рук яких потрапив древній рукопис, до якого нещадним був час, зміст якого частково втрачений. Вам, шановні команди, належить відновити зміст, розставивши правильно слова у тексті. Оцінюється швидкість та правильність виконання.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(Команди отримують листки із завданнями.)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 </w:t>
      </w:r>
      <w:r w:rsidRPr="00A0134D">
        <w:rPr>
          <w:sz w:val="28"/>
          <w:szCs w:val="28"/>
          <w:lang w:val="uk-UA"/>
        </w:rPr>
        <w:t>А поки команди відновлюють зміст «рукописів», прослухайте пісню «Музика» у виконанні…</w:t>
      </w:r>
    </w:p>
    <w:p w:rsidR="008D3568" w:rsidRPr="00A0134D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Отже , оголосіть будь-ласка результати ІІ туру гри.</w:t>
      </w:r>
    </w:p>
    <w:p w:rsidR="008D3568" w:rsidRPr="00A0134D" w:rsidRDefault="008D3568" w:rsidP="00126784">
      <w:pPr>
        <w:ind w:left="1415"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(Оголошення результатів)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>
        <w:rPr>
          <w:sz w:val="28"/>
          <w:szCs w:val="28"/>
          <w:lang w:val="uk-UA"/>
        </w:rPr>
        <w:t xml:space="preserve">Ми </w:t>
      </w:r>
      <w:r w:rsidRPr="00A0134D">
        <w:rPr>
          <w:sz w:val="28"/>
          <w:szCs w:val="28"/>
          <w:lang w:val="uk-UA"/>
        </w:rPr>
        <w:t xml:space="preserve">продовжуємо наш турнір.  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u w:val="single"/>
          <w:lang w:val="uk-UA"/>
        </w:rPr>
      </w:pPr>
      <w:r w:rsidRPr="00A0134D">
        <w:rPr>
          <w:sz w:val="28"/>
          <w:szCs w:val="28"/>
          <w:lang w:val="uk-UA"/>
        </w:rPr>
        <w:t xml:space="preserve"> І оголошуємо </w:t>
      </w:r>
      <w:r w:rsidRPr="00A0134D">
        <w:rPr>
          <w:b/>
          <w:bCs/>
          <w:sz w:val="28"/>
          <w:szCs w:val="28"/>
          <w:u w:val="single"/>
          <w:lang w:val="uk-UA"/>
        </w:rPr>
        <w:t xml:space="preserve">ІV </w:t>
      </w:r>
      <w:r w:rsidRPr="00A0134D">
        <w:rPr>
          <w:b/>
          <w:bCs/>
          <w:sz w:val="28"/>
          <w:szCs w:val="28"/>
          <w:lang w:val="uk-UA"/>
        </w:rPr>
        <w:t xml:space="preserve">тур </w:t>
      </w:r>
      <w:r w:rsidRPr="00A0134D">
        <w:rPr>
          <w:sz w:val="28"/>
          <w:szCs w:val="28"/>
          <w:lang w:val="uk-UA"/>
        </w:rPr>
        <w:t>нашого «Ерудит-шоу»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                «Упізнай композитора з трьох спроб» !</w:t>
      </w:r>
    </w:p>
    <w:p w:rsidR="008D3568" w:rsidRPr="00A0134D" w:rsidRDefault="008D3568" w:rsidP="00126784">
      <w:pPr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</w:rPr>
        <w:t>(Фанфари)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 </w:t>
      </w:r>
      <w:r w:rsidRPr="00A0134D">
        <w:rPr>
          <w:sz w:val="28"/>
          <w:szCs w:val="28"/>
          <w:lang w:val="uk-UA"/>
        </w:rPr>
        <w:t>До уваги гравців: І підказка оцінюється у 5 балів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                            ІІ підказка оцінюється у 3 бали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                            ІІІ підказка оцінюється у 1бал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 Будьте уважними!                              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 xml:space="preserve">Тож – увага! Для команди </w:t>
      </w:r>
      <w:r w:rsidRPr="00A0134D">
        <w:rPr>
          <w:b/>
          <w:bCs/>
          <w:sz w:val="28"/>
          <w:szCs w:val="28"/>
          <w:u w:val="single"/>
          <w:lang w:val="uk-UA"/>
        </w:rPr>
        <w:t>«Романс»</w:t>
      </w:r>
      <w:r w:rsidRPr="00A0134D">
        <w:rPr>
          <w:sz w:val="28"/>
          <w:szCs w:val="28"/>
          <w:lang w:val="uk-UA"/>
        </w:rPr>
        <w:t xml:space="preserve"> завдання: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1.Ця людина – російський композитор з українським корінням,диригент, педагог, музично - громадський діяч.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2.Походив з роду Чайок.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3.Автор Шостої симфонії («Патетичної»). 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Це - Петро Олексійович Чайковський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 </w:t>
      </w:r>
      <w:r w:rsidRPr="00A0134D">
        <w:rPr>
          <w:sz w:val="28"/>
          <w:szCs w:val="28"/>
          <w:lang w:val="uk-UA"/>
        </w:rPr>
        <w:t xml:space="preserve"> Завдання для команди  «Соната»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1.Ця людина – німецький композитор,його справедливо вважають титаном боротьби і праці.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2.У 26 років починає втрачати  слух а потім і зір.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</w:rPr>
      </w:pPr>
      <w:r w:rsidRPr="00A0134D">
        <w:rPr>
          <w:sz w:val="28"/>
          <w:szCs w:val="28"/>
          <w:lang w:val="uk-UA"/>
        </w:rPr>
        <w:t>3.Автор «Місячної сонати»</w:t>
      </w:r>
    </w:p>
    <w:p w:rsidR="008D3568" w:rsidRPr="00A0134D" w:rsidRDefault="008D3568" w:rsidP="00126784">
      <w:pPr>
        <w:tabs>
          <w:tab w:val="left" w:pos="3920"/>
        </w:tabs>
        <w:ind w:left="2268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Це – Людвіг ван Бетховен</w:t>
      </w:r>
    </w:p>
    <w:p w:rsidR="008D3568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 xml:space="preserve">Оголосіть будь-ласка результати   </w:t>
      </w:r>
      <w:r w:rsidRPr="00A0134D">
        <w:rPr>
          <w:b/>
          <w:bCs/>
          <w:sz w:val="28"/>
          <w:szCs w:val="28"/>
          <w:u w:val="single"/>
          <w:lang w:val="uk-UA"/>
        </w:rPr>
        <w:t>ІV</w:t>
      </w:r>
      <w:r w:rsidRPr="00A0134D">
        <w:rPr>
          <w:sz w:val="28"/>
          <w:szCs w:val="28"/>
          <w:lang w:val="uk-UA"/>
        </w:rPr>
        <w:t xml:space="preserve"> туру гри.</w:t>
      </w:r>
    </w:p>
    <w:p w:rsidR="008D3568" w:rsidRPr="00D109CD" w:rsidRDefault="008D3568" w:rsidP="00A0134D">
      <w:pPr>
        <w:ind w:firstLine="709"/>
        <w:jc w:val="both"/>
        <w:rPr>
          <w:sz w:val="20"/>
          <w:szCs w:val="20"/>
          <w:lang w:val="uk-UA"/>
        </w:rPr>
      </w:pPr>
    </w:p>
    <w:p w:rsidR="008D3568" w:rsidRPr="00A0134D" w:rsidRDefault="008D3568" w:rsidP="00126784">
      <w:pPr>
        <w:tabs>
          <w:tab w:val="left" w:pos="3920"/>
        </w:tabs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(Оголошення результатів)</w:t>
      </w:r>
    </w:p>
    <w:p w:rsidR="008D3568" w:rsidRPr="00D109CD" w:rsidRDefault="008D3568" w:rsidP="00A0134D">
      <w:pPr>
        <w:tabs>
          <w:tab w:val="left" w:pos="3920"/>
        </w:tabs>
        <w:ind w:left="360" w:firstLine="709"/>
        <w:jc w:val="both"/>
        <w:rPr>
          <w:sz w:val="18"/>
          <w:szCs w:val="18"/>
        </w:rPr>
      </w:pP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 xml:space="preserve">А зараз – </w:t>
      </w:r>
      <w:r w:rsidRPr="00A0134D">
        <w:rPr>
          <w:b/>
          <w:bCs/>
          <w:sz w:val="28"/>
          <w:szCs w:val="28"/>
          <w:lang w:val="uk-UA"/>
        </w:rPr>
        <w:t>музична пауза</w:t>
      </w:r>
      <w:r w:rsidRPr="00A0134D">
        <w:rPr>
          <w:sz w:val="28"/>
          <w:szCs w:val="28"/>
          <w:lang w:val="uk-UA"/>
        </w:rPr>
        <w:t>, пісня «Буде Україна на землі» яку вам дарує</w:t>
      </w:r>
      <w:r w:rsidRPr="00A0134D">
        <w:rPr>
          <w:sz w:val="28"/>
          <w:szCs w:val="28"/>
          <w:u w:val="single"/>
          <w:lang w:val="uk-UA"/>
        </w:rPr>
        <w:t xml:space="preserve"> ансамбль «Дзвіночки» </w:t>
      </w:r>
    </w:p>
    <w:p w:rsidR="008D3568" w:rsidRPr="00A0134D" w:rsidRDefault="008D3568" w:rsidP="00A0134D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 xml:space="preserve">Шановні гравці! Ви, напевне, знаєте, що пісня, як і людина, має свою біографію. Адже вона колись народжується, проживає свій вік – століття, тисячоліття… За час існування слово зазнає змін і в значенні, і у звучанні чи написанні.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 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>Вед.2:</w:t>
      </w:r>
      <w:r w:rsidRPr="00126784">
        <w:rPr>
          <w:sz w:val="28"/>
          <w:szCs w:val="28"/>
          <w:lang w:val="uk-UA"/>
        </w:rPr>
        <w:t>Т</w:t>
      </w:r>
      <w:r w:rsidRPr="00A0134D">
        <w:rPr>
          <w:sz w:val="28"/>
          <w:szCs w:val="28"/>
          <w:lang w:val="uk-UA"/>
        </w:rPr>
        <w:t xml:space="preserve">ож ми оголошуємо наступний </w:t>
      </w:r>
      <w:r w:rsidRPr="00A0134D">
        <w:rPr>
          <w:b/>
          <w:bCs/>
          <w:sz w:val="28"/>
          <w:szCs w:val="28"/>
          <w:u w:val="single"/>
          <w:lang w:val="uk-UA"/>
        </w:rPr>
        <w:t xml:space="preserve">V тур  - «Знавці української пісні». </w:t>
      </w:r>
    </w:p>
    <w:p w:rsidR="008D3568" w:rsidRPr="00A0134D" w:rsidRDefault="008D3568" w:rsidP="00126784">
      <w:pPr>
        <w:ind w:firstLine="709"/>
        <w:jc w:val="center"/>
        <w:rPr>
          <w:sz w:val="28"/>
          <w:szCs w:val="28"/>
          <w:lang w:val="uk-UA"/>
        </w:rPr>
      </w:pPr>
      <w:r w:rsidRPr="00126784">
        <w:rPr>
          <w:sz w:val="28"/>
          <w:szCs w:val="28"/>
          <w:lang w:val="uk-UA"/>
        </w:rPr>
        <w:t>(Фанфари)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>Шановні гравці! У цьому турі вам знадобляться логічне та асоціативне мислення, уміння знайти схожість за зовнішністю, функціями.</w:t>
      </w:r>
      <w:r w:rsidRPr="00A0134D">
        <w:rPr>
          <w:b/>
          <w:bCs/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>А ще – відчуття команди, вміння прийти до згоди.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На обговорення дається  1 хв. Хто перший готовий дати відповідь, піднімайте руку.  При неправильній відповіді право відповідати переходить до іншої команди. Результат оцінюється у 5 б.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</w:t>
      </w:r>
      <w:r w:rsidRPr="00A0134D">
        <w:rPr>
          <w:sz w:val="28"/>
          <w:szCs w:val="28"/>
          <w:lang w:val="uk-UA"/>
        </w:rPr>
        <w:t xml:space="preserve">1Увага! Таку поетичну назву дали українці однорічним квітам, відомим ще під назвою бархатці або тагетес  </w:t>
      </w: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Це - «Чонобривці»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b/>
          <w:bCs/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Завдання 2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Увага! У ній, як і в українській вишиванці, переплелися смуток і радість, зустріч і розлука,весна і кохання Це - « Несе Галя воду»</w:t>
      </w:r>
    </w:p>
    <w:p w:rsidR="008D3568" w:rsidRPr="00A0134D" w:rsidRDefault="008D3568" w:rsidP="00A0134D">
      <w:pPr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>Завершено</w:t>
      </w:r>
      <w:r>
        <w:rPr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>п’ятий тур нашого «Ерудит-шоу». Оголосіть будь-ласка результати</w:t>
      </w:r>
      <w:r w:rsidRPr="00A0134D">
        <w:rPr>
          <w:b/>
          <w:bCs/>
          <w:sz w:val="28"/>
          <w:szCs w:val="28"/>
          <w:lang w:val="uk-UA"/>
        </w:rPr>
        <w:t xml:space="preserve">  </w:t>
      </w:r>
      <w:r w:rsidRPr="00A0134D">
        <w:rPr>
          <w:sz w:val="28"/>
          <w:szCs w:val="28"/>
          <w:lang w:val="uk-UA"/>
        </w:rPr>
        <w:t>гри.</w:t>
      </w:r>
    </w:p>
    <w:p w:rsidR="008D3568" w:rsidRPr="00A0134D" w:rsidRDefault="008D3568" w:rsidP="00126784">
      <w:pPr>
        <w:tabs>
          <w:tab w:val="left" w:pos="3920"/>
        </w:tabs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>(Оголошення результатів)</w:t>
      </w:r>
    </w:p>
    <w:p w:rsidR="008D3568" w:rsidRPr="00A0134D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Вед.2: </w:t>
      </w:r>
      <w:r w:rsidRPr="00A0134D">
        <w:rPr>
          <w:sz w:val="28"/>
          <w:szCs w:val="28"/>
          <w:lang w:val="uk-UA"/>
        </w:rPr>
        <w:t>Ось і дійшла до завершення наша зустріч. Дорогі гості! На  згадку про наше свято ми вирішили подарувати Вам  квітку щастя. Хай вона приносить Вам лише приємні хвилини спілкування.</w:t>
      </w:r>
    </w:p>
    <w:p w:rsidR="008D3568" w:rsidRPr="00A0134D" w:rsidRDefault="008D3568" w:rsidP="00A0134D">
      <w:pPr>
        <w:tabs>
          <w:tab w:val="left" w:pos="3920"/>
        </w:tabs>
        <w:ind w:left="360"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D109CD">
      <w:pPr>
        <w:tabs>
          <w:tab w:val="left" w:pos="3920"/>
        </w:tabs>
        <w:spacing w:line="480" w:lineRule="auto"/>
        <w:ind w:firstLine="709"/>
        <w:jc w:val="center"/>
        <w:rPr>
          <w:sz w:val="28"/>
          <w:szCs w:val="28"/>
          <w:lang w:val="uk-UA"/>
        </w:rPr>
      </w:pPr>
      <w:r w:rsidRPr="00A0134D">
        <w:rPr>
          <w:sz w:val="28"/>
          <w:szCs w:val="28"/>
          <w:lang w:val="uk-UA"/>
        </w:rPr>
        <w:t xml:space="preserve">для вас співає  </w:t>
      </w:r>
      <w:r>
        <w:rPr>
          <w:sz w:val="28"/>
          <w:szCs w:val="28"/>
          <w:lang w:val="uk-UA"/>
        </w:rPr>
        <w:t>…</w:t>
      </w:r>
      <w:r w:rsidRPr="00A013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</w:t>
      </w:r>
      <w:r w:rsidRPr="00A0134D">
        <w:rPr>
          <w:sz w:val="28"/>
          <w:szCs w:val="28"/>
          <w:lang w:val="uk-UA"/>
        </w:rPr>
        <w:t>існя «сто відсотків щастя</w:t>
      </w:r>
      <w:r>
        <w:rPr>
          <w:sz w:val="28"/>
          <w:szCs w:val="28"/>
          <w:lang w:val="uk-UA"/>
        </w:rPr>
        <w:t>»</w:t>
      </w:r>
      <w:bookmarkStart w:id="0" w:name="_GoBack"/>
      <w:bookmarkEnd w:id="0"/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 xml:space="preserve">Вед.1: </w:t>
      </w:r>
      <w:r w:rsidRPr="00A0134D">
        <w:rPr>
          <w:sz w:val="28"/>
          <w:szCs w:val="28"/>
          <w:lang w:val="uk-UA"/>
        </w:rPr>
        <w:t>Ми  дуже сподіваємося, що від нашої зустрічі усі присутні залишилися задоволеними.</w:t>
      </w:r>
      <w:r w:rsidRPr="00A0134D">
        <w:rPr>
          <w:sz w:val="28"/>
          <w:szCs w:val="28"/>
          <w:lang w:val="uk-UA"/>
        </w:rPr>
        <w:tab/>
      </w: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sz w:val="28"/>
          <w:szCs w:val="28"/>
          <w:lang w:val="uk-UA"/>
        </w:rPr>
      </w:pPr>
      <w:r w:rsidRPr="00A0134D">
        <w:rPr>
          <w:b/>
          <w:bCs/>
          <w:sz w:val="28"/>
          <w:szCs w:val="28"/>
          <w:lang w:val="uk-UA"/>
        </w:rPr>
        <w:t>Вед.2:</w:t>
      </w:r>
      <w:r>
        <w:rPr>
          <w:b/>
          <w:bCs/>
          <w:sz w:val="28"/>
          <w:szCs w:val="28"/>
          <w:lang w:val="uk-UA"/>
        </w:rPr>
        <w:t xml:space="preserve"> </w:t>
      </w:r>
      <w:r w:rsidRPr="00A0134D">
        <w:rPr>
          <w:sz w:val="28"/>
          <w:szCs w:val="28"/>
          <w:lang w:val="uk-UA"/>
        </w:rPr>
        <w:t xml:space="preserve">А це означає, що свято нам вдалося. До нових зустрічей! </w:t>
      </w: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Pr="00A0134D" w:rsidRDefault="008D3568" w:rsidP="00A0134D">
      <w:pPr>
        <w:tabs>
          <w:tab w:val="left" w:pos="3920"/>
          <w:tab w:val="center" w:pos="4857"/>
        </w:tabs>
        <w:ind w:left="360" w:firstLine="709"/>
        <w:jc w:val="both"/>
        <w:rPr>
          <w:b/>
          <w:bCs/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</w:p>
    <w:p w:rsidR="008D3568" w:rsidRDefault="008D3568" w:rsidP="00A0134D">
      <w:pPr>
        <w:tabs>
          <w:tab w:val="left" w:pos="3920"/>
        </w:tabs>
        <w:ind w:firstLine="709"/>
        <w:jc w:val="both"/>
        <w:rPr>
          <w:sz w:val="28"/>
          <w:szCs w:val="28"/>
          <w:lang w:val="uk-UA"/>
        </w:rPr>
      </w:pPr>
      <w:bookmarkStart w:id="1" w:name="_PictureBullets"/>
      <w:r w:rsidRPr="00684225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6.5pt" o:bullet="t">
            <v:imagedata r:id="rId5" o:title=""/>
          </v:shape>
        </w:pict>
      </w:r>
      <w:bookmarkEnd w:id="1"/>
    </w:p>
    <w:sectPr w:rsidR="008D3568" w:rsidSect="00EB2E40">
      <w:pgSz w:w="11906" w:h="16838"/>
      <w:pgMar w:top="1134" w:right="850" w:bottom="1134" w:left="156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361"/>
    <w:multiLevelType w:val="hybridMultilevel"/>
    <w:tmpl w:val="44AA9ECE"/>
    <w:lvl w:ilvl="0" w:tplc="D5DE4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D6EE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E12599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5860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BE6BE3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694AC8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FBE6A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1E2219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10D292E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0A6F6FB9"/>
    <w:multiLevelType w:val="hybridMultilevel"/>
    <w:tmpl w:val="9A5ADDAC"/>
    <w:lvl w:ilvl="0" w:tplc="ACEE9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A34F8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FDEBB0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0A16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24CB9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29D2DF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68C10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6B2C4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558DAA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332995"/>
    <w:multiLevelType w:val="hybridMultilevel"/>
    <w:tmpl w:val="D4BCCAD0"/>
    <w:lvl w:ilvl="0" w:tplc="03005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FAA44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E1F048A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57494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3C0F3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8B070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1A2B4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8B625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D0AE5C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23220408"/>
    <w:multiLevelType w:val="hybridMultilevel"/>
    <w:tmpl w:val="C95681C0"/>
    <w:lvl w:ilvl="0" w:tplc="3D22C7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B6AE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5AC13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9C2A5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94A11E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27AC5B5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F02C3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3D248C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140243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272E3933"/>
    <w:multiLevelType w:val="hybridMultilevel"/>
    <w:tmpl w:val="127EB74C"/>
    <w:lvl w:ilvl="0" w:tplc="58F659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910F9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B3A2B8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58438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2C015C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300673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2F68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EEC58F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4D6884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2F3B309C"/>
    <w:multiLevelType w:val="hybridMultilevel"/>
    <w:tmpl w:val="13D2E35A"/>
    <w:lvl w:ilvl="0" w:tplc="AF724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0ECE8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1E6484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C42A2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B0AAA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96C0F8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63C86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26E57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6A0C9D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nsid w:val="2FC66DD1"/>
    <w:multiLevelType w:val="hybridMultilevel"/>
    <w:tmpl w:val="57724B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D48B9"/>
    <w:multiLevelType w:val="hybridMultilevel"/>
    <w:tmpl w:val="4CD03326"/>
    <w:lvl w:ilvl="0" w:tplc="ABE86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9EE6B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D904B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824CD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2D6EC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EE29FA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0004B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96AB2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DD443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3341080B"/>
    <w:multiLevelType w:val="hybridMultilevel"/>
    <w:tmpl w:val="693CB726"/>
    <w:lvl w:ilvl="0" w:tplc="D3A27D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F240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620CE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88C0A7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89220E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9D4DB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F572A2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392E3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ED2528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383211D6"/>
    <w:multiLevelType w:val="hybridMultilevel"/>
    <w:tmpl w:val="B1A0C1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38CF2375"/>
    <w:multiLevelType w:val="hybridMultilevel"/>
    <w:tmpl w:val="F0EE72FA"/>
    <w:lvl w:ilvl="0" w:tplc="7CC884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E48C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2F88A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8AC41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A7802D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3CA1FC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7E7264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E7CBC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CFC1E9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3DEC4F4E"/>
    <w:multiLevelType w:val="hybridMultilevel"/>
    <w:tmpl w:val="3572C168"/>
    <w:lvl w:ilvl="0" w:tplc="60040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BE49E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172812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41C79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6EC807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EC67CA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8C47F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92A8C3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BE473A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2">
    <w:nsid w:val="40357D7C"/>
    <w:multiLevelType w:val="hybridMultilevel"/>
    <w:tmpl w:val="B3C41C30"/>
    <w:lvl w:ilvl="0" w:tplc="DE9EDE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CAA9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65210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6FC19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8DCB03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0EC66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E40EE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25CA45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8E12B94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3">
    <w:nsid w:val="410064E9"/>
    <w:multiLevelType w:val="hybridMultilevel"/>
    <w:tmpl w:val="331415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428C2916"/>
    <w:multiLevelType w:val="hybridMultilevel"/>
    <w:tmpl w:val="EBEA278C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8B70C8"/>
    <w:multiLevelType w:val="hybridMultilevel"/>
    <w:tmpl w:val="DDE09CF8"/>
    <w:lvl w:ilvl="0" w:tplc="87E4DF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3D0D7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AC08E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28869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174FB0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16ACB8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736DC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68FDF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55E738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>
    <w:nsid w:val="486878A2"/>
    <w:multiLevelType w:val="hybridMultilevel"/>
    <w:tmpl w:val="656A018E"/>
    <w:lvl w:ilvl="0" w:tplc="054C95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684C8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74E0B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DE66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26E35B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834F9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DC5C58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7C86CC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514944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7">
    <w:nsid w:val="4E834E7E"/>
    <w:multiLevelType w:val="hybridMultilevel"/>
    <w:tmpl w:val="E0EE9356"/>
    <w:lvl w:ilvl="0" w:tplc="CED8C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E0813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9DE83B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EA28C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37AF45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BA4561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0F61C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262638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0FEADA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>
    <w:nsid w:val="4F1F154E"/>
    <w:multiLevelType w:val="hybridMultilevel"/>
    <w:tmpl w:val="AA9EE62E"/>
    <w:lvl w:ilvl="0" w:tplc="E16805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180CE56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C45FFB"/>
    <w:multiLevelType w:val="hybridMultilevel"/>
    <w:tmpl w:val="E6FAA1E2"/>
    <w:lvl w:ilvl="0" w:tplc="C9D22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E0E46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AD2357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FAE58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F0C7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06F2BFC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13C3B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47A667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B3C899D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0">
    <w:nsid w:val="53454CEC"/>
    <w:multiLevelType w:val="hybridMultilevel"/>
    <w:tmpl w:val="9AECD5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C6E408E"/>
    <w:multiLevelType w:val="hybridMultilevel"/>
    <w:tmpl w:val="8A205DDC"/>
    <w:lvl w:ilvl="0" w:tplc="1C1C9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1AC3D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B2C047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B032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A264E0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3C6848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C9417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5064EE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57CEE66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2">
    <w:nsid w:val="5D316584"/>
    <w:multiLevelType w:val="hybridMultilevel"/>
    <w:tmpl w:val="03205BC4"/>
    <w:lvl w:ilvl="0" w:tplc="04CC8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E580FD0"/>
    <w:multiLevelType w:val="hybridMultilevel"/>
    <w:tmpl w:val="C574AEE0"/>
    <w:lvl w:ilvl="0" w:tplc="543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B6E6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DFE182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1DE69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C748A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53844C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8FA3D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65678C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910830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>
    <w:nsid w:val="5E925CAC"/>
    <w:multiLevelType w:val="hybridMultilevel"/>
    <w:tmpl w:val="1976181C"/>
    <w:lvl w:ilvl="0" w:tplc="35F42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E54C0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33A1E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64A91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0FCCA5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874E53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4FC2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90055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EDA19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>
    <w:nsid w:val="5FFB5918"/>
    <w:multiLevelType w:val="hybridMultilevel"/>
    <w:tmpl w:val="6ED45B10"/>
    <w:lvl w:ilvl="0" w:tplc="DA6E53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580EA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6A69C6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E7E6EB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9624D0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DF0A80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36EB1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440B2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E42F4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>
    <w:nsid w:val="601D7636"/>
    <w:multiLevelType w:val="hybridMultilevel"/>
    <w:tmpl w:val="6EAC5472"/>
    <w:lvl w:ilvl="0" w:tplc="F87C3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2267E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B8441A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30E42B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A568CB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EAC1DE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B38A38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70044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432CF4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7">
    <w:nsid w:val="62A06771"/>
    <w:multiLevelType w:val="hybridMultilevel"/>
    <w:tmpl w:val="FEE2E760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8B57BD"/>
    <w:multiLevelType w:val="hybridMultilevel"/>
    <w:tmpl w:val="6660CBE6"/>
    <w:lvl w:ilvl="0" w:tplc="BDE8F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A06C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88C718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FE652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2928C2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CCEEF0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9EED9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5228EB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8B6411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>
    <w:nsid w:val="6F0A19D2"/>
    <w:multiLevelType w:val="hybridMultilevel"/>
    <w:tmpl w:val="E0CA3230"/>
    <w:lvl w:ilvl="0" w:tplc="E564DAA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0C0551D"/>
    <w:multiLevelType w:val="hybridMultilevel"/>
    <w:tmpl w:val="EF5C253C"/>
    <w:lvl w:ilvl="0" w:tplc="B1302F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FD422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55AC0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94CC8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4025B3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F76D0F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AA0FB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28E1F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23AA15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1">
    <w:nsid w:val="70D57198"/>
    <w:multiLevelType w:val="hybridMultilevel"/>
    <w:tmpl w:val="5024D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8B3AD2"/>
    <w:multiLevelType w:val="hybridMultilevel"/>
    <w:tmpl w:val="B4AE1A76"/>
    <w:lvl w:ilvl="0" w:tplc="AB16117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721F6C29"/>
    <w:multiLevelType w:val="hybridMultilevel"/>
    <w:tmpl w:val="4926A13C"/>
    <w:lvl w:ilvl="0" w:tplc="F2C4EB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ABD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20618D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388C3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BAE3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0E9A6E5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BB4AD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0EA48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C8206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4">
    <w:nsid w:val="74BD53BE"/>
    <w:multiLevelType w:val="hybridMultilevel"/>
    <w:tmpl w:val="DBD4181C"/>
    <w:lvl w:ilvl="0" w:tplc="60AE7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D60B1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C34A14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2C74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FD6C40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3372131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7A1E2C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7D836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35A6F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5">
    <w:nsid w:val="79D10CC8"/>
    <w:multiLevelType w:val="hybridMultilevel"/>
    <w:tmpl w:val="C4801C72"/>
    <w:lvl w:ilvl="0" w:tplc="1C16D5D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0"/>
  </w:num>
  <w:num w:numId="10">
    <w:abstractNumId w:val="22"/>
  </w:num>
  <w:num w:numId="11">
    <w:abstractNumId w:val="32"/>
  </w:num>
  <w:num w:numId="12">
    <w:abstractNumId w:val="29"/>
  </w:num>
  <w:num w:numId="13">
    <w:abstractNumId w:val="1"/>
  </w:num>
  <w:num w:numId="14">
    <w:abstractNumId w:val="17"/>
  </w:num>
  <w:num w:numId="15">
    <w:abstractNumId w:val="2"/>
  </w:num>
  <w:num w:numId="16">
    <w:abstractNumId w:val="5"/>
  </w:num>
  <w:num w:numId="17">
    <w:abstractNumId w:val="12"/>
  </w:num>
  <w:num w:numId="18">
    <w:abstractNumId w:val="26"/>
  </w:num>
  <w:num w:numId="19">
    <w:abstractNumId w:val="11"/>
  </w:num>
  <w:num w:numId="20">
    <w:abstractNumId w:val="7"/>
  </w:num>
  <w:num w:numId="21">
    <w:abstractNumId w:val="33"/>
  </w:num>
  <w:num w:numId="22">
    <w:abstractNumId w:val="16"/>
  </w:num>
  <w:num w:numId="23">
    <w:abstractNumId w:val="23"/>
  </w:num>
  <w:num w:numId="24">
    <w:abstractNumId w:val="8"/>
  </w:num>
  <w:num w:numId="25">
    <w:abstractNumId w:val="34"/>
  </w:num>
  <w:num w:numId="26">
    <w:abstractNumId w:val="28"/>
  </w:num>
  <w:num w:numId="27">
    <w:abstractNumId w:val="3"/>
  </w:num>
  <w:num w:numId="28">
    <w:abstractNumId w:val="24"/>
  </w:num>
  <w:num w:numId="29">
    <w:abstractNumId w:val="0"/>
  </w:num>
  <w:num w:numId="30">
    <w:abstractNumId w:val="15"/>
  </w:num>
  <w:num w:numId="31">
    <w:abstractNumId w:val="19"/>
  </w:num>
  <w:num w:numId="32">
    <w:abstractNumId w:val="21"/>
  </w:num>
  <w:num w:numId="33">
    <w:abstractNumId w:val="10"/>
  </w:num>
  <w:num w:numId="34">
    <w:abstractNumId w:val="4"/>
  </w:num>
  <w:num w:numId="35">
    <w:abstractNumId w:val="30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BD4"/>
    <w:rsid w:val="000637CB"/>
    <w:rsid w:val="00072680"/>
    <w:rsid w:val="00085048"/>
    <w:rsid w:val="000A26DE"/>
    <w:rsid w:val="00126784"/>
    <w:rsid w:val="001727F7"/>
    <w:rsid w:val="001A0198"/>
    <w:rsid w:val="00203896"/>
    <w:rsid w:val="002747F5"/>
    <w:rsid w:val="00297784"/>
    <w:rsid w:val="002B2377"/>
    <w:rsid w:val="00322B86"/>
    <w:rsid w:val="00327FCF"/>
    <w:rsid w:val="00352C11"/>
    <w:rsid w:val="00356962"/>
    <w:rsid w:val="00375F7A"/>
    <w:rsid w:val="003D020F"/>
    <w:rsid w:val="003D4A28"/>
    <w:rsid w:val="004311B9"/>
    <w:rsid w:val="00446593"/>
    <w:rsid w:val="004D35A0"/>
    <w:rsid w:val="004E0063"/>
    <w:rsid w:val="004E7D97"/>
    <w:rsid w:val="00513866"/>
    <w:rsid w:val="00521283"/>
    <w:rsid w:val="005B406A"/>
    <w:rsid w:val="005C4465"/>
    <w:rsid w:val="005C73E2"/>
    <w:rsid w:val="005D1A95"/>
    <w:rsid w:val="005D2C7D"/>
    <w:rsid w:val="00617C87"/>
    <w:rsid w:val="00684225"/>
    <w:rsid w:val="006F5C3B"/>
    <w:rsid w:val="0072423A"/>
    <w:rsid w:val="0073195E"/>
    <w:rsid w:val="007421D4"/>
    <w:rsid w:val="007934DD"/>
    <w:rsid w:val="007B2DE9"/>
    <w:rsid w:val="007C0181"/>
    <w:rsid w:val="0086004F"/>
    <w:rsid w:val="00867A29"/>
    <w:rsid w:val="008B467C"/>
    <w:rsid w:val="008D3568"/>
    <w:rsid w:val="00905C2D"/>
    <w:rsid w:val="0095503B"/>
    <w:rsid w:val="0095563A"/>
    <w:rsid w:val="009C7390"/>
    <w:rsid w:val="00A0134D"/>
    <w:rsid w:val="00A32333"/>
    <w:rsid w:val="00A34155"/>
    <w:rsid w:val="00A558B1"/>
    <w:rsid w:val="00A639A0"/>
    <w:rsid w:val="00AD4512"/>
    <w:rsid w:val="00B32CE0"/>
    <w:rsid w:val="00B542AD"/>
    <w:rsid w:val="00C05015"/>
    <w:rsid w:val="00C14F0A"/>
    <w:rsid w:val="00C445AA"/>
    <w:rsid w:val="00C47A66"/>
    <w:rsid w:val="00CB2A30"/>
    <w:rsid w:val="00CF2A89"/>
    <w:rsid w:val="00D00016"/>
    <w:rsid w:val="00D109CD"/>
    <w:rsid w:val="00DF7017"/>
    <w:rsid w:val="00EA6988"/>
    <w:rsid w:val="00EB2E40"/>
    <w:rsid w:val="00EC761F"/>
    <w:rsid w:val="00F06C7E"/>
    <w:rsid w:val="00F535E2"/>
    <w:rsid w:val="00F6207B"/>
    <w:rsid w:val="00F80861"/>
    <w:rsid w:val="00FC2B91"/>
    <w:rsid w:val="00FC5BD4"/>
    <w:rsid w:val="00FD6176"/>
    <w:rsid w:val="00FE2CA8"/>
    <w:rsid w:val="00FE4242"/>
    <w:rsid w:val="00FE5D2E"/>
    <w:rsid w:val="00FF0051"/>
    <w:rsid w:val="00FF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C3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7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47A6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E5D2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2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37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37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3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3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582</TotalTime>
  <Pages>8</Pages>
  <Words>1417</Words>
  <Characters>8077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32</cp:revision>
  <dcterms:created xsi:type="dcterms:W3CDTF">2012-12-04T09:51:00Z</dcterms:created>
  <dcterms:modified xsi:type="dcterms:W3CDTF">2015-06-26T05:24:00Z</dcterms:modified>
</cp:coreProperties>
</file>