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056" w:rsidRDefault="00923CD9">
      <w:pPr>
        <w:pStyle w:val="Textbody"/>
        <w:spacing w:line="360" w:lineRule="auto"/>
      </w:pPr>
      <w:bookmarkStart w:id="0" w:name="_GoBack"/>
      <w:bookmarkEnd w:id="0"/>
      <w:r>
        <w:rPr>
          <w:rFonts w:ascii="Abyssinica SIL" w:hAnsi="Abyssinica SIL"/>
          <w:sz w:val="28"/>
          <w:szCs w:val="28"/>
        </w:rPr>
        <w:t>Мета:</w:t>
      </w:r>
    </w:p>
    <w:p w:rsidR="00E41056" w:rsidRDefault="00923CD9">
      <w:pPr>
        <w:pStyle w:val="Textbody"/>
        <w:spacing w:line="360" w:lineRule="auto"/>
        <w:rPr>
          <w:rFonts w:ascii="Abyssinica SIL" w:hAnsi="Abyssinica SIL"/>
          <w:sz w:val="28"/>
          <w:szCs w:val="28"/>
        </w:rPr>
      </w:pPr>
      <w:r>
        <w:rPr>
          <w:rFonts w:ascii="Abyssinica SIL" w:hAnsi="Abyssinica SIL"/>
          <w:sz w:val="28"/>
          <w:szCs w:val="28"/>
        </w:rPr>
        <w:t xml:space="preserve"> поглибити знання учнів про нашу державу – Україну; формувати національну свідомість школярів; розвивати пізнавальні інтереси учнів; виховувати любов до рідного краю, повагу до </w:t>
      </w:r>
      <w:r>
        <w:rPr>
          <w:rFonts w:ascii="Abyssinica SIL" w:hAnsi="Abyssinica SIL"/>
          <w:sz w:val="28"/>
          <w:szCs w:val="28"/>
        </w:rPr>
        <w:t>його історичного минулого і сучасного, шанобливе ставлення до символів держави; продовжувати вивчати історію рідного краю та його героїчне минуле; формувати громадянські якості: патріотизм, людяність, працьовитість. Закріплення знань про такі поняття та ка</w:t>
      </w:r>
      <w:r>
        <w:rPr>
          <w:rFonts w:ascii="Abyssinica SIL" w:hAnsi="Abyssinica SIL"/>
          <w:sz w:val="28"/>
          <w:szCs w:val="28"/>
        </w:rPr>
        <w:t>тегорії,як народ, нація, держава, громадянин, громадянські права та обов’язки;зміцнення громадянських якостей учнів;</w:t>
      </w:r>
    </w:p>
    <w:p w:rsidR="00E41056" w:rsidRDefault="00923CD9">
      <w:pPr>
        <w:pStyle w:val="Textbody"/>
        <w:spacing w:line="360" w:lineRule="auto"/>
        <w:rPr>
          <w:rFonts w:ascii="Abyssinica SIL" w:hAnsi="Abyssinica SIL"/>
          <w:sz w:val="28"/>
          <w:szCs w:val="28"/>
        </w:rPr>
      </w:pPr>
      <w:r>
        <w:rPr>
          <w:rFonts w:ascii="Abyssinica SIL" w:hAnsi="Abyssinica SIL"/>
          <w:sz w:val="28"/>
          <w:szCs w:val="28"/>
        </w:rPr>
        <w:t>формування ціннісного ставлення до держави, суспільства, мови, сім’ї,</w:t>
      </w:r>
      <w:proofErr w:type="spellStart"/>
      <w:r>
        <w:rPr>
          <w:rFonts w:ascii="Abyssinica SIL" w:hAnsi="Abyssinica SIL"/>
          <w:sz w:val="28"/>
          <w:szCs w:val="28"/>
        </w:rPr>
        <w:t>самогосебе</w:t>
      </w:r>
      <w:proofErr w:type="spellEnd"/>
      <w:r>
        <w:rPr>
          <w:rFonts w:ascii="Abyssinica SIL" w:hAnsi="Abyssinica SIL"/>
          <w:sz w:val="28"/>
          <w:szCs w:val="28"/>
        </w:rPr>
        <w:t>; почуття особистої відповідальності за долю своєї держави т</w:t>
      </w:r>
      <w:r>
        <w:rPr>
          <w:rFonts w:ascii="Abyssinica SIL" w:hAnsi="Abyssinica SIL"/>
          <w:sz w:val="28"/>
          <w:szCs w:val="28"/>
        </w:rPr>
        <w:t>а українського народу.</w:t>
      </w:r>
    </w:p>
    <w:p w:rsidR="00E41056" w:rsidRDefault="00923CD9">
      <w:pPr>
        <w:pStyle w:val="Textbody"/>
        <w:spacing w:line="240" w:lineRule="auto"/>
      </w:pPr>
      <w:r>
        <w:rPr>
          <w:rStyle w:val="StrongEmphasis"/>
          <w:rFonts w:ascii="Century Schoolbook L" w:hAnsi="Century Schoolbook L"/>
          <w:sz w:val="28"/>
          <w:szCs w:val="28"/>
        </w:rPr>
        <w:t>Обладнання:</w:t>
      </w:r>
      <w:r>
        <w:rPr>
          <w:rFonts w:ascii="Century Schoolbook L" w:hAnsi="Century Schoolbook L"/>
          <w:sz w:val="28"/>
          <w:szCs w:val="28"/>
        </w:rPr>
        <w:t xml:space="preserve"> комп’ютер, звукозаписи,</w:t>
      </w:r>
      <w:proofErr w:type="spellStart"/>
      <w:r>
        <w:rPr>
          <w:rFonts w:ascii="Century Schoolbook L" w:hAnsi="Century Schoolbook L"/>
          <w:sz w:val="28"/>
          <w:szCs w:val="28"/>
        </w:rPr>
        <w:t>відеопризентація</w:t>
      </w:r>
      <w:proofErr w:type="spellEnd"/>
      <w:r>
        <w:rPr>
          <w:rFonts w:ascii="Century Schoolbook L" w:hAnsi="Century Schoolbook L"/>
          <w:sz w:val="28"/>
          <w:szCs w:val="28"/>
        </w:rPr>
        <w:t>,  плакати “Державні символи України”, Конституція України, репродукції краєвидів України, вишитий рушник, “Дерево мудрості”,букет із гілок червоної калини та пшеничних колосків.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b/>
          <w:bCs/>
          <w:sz w:val="28"/>
          <w:szCs w:val="28"/>
        </w:rPr>
      </w:pPr>
      <w:r>
        <w:rPr>
          <w:rFonts w:ascii="Century Schoolbook L" w:hAnsi="Century Schoolbook L"/>
          <w:b/>
          <w:bCs/>
          <w:sz w:val="28"/>
          <w:szCs w:val="28"/>
        </w:rPr>
        <w:t>Хід</w:t>
      </w:r>
      <w:r>
        <w:rPr>
          <w:rFonts w:ascii="Century Schoolbook L" w:hAnsi="Century Schoolbook L"/>
          <w:b/>
          <w:bCs/>
          <w:sz w:val="28"/>
          <w:szCs w:val="28"/>
        </w:rPr>
        <w:t xml:space="preserve">  уроку: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Вступне слово вчителя. Оголошення теми першого уроку.</w:t>
      </w:r>
    </w:p>
    <w:p w:rsidR="00E41056" w:rsidRDefault="00923CD9">
      <w:pPr>
        <w:pStyle w:val="Textbody"/>
        <w:spacing w:line="240" w:lineRule="auto"/>
      </w:pPr>
      <w:r>
        <w:rPr>
          <w:rFonts w:ascii="Century Schoolbook L" w:hAnsi="Century Schoolbook L"/>
          <w:sz w:val="28"/>
          <w:szCs w:val="28"/>
        </w:rPr>
        <w:t xml:space="preserve">Звучить </w:t>
      </w:r>
      <w:r>
        <w:rPr>
          <w:rStyle w:val="StrongEmphasis"/>
          <w:rFonts w:ascii="Century Schoolbook L" w:hAnsi="Century Schoolbook L"/>
          <w:sz w:val="28"/>
          <w:szCs w:val="28"/>
        </w:rPr>
        <w:t>Гімн України.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(Діти встають,підспівують разом із вчителем)</w:t>
      </w:r>
    </w:p>
    <w:p w:rsidR="00E41056" w:rsidRDefault="00923CD9">
      <w:pPr>
        <w:pStyle w:val="Textbody"/>
        <w:spacing w:line="240" w:lineRule="auto"/>
      </w:pPr>
      <w:r>
        <w:rPr>
          <w:rFonts w:ascii="Century Schoolbook L" w:hAnsi="Century Schoolbook L"/>
          <w:sz w:val="28"/>
          <w:szCs w:val="28"/>
        </w:rPr>
        <w:t xml:space="preserve">     </w:t>
      </w:r>
      <w:r>
        <w:rPr>
          <w:rFonts w:ascii="Century Schoolbook L" w:hAnsi="Century Schoolbook L"/>
          <w:i/>
          <w:iCs/>
          <w:sz w:val="28"/>
          <w:szCs w:val="28"/>
        </w:rPr>
        <w:t xml:space="preserve"> З Україною в серці ви, малята, зростайте!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i/>
          <w:iCs/>
          <w:sz w:val="28"/>
          <w:szCs w:val="28"/>
        </w:rPr>
      </w:pPr>
      <w:r>
        <w:rPr>
          <w:rFonts w:ascii="Century Schoolbook L" w:hAnsi="Century Schoolbook L"/>
          <w:i/>
          <w:iCs/>
          <w:sz w:val="28"/>
          <w:szCs w:val="28"/>
        </w:rPr>
        <w:t xml:space="preserve">     З Україною в серці негаразди долайте!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i/>
          <w:iCs/>
          <w:sz w:val="28"/>
          <w:szCs w:val="28"/>
        </w:rPr>
      </w:pPr>
      <w:r>
        <w:rPr>
          <w:rFonts w:ascii="Century Schoolbook L" w:hAnsi="Century Schoolbook L"/>
          <w:i/>
          <w:iCs/>
          <w:sz w:val="28"/>
          <w:szCs w:val="28"/>
        </w:rPr>
        <w:t xml:space="preserve">     З Україною в серці підкоряйте </w:t>
      </w:r>
      <w:r>
        <w:rPr>
          <w:rFonts w:ascii="Century Schoolbook L" w:hAnsi="Century Schoolbook L"/>
          <w:i/>
          <w:iCs/>
          <w:sz w:val="28"/>
          <w:szCs w:val="28"/>
        </w:rPr>
        <w:t>вершини!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i/>
          <w:iCs/>
          <w:sz w:val="28"/>
          <w:szCs w:val="28"/>
        </w:rPr>
      </w:pPr>
      <w:r>
        <w:rPr>
          <w:rFonts w:ascii="Century Schoolbook L" w:hAnsi="Century Schoolbook L"/>
          <w:i/>
          <w:iCs/>
          <w:sz w:val="28"/>
          <w:szCs w:val="28"/>
        </w:rPr>
        <w:t xml:space="preserve">      З Україною в серці виростайте щасливі!</w:t>
      </w:r>
    </w:p>
    <w:p w:rsidR="00E41056" w:rsidRDefault="00E41056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</w:p>
    <w:p w:rsidR="00E41056" w:rsidRDefault="00923CD9">
      <w:pPr>
        <w:pStyle w:val="Textbody"/>
        <w:spacing w:line="240" w:lineRule="auto"/>
      </w:pPr>
      <w:r>
        <w:rPr>
          <w:rFonts w:ascii="Century Schoolbook L" w:hAnsi="Century Schoolbook L"/>
          <w:sz w:val="28"/>
          <w:szCs w:val="28"/>
        </w:rPr>
        <w:t xml:space="preserve">            Сьогодні поговоримо з вами, юні друзі, про нашу рідну Батьківщину — Україну!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41056" w:rsidRDefault="00923CD9">
      <w:pPr>
        <w:pStyle w:val="Textbody"/>
        <w:spacing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Учень.</w:t>
      </w:r>
    </w:p>
    <w:p w:rsidR="00E41056" w:rsidRDefault="00923CD9">
      <w:pPr>
        <w:pStyle w:val="Standard"/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всіх людей одна святиня,</w:t>
      </w:r>
    </w:p>
    <w:p w:rsidR="00E41056" w:rsidRDefault="00923CD9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Куди не глянь, де не спитай.</w:t>
      </w:r>
    </w:p>
    <w:p w:rsidR="00E41056" w:rsidRDefault="00923CD9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 xml:space="preserve"> Земля, де виріс, — берегиня</w:t>
      </w:r>
    </w:p>
    <w:p w:rsidR="00E41056" w:rsidRDefault="00923CD9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 xml:space="preserve"> Душі твоєї, так</w:t>
      </w:r>
      <w:r>
        <w:rPr>
          <w:rFonts w:ascii="Times New Roman" w:hAnsi="Times New Roman" w:cs="Times New Roman"/>
          <w:sz w:val="28"/>
          <w:szCs w:val="28"/>
        </w:rPr>
        <w:t xml:space="preserve"> і знай.</w:t>
      </w:r>
    </w:p>
    <w:p w:rsidR="00E41056" w:rsidRDefault="00923CD9">
      <w:pPr>
        <w:pStyle w:val="Standard"/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Найкращий в світі рідний край.</w:t>
      </w:r>
    </w:p>
    <w:p w:rsidR="00E41056" w:rsidRDefault="00923CD9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>Нема без кореня рослини,</w:t>
      </w:r>
    </w:p>
    <w:p w:rsidR="00E41056" w:rsidRDefault="00923CD9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нас, людей, без Батьківщини.</w:t>
      </w:r>
    </w:p>
    <w:p w:rsidR="00E41056" w:rsidRDefault="00923CD9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41056" w:rsidRDefault="00923CD9">
      <w:pPr>
        <w:pStyle w:val="Standard"/>
        <w:shd w:val="clear" w:color="auto" w:fill="FFFFFF"/>
        <w:spacing w:before="245" w:after="200"/>
        <w:ind w:firstLine="1559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Учитель.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 яку  святиню говориться у вірші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?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 Україну)</w:t>
      </w:r>
    </w:p>
    <w:p w:rsidR="00E41056" w:rsidRDefault="00923CD9">
      <w:pPr>
        <w:pStyle w:val="Standard"/>
        <w:shd w:val="clear" w:color="auto" w:fill="FFFFFF"/>
        <w:spacing w:before="245" w:after="200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Прослухавши  рядки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вірша , напевно, ви можете сказати     про що буде   йти мова  на нашому уроці ? ( Про нашу Батьківщину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–Україну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41056" w:rsidRDefault="00923CD9">
      <w:pPr>
        <w:pStyle w:val="Textbody"/>
        <w:spacing w:line="240" w:lineRule="auto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Учитель.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Тож  тема нашого  уроку пов’язана з нашою країною. І звучить вона так: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«З Україною в серці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».</w:t>
      </w:r>
    </w:p>
    <w:p w:rsidR="00E41056" w:rsidRDefault="00E41056">
      <w:pPr>
        <w:pStyle w:val="Textbody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З Україною в серці навіки,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Бо безмежна до неї любов,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Як нестримні, розбурхані ріки –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В них я бажану радість знайшов.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У колоссі, що вітер гойдає,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Он у небі кружляє лелека,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А цвіркун десь у травах стрибає –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Його чути ще навіть здалека.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А калина напившись доволі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Дощових, прохолодних к</w:t>
      </w: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раплин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Розсипала на землю поволі –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Пишні грона терпких намистин.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Найвродливіші все ж українки,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Їх потрібно весь час цілувати,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 xml:space="preserve"> Не знайдете у світі ще жінки,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Щоб доводилось так працювати.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Моя рідна, квітуча, єдина,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Я не зраджу тебе, не зречусь,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 xml:space="preserve">Я за тебе, </w:t>
      </w: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моя Батьківщино –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Завжди в храмі Господнім молюсь!</w:t>
      </w:r>
    </w:p>
    <w:p w:rsidR="00E41056" w:rsidRDefault="00923CD9">
      <w:pPr>
        <w:pStyle w:val="Standard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( Слайди)    Мовимо тільки «Україна» — і розгорнуться перед поглядом прозорі води Дніпра-Славути, і розкинуться навкіл лани широкополі, і розхлюпочеться багатство зелених лісів.</w:t>
      </w:r>
    </w:p>
    <w:p w:rsidR="00E41056" w:rsidRDefault="00923CD9">
      <w:pPr>
        <w:pStyle w:val="Standard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Подивиться на тебе з паго</w:t>
      </w:r>
      <w:r>
        <w:rPr>
          <w:rFonts w:ascii="Century Schoolbook L" w:hAnsi="Century Schoolbook L"/>
          <w:sz w:val="28"/>
          <w:szCs w:val="28"/>
        </w:rPr>
        <w:t>рба весела сільська вулиця, складуться в міські квартали нові сучасні будинки.</w:t>
      </w:r>
    </w:p>
    <w:p w:rsidR="00E41056" w:rsidRDefault="00923CD9">
      <w:pPr>
        <w:pStyle w:val="Standard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І перед очима постане вся велич, багатство та героїчна історія нашої Батьківщини.</w:t>
      </w:r>
    </w:p>
    <w:p w:rsidR="00E41056" w:rsidRDefault="00923CD9">
      <w:pPr>
        <w:pStyle w:val="Standard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Учень</w:t>
      </w:r>
    </w:p>
    <w:p w:rsidR="00E41056" w:rsidRDefault="00923CD9">
      <w:pPr>
        <w:pStyle w:val="Standard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Над землею сонце встало,</w:t>
      </w:r>
    </w:p>
    <w:p w:rsidR="00E41056" w:rsidRDefault="00923CD9">
      <w:pPr>
        <w:pStyle w:val="Standard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Путь-дорогу осіяло.</w:t>
      </w:r>
    </w:p>
    <w:p w:rsidR="00E41056" w:rsidRDefault="00923CD9">
      <w:pPr>
        <w:pStyle w:val="Standard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Добрий ранок, Чорне море,</w:t>
      </w:r>
    </w:p>
    <w:p w:rsidR="00E41056" w:rsidRDefault="00923CD9">
      <w:pPr>
        <w:pStyle w:val="Standard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Добрий день, </w:t>
      </w:r>
      <w:r>
        <w:rPr>
          <w:rFonts w:ascii="Century Schoolbook L" w:hAnsi="Century Schoolbook L"/>
          <w:sz w:val="28"/>
          <w:szCs w:val="28"/>
        </w:rPr>
        <w:t>Карпатські гори!</w:t>
      </w:r>
    </w:p>
    <w:p w:rsidR="00E41056" w:rsidRDefault="00923CD9">
      <w:pPr>
        <w:pStyle w:val="Standard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lastRenderedPageBreak/>
        <w:t>Над землею пісня лине.</w:t>
      </w:r>
    </w:p>
    <w:p w:rsidR="00E41056" w:rsidRDefault="00923CD9">
      <w:pPr>
        <w:pStyle w:val="Standard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Це для тебе, Україно!</w:t>
      </w:r>
    </w:p>
    <w:p w:rsidR="00E41056" w:rsidRDefault="00923CD9">
      <w:pPr>
        <w:pStyle w:val="Standard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Гарна путь, славна путь —</w:t>
      </w:r>
    </w:p>
    <w:p w:rsidR="00E41056" w:rsidRDefault="00923CD9">
      <w:pPr>
        <w:pStyle w:val="Standard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Українські діти тут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      В житті є щось таке сокровенне, найрідніше, без чого вона не може навіть уявити свого життя. Це рідний батьківський край, де вперше дитиною </w:t>
      </w:r>
      <w:r>
        <w:rPr>
          <w:rFonts w:ascii="Century Schoolbook L" w:hAnsi="Century Schoolbook L"/>
          <w:sz w:val="28"/>
          <w:szCs w:val="28"/>
        </w:rPr>
        <w:t>побачила світ, ясне сонечко, дрібні сльозинки дощу на віконному склі, ріжок молодого місяця між міріадами зір, чисту зелену травичку і тисячі різних квіт, які радували серце своїм розмаїттям.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Це та земля, по якій ми зробили свої перші кроки, земля наших ба</w:t>
      </w:r>
      <w:r>
        <w:rPr>
          <w:rFonts w:ascii="Century Schoolbook L" w:hAnsi="Century Schoolbook L"/>
          <w:sz w:val="28"/>
          <w:szCs w:val="28"/>
        </w:rPr>
        <w:t>тьків, дідів і прадідів, і вона найдорожча за все на світі. Вона єдина, де ми почуваємо себе вдома, затишно і привітно. І, де б людина не жила потім, а зі своїм краєм вона пов’язана невидимою ниточкою, яка не відпускає від себе, живить душу рідним теплом і</w:t>
      </w:r>
      <w:r>
        <w:rPr>
          <w:rFonts w:ascii="Century Schoolbook L" w:hAnsi="Century Schoolbook L"/>
          <w:sz w:val="28"/>
          <w:szCs w:val="28"/>
        </w:rPr>
        <w:t xml:space="preserve"> дає наснагу.(Слайди)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  </w:t>
      </w:r>
      <w:proofErr w:type="spellStart"/>
      <w:r>
        <w:rPr>
          <w:rFonts w:ascii="Century Schoolbook L" w:hAnsi="Century Schoolbook L"/>
          <w:sz w:val="28"/>
          <w:szCs w:val="28"/>
        </w:rPr>
        <w:t>Хрущівко</w:t>
      </w:r>
      <w:proofErr w:type="spellEnd"/>
      <w:r>
        <w:rPr>
          <w:rFonts w:ascii="Century Schoolbook L" w:hAnsi="Century Schoolbook L"/>
          <w:sz w:val="28"/>
          <w:szCs w:val="28"/>
        </w:rPr>
        <w:t xml:space="preserve"> — рідна земле, ти моя мати.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   Ти часточка душі, ти серця стук.,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Куточок Всесвіту, як ще тебе назвати.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 Колиска юності й дитинства сміху звук.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       В твоєму лоні пшениці зростають,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     А над тобою пісня журав</w:t>
      </w:r>
      <w:r>
        <w:rPr>
          <w:rFonts w:ascii="Century Schoolbook L" w:hAnsi="Century Schoolbook L"/>
          <w:sz w:val="28"/>
          <w:szCs w:val="28"/>
        </w:rPr>
        <w:t>ля.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     У </w:t>
      </w:r>
      <w:proofErr w:type="spellStart"/>
      <w:r>
        <w:rPr>
          <w:rFonts w:ascii="Century Schoolbook L" w:hAnsi="Century Schoolbook L"/>
          <w:sz w:val="28"/>
          <w:szCs w:val="28"/>
        </w:rPr>
        <w:t>надвечір”ї</w:t>
      </w:r>
      <w:proofErr w:type="spellEnd"/>
      <w:r>
        <w:rPr>
          <w:rFonts w:ascii="Century Schoolbook L" w:hAnsi="Century Schoolbook L"/>
          <w:sz w:val="28"/>
          <w:szCs w:val="28"/>
        </w:rPr>
        <w:t xml:space="preserve"> </w:t>
      </w:r>
      <w:proofErr w:type="spellStart"/>
      <w:r>
        <w:rPr>
          <w:rFonts w:ascii="Century Schoolbook L" w:hAnsi="Century Schoolbook L"/>
          <w:sz w:val="28"/>
          <w:szCs w:val="28"/>
        </w:rPr>
        <w:t>солов”ї</w:t>
      </w:r>
      <w:proofErr w:type="spellEnd"/>
      <w:r>
        <w:rPr>
          <w:rFonts w:ascii="Century Schoolbook L" w:hAnsi="Century Schoolbook L"/>
          <w:sz w:val="28"/>
          <w:szCs w:val="28"/>
        </w:rPr>
        <w:t xml:space="preserve"> співають -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     Це рідний край, земля моя й твоя.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     Це запах свіжоспеченого хліба.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Калина мами , її щирий сміх.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І на столі від цього хліба скиба.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Як не любить цей край? Це просто гріх!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Це ті стежини топтані </w:t>
      </w:r>
      <w:r>
        <w:rPr>
          <w:rFonts w:ascii="Century Schoolbook L" w:hAnsi="Century Schoolbook L"/>
          <w:sz w:val="28"/>
          <w:szCs w:val="28"/>
        </w:rPr>
        <w:t>роками,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Це сиві скроні батька і дідів.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І руки, густо вкриті мозолями -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Це батьківщина наших трударів.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Любов до тебе в наших жилах </w:t>
      </w:r>
      <w:proofErr w:type="spellStart"/>
      <w:r>
        <w:rPr>
          <w:rFonts w:ascii="Century Schoolbook L" w:hAnsi="Century Schoolbook L"/>
          <w:sz w:val="28"/>
          <w:szCs w:val="28"/>
        </w:rPr>
        <w:t>б”ється</w:t>
      </w:r>
      <w:proofErr w:type="spellEnd"/>
      <w:r>
        <w:rPr>
          <w:rFonts w:ascii="Century Schoolbook L" w:hAnsi="Century Schoolbook L"/>
          <w:sz w:val="28"/>
          <w:szCs w:val="28"/>
        </w:rPr>
        <w:t>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 У серці чарівним вогнем пала.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 </w:t>
      </w:r>
      <w:proofErr w:type="spellStart"/>
      <w:r>
        <w:rPr>
          <w:rFonts w:ascii="Century Schoolbook L" w:hAnsi="Century Schoolbook L"/>
          <w:sz w:val="28"/>
          <w:szCs w:val="28"/>
        </w:rPr>
        <w:t>Хрущівка</w:t>
      </w:r>
      <w:proofErr w:type="spellEnd"/>
      <w:r>
        <w:rPr>
          <w:rFonts w:ascii="Century Schoolbook L" w:hAnsi="Century Schoolbook L"/>
          <w:sz w:val="28"/>
          <w:szCs w:val="28"/>
        </w:rPr>
        <w:t>! Ось як край мій рідний зветься.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Дай Боже, щоб жила ти і цвіла!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</w:t>
      </w:r>
      <w:r>
        <w:rPr>
          <w:rFonts w:ascii="Century Schoolbook L" w:hAnsi="Century Schoolbook L"/>
          <w:sz w:val="28"/>
          <w:szCs w:val="28"/>
        </w:rPr>
        <w:t xml:space="preserve">          Тільки в рідному краю людина почуває себе захищеною, стійкою, </w:t>
      </w:r>
      <w:r>
        <w:rPr>
          <w:rFonts w:ascii="Century Schoolbook L" w:hAnsi="Century Schoolbook L"/>
          <w:sz w:val="28"/>
          <w:szCs w:val="28"/>
        </w:rPr>
        <w:lastRenderedPageBreak/>
        <w:t>впевненою, бо вона вдома. Тому і присвячено цій темі так багато людської творчості: віршів, пісень, картин, оповідань і т.д. І ця криниця ніколи не висохне, доки й існуватиме людство.</w:t>
      </w:r>
    </w:p>
    <w:p w:rsidR="00E41056" w:rsidRDefault="00E41056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Моя Україна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На світі багато чудових країн,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Мені наймиліша, найкраща країна,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Яка піднялася, мов Фенікс, з руїн,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Безсмертна моя Україна.</w:t>
      </w:r>
    </w:p>
    <w:p w:rsidR="00E41056" w:rsidRDefault="00E41056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Ти з давніх віків непокірна була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І волю свою боронила невпинно.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Нарешті збулося - її здобула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Звитяжна моя Україна.</w:t>
      </w:r>
    </w:p>
    <w:p w:rsidR="00E41056" w:rsidRDefault="00E41056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На </w:t>
      </w:r>
      <w:r>
        <w:rPr>
          <w:rFonts w:ascii="Century Schoolbook L" w:hAnsi="Century Schoolbook L"/>
          <w:sz w:val="28"/>
          <w:szCs w:val="28"/>
        </w:rPr>
        <w:t>землях твоїх неозорих степів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Живе працьовита і чесна родина,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Хвилюється колосом стиглих хлібів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Моя золота Україна.</w:t>
      </w:r>
    </w:p>
    <w:p w:rsidR="00E41056" w:rsidRDefault="00E41056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В садах і дібровах в вечірні часи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Чарує нас пісня дзвінка солов'їна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І чути співочі дівчат голоси, -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Пісенна моя Україна.</w:t>
      </w:r>
    </w:p>
    <w:p w:rsidR="00E41056" w:rsidRDefault="00E41056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Тепер ще не легко </w:t>
      </w:r>
      <w:r>
        <w:rPr>
          <w:rFonts w:ascii="Century Schoolbook L" w:hAnsi="Century Schoolbook L"/>
          <w:sz w:val="28"/>
          <w:szCs w:val="28"/>
        </w:rPr>
        <w:t>живеться тобі,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Є в тому, мабуть, особлива причина.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Та все подолає в тяжкій боротьбі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Незламна моя Україна.</w:t>
      </w:r>
    </w:p>
    <w:p w:rsidR="00E41056" w:rsidRDefault="00E41056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proofErr w:type="spellStart"/>
      <w:r>
        <w:rPr>
          <w:rFonts w:ascii="Century Schoolbook L" w:hAnsi="Century Schoolbook L"/>
          <w:sz w:val="28"/>
          <w:szCs w:val="28"/>
        </w:rPr>
        <w:t>Квітуй</w:t>
      </w:r>
      <w:proofErr w:type="spellEnd"/>
      <w:r>
        <w:rPr>
          <w:rFonts w:ascii="Century Schoolbook L" w:hAnsi="Century Schoolbook L"/>
          <w:sz w:val="28"/>
          <w:szCs w:val="28"/>
        </w:rPr>
        <w:t>, мов калина, на плесами вод,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Будь в дружбі і праці міцна та єдина.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lastRenderedPageBreak/>
        <w:t>Хай буде щасливим твій вільний народ,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Прекрасна моя Україно!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   Рідний кр</w:t>
      </w:r>
      <w:r>
        <w:rPr>
          <w:rFonts w:ascii="Century Schoolbook L" w:hAnsi="Century Schoolbook L"/>
          <w:sz w:val="28"/>
          <w:szCs w:val="28"/>
        </w:rPr>
        <w:t>ай, рідна земля, Батьківщина, Україна... Які це прості й разом із тим прекрасні і святі для нас слова. Велика і священна любов до Батьківщини жила, живе і житиме в усіх чесних і щирих серцях її кращих синів і дочок.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       Кожна п'ядь української землі окр</w:t>
      </w:r>
      <w:r>
        <w:rPr>
          <w:rFonts w:ascii="Century Schoolbook L" w:hAnsi="Century Schoolbook L"/>
          <w:sz w:val="28"/>
          <w:szCs w:val="28"/>
        </w:rPr>
        <w:t xml:space="preserve">оплена </w:t>
      </w:r>
      <w:proofErr w:type="spellStart"/>
      <w:r>
        <w:rPr>
          <w:rFonts w:ascii="Century Schoolbook L" w:hAnsi="Century Schoolbook L"/>
          <w:sz w:val="28"/>
          <w:szCs w:val="28"/>
        </w:rPr>
        <w:t>кров”ю</w:t>
      </w:r>
      <w:proofErr w:type="spellEnd"/>
      <w:r>
        <w:rPr>
          <w:rFonts w:ascii="Century Schoolbook L" w:hAnsi="Century Schoolbook L"/>
          <w:sz w:val="28"/>
          <w:szCs w:val="28"/>
        </w:rPr>
        <w:t xml:space="preserve"> мільйонів наших предків, які захищали рідну землю від численних орд, загарбників, зайд, окупантів. Тому українська земля свята. За неї віддали життя </w:t>
      </w:r>
      <w:proofErr w:type="spellStart"/>
      <w:r>
        <w:rPr>
          <w:rFonts w:ascii="Century Schoolbook L" w:hAnsi="Century Schoolbook L"/>
          <w:sz w:val="28"/>
          <w:szCs w:val="28"/>
        </w:rPr>
        <w:t>найславітніші</w:t>
      </w:r>
      <w:proofErr w:type="spellEnd"/>
      <w:r>
        <w:rPr>
          <w:rFonts w:ascii="Century Schoolbook L" w:hAnsi="Century Schoolbook L"/>
          <w:sz w:val="28"/>
          <w:szCs w:val="28"/>
        </w:rPr>
        <w:t xml:space="preserve"> лицарі нашого народу.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Учень:.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Мій край чудовий — Україна!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Тут народились ти і я</w:t>
      </w:r>
      <w:r>
        <w:rPr>
          <w:rFonts w:ascii="Century Schoolbook L" w:hAnsi="Century Schoolbook L"/>
          <w:sz w:val="28"/>
          <w:szCs w:val="28"/>
        </w:rPr>
        <w:t>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Тут над ставком верба й калина,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Чарівна пісня солов’я.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 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Все найдорожче в цілім світі,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Бо тут почався наш політ.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Цвітуть волошки сині в житі,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Звідсіль ведуть дороги в світ.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 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І найдорожча рідна мова —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Джерельцем радісно дзвенить.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І мила пісня колискова,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Чумацький шлях кудись зорить.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 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Усе найкраще і єдине,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І радощі усі, й жалі…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Мій рідний краю, Україно!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Найкраще місце на землі!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Учень: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На світі багато чудових країн,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Мені наймиліша, найкраща країна,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Яка піднялася, мов Фенікс, з руїн,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lastRenderedPageBreak/>
        <w:t>Безсмертна моя Україна.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У боротьбі за краще європейське майбутнє наш народ зустрівся з агресією російської Федерації ( нашого </w:t>
      </w:r>
      <w:proofErr w:type="spellStart"/>
      <w:r>
        <w:rPr>
          <w:rFonts w:ascii="Century Schoolbook L" w:hAnsi="Century Schoolbook L"/>
          <w:sz w:val="28"/>
          <w:szCs w:val="28"/>
        </w:rPr>
        <w:t>слов”янського</w:t>
      </w:r>
      <w:proofErr w:type="spellEnd"/>
      <w:r>
        <w:rPr>
          <w:rFonts w:ascii="Century Schoolbook L" w:hAnsi="Century Schoolbook L"/>
          <w:sz w:val="28"/>
          <w:szCs w:val="28"/>
        </w:rPr>
        <w:t xml:space="preserve"> брата). РФ анексувала Крим, а зараз веде ненаголошену війну на сході України. Наші </w:t>
      </w:r>
      <w:proofErr w:type="spellStart"/>
      <w:r>
        <w:rPr>
          <w:rFonts w:ascii="Century Schoolbook L" w:hAnsi="Century Schoolbook L"/>
          <w:sz w:val="28"/>
          <w:szCs w:val="28"/>
        </w:rPr>
        <w:t>віськові</w:t>
      </w:r>
      <w:proofErr w:type="spellEnd"/>
      <w:r>
        <w:rPr>
          <w:rFonts w:ascii="Century Schoolbook L" w:hAnsi="Century Schoolbook L"/>
          <w:sz w:val="28"/>
          <w:szCs w:val="28"/>
        </w:rPr>
        <w:t xml:space="preserve"> захищають єдину, неподільну, соборну Україну.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Н</w:t>
      </w:r>
      <w:r>
        <w:rPr>
          <w:rFonts w:ascii="Century Schoolbook L" w:hAnsi="Century Schoolbook L"/>
          <w:sz w:val="28"/>
          <w:szCs w:val="28"/>
        </w:rPr>
        <w:t>аші серця навіки з героями Небесної сотні, воїнами у боротьбі за свободу та єдність України.</w:t>
      </w:r>
    </w:p>
    <w:p w:rsidR="00E41056" w:rsidRDefault="00E41056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Палає Україна… Йде війна…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На Сході точаться бої гарячі.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Вона не вмерла! Ні! Вона жива!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Лише слізьми гіркими тихо плаче.</w:t>
      </w:r>
    </w:p>
    <w:p w:rsidR="00E41056" w:rsidRDefault="00E41056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За тих, хто вчора грав ще у квача,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Ганяв </w:t>
      </w:r>
      <w:r>
        <w:rPr>
          <w:rFonts w:ascii="Century Schoolbook L" w:hAnsi="Century Schoolbook L"/>
          <w:sz w:val="28"/>
          <w:szCs w:val="28"/>
        </w:rPr>
        <w:t>із іграшковим автоматом,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Футболив у дворі м’яча,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Сьогодні ж є захисником-солдатом.</w:t>
      </w:r>
    </w:p>
    <w:p w:rsidR="00E41056" w:rsidRDefault="00E41056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Так, вона викохала відданих синів,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Що підуть і на смерть заради неї,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Вітчизна плаче, Схід горить в огні, –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Та вона горда, що ви є у неї.</w:t>
      </w:r>
    </w:p>
    <w:p w:rsidR="00E41056" w:rsidRDefault="00E41056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І хай же «брат» став ворогом для </w:t>
      </w:r>
      <w:r>
        <w:rPr>
          <w:rFonts w:ascii="Century Schoolbook L" w:hAnsi="Century Schoolbook L"/>
          <w:sz w:val="28"/>
          <w:szCs w:val="28"/>
        </w:rPr>
        <w:t>нас,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І хай же ним хоч сам нечистий править,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Вкраїна вистоїть у нелегкий цей час!</w:t>
      </w:r>
    </w:p>
    <w:p w:rsidR="00E41056" w:rsidRDefault="00923CD9">
      <w:pPr>
        <w:pStyle w:val="Textbody"/>
        <w:spacing w:line="240" w:lineRule="auto"/>
      </w:pPr>
      <w:r>
        <w:rPr>
          <w:rFonts w:ascii="Century Schoolbook L" w:hAnsi="Century Schoolbook L"/>
          <w:sz w:val="28"/>
          <w:szCs w:val="28"/>
        </w:rPr>
        <w:t>Державу нашу на коліна не постав</w:t>
      </w:r>
      <w:r>
        <w:rPr>
          <w:sz w:val="28"/>
          <w:szCs w:val="28"/>
        </w:rPr>
        <w:t>лять</w:t>
      </w:r>
    </w:p>
    <w:p w:rsidR="00E41056" w:rsidRDefault="00E41056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(Пісня «</w:t>
      </w:r>
      <w:proofErr w:type="spellStart"/>
      <w:r>
        <w:rPr>
          <w:rFonts w:ascii="Century Schoolbook L" w:hAnsi="Century Schoolbook L"/>
          <w:sz w:val="28"/>
          <w:szCs w:val="28"/>
        </w:rPr>
        <w:t>Зажгите</w:t>
      </w:r>
      <w:proofErr w:type="spellEnd"/>
      <w:r>
        <w:rPr>
          <w:rFonts w:ascii="Century Schoolbook L" w:hAnsi="Century Schoolbook L"/>
          <w:sz w:val="28"/>
          <w:szCs w:val="28"/>
        </w:rPr>
        <w:t xml:space="preserve"> </w:t>
      </w:r>
      <w:proofErr w:type="spellStart"/>
      <w:r>
        <w:rPr>
          <w:rFonts w:ascii="Century Schoolbook L" w:hAnsi="Century Schoolbook L"/>
          <w:sz w:val="28"/>
          <w:szCs w:val="28"/>
        </w:rPr>
        <w:t>свечи</w:t>
      </w:r>
      <w:proofErr w:type="spellEnd"/>
      <w:r>
        <w:rPr>
          <w:rFonts w:ascii="Century Schoolbook L" w:hAnsi="Century Schoolbook L"/>
          <w:sz w:val="28"/>
          <w:szCs w:val="28"/>
        </w:rPr>
        <w:t>» Діти палять свічки на знак пам’яті. Або хвилина мовчання) Слайд</w:t>
      </w:r>
    </w:p>
    <w:p w:rsidR="00E41056" w:rsidRDefault="00E41056">
      <w:pPr>
        <w:pStyle w:val="Standard"/>
        <w:shd w:val="clear" w:color="auto" w:fill="FFFFFF"/>
        <w:ind w:firstLine="708"/>
        <w:jc w:val="both"/>
        <w:rPr>
          <w:rFonts w:ascii="Century Schoolbook L" w:eastAsia="Times New Roman" w:hAnsi="Century Schoolbook L" w:cs="Times New Roman"/>
          <w:b/>
          <w:bCs/>
          <w:iCs/>
          <w:color w:val="000000"/>
          <w:sz w:val="28"/>
          <w:szCs w:val="28"/>
        </w:rPr>
      </w:pPr>
    </w:p>
    <w:p w:rsidR="00E41056" w:rsidRDefault="00923CD9">
      <w:pPr>
        <w:pStyle w:val="Standard"/>
        <w:shd w:val="clear" w:color="auto" w:fill="FFFFFF"/>
        <w:ind w:firstLine="708"/>
        <w:jc w:val="both"/>
      </w:pPr>
      <w:r>
        <w:rPr>
          <w:rFonts w:ascii="Century Schoolbook L" w:eastAsia="Times New Roman" w:hAnsi="Century Schoolbook L" w:cs="Times New Roman"/>
          <w:b/>
          <w:bCs/>
          <w:iCs/>
          <w:color w:val="000000"/>
          <w:sz w:val="28"/>
          <w:szCs w:val="28"/>
        </w:rPr>
        <w:t>Учень 1</w:t>
      </w:r>
      <w:r>
        <w:rPr>
          <w:rFonts w:ascii="Century Schoolbook L" w:hAnsi="Century Schoolbook L"/>
          <w:i/>
          <w:iCs/>
          <w:color w:val="000000"/>
          <w:sz w:val="28"/>
          <w:szCs w:val="28"/>
        </w:rPr>
        <w:t>.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Любіть Україну, як сонце любіть,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Як віте</w:t>
      </w: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р, і трави, і води,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lastRenderedPageBreak/>
        <w:t>В годину щасливу і в радості мить,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Любіть у годину негоди!</w:t>
      </w:r>
    </w:p>
    <w:p w:rsidR="00E41056" w:rsidRDefault="00E41056">
      <w:pPr>
        <w:pStyle w:val="Standard"/>
        <w:shd w:val="clear" w:color="auto" w:fill="FFFFFF"/>
        <w:jc w:val="both"/>
        <w:rPr>
          <w:rFonts w:ascii="Century Schoolbook L" w:hAnsi="Century Schoolbook L"/>
          <w:b/>
          <w:bCs/>
          <w:iCs/>
          <w:color w:val="000000"/>
          <w:sz w:val="28"/>
          <w:szCs w:val="28"/>
        </w:rPr>
      </w:pPr>
    </w:p>
    <w:p w:rsidR="00E41056" w:rsidRDefault="00923CD9">
      <w:pPr>
        <w:pStyle w:val="Standard"/>
        <w:shd w:val="clear" w:color="auto" w:fill="FFFFFF"/>
        <w:jc w:val="both"/>
      </w:pPr>
      <w:r>
        <w:rPr>
          <w:rFonts w:ascii="Century Schoolbook L" w:eastAsia="Times New Roman" w:hAnsi="Century Schoolbook L" w:cs="Times New Roman"/>
          <w:b/>
          <w:bCs/>
          <w:iCs/>
          <w:color w:val="000000"/>
          <w:sz w:val="28"/>
          <w:szCs w:val="28"/>
        </w:rPr>
        <w:t>Учень 2</w:t>
      </w:r>
      <w:r>
        <w:rPr>
          <w:rFonts w:ascii="Century Schoolbook L" w:eastAsia="Times New Roman" w:hAnsi="Century Schoolbook L" w:cs="Times New Roman"/>
          <w:b/>
          <w:iCs/>
          <w:color w:val="000000"/>
          <w:sz w:val="28"/>
          <w:szCs w:val="28"/>
        </w:rPr>
        <w:t>.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Любіть Україну у сні й наяву,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Вишневу свою Україну,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Красу її вічно живу і нову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І мову її солов’їну.</w:t>
      </w:r>
    </w:p>
    <w:p w:rsidR="00E41056" w:rsidRDefault="00923CD9">
      <w:pPr>
        <w:pStyle w:val="Standard"/>
        <w:shd w:val="clear" w:color="auto" w:fill="FFFFFF"/>
        <w:jc w:val="both"/>
      </w:pPr>
      <w:r>
        <w:rPr>
          <w:rFonts w:ascii="Century Schoolbook L" w:eastAsia="Times New Roman" w:hAnsi="Century Schoolbook L" w:cs="Times New Roman"/>
          <w:b/>
          <w:bCs/>
          <w:iCs/>
          <w:color w:val="000000"/>
          <w:sz w:val="28"/>
          <w:szCs w:val="28"/>
        </w:rPr>
        <w:t>Учень 1</w:t>
      </w:r>
      <w:r>
        <w:rPr>
          <w:rFonts w:ascii="Century Schoolbook L" w:eastAsia="Times New Roman" w:hAnsi="Century Schoolbook L" w:cs="Times New Roman"/>
          <w:b/>
          <w:bCs/>
          <w:color w:val="000000"/>
          <w:sz w:val="28"/>
          <w:szCs w:val="28"/>
        </w:rPr>
        <w:t>.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Між братніх народів.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Мов садом рясним,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 xml:space="preserve">Сіяє вона над </w:t>
      </w: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віками.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Любіть Україну всім серцем своїм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 xml:space="preserve">І </w:t>
      </w:r>
      <w:proofErr w:type="spellStart"/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всіми</w:t>
      </w:r>
      <w:proofErr w:type="spellEnd"/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 xml:space="preserve"> своїми ділами.</w:t>
      </w:r>
    </w:p>
    <w:p w:rsidR="00E41056" w:rsidRDefault="00923CD9">
      <w:pPr>
        <w:pStyle w:val="Standard"/>
        <w:shd w:val="clear" w:color="auto" w:fill="FFFFFF"/>
        <w:jc w:val="both"/>
      </w:pPr>
      <w:r>
        <w:rPr>
          <w:rFonts w:ascii="Century Schoolbook L" w:eastAsia="Times New Roman" w:hAnsi="Century Schoolbook L" w:cs="Times New Roman"/>
          <w:b/>
          <w:bCs/>
          <w:color w:val="000000"/>
          <w:sz w:val="28"/>
          <w:szCs w:val="28"/>
        </w:rPr>
        <w:t xml:space="preserve">Учень </w:t>
      </w:r>
      <w:r>
        <w:rPr>
          <w:rFonts w:ascii="Century Schoolbook L" w:eastAsia="Times New Roman" w:hAnsi="Century Schoolbook L" w:cs="Times New Roman"/>
          <w:b/>
          <w:bCs/>
          <w:i/>
          <w:iCs/>
          <w:color w:val="000000"/>
          <w:sz w:val="28"/>
          <w:szCs w:val="28"/>
        </w:rPr>
        <w:t>2.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Любіть у коханні, в труді і в бою,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Як пісню, що лине зорею,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Всім серцем любіть Україну свою, —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І вічні ми будемо з нею.</w:t>
      </w:r>
    </w:p>
    <w:p w:rsidR="00E41056" w:rsidRDefault="00923CD9">
      <w:pPr>
        <w:pStyle w:val="Textbody"/>
        <w:shd w:val="clear" w:color="auto" w:fill="FFFFFF"/>
        <w:spacing w:after="0" w:line="240" w:lineRule="auto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Земле рідна!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Мозок мій світліє,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І душа ніжнішою стає,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Як твої </w:t>
      </w:r>
      <w:r>
        <w:rPr>
          <w:rFonts w:ascii="Century Schoolbook L" w:hAnsi="Century Schoolbook L"/>
          <w:sz w:val="28"/>
          <w:szCs w:val="28"/>
        </w:rPr>
        <w:t>сподіванки і мрії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У життя вливаються моє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/Василь Симоненко/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 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Вчитель: Рідний </w:t>
      </w:r>
      <w:proofErr w:type="spellStart"/>
      <w:r>
        <w:rPr>
          <w:rFonts w:ascii="Century Schoolbook L" w:hAnsi="Century Schoolbook L"/>
          <w:sz w:val="28"/>
          <w:szCs w:val="28"/>
        </w:rPr>
        <w:t>край...Він</w:t>
      </w:r>
      <w:proofErr w:type="spellEnd"/>
      <w:r>
        <w:rPr>
          <w:rFonts w:ascii="Century Schoolbook L" w:hAnsi="Century Schoolbook L"/>
          <w:sz w:val="28"/>
          <w:szCs w:val="28"/>
        </w:rPr>
        <w:t xml:space="preserve"> починається від батьківського порогу. , стрункої гоголі, твоїх воріт, з барвінку, який ніжно стелиться по садочку. Найсвятішими для нас є слова Україна, Батьківщина. </w:t>
      </w:r>
      <w:r>
        <w:rPr>
          <w:rFonts w:ascii="Century Schoolbook L" w:hAnsi="Century Schoolbook L"/>
          <w:sz w:val="28"/>
          <w:szCs w:val="28"/>
        </w:rPr>
        <w:t>Адже Батьківщина - це не тільки Україна, а й рідна домівка і те місце, де ти народився і виріс, де минули найкращі роки твого життя.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Мати і </w:t>
      </w:r>
      <w:proofErr w:type="spellStart"/>
      <w:r>
        <w:rPr>
          <w:rFonts w:ascii="Century Schoolbook L" w:hAnsi="Century Schoolbook L"/>
          <w:sz w:val="28"/>
          <w:szCs w:val="28"/>
        </w:rPr>
        <w:t>земля...Земля</w:t>
      </w:r>
      <w:proofErr w:type="spellEnd"/>
      <w:r>
        <w:rPr>
          <w:rFonts w:ascii="Century Schoolbook L" w:hAnsi="Century Schoolbook L"/>
          <w:sz w:val="28"/>
          <w:szCs w:val="28"/>
        </w:rPr>
        <w:t xml:space="preserve"> і </w:t>
      </w:r>
      <w:proofErr w:type="spellStart"/>
      <w:r>
        <w:rPr>
          <w:rFonts w:ascii="Century Schoolbook L" w:hAnsi="Century Schoolbook L"/>
          <w:sz w:val="28"/>
          <w:szCs w:val="28"/>
        </w:rPr>
        <w:t>мати...Це</w:t>
      </w:r>
      <w:proofErr w:type="spellEnd"/>
      <w:r>
        <w:rPr>
          <w:rFonts w:ascii="Century Schoolbook L" w:hAnsi="Century Schoolbook L"/>
          <w:sz w:val="28"/>
          <w:szCs w:val="28"/>
        </w:rPr>
        <w:t xml:space="preserve"> роботящі руки наших прабабусь, бабусь, які з тяжкі роки підняли до життя нашу землю, полил</w:t>
      </w:r>
      <w:r>
        <w:rPr>
          <w:rFonts w:ascii="Century Schoolbook L" w:hAnsi="Century Schoolbook L"/>
          <w:sz w:val="28"/>
          <w:szCs w:val="28"/>
        </w:rPr>
        <w:t>и її гіркою сльозою, засіяли молодим життям. Як сказав поет: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Орали землю, сіяли жита.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Рушали в бій до Змієвого валу...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і нива пращурів - земля свята -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Сто сотень поколінь нагодувала.</w:t>
      </w:r>
    </w:p>
    <w:p w:rsidR="00E41056" w:rsidRDefault="00923CD9">
      <w:pPr>
        <w:pStyle w:val="Textbody"/>
        <w:spacing w:line="240" w:lineRule="auto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Усе, іде, народжується з чистих помислів, добра, злагоди, живе, розквітає</w:t>
      </w:r>
      <w:r>
        <w:rPr>
          <w:rFonts w:ascii="Century Schoolbook L" w:hAnsi="Century Schoolbook L"/>
          <w:sz w:val="28"/>
          <w:szCs w:val="28"/>
        </w:rPr>
        <w:t xml:space="preserve"> на землі доброю правдою. Все на світі має душу. Має душу і наша земля. Як наші </w:t>
      </w:r>
      <w:r>
        <w:rPr>
          <w:rFonts w:ascii="Century Schoolbook L" w:hAnsi="Century Schoolbook L"/>
          <w:sz w:val="28"/>
          <w:szCs w:val="28"/>
        </w:rPr>
        <w:lastRenderedPageBreak/>
        <w:t>предки сприймали душу рідної землі?!</w:t>
      </w:r>
    </w:p>
    <w:p w:rsidR="00E41056" w:rsidRDefault="00923CD9">
      <w:pPr>
        <w:pStyle w:val="Standard"/>
        <w:ind w:firstLine="567"/>
        <w:jc w:val="both"/>
      </w:pPr>
      <w:r>
        <w:rPr>
          <w:rFonts w:ascii="Century Schoolbook L" w:eastAsia="Times New Roman" w:hAnsi="Century Schoolbook L" w:cs="Times New Roman"/>
          <w:sz w:val="28"/>
          <w:szCs w:val="28"/>
          <w:shd w:val="clear" w:color="auto" w:fill="FFFFFF"/>
          <w:lang w:eastAsia="ru-RU"/>
        </w:rPr>
        <w:t>Учень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Перше наше слово з нами повсякчас,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Мати-Україно, ти одна у нас!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Ниви і діброви, і садів окрас —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Рідна мати Батьківщино,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 xml:space="preserve">Ти ж одна у </w:t>
      </w:r>
      <w:r>
        <w:rPr>
          <w:rFonts w:ascii="Century Schoolbook L" w:hAnsi="Century Schoolbook L" w:cs="Times New Roman"/>
          <w:sz w:val="28"/>
          <w:szCs w:val="28"/>
        </w:rPr>
        <w:t>нас!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Хай же мир і дружба поєднають всіх,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І дзвенить дитячий безтурботний сміх.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Нам зоріє доля світла і ясна.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Рідна мати Батьківщино,</w:t>
      </w:r>
    </w:p>
    <w:p w:rsidR="00E41056" w:rsidRDefault="00923CD9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  <w:r>
        <w:rPr>
          <w:rFonts w:ascii="Century Schoolbook L" w:eastAsia="Times New Roman" w:hAnsi="Century Schoolbook L" w:cs="Times New Roman"/>
          <w:color w:val="000000"/>
          <w:sz w:val="28"/>
          <w:szCs w:val="28"/>
        </w:rPr>
        <w:t>Ти ж у нас одна!</w:t>
      </w:r>
    </w:p>
    <w:p w:rsidR="00E41056" w:rsidRDefault="00E41056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41056" w:rsidRDefault="00923CD9">
      <w:pPr>
        <w:pStyle w:val="Standard"/>
      </w:pPr>
      <w:r>
        <w:rPr>
          <w:rFonts w:ascii="Century Schoolbook L" w:hAnsi="Century Schoolbook L" w:cs="Times New Roman"/>
          <w:b/>
          <w:sz w:val="28"/>
          <w:szCs w:val="28"/>
        </w:rPr>
        <w:t>Учитель:</w:t>
      </w:r>
      <w:r>
        <w:rPr>
          <w:rFonts w:ascii="Century Schoolbook L" w:hAnsi="Century Schoolbook L" w:cs="Times New Roman"/>
          <w:sz w:val="28"/>
          <w:szCs w:val="28"/>
        </w:rPr>
        <w:t xml:space="preserve"> – А зараз ми проведемо </w:t>
      </w:r>
      <w:r>
        <w:rPr>
          <w:rFonts w:ascii="Century Schoolbook L" w:hAnsi="Century Schoolbook L"/>
          <w:b/>
          <w:sz w:val="28"/>
          <w:szCs w:val="28"/>
        </w:rPr>
        <w:t>В</w:t>
      </w:r>
      <w:r>
        <w:rPr>
          <w:rFonts w:ascii="Century Schoolbook L" w:hAnsi="Century Schoolbook L" w:cs="Times New Roman"/>
          <w:b/>
          <w:sz w:val="28"/>
          <w:szCs w:val="28"/>
        </w:rPr>
        <w:t>ікторину «Чи знаєте ви Україну?»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 xml:space="preserve">1. У якій півкулі знаходиться на карті </w:t>
      </w:r>
      <w:r>
        <w:rPr>
          <w:rFonts w:ascii="Century Schoolbook L" w:hAnsi="Century Schoolbook L" w:cs="Times New Roman"/>
          <w:sz w:val="28"/>
          <w:szCs w:val="28"/>
        </w:rPr>
        <w:t>наша Батьківщина? (У східній).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2. На якому материку ми живемо? (Євразія).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3. Які країни межують з Україною на півночі? (Білорусь).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4. З якою державою Україна межує на сході? (Росія).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5. Коли країна проголосила свою незалежність? (24 серпня 1991 року).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6. Д</w:t>
      </w:r>
      <w:r>
        <w:rPr>
          <w:rFonts w:ascii="Century Schoolbook L" w:hAnsi="Century Schoolbook L" w:cs="Times New Roman"/>
          <w:sz w:val="28"/>
          <w:szCs w:val="28"/>
        </w:rPr>
        <w:t>е знаходяться географічний центр Європи? (На території України в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Закарпатській області поблизу с. Ділове).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7. Яка називається найвища вершина Карпат? (Гора Говерла, 2061 м).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8. Яка найбільша річка в Україні? (Дніпро).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9. Як називається столиця України? (м.</w:t>
      </w:r>
      <w:r>
        <w:rPr>
          <w:rFonts w:ascii="Century Schoolbook L" w:hAnsi="Century Schoolbook L" w:cs="Times New Roman"/>
          <w:sz w:val="28"/>
          <w:szCs w:val="28"/>
        </w:rPr>
        <w:t xml:space="preserve"> Київ).</w:t>
      </w:r>
    </w:p>
    <w:p w:rsidR="00E41056" w:rsidRDefault="00923CD9">
      <w:pPr>
        <w:pStyle w:val="Standard"/>
        <w:rPr>
          <w:rFonts w:ascii="Century Schoolbook L" w:hAnsi="Century Schoolbook L" w:cs="Times New Roman"/>
          <w:sz w:val="28"/>
          <w:szCs w:val="28"/>
        </w:rPr>
      </w:pPr>
      <w:r>
        <w:rPr>
          <w:rFonts w:ascii="Century Schoolbook L" w:hAnsi="Century Schoolbook L" w:cs="Times New Roman"/>
          <w:sz w:val="28"/>
          <w:szCs w:val="28"/>
        </w:rPr>
        <w:t>10. Яке найбільше озеро в Україні? (озеро Сасик)</w:t>
      </w:r>
    </w:p>
    <w:p w:rsidR="00E41056" w:rsidRDefault="00E41056">
      <w:pPr>
        <w:pStyle w:val="Standard"/>
        <w:rPr>
          <w:rFonts w:ascii="Century Schoolbook L" w:hAnsi="Century Schoolbook L" w:cs="Times New Roman"/>
          <w:sz w:val="28"/>
          <w:szCs w:val="28"/>
        </w:rPr>
      </w:pPr>
    </w:p>
    <w:p w:rsidR="00E41056" w:rsidRDefault="00923CD9">
      <w:pPr>
        <w:pStyle w:val="Standard"/>
      </w:pPr>
      <w:r>
        <w:rPr>
          <w:rFonts w:ascii="Century Schoolbook L" w:hAnsi="Century Schoolbook L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– А зараз ми проведемо конкурс </w:t>
      </w:r>
      <w:r>
        <w:rPr>
          <w:rFonts w:ascii="Times New Roman" w:hAnsi="Times New Roman" w:cs="Times New Roman"/>
          <w:b/>
          <w:bCs/>
          <w:sz w:val="28"/>
          <w:szCs w:val="28"/>
        </w:rPr>
        <w:t>«Дерево мудрості».</w:t>
      </w:r>
    </w:p>
    <w:p w:rsidR="00E41056" w:rsidRDefault="00923CD9">
      <w:pPr>
        <w:pStyle w:val="Standard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(На гілках виробленого з паперу дерева висять незакінчені прислів’я.</w:t>
      </w:r>
    </w:p>
    <w:p w:rsidR="00E41056" w:rsidRDefault="00923CD9">
      <w:pPr>
        <w:pStyle w:val="Standard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Учням пропонуємо закінчити їх).</w:t>
      </w:r>
    </w:p>
    <w:p w:rsidR="00E41056" w:rsidRDefault="00923CD9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«Без верби і калини…» (немає України).</w:t>
      </w:r>
    </w:p>
    <w:p w:rsidR="00E41056" w:rsidRDefault="00923CD9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«Людина</w:t>
      </w:r>
      <w:r>
        <w:rPr>
          <w:rFonts w:ascii="Times New Roman" w:hAnsi="Times New Roman" w:cs="Times New Roman"/>
          <w:sz w:val="28"/>
          <w:szCs w:val="28"/>
        </w:rPr>
        <w:t xml:space="preserve"> без рідної землі…» (як соловей без гнізда).</w:t>
      </w:r>
    </w:p>
    <w:p w:rsidR="00E41056" w:rsidRDefault="00923CD9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 рідний край…» (життя віддай).</w:t>
      </w:r>
    </w:p>
    <w:p w:rsidR="00E41056" w:rsidRDefault="00E41056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41056" w:rsidRDefault="00923CD9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 земля мила…» (де мати народила).</w:t>
      </w:r>
    </w:p>
    <w:p w:rsidR="00E41056" w:rsidRDefault="00923CD9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 народ і волю…» (віддамо життя і долю).</w:t>
      </w:r>
    </w:p>
    <w:p w:rsidR="00E41056" w:rsidRDefault="00923CD9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«Жити – …» (Вітчизні служити).</w:t>
      </w:r>
    </w:p>
    <w:p w:rsidR="00E41056" w:rsidRDefault="00923CD9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«Нема на світі другої України…» (немає другого Дніпра).</w:t>
      </w:r>
    </w:p>
    <w:p w:rsidR="00E41056" w:rsidRDefault="00E41056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Учень .</w:t>
      </w:r>
    </w:p>
    <w:p w:rsidR="00E41056" w:rsidRDefault="00923CD9">
      <w:pPr>
        <w:pStyle w:val="Standard"/>
        <w:shd w:val="clear" w:color="auto" w:fill="FFFFFF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Є багато країн на землі,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них — озера, річки і долини...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Є країни великі й малі,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найкраща завжди — Батьківщина!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Є багато квіток запашних,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Кожна квітка красу свою має,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найкращі завжди поміж них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Ті, що квітнуть у рідному краї.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Є багато пташок голосни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Любі, милі нам співи пташині.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завжди наймилішими з них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Будуть ті, що у рідній країні.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 тому найдорожчою нам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Є і буде завжди щохвилини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 інших країн лиш одна, —</w:t>
      </w:r>
    </w:p>
    <w:p w:rsidR="00E41056" w:rsidRDefault="00923CD9">
      <w:pPr>
        <w:pStyle w:val="Standard"/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дорога нам усім Україна!</w:t>
      </w:r>
    </w:p>
    <w:p w:rsidR="00E41056" w:rsidRDefault="00E41056">
      <w:pPr>
        <w:pStyle w:val="Standard"/>
        <w:shd w:val="clear" w:color="auto" w:fill="FFFFFF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</w:p>
    <w:p w:rsidR="00E41056" w:rsidRDefault="00923CD9">
      <w:pPr>
        <w:pStyle w:val="Standard"/>
        <w:shd w:val="clear" w:color="auto" w:fill="FFFFFF"/>
        <w:ind w:firstLine="708"/>
        <w:jc w:val="both"/>
      </w:pPr>
      <w:r>
        <w:rPr>
          <w:rFonts w:ascii="Century Schoolbook L" w:eastAsia="Times New Roman" w:hAnsi="Century Schoolbook L" w:cs="Times New Roman"/>
          <w:b/>
          <w:bCs/>
          <w:iCs/>
          <w:color w:val="000000"/>
          <w:sz w:val="28"/>
          <w:szCs w:val="28"/>
        </w:rPr>
        <w:t>Учитель</w:t>
      </w:r>
      <w:r>
        <w:rPr>
          <w:rFonts w:ascii="Century Schoolbook L" w:eastAsia="Times New Roman" w:hAnsi="Century Schoolbook L" w:cs="Times New Roman"/>
          <w:b/>
          <w:bCs/>
          <w:iCs/>
          <w:sz w:val="28"/>
          <w:szCs w:val="28"/>
        </w:rPr>
        <w:t>.</w:t>
      </w:r>
      <w:r>
        <w:rPr>
          <w:rFonts w:ascii="Century Schoolbook L" w:eastAsia="Times New Roman" w:hAnsi="Century Schoolbook L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Century Schoolbook L" w:eastAsia="Times New Roman" w:hAnsi="Century Schoolbook L" w:cs="Times New Roman"/>
          <w:sz w:val="28"/>
          <w:szCs w:val="28"/>
        </w:rPr>
        <w:t xml:space="preserve">Усе це — наша свята земля, рідна пісня калинова й </w:t>
      </w:r>
      <w:r>
        <w:rPr>
          <w:rFonts w:ascii="Century Schoolbook L" w:eastAsia="Times New Roman" w:hAnsi="Century Schoolbook L" w:cs="Times New Roman"/>
          <w:sz w:val="28"/>
          <w:szCs w:val="28"/>
        </w:rPr>
        <w:t>усе, про що ми говорили, — і є нашою Батьківщиною, що зветься Україна. (Слайд)</w:t>
      </w:r>
    </w:p>
    <w:p w:rsidR="00E41056" w:rsidRDefault="00923CD9">
      <w:pPr>
        <w:pStyle w:val="Standard"/>
        <w:shd w:val="clear" w:color="auto" w:fill="FFFFFF"/>
        <w:ind w:firstLine="708"/>
        <w:jc w:val="both"/>
      </w:pPr>
      <w:r>
        <w:rPr>
          <w:rFonts w:ascii="Century Schoolbook L" w:eastAsia="Times New Roman" w:hAnsi="Century Schoolbook L" w:cs="Times New Roman"/>
          <w:sz w:val="28"/>
          <w:szCs w:val="28"/>
        </w:rPr>
        <w:t xml:space="preserve"> </w:t>
      </w:r>
    </w:p>
    <w:p w:rsidR="00E41056" w:rsidRDefault="00923CD9">
      <w:pPr>
        <w:pStyle w:val="Standard"/>
        <w:shd w:val="clear" w:color="auto" w:fill="FFFFFF"/>
        <w:ind w:firstLine="708"/>
        <w:jc w:val="both"/>
      </w:pPr>
      <w:r>
        <w:rPr>
          <w:rFonts w:ascii="Century Schoolbook L" w:eastAsia="Times New Roman" w:hAnsi="Century Schoolbook L" w:cs="Times New Roman"/>
          <w:sz w:val="28"/>
          <w:szCs w:val="28"/>
        </w:rPr>
        <w:t xml:space="preserve"> Дай щастя, Боже, нашій Україні,</w:t>
      </w:r>
    </w:p>
    <w:p w:rsidR="00E41056" w:rsidRDefault="00923CD9">
      <w:pPr>
        <w:pStyle w:val="Standard"/>
        <w:shd w:val="clear" w:color="auto" w:fill="FFFFFF"/>
        <w:ind w:firstLine="708"/>
        <w:jc w:val="both"/>
        <w:rPr>
          <w:rFonts w:ascii="Century Schoolbook L" w:eastAsia="Times New Roman" w:hAnsi="Century Schoolbook L" w:cs="Times New Roman"/>
          <w:sz w:val="28"/>
          <w:szCs w:val="28"/>
        </w:rPr>
      </w:pPr>
      <w:r>
        <w:rPr>
          <w:rFonts w:ascii="Century Schoolbook L" w:eastAsia="Times New Roman" w:hAnsi="Century Schoolbook L" w:cs="Times New Roman"/>
          <w:sz w:val="28"/>
          <w:szCs w:val="28"/>
        </w:rPr>
        <w:t xml:space="preserve"> такій великій, рідній і єдиній,</w:t>
      </w:r>
    </w:p>
    <w:p w:rsidR="00E41056" w:rsidRDefault="00923CD9">
      <w:pPr>
        <w:pStyle w:val="Standard"/>
        <w:shd w:val="clear" w:color="auto" w:fill="FFFFFF"/>
        <w:ind w:firstLine="708"/>
        <w:jc w:val="both"/>
        <w:rPr>
          <w:rFonts w:ascii="Century Schoolbook L" w:eastAsia="Times New Roman" w:hAnsi="Century Schoolbook L" w:cs="Times New Roman"/>
          <w:sz w:val="28"/>
          <w:szCs w:val="28"/>
        </w:rPr>
      </w:pPr>
      <w:r>
        <w:rPr>
          <w:rFonts w:ascii="Century Schoolbook L" w:eastAsia="Times New Roman" w:hAnsi="Century Schoolbook L" w:cs="Times New Roman"/>
          <w:sz w:val="28"/>
          <w:szCs w:val="28"/>
        </w:rPr>
        <w:t xml:space="preserve"> У кожне місто і село квітчасте</w:t>
      </w:r>
    </w:p>
    <w:p w:rsidR="00E41056" w:rsidRDefault="00923CD9">
      <w:pPr>
        <w:pStyle w:val="Standard"/>
        <w:shd w:val="clear" w:color="auto" w:fill="FFFFFF"/>
        <w:ind w:firstLine="708"/>
        <w:jc w:val="both"/>
        <w:rPr>
          <w:rFonts w:ascii="Century Schoolbook L" w:eastAsia="Times New Roman" w:hAnsi="Century Schoolbook L" w:cs="Times New Roman"/>
          <w:sz w:val="28"/>
          <w:szCs w:val="28"/>
        </w:rPr>
      </w:pPr>
      <w:r>
        <w:rPr>
          <w:rFonts w:ascii="Century Schoolbook L" w:eastAsia="Times New Roman" w:hAnsi="Century Schoolbook L" w:cs="Times New Roman"/>
          <w:sz w:val="28"/>
          <w:szCs w:val="28"/>
        </w:rPr>
        <w:t xml:space="preserve"> Пошли любов і світле щастя!</w:t>
      </w:r>
    </w:p>
    <w:p w:rsidR="00E41056" w:rsidRDefault="00923CD9">
      <w:pPr>
        <w:pStyle w:val="Standard"/>
        <w:shd w:val="clear" w:color="auto" w:fill="FFFFFF"/>
        <w:ind w:firstLine="708"/>
        <w:jc w:val="both"/>
        <w:rPr>
          <w:rFonts w:ascii="Century Schoolbook L" w:eastAsia="Times New Roman" w:hAnsi="Century Schoolbook L" w:cs="Times New Roman"/>
          <w:sz w:val="28"/>
          <w:szCs w:val="28"/>
        </w:rPr>
      </w:pPr>
      <w:r>
        <w:rPr>
          <w:rFonts w:ascii="Century Schoolbook L" w:eastAsia="Times New Roman" w:hAnsi="Century Schoolbook L" w:cs="Times New Roman"/>
          <w:sz w:val="28"/>
          <w:szCs w:val="28"/>
        </w:rPr>
        <w:t xml:space="preserve">Тож любіть, шануйте, бережіть її та будьте </w:t>
      </w:r>
      <w:r>
        <w:rPr>
          <w:rFonts w:ascii="Century Schoolbook L" w:eastAsia="Times New Roman" w:hAnsi="Century Schoolbook L" w:cs="Times New Roman"/>
          <w:sz w:val="28"/>
          <w:szCs w:val="28"/>
        </w:rPr>
        <w:t>гідними її синами та доньками.</w:t>
      </w:r>
    </w:p>
    <w:p w:rsidR="00E41056" w:rsidRDefault="00923CD9">
      <w:pPr>
        <w:pStyle w:val="Standard"/>
        <w:shd w:val="clear" w:color="auto" w:fill="FFFFFF"/>
        <w:ind w:firstLine="708"/>
        <w:jc w:val="both"/>
        <w:rPr>
          <w:rFonts w:ascii="Century Schoolbook L" w:eastAsia="Times New Roman" w:hAnsi="Century Schoolbook L" w:cs="Times New Roman"/>
          <w:sz w:val="28"/>
          <w:szCs w:val="28"/>
        </w:rPr>
      </w:pPr>
      <w:r>
        <w:rPr>
          <w:rFonts w:ascii="Century Schoolbook L" w:eastAsia="Times New Roman" w:hAnsi="Century Schoolbook L" w:cs="Times New Roman"/>
          <w:sz w:val="28"/>
          <w:szCs w:val="28"/>
        </w:rPr>
        <w:t xml:space="preserve">      Учень</w:t>
      </w:r>
    </w:p>
    <w:p w:rsidR="00E41056" w:rsidRDefault="00923CD9">
      <w:pPr>
        <w:pStyle w:val="Standard"/>
        <w:shd w:val="clear" w:color="auto" w:fill="FFFFFF"/>
        <w:ind w:firstLine="708"/>
        <w:jc w:val="both"/>
        <w:rPr>
          <w:rFonts w:ascii="Century Schoolbook L" w:eastAsia="Times New Roman" w:hAnsi="Century Schoolbook L" w:cs="Times New Roman"/>
          <w:sz w:val="28"/>
          <w:szCs w:val="28"/>
        </w:rPr>
      </w:pPr>
      <w:r>
        <w:rPr>
          <w:rFonts w:ascii="Century Schoolbook L" w:eastAsia="Times New Roman" w:hAnsi="Century Schoolbook L" w:cs="Times New Roman"/>
          <w:sz w:val="28"/>
          <w:szCs w:val="28"/>
        </w:rPr>
        <w:t xml:space="preserve">                  Уранці до Бога я ручки складаю</w:t>
      </w:r>
    </w:p>
    <w:p w:rsidR="00E41056" w:rsidRDefault="00923CD9">
      <w:pPr>
        <w:pStyle w:val="Standard"/>
        <w:ind w:left="2124"/>
        <w:jc w:val="both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І щиро у нього я щастя прохаю</w:t>
      </w:r>
    </w:p>
    <w:p w:rsidR="00E41056" w:rsidRDefault="00923CD9">
      <w:pPr>
        <w:pStyle w:val="Standard"/>
        <w:ind w:left="2124"/>
        <w:jc w:val="both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Ісусе, наш рідний, і ти, Божа Мати,</w:t>
      </w:r>
    </w:p>
    <w:p w:rsidR="00E41056" w:rsidRDefault="00923CD9">
      <w:pPr>
        <w:pStyle w:val="Standard"/>
        <w:ind w:left="2124"/>
        <w:jc w:val="both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Пошли для Вкраїни добра й благодаті</w:t>
      </w:r>
    </w:p>
    <w:p w:rsidR="00E41056" w:rsidRDefault="00923CD9">
      <w:pPr>
        <w:pStyle w:val="Standard"/>
        <w:ind w:left="2124"/>
        <w:jc w:val="both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Молюся до тебе, Ісусе єдиний,</w:t>
      </w:r>
    </w:p>
    <w:p w:rsidR="00E41056" w:rsidRDefault="00923CD9">
      <w:pPr>
        <w:pStyle w:val="Standard"/>
        <w:ind w:left="2124"/>
        <w:jc w:val="both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 xml:space="preserve">Щоб мир і достаток були у </w:t>
      </w:r>
      <w:r>
        <w:rPr>
          <w:rFonts w:ascii="Century Schoolbook L" w:hAnsi="Century Schoolbook L"/>
          <w:sz w:val="28"/>
          <w:szCs w:val="28"/>
        </w:rPr>
        <w:t>родині,</w:t>
      </w:r>
    </w:p>
    <w:p w:rsidR="00E41056" w:rsidRDefault="00923CD9">
      <w:pPr>
        <w:pStyle w:val="Standard"/>
        <w:ind w:left="2124"/>
        <w:jc w:val="both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Щоб горя і лиха народи не знали</w:t>
      </w:r>
    </w:p>
    <w:p w:rsidR="00E41056" w:rsidRDefault="00923CD9">
      <w:pPr>
        <w:pStyle w:val="Standard"/>
        <w:ind w:left="2124"/>
        <w:jc w:val="both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Щоб хворим й нужденним усі помагали</w:t>
      </w:r>
    </w:p>
    <w:p w:rsidR="00E41056" w:rsidRDefault="00923CD9">
      <w:pPr>
        <w:pStyle w:val="Standard"/>
        <w:ind w:left="2124"/>
        <w:jc w:val="both"/>
        <w:rPr>
          <w:rFonts w:ascii="Century Schoolbook L" w:hAnsi="Century Schoolbook L"/>
          <w:sz w:val="28"/>
          <w:szCs w:val="28"/>
        </w:rPr>
      </w:pPr>
      <w:r>
        <w:rPr>
          <w:rFonts w:ascii="Century Schoolbook L" w:hAnsi="Century Schoolbook L"/>
          <w:sz w:val="28"/>
          <w:szCs w:val="28"/>
        </w:rPr>
        <w:t>Нехай же прокажуть молитву всі люди</w:t>
      </w:r>
    </w:p>
    <w:p w:rsidR="00E41056" w:rsidRDefault="00923CD9">
      <w:pPr>
        <w:pStyle w:val="Standard"/>
        <w:shd w:val="clear" w:color="auto" w:fill="FFFFFF"/>
        <w:ind w:firstLine="708"/>
        <w:jc w:val="both"/>
        <w:rPr>
          <w:rFonts w:ascii="Century Schoolbook L" w:eastAsia="Times New Roman" w:hAnsi="Century Schoolbook L" w:cs="Times New Roman"/>
          <w:sz w:val="28"/>
          <w:szCs w:val="28"/>
        </w:rPr>
      </w:pPr>
      <w:r>
        <w:rPr>
          <w:rFonts w:ascii="Century Schoolbook L" w:eastAsia="Times New Roman" w:hAnsi="Century Schoolbook L" w:cs="Times New Roman"/>
          <w:sz w:val="28"/>
          <w:szCs w:val="28"/>
        </w:rPr>
        <w:t xml:space="preserve">                  Нехай же надія і Бог з нами буде.</w:t>
      </w:r>
    </w:p>
    <w:p w:rsidR="00E41056" w:rsidRDefault="00E41056">
      <w:pPr>
        <w:pStyle w:val="Standard"/>
        <w:shd w:val="clear" w:color="auto" w:fill="FFFFFF"/>
        <w:spacing w:line="360" w:lineRule="auto"/>
        <w:ind w:firstLine="708"/>
        <w:jc w:val="both"/>
        <w:rPr>
          <w:rFonts w:ascii="Century Schoolbook L" w:eastAsia="Times New Roman" w:hAnsi="Century Schoolbook L" w:cs="Times New Roman"/>
          <w:sz w:val="28"/>
          <w:szCs w:val="28"/>
        </w:rPr>
      </w:pPr>
    </w:p>
    <w:p w:rsidR="00E41056" w:rsidRDefault="00E41056">
      <w:pPr>
        <w:pStyle w:val="Standard"/>
        <w:shd w:val="clear" w:color="auto" w:fill="FFFFFF"/>
        <w:spacing w:line="360" w:lineRule="auto"/>
        <w:ind w:firstLine="708"/>
        <w:jc w:val="both"/>
        <w:rPr>
          <w:rFonts w:ascii="Century Schoolbook L" w:eastAsia="Times New Roman" w:hAnsi="Century Schoolbook L" w:cs="Times New Roman"/>
          <w:b/>
          <w:bCs/>
          <w:iCs/>
          <w:color w:val="000000"/>
          <w:sz w:val="28"/>
          <w:szCs w:val="28"/>
        </w:rPr>
      </w:pPr>
    </w:p>
    <w:p w:rsidR="00E41056" w:rsidRDefault="00E41056">
      <w:pPr>
        <w:pStyle w:val="Standard"/>
        <w:shd w:val="clear" w:color="auto" w:fill="FFFFFF"/>
        <w:spacing w:line="360" w:lineRule="auto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</w:p>
    <w:p w:rsidR="00E41056" w:rsidRDefault="00E41056">
      <w:pPr>
        <w:pStyle w:val="Standard"/>
        <w:shd w:val="clear" w:color="auto" w:fill="FFFFFF"/>
        <w:spacing w:line="360" w:lineRule="auto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</w:p>
    <w:p w:rsidR="00E41056" w:rsidRDefault="00E41056">
      <w:pPr>
        <w:pStyle w:val="Standard"/>
        <w:shd w:val="clear" w:color="auto" w:fill="FFFFFF"/>
        <w:spacing w:line="360" w:lineRule="auto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</w:p>
    <w:p w:rsidR="00E41056" w:rsidRDefault="00E41056">
      <w:pPr>
        <w:pStyle w:val="Standard"/>
        <w:shd w:val="clear" w:color="auto" w:fill="FFFFFF"/>
        <w:spacing w:line="360" w:lineRule="auto"/>
        <w:jc w:val="both"/>
        <w:rPr>
          <w:rFonts w:ascii="Century Schoolbook L" w:eastAsia="Times New Roman" w:hAnsi="Century Schoolbook L" w:cs="Times New Roman"/>
          <w:color w:val="000000"/>
          <w:sz w:val="28"/>
          <w:szCs w:val="28"/>
        </w:rPr>
      </w:pPr>
    </w:p>
    <w:sectPr w:rsidR="00E4105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CD9" w:rsidRDefault="00923CD9">
      <w:r>
        <w:separator/>
      </w:r>
    </w:p>
  </w:endnote>
  <w:endnote w:type="continuationSeparator" w:id="0">
    <w:p w:rsidR="00923CD9" w:rsidRDefault="00923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Abyssinica SIL">
    <w:altName w:val="Times New Roman"/>
    <w:charset w:val="00"/>
    <w:family w:val="auto"/>
    <w:pitch w:val="variable"/>
  </w:font>
  <w:font w:name="Century Schoolbook L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CD9" w:rsidRDefault="00923CD9">
      <w:r>
        <w:rPr>
          <w:color w:val="000000"/>
        </w:rPr>
        <w:separator/>
      </w:r>
    </w:p>
  </w:footnote>
  <w:footnote w:type="continuationSeparator" w:id="0">
    <w:p w:rsidR="00923CD9" w:rsidRDefault="00923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1056"/>
    <w:rsid w:val="000B4F9E"/>
    <w:rsid w:val="00923CD9"/>
    <w:rsid w:val="00E4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uk-UA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uk-UA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Ала</dc:creator>
  <cp:lastModifiedBy>Заярная Алла</cp:lastModifiedBy>
  <cp:revision>2</cp:revision>
  <dcterms:created xsi:type="dcterms:W3CDTF">2017-01-21T16:45:00Z</dcterms:created>
  <dcterms:modified xsi:type="dcterms:W3CDTF">2017-01-21T16:45:00Z</dcterms:modified>
</cp:coreProperties>
</file>