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0D" w:rsidRPr="00FE4036" w:rsidRDefault="00C11D0D" w:rsidP="00DE1384">
      <w:pPr>
        <w:ind w:firstLine="709"/>
        <w:jc w:val="center"/>
        <w:rPr>
          <w:b/>
          <w:bCs/>
          <w:sz w:val="36"/>
          <w:szCs w:val="36"/>
          <w:lang w:val="uk-UA"/>
        </w:rPr>
      </w:pPr>
      <w:r w:rsidRPr="00FE4036">
        <w:rPr>
          <w:b/>
          <w:bCs/>
          <w:sz w:val="36"/>
          <w:szCs w:val="36"/>
          <w:lang w:val="uk-UA"/>
        </w:rPr>
        <w:t>А над світом вишивка цвіте</w:t>
      </w:r>
    </w:p>
    <w:p w:rsidR="00C11D0D" w:rsidRPr="00FE4036" w:rsidRDefault="00C11D0D" w:rsidP="00DE1384">
      <w:pPr>
        <w:ind w:firstLine="709"/>
        <w:jc w:val="both"/>
        <w:rPr>
          <w:b/>
          <w:bCs/>
          <w:sz w:val="36"/>
          <w:szCs w:val="36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bCs/>
          <w:sz w:val="32"/>
          <w:szCs w:val="32"/>
          <w:lang w:val="uk-UA"/>
        </w:rPr>
        <w:t>Учитель</w:t>
      </w:r>
      <w:r w:rsidRPr="00627927">
        <w:rPr>
          <w:sz w:val="32"/>
          <w:szCs w:val="32"/>
          <w:lang w:val="uk-UA"/>
        </w:rPr>
        <w:t xml:space="preserve">: Раді вітати вас, шановні гості, у нашій школі! Нашу зустріч я хочу </w:t>
      </w:r>
      <w:r>
        <w:rPr>
          <w:sz w:val="32"/>
          <w:szCs w:val="32"/>
          <w:lang w:val="uk-UA"/>
        </w:rPr>
        <w:t>роз</w:t>
      </w:r>
      <w:r w:rsidRPr="00627927">
        <w:rPr>
          <w:sz w:val="32"/>
          <w:szCs w:val="32"/>
          <w:lang w:val="uk-UA"/>
        </w:rPr>
        <w:t>почати словами незабутнього Василя Симоненка.</w:t>
      </w:r>
    </w:p>
    <w:p w:rsidR="00C11D0D" w:rsidRPr="00627927" w:rsidRDefault="00C11D0D" w:rsidP="00DE1384">
      <w:pPr>
        <w:ind w:left="2124" w:firstLine="709"/>
        <w:jc w:val="both"/>
        <w:rPr>
          <w:i/>
          <w:iCs/>
          <w:sz w:val="32"/>
          <w:szCs w:val="32"/>
          <w:lang w:val="uk-UA"/>
        </w:rPr>
      </w:pPr>
      <w:r w:rsidRPr="00627927">
        <w:rPr>
          <w:i/>
          <w:iCs/>
          <w:sz w:val="32"/>
          <w:szCs w:val="32"/>
          <w:lang w:val="uk-UA"/>
        </w:rPr>
        <w:t>Вигаптуй на небо райдугу-доріжку,</w:t>
      </w:r>
    </w:p>
    <w:p w:rsidR="00C11D0D" w:rsidRPr="00627927" w:rsidRDefault="00C11D0D" w:rsidP="00DE1384">
      <w:pPr>
        <w:ind w:left="2124" w:firstLine="709"/>
        <w:jc w:val="both"/>
        <w:rPr>
          <w:i/>
          <w:iCs/>
          <w:sz w:val="32"/>
          <w:szCs w:val="32"/>
          <w:lang w:val="uk-UA"/>
        </w:rPr>
      </w:pPr>
      <w:r w:rsidRPr="00627927">
        <w:rPr>
          <w:i/>
          <w:iCs/>
          <w:sz w:val="32"/>
          <w:szCs w:val="32"/>
          <w:lang w:val="uk-UA"/>
        </w:rPr>
        <w:t>Простели до сонця вишивку-маніжку,</w:t>
      </w:r>
    </w:p>
    <w:p w:rsidR="00C11D0D" w:rsidRPr="00627927" w:rsidRDefault="00C11D0D" w:rsidP="00DE1384">
      <w:pPr>
        <w:ind w:left="2124" w:firstLine="709"/>
        <w:jc w:val="both"/>
        <w:rPr>
          <w:i/>
          <w:iCs/>
          <w:sz w:val="32"/>
          <w:szCs w:val="32"/>
          <w:lang w:val="uk-UA"/>
        </w:rPr>
      </w:pPr>
      <w:r w:rsidRPr="00627927">
        <w:rPr>
          <w:i/>
          <w:iCs/>
          <w:sz w:val="32"/>
          <w:szCs w:val="32"/>
          <w:lang w:val="uk-UA"/>
        </w:rPr>
        <w:t>Щоб по тій доріжці з лебедями-снами</w:t>
      </w:r>
    </w:p>
    <w:p w:rsidR="00C11D0D" w:rsidRPr="00627927" w:rsidRDefault="00C11D0D" w:rsidP="00DE1384">
      <w:pPr>
        <w:ind w:left="2124" w:firstLine="709"/>
        <w:jc w:val="both"/>
        <w:rPr>
          <w:sz w:val="32"/>
          <w:szCs w:val="32"/>
          <w:lang w:val="uk-UA"/>
        </w:rPr>
      </w:pPr>
      <w:r w:rsidRPr="00627927">
        <w:rPr>
          <w:i/>
          <w:iCs/>
          <w:sz w:val="32"/>
          <w:szCs w:val="32"/>
          <w:lang w:val="uk-UA"/>
        </w:rPr>
        <w:t>Плавати до щастя білими човнами.</w:t>
      </w:r>
    </w:p>
    <w:p w:rsidR="00C11D0D" w:rsidRPr="00627927" w:rsidRDefault="00C11D0D" w:rsidP="00DE1384">
      <w:pPr>
        <w:pStyle w:val="BodyText"/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Народне мистецтво, яке передавалося з покоління в поколін</w:t>
      </w:r>
      <w:r>
        <w:rPr>
          <w:sz w:val="32"/>
          <w:szCs w:val="32"/>
        </w:rPr>
        <w:t xml:space="preserve">ня століттями, </w:t>
      </w:r>
      <w:r w:rsidRPr="00627927">
        <w:rPr>
          <w:sz w:val="32"/>
          <w:szCs w:val="32"/>
        </w:rPr>
        <w:t>завжди було і є ґрунтом для спілкування людей, джерелом пізнання історії, культури, звідти ідуть витоки творчості. Традиційні пісня і танок, легенда і казка, малюнок і художнє ремесло стали основою сучасного народного мистецтва, пов’язаного виготовленням речей, практично необхідних, зручних у користуванні й ошатних за формою та оздобленням.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Із далекого минулого прийшло до нас і рукоділля – рук діло – шиття, плетіння, в’язання, вишивання, різьблення, ткацтво. І виникло воно з любові до рідної землі і батьківської оселі, зі спілкування з навколишнім світом та потреби не стільки бачити красу, а й творити її власними руками. Вишивання як вид мистецтва існує з незапам’ятних часів. Про вишивку згадується в Біблії та “Іл</w:t>
      </w:r>
      <w:r>
        <w:rPr>
          <w:sz w:val="32"/>
          <w:szCs w:val="32"/>
          <w:lang w:val="uk-UA"/>
        </w:rPr>
        <w:t>л</w:t>
      </w:r>
      <w:r w:rsidRPr="00627927">
        <w:rPr>
          <w:sz w:val="32"/>
          <w:szCs w:val="32"/>
          <w:lang w:val="uk-UA"/>
        </w:rPr>
        <w:t>іаді” Гомера. Нею, за свідченням Геродота, був прикрашений одяг скіфів. Арабський мандрівник Х століття у своїх розповідях свідчить, що руси теж носили вишитий одяг.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Зараз – особливий час. Ми звертаємося до джерел народної творчості, до народних традицій. І як радісно усвідомлювати, що вони сьогодні оновлюються, оживають, і, мабуть, чим більше ми будемо їх знати, тим життя наше буде радіснішим, духовно багатшим.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Сьогоднішнє наше свято називається «А над світом вишивка цвіте». Тож нехай час, проведений у спілкуванні з найдавнішим видом українського мистецтва буде приємним для всіх.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Вишиванка - символ Батьківщини,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Дзеркало народної душі,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 колисанці купані хвилини,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Світло і тривоги у вірші.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Вишиванка - дитинча кирпате,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Що квітки звиває в перепліт,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Материнські ласки, усміх тата,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Прадідів пророчий заповіт.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Вишиванка - писанка чудова,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Звізда ясна, співи та вертеп.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Вишита сльозою рідна мова,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Думами дорога через степ.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Вишиванка - біль на п`ядесталі,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Слава, воля, єдність, віра - ми.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Журавлем курличе, кличе далі,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Стелить вирій взорами-крильми. </w:t>
      </w:r>
    </w:p>
    <w:p w:rsidR="00C11D0D" w:rsidRDefault="00C11D0D" w:rsidP="00DE1384">
      <w:pPr>
        <w:ind w:firstLine="709"/>
        <w:jc w:val="both"/>
        <w:rPr>
          <w:b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Ведучий: </w:t>
      </w:r>
      <w:r w:rsidRPr="00627927">
        <w:rPr>
          <w:sz w:val="32"/>
          <w:szCs w:val="32"/>
        </w:rPr>
        <w:t>Серед жіночих народних промислів чільне місце в історії нашого народу займає вишив</w:t>
      </w:r>
      <w:r w:rsidRPr="00627927">
        <w:rPr>
          <w:sz w:val="32"/>
          <w:szCs w:val="32"/>
          <w:lang w:val="uk-UA"/>
        </w:rPr>
        <w:t>ання</w:t>
      </w:r>
      <w:r w:rsidRPr="00627927">
        <w:rPr>
          <w:sz w:val="32"/>
          <w:szCs w:val="32"/>
        </w:rPr>
        <w:t>.</w:t>
      </w:r>
      <w:r>
        <w:rPr>
          <w:sz w:val="32"/>
          <w:szCs w:val="32"/>
          <w:lang w:val="uk-UA"/>
        </w:rPr>
        <w:t xml:space="preserve"> Вишиванням споконвіків займалися жінки.</w:t>
      </w:r>
      <w:r w:rsidRPr="00627927">
        <w:rPr>
          <w:sz w:val="32"/>
          <w:szCs w:val="32"/>
        </w:rPr>
        <w:t xml:space="preserve"> Майже кожна область, кожний район, а часто й окремі села з покоління в покоління, від матері до дочки </w:t>
      </w:r>
      <w:r w:rsidRPr="00627927">
        <w:rPr>
          <w:sz w:val="32"/>
          <w:szCs w:val="32"/>
          <w:lang w:val="uk-UA"/>
        </w:rPr>
        <w:t xml:space="preserve">передавали таємниці цього виду мистецтва. </w:t>
      </w:r>
      <w:r w:rsidRPr="00627927">
        <w:rPr>
          <w:sz w:val="32"/>
          <w:szCs w:val="32"/>
        </w:rPr>
        <w:t>Тому за кольором, орнаментом, фактурою вишивки завжди можна було визначити місце її виготовлення. Народні майстрині старанно зберігають свої традиції.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i/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 </w:t>
      </w:r>
      <w:r w:rsidRPr="00627927">
        <w:rPr>
          <w:sz w:val="32"/>
          <w:szCs w:val="32"/>
          <w:lang w:val="uk-UA"/>
        </w:rPr>
        <w:tab/>
      </w:r>
      <w:r w:rsidRPr="00627927">
        <w:rPr>
          <w:b/>
          <w:sz w:val="32"/>
          <w:szCs w:val="32"/>
          <w:lang w:val="uk-UA"/>
        </w:rPr>
        <w:t xml:space="preserve">Ведуча: </w:t>
      </w:r>
      <w:r w:rsidRPr="00627927">
        <w:rPr>
          <w:sz w:val="32"/>
          <w:szCs w:val="32"/>
        </w:rPr>
        <w:t>В українському орнаменті, його плавних лініях, в улюблених мотивах промовляє душа народу, його історія, природа, в оточенні якої він живе. З орнаментом пов’язані образи добра, краси, оберегу. Він опоетизований народною свідомістю, теплом людських рук. За ним стоїть тисячолітня історія українського народу.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Червоно  -  чорні  всі  узори,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 мережив  ряд  на  полотні.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 Традицій  пласт,  легенди    роду,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 духовний  символ,  оберіг,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 калини  кущ,  дівочу  вроду,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 на  полотні  все  хтось  зберіг.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 Прості  орнаменти,  народні,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 тягучі  як  пісні    степів.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 xml:space="preserve"> Все  актуально  і  сьогодні,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 хоча  й  прийшли  з  далеких  днів.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pStyle w:val="BodyText"/>
        <w:ind w:firstLine="709"/>
        <w:rPr>
          <w:sz w:val="32"/>
          <w:szCs w:val="32"/>
        </w:rPr>
      </w:pPr>
      <w:r w:rsidRPr="00627927">
        <w:rPr>
          <w:b/>
          <w:sz w:val="32"/>
          <w:szCs w:val="32"/>
        </w:rPr>
        <w:t xml:space="preserve">Ведучий: </w:t>
      </w:r>
      <w:r w:rsidRPr="00627927">
        <w:rPr>
          <w:sz w:val="32"/>
          <w:szCs w:val="32"/>
        </w:rPr>
        <w:t>Вишивання – один з найдавніших видів декоративно-ужиткового мистецтва слов’ян. Народні вишивки захоплюють нас досконалою композицією, різнобарвним колористичним вирішенням. У своїх роботах народні майстри показують одвічний потяг людини до краси, зв’язок з рідною природою.</w:t>
      </w:r>
    </w:p>
    <w:p w:rsidR="00C11D0D" w:rsidRPr="00627927" w:rsidRDefault="00C11D0D" w:rsidP="00DE1384">
      <w:pPr>
        <w:ind w:firstLine="709"/>
        <w:jc w:val="both"/>
        <w:rPr>
          <w:b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Ведуча: </w:t>
      </w:r>
      <w:r w:rsidRPr="00627927">
        <w:rPr>
          <w:sz w:val="32"/>
          <w:szCs w:val="32"/>
          <w:lang w:val="uk-UA"/>
        </w:rPr>
        <w:t xml:space="preserve">Історія народної вишивки на Україні сягає своїм корінням у глибину віків. Дані археологічних розкопок та свідчення мандрівників і літописців доводять, що вишивання як вид мистецтва на Україні існує з незапам’ятних часів. </w:t>
      </w:r>
      <w:r w:rsidRPr="00627927">
        <w:rPr>
          <w:sz w:val="32"/>
          <w:szCs w:val="32"/>
        </w:rPr>
        <w:t>Вишивкою, за свідченням Геро</w:t>
      </w:r>
      <w:r w:rsidRPr="00627927">
        <w:rPr>
          <w:sz w:val="32"/>
          <w:szCs w:val="32"/>
          <w:lang w:val="uk-UA"/>
        </w:rPr>
        <w:t>д</w:t>
      </w:r>
      <w:r w:rsidRPr="00627927">
        <w:rPr>
          <w:sz w:val="32"/>
          <w:szCs w:val="32"/>
        </w:rPr>
        <w:t>ота,</w:t>
      </w:r>
      <w:r w:rsidRPr="00627927">
        <w:rPr>
          <w:b/>
          <w:sz w:val="32"/>
          <w:szCs w:val="32"/>
          <w:lang w:val="uk-UA"/>
        </w:rPr>
        <w:t xml:space="preserve"> </w:t>
      </w:r>
      <w:r w:rsidRPr="00627927">
        <w:rPr>
          <w:sz w:val="32"/>
          <w:szCs w:val="32"/>
        </w:rPr>
        <w:t xml:space="preserve"> був прикрашений одяг скіфів</w:t>
      </w:r>
      <w:r w:rsidRPr="00627927">
        <w:rPr>
          <w:sz w:val="32"/>
          <w:szCs w:val="32"/>
          <w:lang w:val="uk-UA"/>
        </w:rPr>
        <w:t>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Ведучий: </w:t>
      </w:r>
      <w:r w:rsidRPr="00627927">
        <w:rPr>
          <w:sz w:val="32"/>
          <w:szCs w:val="32"/>
        </w:rPr>
        <w:t>Народна вишивка</w:t>
      </w:r>
      <w:r w:rsidRPr="00627927">
        <w:rPr>
          <w:sz w:val="32"/>
          <w:szCs w:val="32"/>
          <w:lang w:val="uk-UA"/>
        </w:rPr>
        <w:t xml:space="preserve"> - </w:t>
      </w:r>
      <w:r w:rsidRPr="00627927">
        <w:rPr>
          <w:sz w:val="32"/>
          <w:szCs w:val="32"/>
        </w:rPr>
        <w:t>це мистецтво, яке постійно розвивається. Це величезне багатство, створене протягом віків тисячами безіменних талановитих народних майстринь. Наше завдання</w:t>
      </w:r>
      <w:r w:rsidRPr="00627927">
        <w:rPr>
          <w:sz w:val="32"/>
          <w:szCs w:val="32"/>
          <w:lang w:val="uk-UA"/>
        </w:rPr>
        <w:t xml:space="preserve"> - </w:t>
      </w:r>
      <w:r w:rsidRPr="00627927">
        <w:rPr>
          <w:sz w:val="32"/>
          <w:szCs w:val="32"/>
        </w:rPr>
        <w:t xml:space="preserve">не розгубити його, передати це живе іскристе диво наступним поколінням.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Вічна пісня барв і кольорів.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Неповторна музика натхнення!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Шепіт трав і шелест яворів,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І дзвінкі турботи сьогодення.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Хрестиком покладено в рядки,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Посплітались, блиснуло веселкою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Ніжність материнської руки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Пісні ще весільної веселої.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Дух народу в колір заплете,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Проросте  і піснею і цвітом.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А над світом, гляньте, а над світом</w:t>
      </w:r>
    </w:p>
    <w:p w:rsidR="00C11D0D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Українська  вишивка цвіте!</w:t>
      </w:r>
    </w:p>
    <w:p w:rsidR="00C11D0D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C12DCF" w:rsidRDefault="00C11D0D" w:rsidP="00DE1384">
      <w:pPr>
        <w:ind w:firstLine="709"/>
        <w:jc w:val="center"/>
        <w:rPr>
          <w:b/>
          <w:sz w:val="32"/>
          <w:szCs w:val="32"/>
          <w:lang w:val="uk-UA"/>
        </w:rPr>
      </w:pPr>
      <w:r w:rsidRPr="00C12DCF">
        <w:rPr>
          <w:b/>
          <w:sz w:val="32"/>
          <w:szCs w:val="32"/>
          <w:lang w:val="uk-UA"/>
        </w:rPr>
        <w:t>ПІСНЯ «МАМИКА СОРОЧКА»</w:t>
      </w:r>
    </w:p>
    <w:p w:rsidR="00C11D0D" w:rsidRPr="00627927" w:rsidRDefault="00C11D0D" w:rsidP="00DE1384">
      <w:pPr>
        <w:ind w:firstLine="709"/>
        <w:jc w:val="both"/>
        <w:rPr>
          <w:b/>
          <w:sz w:val="32"/>
          <w:szCs w:val="32"/>
          <w:lang w:val="uk-UA"/>
        </w:rPr>
      </w:pPr>
    </w:p>
    <w:p w:rsidR="00C11D0D" w:rsidRPr="00627927" w:rsidRDefault="00C11D0D" w:rsidP="00DE1384">
      <w:pPr>
        <w:ind w:right="228" w:firstLine="709"/>
        <w:jc w:val="both"/>
        <w:rPr>
          <w:sz w:val="32"/>
          <w:szCs w:val="32"/>
        </w:rPr>
      </w:pPr>
      <w:r w:rsidRPr="00627927">
        <w:rPr>
          <w:b/>
          <w:sz w:val="32"/>
          <w:szCs w:val="32"/>
          <w:lang w:val="uk-UA"/>
        </w:rPr>
        <w:t xml:space="preserve">Ведуча:  </w:t>
      </w:r>
      <w:r w:rsidRPr="00627927">
        <w:rPr>
          <w:sz w:val="32"/>
          <w:szCs w:val="32"/>
          <w:lang w:val="uk-UA"/>
        </w:rPr>
        <w:t>Оздоблення одягу, зокрема вишивання сорочок, - це багатюща куль</w:t>
      </w:r>
      <w:r w:rsidRPr="00627927">
        <w:rPr>
          <w:sz w:val="32"/>
          <w:szCs w:val="32"/>
          <w:lang w:val="uk-UA"/>
        </w:rPr>
        <w:softHyphen/>
      </w:r>
      <w:r w:rsidRPr="00627927">
        <w:rPr>
          <w:spacing w:val="-1"/>
          <w:sz w:val="32"/>
          <w:szCs w:val="32"/>
          <w:lang w:val="uk-UA"/>
        </w:rPr>
        <w:t xml:space="preserve">тура що в кожній місцевості мала самобутні форми. </w:t>
      </w:r>
      <w:r w:rsidRPr="00627927">
        <w:rPr>
          <w:spacing w:val="-1"/>
          <w:sz w:val="32"/>
          <w:szCs w:val="32"/>
        </w:rPr>
        <w:t>Навіть в одному селі важко знайти дві однакові сорочки: кожна жінка застосовувала власну фан</w:t>
      </w:r>
      <w:r w:rsidRPr="00627927">
        <w:rPr>
          <w:spacing w:val="-1"/>
          <w:sz w:val="32"/>
          <w:szCs w:val="32"/>
        </w:rPr>
        <w:softHyphen/>
      </w:r>
      <w:r w:rsidRPr="00627927">
        <w:rPr>
          <w:sz w:val="32"/>
          <w:szCs w:val="32"/>
        </w:rPr>
        <w:t>тазію імпровізуючи в межах усталеної місцевої традиції.</w:t>
      </w:r>
    </w:p>
    <w:p w:rsidR="00C11D0D" w:rsidRPr="00627927" w:rsidRDefault="00C11D0D" w:rsidP="00DE1384">
      <w:pPr>
        <w:ind w:left="43" w:right="2966"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tabs>
          <w:tab w:val="left" w:pos="9900"/>
          <w:tab w:val="left" w:pos="10080"/>
        </w:tabs>
        <w:ind w:left="43" w:right="228" w:firstLine="709"/>
        <w:jc w:val="both"/>
        <w:rPr>
          <w:sz w:val="32"/>
          <w:szCs w:val="32"/>
        </w:rPr>
      </w:pPr>
      <w:r w:rsidRPr="00627927">
        <w:rPr>
          <w:b/>
          <w:sz w:val="32"/>
          <w:szCs w:val="32"/>
          <w:lang w:val="uk-UA"/>
        </w:rPr>
        <w:t>Ведучий:</w:t>
      </w:r>
      <w:r>
        <w:rPr>
          <w:sz w:val="32"/>
          <w:szCs w:val="32"/>
          <w:lang w:val="uk-UA"/>
        </w:rPr>
        <w:t>В</w:t>
      </w:r>
      <w:r w:rsidRPr="00627927">
        <w:rPr>
          <w:b/>
          <w:sz w:val="32"/>
          <w:szCs w:val="32"/>
          <w:lang w:val="uk-UA"/>
        </w:rPr>
        <w:t xml:space="preserve"> </w:t>
      </w:r>
      <w:r w:rsidRPr="00627927">
        <w:rPr>
          <w:sz w:val="32"/>
          <w:szCs w:val="32"/>
          <w:lang w:val="uk-UA"/>
        </w:rPr>
        <w:t>Україні існують численні повір'я, звичаї та обряди, пов</w:t>
      </w:r>
      <w:r w:rsidRPr="001D5B4E">
        <w:rPr>
          <w:sz w:val="32"/>
          <w:szCs w:val="32"/>
          <w:lang w:val="uk-UA"/>
        </w:rPr>
        <w:t>’</w:t>
      </w:r>
      <w:r w:rsidRPr="00627927">
        <w:rPr>
          <w:sz w:val="32"/>
          <w:szCs w:val="32"/>
          <w:lang w:val="uk-UA"/>
        </w:rPr>
        <w:t xml:space="preserve"> язані з шиттям сорочок та їх носінням. </w:t>
      </w:r>
      <w:r>
        <w:rPr>
          <w:sz w:val="32"/>
          <w:szCs w:val="32"/>
        </w:rPr>
        <w:t>Дівчат</w:t>
      </w:r>
      <w:r>
        <w:rPr>
          <w:sz w:val="32"/>
          <w:szCs w:val="32"/>
          <w:lang w:val="uk-UA"/>
        </w:rPr>
        <w:t>а</w:t>
      </w:r>
      <w:r w:rsidRPr="00627927">
        <w:rPr>
          <w:sz w:val="32"/>
          <w:szCs w:val="32"/>
        </w:rPr>
        <w:t xml:space="preserve"> вишивали це вбрання для наре</w:t>
      </w:r>
      <w:r w:rsidRPr="00627927">
        <w:rPr>
          <w:sz w:val="32"/>
          <w:szCs w:val="32"/>
        </w:rPr>
        <w:softHyphen/>
        <w:t>чених. Про це співається в народній пісні: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А вже ж тая слава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По всім городочку,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Що дівчина козакові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Вишила сорочку.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Ведуча: </w:t>
      </w:r>
      <w:r w:rsidRPr="00627927">
        <w:rPr>
          <w:sz w:val="32"/>
          <w:szCs w:val="32"/>
        </w:rPr>
        <w:t xml:space="preserve">Сидячи над сорочкою чи хустинкою протягом кількох днів або й тижнів, дівчина чи жінка багато передумували про того, хто її носитиме, про нього і про своє життя. Ось чому ці вироби мають не лише ужиткове, </w:t>
      </w:r>
      <w:r w:rsidRPr="00627927">
        <w:rPr>
          <w:spacing w:val="-2"/>
          <w:sz w:val="32"/>
          <w:szCs w:val="32"/>
        </w:rPr>
        <w:t xml:space="preserve">а й символічне значення: їх вишивають і дарують не будь-кому, а людині </w:t>
      </w:r>
      <w:r w:rsidRPr="00627927">
        <w:rPr>
          <w:sz w:val="32"/>
          <w:szCs w:val="32"/>
        </w:rPr>
        <w:t>особливо близькій.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Default="00C11D0D" w:rsidP="00DE1384">
      <w:pPr>
        <w:ind w:left="1061" w:right="4224" w:firstLine="709"/>
        <w:rPr>
          <w:sz w:val="32"/>
          <w:szCs w:val="32"/>
          <w:lang w:val="uk-UA"/>
        </w:rPr>
      </w:pPr>
    </w:p>
    <w:p w:rsidR="00C11D0D" w:rsidRDefault="00C11D0D" w:rsidP="00DE1384">
      <w:pPr>
        <w:ind w:left="1061" w:right="4224"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Виший, кохана, сорочку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Хрещеним барвінком зеленим. </w:t>
      </w:r>
    </w:p>
    <w:p w:rsidR="00C11D0D" w:rsidRPr="00627927" w:rsidRDefault="00C11D0D" w:rsidP="00DE1384">
      <w:pPr>
        <w:ind w:left="1061" w:right="4224" w:firstLine="709"/>
        <w:rPr>
          <w:spacing w:val="-1"/>
          <w:sz w:val="32"/>
          <w:szCs w:val="32"/>
          <w:lang w:val="uk-UA"/>
        </w:rPr>
      </w:pPr>
      <w:r w:rsidRPr="00627927">
        <w:rPr>
          <w:spacing w:val="-1"/>
          <w:sz w:val="32"/>
          <w:szCs w:val="32"/>
        </w:rPr>
        <w:t>В гарячих вечірніх загравах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pacing w:val="-1"/>
          <w:sz w:val="32"/>
          <w:szCs w:val="32"/>
        </w:rPr>
        <w:t xml:space="preserve"> </w:t>
      </w:r>
      <w:r w:rsidRPr="00627927">
        <w:rPr>
          <w:sz w:val="32"/>
          <w:szCs w:val="32"/>
        </w:rPr>
        <w:t xml:space="preserve">Виший сорочку для мене.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Виший, кохана, сорочку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Свіжим прозорим світанком,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Білим вишневим суцвіттям,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 Зоряно-квітним серпанком.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Виший, кохана, сорочку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Небом блакитним весняним, </w:t>
      </w:r>
    </w:p>
    <w:p w:rsidR="00C11D0D" w:rsidRPr="00627927" w:rsidRDefault="00C11D0D" w:rsidP="00DE1384">
      <w:pPr>
        <w:ind w:left="1061" w:right="4224" w:firstLine="709"/>
        <w:rPr>
          <w:spacing w:val="-1"/>
          <w:sz w:val="32"/>
          <w:szCs w:val="32"/>
          <w:lang w:val="uk-UA"/>
        </w:rPr>
      </w:pPr>
      <w:r w:rsidRPr="00627927">
        <w:rPr>
          <w:spacing w:val="-1"/>
          <w:sz w:val="32"/>
          <w:szCs w:val="32"/>
        </w:rPr>
        <w:t xml:space="preserve">Цвітом очей своїх синіх,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Заходом сонця багряним.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Виший, кохана, сорочку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Квітами маку й калини,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Плетивом чорно-червоним,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Духом моєї Вкраїни.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Виший, кохана, сорочку,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Я її буду жаліти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І у холодній розлуці </w:t>
      </w:r>
    </w:p>
    <w:p w:rsidR="00C11D0D" w:rsidRPr="00627927" w:rsidRDefault="00C11D0D" w:rsidP="00DE1384">
      <w:pPr>
        <w:ind w:left="1061" w:right="4224" w:firstLine="709"/>
        <w:rPr>
          <w:spacing w:val="-1"/>
          <w:sz w:val="32"/>
          <w:szCs w:val="32"/>
          <w:lang w:val="uk-UA"/>
        </w:rPr>
      </w:pPr>
      <w:r w:rsidRPr="00627927">
        <w:rPr>
          <w:spacing w:val="-1"/>
          <w:sz w:val="32"/>
          <w:szCs w:val="32"/>
        </w:rPr>
        <w:t xml:space="preserve">Душу у ній свою гріти.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Виший, кохана, сорочку,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Бо як у світ я полину,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Буду її зберігати — </w:t>
      </w:r>
    </w:p>
    <w:p w:rsidR="00C11D0D" w:rsidRPr="00627927" w:rsidRDefault="00C11D0D" w:rsidP="00DE1384">
      <w:pPr>
        <w:ind w:left="1061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Пам'ять про тебе єдину.</w:t>
      </w:r>
    </w:p>
    <w:p w:rsidR="00C11D0D" w:rsidRPr="00627927" w:rsidRDefault="00C11D0D" w:rsidP="00DE1384">
      <w:pPr>
        <w:ind w:left="180" w:right="228" w:firstLine="709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Ведучий: </w:t>
      </w:r>
      <w:r w:rsidRPr="00627927">
        <w:rPr>
          <w:sz w:val="32"/>
          <w:szCs w:val="32"/>
          <w:lang w:val="uk-UA"/>
        </w:rPr>
        <w:t>Вишиті сорочки були поширені  в Україні з давніх часів. Довгими зимовими вечорами шили дівчата собі на посаг сорочки і наспівували:</w:t>
      </w:r>
    </w:p>
    <w:p w:rsidR="00C11D0D" w:rsidRPr="00627927" w:rsidRDefault="00C11D0D" w:rsidP="00DE1384">
      <w:pPr>
        <w:ind w:left="180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Маруся сорочку шила…</w:t>
      </w:r>
    </w:p>
    <w:p w:rsidR="00C11D0D" w:rsidRPr="00627927" w:rsidRDefault="00C11D0D" w:rsidP="00DE1384">
      <w:pPr>
        <w:ind w:left="180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По ошива</w:t>
      </w:r>
      <w:r>
        <w:rPr>
          <w:sz w:val="32"/>
          <w:szCs w:val="32"/>
          <w:lang w:val="uk-UA"/>
        </w:rPr>
        <w:t>н</w:t>
      </w:r>
      <w:r w:rsidRPr="00627927">
        <w:rPr>
          <w:sz w:val="32"/>
          <w:szCs w:val="32"/>
          <w:lang w:val="uk-UA"/>
        </w:rPr>
        <w:t>ці – лебедоньками,</w:t>
      </w:r>
    </w:p>
    <w:p w:rsidR="00C11D0D" w:rsidRDefault="00C11D0D" w:rsidP="00DE1384">
      <w:pPr>
        <w:ind w:left="180" w:right="4224"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А по рукавах – пташеньками.</w:t>
      </w:r>
    </w:p>
    <w:p w:rsidR="00C11D0D" w:rsidRDefault="00C11D0D" w:rsidP="00DE1384">
      <w:pPr>
        <w:ind w:left="180" w:right="4224" w:firstLine="709"/>
        <w:jc w:val="center"/>
        <w:rPr>
          <w:sz w:val="32"/>
          <w:szCs w:val="32"/>
          <w:lang w:val="uk-UA"/>
        </w:rPr>
      </w:pPr>
    </w:p>
    <w:p w:rsidR="00C11D0D" w:rsidRPr="00C12DCF" w:rsidRDefault="00C11D0D" w:rsidP="00DE1384">
      <w:pPr>
        <w:ind w:left="180" w:right="2" w:firstLine="709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ПІСНЯ «ЗВЕЧОРА </w:t>
      </w:r>
      <w:r w:rsidRPr="00C12DCF">
        <w:rPr>
          <w:b/>
          <w:sz w:val="32"/>
          <w:szCs w:val="32"/>
          <w:lang w:val="uk-UA"/>
        </w:rPr>
        <w:t>ТРИВОЖНОГО…»</w:t>
      </w:r>
    </w:p>
    <w:p w:rsidR="00C11D0D" w:rsidRPr="00627927" w:rsidRDefault="00C11D0D" w:rsidP="00DE1384">
      <w:pPr>
        <w:ind w:left="180" w:right="4224" w:firstLine="709"/>
        <w:rPr>
          <w:b/>
          <w:sz w:val="32"/>
          <w:szCs w:val="32"/>
          <w:lang w:val="uk-UA"/>
        </w:rPr>
      </w:pPr>
    </w:p>
    <w:p w:rsidR="00C11D0D" w:rsidRPr="00627927" w:rsidRDefault="00C11D0D" w:rsidP="00DE1384">
      <w:pPr>
        <w:tabs>
          <w:tab w:val="left" w:pos="10080"/>
        </w:tabs>
        <w:ind w:left="180" w:right="588" w:firstLine="709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>Ведуча:</w:t>
      </w:r>
      <w:r w:rsidRPr="00627927">
        <w:rPr>
          <w:sz w:val="32"/>
          <w:szCs w:val="32"/>
          <w:lang w:val="uk-UA"/>
        </w:rPr>
        <w:t xml:space="preserve"> Про українську вишиту сорочку складено чимало пісень, написано чимало віршів.</w:t>
      </w:r>
    </w:p>
    <w:p w:rsidR="00C11D0D" w:rsidRPr="001D5B4E" w:rsidRDefault="00C11D0D" w:rsidP="00DE1384">
      <w:pPr>
        <w:ind w:firstLine="709"/>
        <w:rPr>
          <w:sz w:val="32"/>
          <w:szCs w:val="32"/>
        </w:rPr>
      </w:pPr>
      <w:r w:rsidRPr="001D5B4E">
        <w:rPr>
          <w:i/>
          <w:iCs/>
          <w:spacing w:val="-2"/>
          <w:sz w:val="32"/>
          <w:szCs w:val="32"/>
        </w:rPr>
        <w:t xml:space="preserve"> </w:t>
      </w:r>
    </w:p>
    <w:p w:rsidR="00C11D0D" w:rsidRPr="00627927" w:rsidRDefault="00C11D0D" w:rsidP="00DE1384">
      <w:pPr>
        <w:tabs>
          <w:tab w:val="left" w:pos="1997"/>
        </w:tabs>
        <w:ind w:firstLine="709"/>
        <w:jc w:val="center"/>
        <w:rPr>
          <w:b/>
          <w:sz w:val="32"/>
          <w:szCs w:val="32"/>
        </w:rPr>
      </w:pPr>
      <w:r w:rsidRPr="00627927">
        <w:rPr>
          <w:b/>
          <w:spacing w:val="-2"/>
          <w:sz w:val="32"/>
          <w:szCs w:val="32"/>
        </w:rPr>
        <w:t>Вишиванка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Цю сорочку мені вишивала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Материнська ласкава рука,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Що квіти на ній розсипала,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Мов по лузі весна гомінка.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Від'їздив я. В останній хвилині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Мати шепче крізь сльози: "Прощай,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Пам'ятай, ти родивсь на Вкраїні,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Де б не був ти, про це пам'ятай!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Не соромся хоч мови своєї,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Ти повинен гордитися цим..</w:t>
      </w:r>
    </w:p>
    <w:p w:rsidR="00C11D0D" w:rsidRPr="00627927" w:rsidRDefault="00C11D0D" w:rsidP="00DE1384">
      <w:pPr>
        <w:ind w:left="34" w:firstLine="709"/>
        <w:rPr>
          <w:sz w:val="32"/>
          <w:szCs w:val="32"/>
        </w:rPr>
      </w:pPr>
      <w:r w:rsidRPr="00627927">
        <w:rPr>
          <w:sz w:val="32"/>
          <w:szCs w:val="32"/>
        </w:rPr>
        <w:t>А сорочки простої цієї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Не заміниш і шовком тонким.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Бо це мати тобі вишиває..."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І, здається, тепло її рук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Все в дорозі мене зігріває,</w:t>
      </w:r>
    </w:p>
    <w:p w:rsidR="00C11D0D" w:rsidRPr="00627927" w:rsidRDefault="00C11D0D" w:rsidP="00DE1384">
      <w:pPr>
        <w:ind w:left="86" w:firstLine="709"/>
        <w:rPr>
          <w:sz w:val="32"/>
          <w:szCs w:val="32"/>
        </w:rPr>
      </w:pPr>
      <w:r w:rsidRPr="00627927">
        <w:rPr>
          <w:sz w:val="32"/>
          <w:szCs w:val="32"/>
        </w:rPr>
        <w:t>І я чую коліс перестук.</w:t>
      </w:r>
    </w:p>
    <w:p w:rsidR="00C11D0D" w:rsidRPr="00627927" w:rsidRDefault="00C11D0D" w:rsidP="00DE1384">
      <w:pPr>
        <w:ind w:left="1454" w:firstLine="709"/>
        <w:rPr>
          <w:sz w:val="32"/>
          <w:szCs w:val="32"/>
        </w:rPr>
      </w:pPr>
      <w:r w:rsidRPr="00627927">
        <w:rPr>
          <w:sz w:val="32"/>
          <w:szCs w:val="32"/>
        </w:rPr>
        <w:t>Де не був я: на Півночі дальній</w:t>
      </w:r>
    </w:p>
    <w:p w:rsidR="00C11D0D" w:rsidRPr="00627927" w:rsidRDefault="00C11D0D" w:rsidP="00DE1384">
      <w:pPr>
        <w:ind w:left="1469" w:firstLine="709"/>
        <w:rPr>
          <w:sz w:val="32"/>
          <w:szCs w:val="32"/>
        </w:rPr>
      </w:pPr>
      <w:r w:rsidRPr="00627927">
        <w:rPr>
          <w:sz w:val="32"/>
          <w:szCs w:val="32"/>
        </w:rPr>
        <w:t>І на землях цілинних орав,</w:t>
      </w:r>
    </w:p>
    <w:p w:rsidR="00C11D0D" w:rsidRPr="00627927" w:rsidRDefault="00C11D0D" w:rsidP="00DE1384">
      <w:pPr>
        <w:ind w:left="1464" w:firstLine="709"/>
        <w:rPr>
          <w:sz w:val="32"/>
          <w:szCs w:val="32"/>
        </w:rPr>
      </w:pPr>
      <w:r w:rsidRPr="00627927">
        <w:rPr>
          <w:sz w:val="32"/>
          <w:szCs w:val="32"/>
        </w:rPr>
        <w:t>А в сорочці оцій полотняній</w:t>
      </w:r>
    </w:p>
    <w:p w:rsidR="00C11D0D" w:rsidRPr="00627927" w:rsidRDefault="00C11D0D" w:rsidP="00DE1384">
      <w:pPr>
        <w:ind w:left="1464" w:firstLine="709"/>
        <w:rPr>
          <w:i/>
          <w:iCs/>
          <w:spacing w:val="-6"/>
          <w:sz w:val="32"/>
          <w:szCs w:val="32"/>
          <w:lang w:val="uk-UA"/>
        </w:rPr>
      </w:pPr>
      <w:r w:rsidRPr="00627927">
        <w:rPr>
          <w:sz w:val="32"/>
          <w:szCs w:val="32"/>
        </w:rPr>
        <w:t>Я тепло рідних рук відчував.</w:t>
      </w:r>
      <w:r w:rsidRPr="00627927">
        <w:rPr>
          <w:sz w:val="32"/>
          <w:szCs w:val="32"/>
          <w:lang w:val="uk-UA"/>
        </w:rPr>
        <w:t xml:space="preserve">     </w:t>
      </w:r>
      <w:r w:rsidRPr="00627927">
        <w:rPr>
          <w:i/>
          <w:iCs/>
          <w:spacing w:val="-6"/>
          <w:sz w:val="32"/>
          <w:szCs w:val="32"/>
        </w:rPr>
        <w:t>(В. Ярмуш)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DE1384" w:rsidRDefault="00C11D0D" w:rsidP="00DE1384">
      <w:pPr>
        <w:tabs>
          <w:tab w:val="left" w:pos="355"/>
        </w:tabs>
        <w:ind w:left="62" w:firstLine="709"/>
        <w:rPr>
          <w:b/>
          <w:i/>
          <w:sz w:val="32"/>
          <w:szCs w:val="32"/>
        </w:rPr>
      </w:pPr>
      <w:r w:rsidRPr="00627927">
        <w:rPr>
          <w:sz w:val="32"/>
          <w:szCs w:val="32"/>
        </w:rPr>
        <w:tab/>
      </w:r>
      <w:r w:rsidRPr="00DE1384">
        <w:rPr>
          <w:b/>
          <w:i/>
          <w:iCs/>
          <w:spacing w:val="-5"/>
          <w:sz w:val="32"/>
          <w:szCs w:val="32"/>
        </w:rPr>
        <w:t xml:space="preserve">Пісня </w:t>
      </w:r>
      <w:r w:rsidRPr="00DE1384">
        <w:rPr>
          <w:b/>
          <w:bCs/>
          <w:i/>
          <w:iCs/>
          <w:spacing w:val="-5"/>
          <w:sz w:val="32"/>
          <w:szCs w:val="32"/>
        </w:rPr>
        <w:t xml:space="preserve">"Сорочка". </w:t>
      </w:r>
      <w:r w:rsidRPr="00DE1384">
        <w:rPr>
          <w:b/>
          <w:i/>
          <w:iCs/>
          <w:spacing w:val="-5"/>
          <w:sz w:val="32"/>
          <w:szCs w:val="32"/>
        </w:rPr>
        <w:t>Сл. В. Крищенка, муз. В. Уманця</w:t>
      </w:r>
    </w:p>
    <w:p w:rsidR="00C11D0D" w:rsidRPr="00376AEC" w:rsidRDefault="00C11D0D" w:rsidP="00DE1384">
      <w:pPr>
        <w:ind w:firstLine="709"/>
        <w:rPr>
          <w:sz w:val="32"/>
          <w:szCs w:val="32"/>
          <w:lang w:val="uk-UA"/>
        </w:rPr>
      </w:pPr>
      <w:r w:rsidRPr="00376AEC">
        <w:rPr>
          <w:sz w:val="32"/>
          <w:szCs w:val="32"/>
        </w:rPr>
        <w:t xml:space="preserve">Мама вишила мені </w:t>
      </w:r>
    </w:p>
    <w:p w:rsidR="00C11D0D" w:rsidRPr="00376AEC" w:rsidRDefault="00C11D0D" w:rsidP="00DE1384">
      <w:pPr>
        <w:ind w:firstLine="709"/>
        <w:rPr>
          <w:sz w:val="32"/>
          <w:szCs w:val="32"/>
          <w:lang w:val="uk-UA"/>
        </w:rPr>
      </w:pPr>
      <w:r w:rsidRPr="00376AEC">
        <w:rPr>
          <w:sz w:val="32"/>
          <w:szCs w:val="32"/>
        </w:rPr>
        <w:t xml:space="preserve">Квітами сорочку. </w:t>
      </w:r>
    </w:p>
    <w:p w:rsidR="00C11D0D" w:rsidRPr="00376AEC" w:rsidRDefault="00C11D0D" w:rsidP="00DE1384">
      <w:pPr>
        <w:ind w:firstLine="709"/>
        <w:rPr>
          <w:sz w:val="32"/>
          <w:szCs w:val="32"/>
        </w:rPr>
      </w:pPr>
      <w:r w:rsidRPr="00376AEC">
        <w:rPr>
          <w:sz w:val="32"/>
          <w:szCs w:val="32"/>
        </w:rPr>
        <w:t>Квіти гарні, осяйні:</w:t>
      </w:r>
    </w:p>
    <w:p w:rsidR="00C11D0D" w:rsidRPr="00376AEC" w:rsidRDefault="00C11D0D" w:rsidP="00DE1384">
      <w:pPr>
        <w:tabs>
          <w:tab w:val="left" w:pos="1704"/>
        </w:tabs>
        <w:ind w:firstLine="709"/>
        <w:rPr>
          <w:sz w:val="32"/>
          <w:szCs w:val="32"/>
        </w:rPr>
      </w:pPr>
      <w:r w:rsidRPr="00376AEC">
        <w:rPr>
          <w:sz w:val="32"/>
          <w:szCs w:val="32"/>
        </w:rPr>
        <w:t>—На, носи, синочку.</w:t>
      </w:r>
      <w:r w:rsidRPr="00376AEC">
        <w:rPr>
          <w:sz w:val="32"/>
          <w:szCs w:val="32"/>
        </w:rPr>
        <w:br/>
        <w:t>Нитка в нитку — кожна з них</w:t>
      </w:r>
      <w:r w:rsidRPr="00376AEC">
        <w:rPr>
          <w:sz w:val="32"/>
          <w:szCs w:val="32"/>
        </w:rPr>
        <w:br/>
        <w:t>Ніжністю зігріта.</w:t>
      </w:r>
    </w:p>
    <w:p w:rsidR="00C11D0D" w:rsidRPr="00376AEC" w:rsidRDefault="00C11D0D" w:rsidP="00DE1384">
      <w:pPr>
        <w:ind w:firstLine="709"/>
        <w:rPr>
          <w:sz w:val="32"/>
          <w:szCs w:val="32"/>
          <w:lang w:val="uk-UA"/>
        </w:rPr>
      </w:pPr>
      <w:r w:rsidRPr="00376AEC">
        <w:rPr>
          <w:sz w:val="32"/>
          <w:szCs w:val="32"/>
        </w:rPr>
        <w:t>Синя квітка — із весни,</w:t>
      </w:r>
    </w:p>
    <w:p w:rsidR="00C11D0D" w:rsidRPr="00376AEC" w:rsidRDefault="00C11D0D" w:rsidP="00DE1384">
      <w:pPr>
        <w:ind w:firstLine="709"/>
        <w:rPr>
          <w:sz w:val="32"/>
          <w:szCs w:val="32"/>
          <w:lang w:val="uk-UA"/>
        </w:rPr>
      </w:pPr>
      <w:r w:rsidRPr="00376AEC">
        <w:rPr>
          <w:sz w:val="32"/>
          <w:szCs w:val="32"/>
        </w:rPr>
        <w:t xml:space="preserve"> А червона — з літа. </w:t>
      </w:r>
    </w:p>
    <w:p w:rsidR="00C11D0D" w:rsidRPr="00376AEC" w:rsidRDefault="00C11D0D" w:rsidP="00DE1384">
      <w:pPr>
        <w:ind w:firstLine="709"/>
        <w:rPr>
          <w:sz w:val="32"/>
          <w:szCs w:val="32"/>
          <w:lang w:val="uk-UA"/>
        </w:rPr>
      </w:pPr>
      <w:r w:rsidRPr="00376AEC">
        <w:rPr>
          <w:sz w:val="32"/>
          <w:szCs w:val="32"/>
        </w:rPr>
        <w:t xml:space="preserve">Цю сорочечку люблю, </w:t>
      </w:r>
    </w:p>
    <w:p w:rsidR="00C11D0D" w:rsidRPr="00376AEC" w:rsidRDefault="00C11D0D" w:rsidP="00DE1384">
      <w:pPr>
        <w:ind w:firstLine="709"/>
        <w:rPr>
          <w:sz w:val="32"/>
          <w:szCs w:val="32"/>
        </w:rPr>
      </w:pPr>
      <w:r w:rsidRPr="00376AEC">
        <w:rPr>
          <w:sz w:val="32"/>
          <w:szCs w:val="32"/>
        </w:rPr>
        <w:t>Вишиту нитками.</w:t>
      </w:r>
    </w:p>
    <w:p w:rsidR="00C11D0D" w:rsidRPr="00376AEC" w:rsidRDefault="00C11D0D" w:rsidP="00DE1384">
      <w:pPr>
        <w:ind w:firstLine="709"/>
        <w:rPr>
          <w:sz w:val="32"/>
          <w:szCs w:val="32"/>
          <w:lang w:val="uk-UA"/>
        </w:rPr>
      </w:pPr>
      <w:r w:rsidRPr="00376AEC">
        <w:rPr>
          <w:sz w:val="32"/>
          <w:szCs w:val="32"/>
        </w:rPr>
        <w:t>Щось змайструю теж, зроблю</w:t>
      </w:r>
    </w:p>
    <w:p w:rsidR="00C11D0D" w:rsidRPr="00376AEC" w:rsidRDefault="00C11D0D" w:rsidP="00DE1384">
      <w:pPr>
        <w:ind w:firstLine="709"/>
        <w:rPr>
          <w:sz w:val="32"/>
          <w:szCs w:val="32"/>
        </w:rPr>
      </w:pPr>
      <w:r w:rsidRPr="00376AEC">
        <w:rPr>
          <w:sz w:val="32"/>
          <w:szCs w:val="32"/>
        </w:rPr>
        <w:t xml:space="preserve"> Для своєї мами.</w:t>
      </w:r>
    </w:p>
    <w:p w:rsidR="00C11D0D" w:rsidRPr="00376AEC" w:rsidRDefault="00C11D0D" w:rsidP="00DE1384">
      <w:pPr>
        <w:ind w:firstLine="709"/>
        <w:rPr>
          <w:sz w:val="32"/>
          <w:szCs w:val="32"/>
        </w:rPr>
      </w:pPr>
    </w:p>
    <w:p w:rsidR="00C11D0D" w:rsidRPr="00627927" w:rsidRDefault="00C11D0D" w:rsidP="00DE1384">
      <w:pPr>
        <w:tabs>
          <w:tab w:val="left" w:pos="0"/>
        </w:tabs>
        <w:ind w:firstLine="709"/>
        <w:rPr>
          <w:sz w:val="32"/>
          <w:szCs w:val="32"/>
        </w:rPr>
      </w:pPr>
      <w:r w:rsidRPr="00627927">
        <w:rPr>
          <w:spacing w:val="-2"/>
          <w:sz w:val="32"/>
          <w:szCs w:val="32"/>
        </w:rPr>
        <w:t>— Чогось, матусю, вишивка смутна, —</w:t>
      </w:r>
      <w:r w:rsidRPr="00627927">
        <w:rPr>
          <w:spacing w:val="-2"/>
          <w:sz w:val="32"/>
          <w:szCs w:val="32"/>
        </w:rPr>
        <w:br/>
      </w:r>
      <w:r w:rsidRPr="00627927">
        <w:rPr>
          <w:sz w:val="32"/>
          <w:szCs w:val="32"/>
        </w:rPr>
        <w:t>Дивлюся на рушник й питаю в мами.</w:t>
      </w:r>
    </w:p>
    <w:p w:rsidR="00C11D0D" w:rsidRPr="00627927" w:rsidRDefault="00C11D0D" w:rsidP="00DE1384">
      <w:pPr>
        <w:tabs>
          <w:tab w:val="left" w:pos="0"/>
          <w:tab w:val="left" w:pos="1704"/>
        </w:tabs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—Бо хто торкнувся, доню, полотна,</w:t>
      </w:r>
      <w:r w:rsidRPr="00627927">
        <w:rPr>
          <w:sz w:val="32"/>
          <w:szCs w:val="32"/>
        </w:rPr>
        <w:br/>
        <w:t>Той долю вишива собі руками.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Та я так трошки кинула листки,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А поміж них ронила васильками —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Дрібний узор, буденні рушники,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Бо все одна, бо все без тата й мами.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 І чорного додала, а воно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Посипалось, як мак, на полотно.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А ти свій рушничок, кохана доню,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pacing w:val="-1"/>
          <w:sz w:val="32"/>
          <w:szCs w:val="32"/>
          <w:lang w:val="uk-UA"/>
        </w:rPr>
      </w:pPr>
      <w:r w:rsidRPr="00627927">
        <w:rPr>
          <w:spacing w:val="-1"/>
          <w:sz w:val="32"/>
          <w:szCs w:val="32"/>
        </w:rPr>
        <w:t xml:space="preserve">Прикрась маківкою чи </w:t>
      </w:r>
      <w:r w:rsidRPr="00627927">
        <w:rPr>
          <w:bCs/>
          <w:spacing w:val="-1"/>
          <w:sz w:val="32"/>
          <w:szCs w:val="32"/>
        </w:rPr>
        <w:t xml:space="preserve">рожу </w:t>
      </w:r>
      <w:r w:rsidRPr="00627927">
        <w:rPr>
          <w:spacing w:val="-1"/>
          <w:sz w:val="32"/>
          <w:szCs w:val="32"/>
        </w:rPr>
        <w:t xml:space="preserve">примости,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pacing w:val="-2"/>
          <w:sz w:val="32"/>
          <w:szCs w:val="32"/>
          <w:lang w:val="uk-UA"/>
        </w:rPr>
      </w:pPr>
      <w:r w:rsidRPr="00627927">
        <w:rPr>
          <w:spacing w:val="-2"/>
          <w:sz w:val="32"/>
          <w:szCs w:val="32"/>
        </w:rPr>
        <w:t xml:space="preserve">Кинь виноград.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bCs/>
          <w:spacing w:val="-2"/>
          <w:sz w:val="32"/>
          <w:szCs w:val="32"/>
          <w:lang w:val="uk-UA"/>
        </w:rPr>
      </w:pPr>
      <w:r w:rsidRPr="00627927">
        <w:rPr>
          <w:spacing w:val="-2"/>
          <w:sz w:val="32"/>
          <w:szCs w:val="32"/>
        </w:rPr>
        <w:t xml:space="preserve">Свою </w:t>
      </w:r>
      <w:r w:rsidRPr="00627927">
        <w:rPr>
          <w:bCs/>
          <w:spacing w:val="-2"/>
          <w:sz w:val="32"/>
          <w:szCs w:val="32"/>
        </w:rPr>
        <w:t xml:space="preserve">жіночу долю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pacing w:val="-5"/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У цім узорі теж побачиш ти. </w:t>
      </w:r>
      <w:r w:rsidRPr="00627927">
        <w:rPr>
          <w:spacing w:val="-5"/>
          <w:sz w:val="32"/>
          <w:szCs w:val="32"/>
        </w:rPr>
        <w:t>;.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pacing w:val="-5"/>
          <w:sz w:val="32"/>
          <w:szCs w:val="32"/>
          <w:lang w:val="uk-UA"/>
        </w:rPr>
      </w:pPr>
      <w:r w:rsidRPr="00627927">
        <w:rPr>
          <w:spacing w:val="-5"/>
          <w:sz w:val="32"/>
          <w:szCs w:val="32"/>
        </w:rPr>
        <w:t xml:space="preserve">.Я вишиваю в хату </w:t>
      </w:r>
      <w:r w:rsidRPr="00627927">
        <w:rPr>
          <w:bCs/>
          <w:spacing w:val="-5"/>
          <w:sz w:val="32"/>
          <w:szCs w:val="32"/>
        </w:rPr>
        <w:t xml:space="preserve">рушники </w:t>
      </w:r>
      <w:r w:rsidRPr="00627927">
        <w:rPr>
          <w:spacing w:val="-5"/>
          <w:sz w:val="32"/>
          <w:szCs w:val="32"/>
        </w:rPr>
        <w:t xml:space="preserve">— 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bCs/>
          <w:spacing w:val="-3"/>
          <w:sz w:val="32"/>
          <w:szCs w:val="32"/>
          <w:lang w:val="uk-UA"/>
        </w:rPr>
      </w:pPr>
      <w:r w:rsidRPr="00627927">
        <w:rPr>
          <w:spacing w:val="-3"/>
          <w:sz w:val="32"/>
          <w:szCs w:val="32"/>
        </w:rPr>
        <w:t xml:space="preserve">Мережу і калину, й </w:t>
      </w:r>
      <w:r w:rsidRPr="00627927">
        <w:rPr>
          <w:bCs/>
          <w:spacing w:val="-3"/>
          <w:sz w:val="32"/>
          <w:szCs w:val="32"/>
        </w:rPr>
        <w:t xml:space="preserve">васильки, </w:t>
      </w:r>
    </w:p>
    <w:p w:rsidR="00C11D0D" w:rsidRPr="00376AEC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А поміж листу і поміж </w:t>
      </w:r>
      <w:r>
        <w:rPr>
          <w:sz w:val="32"/>
          <w:szCs w:val="32"/>
          <w:lang w:val="uk-UA"/>
        </w:rPr>
        <w:t>квітки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spacing w:val="-2"/>
          <w:sz w:val="32"/>
          <w:szCs w:val="32"/>
          <w:lang w:val="uk-UA"/>
        </w:rPr>
      </w:pPr>
      <w:r w:rsidRPr="00627927">
        <w:rPr>
          <w:sz w:val="32"/>
          <w:szCs w:val="32"/>
        </w:rPr>
        <w:t>Ще вишию коханий</w:t>
      </w:r>
      <w:r w:rsidRPr="00627927">
        <w:rPr>
          <w:sz w:val="32"/>
          <w:szCs w:val="32"/>
          <w:lang w:val="uk-UA"/>
        </w:rPr>
        <w:t xml:space="preserve">  голос мами.  </w:t>
      </w:r>
      <w:r w:rsidRPr="00627927">
        <w:rPr>
          <w:i/>
          <w:sz w:val="32"/>
          <w:szCs w:val="32"/>
          <w:lang w:val="uk-UA"/>
        </w:rPr>
        <w:t>(С.Назарик)</w:t>
      </w:r>
    </w:p>
    <w:p w:rsidR="00C11D0D" w:rsidRPr="00627927" w:rsidRDefault="00C11D0D" w:rsidP="00DE1384">
      <w:pPr>
        <w:ind w:firstLine="709"/>
        <w:rPr>
          <w:i/>
          <w:iCs/>
          <w:spacing w:val="-4"/>
          <w:sz w:val="32"/>
          <w:szCs w:val="32"/>
          <w:lang w:val="uk-UA"/>
        </w:rPr>
      </w:pPr>
    </w:p>
    <w:p w:rsidR="00C11D0D" w:rsidRPr="00DE1384" w:rsidRDefault="00C11D0D" w:rsidP="00DE1384">
      <w:pPr>
        <w:ind w:firstLine="709"/>
        <w:rPr>
          <w:sz w:val="32"/>
          <w:szCs w:val="32"/>
        </w:rPr>
      </w:pPr>
      <w:r w:rsidRPr="00DE1384">
        <w:rPr>
          <w:i/>
          <w:iCs/>
          <w:spacing w:val="-4"/>
          <w:sz w:val="32"/>
          <w:szCs w:val="32"/>
        </w:rPr>
        <w:t xml:space="preserve"> </w:t>
      </w:r>
    </w:p>
    <w:p w:rsidR="00C11D0D" w:rsidRPr="00376AEC" w:rsidRDefault="00C11D0D" w:rsidP="00DE1384">
      <w:pPr>
        <w:pStyle w:val="header2"/>
        <w:spacing w:before="0" w:beforeAutospacing="0" w:after="0" w:afterAutospacing="0" w:line="276" w:lineRule="auto"/>
        <w:ind w:firstLine="709"/>
        <w:jc w:val="center"/>
        <w:rPr>
          <w:b/>
          <w:sz w:val="32"/>
          <w:szCs w:val="32"/>
          <w:lang w:val="uk-UA"/>
        </w:rPr>
      </w:pPr>
      <w:r w:rsidRPr="00376AEC">
        <w:rPr>
          <w:b/>
          <w:sz w:val="32"/>
          <w:szCs w:val="32"/>
          <w:lang w:val="uk-UA"/>
        </w:rPr>
        <w:t>Моя вишиванка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Я встану рано-вранці, на світанку,</w:t>
      </w:r>
      <w:r w:rsidRPr="00627927">
        <w:rPr>
          <w:sz w:val="32"/>
          <w:szCs w:val="32"/>
          <w:lang w:val="uk-UA"/>
        </w:rPr>
        <w:br/>
        <w:t>Як спалахне на квіточці роса.</w:t>
      </w:r>
      <w:r w:rsidRPr="00627927">
        <w:rPr>
          <w:sz w:val="32"/>
          <w:szCs w:val="32"/>
          <w:lang w:val="uk-UA"/>
        </w:rPr>
        <w:br/>
        <w:t>Вдягну найкращу в світі вишиванку</w:t>
      </w:r>
      <w:r w:rsidRPr="00627927">
        <w:rPr>
          <w:sz w:val="32"/>
          <w:szCs w:val="32"/>
          <w:lang w:val="uk-UA"/>
        </w:rPr>
        <w:br/>
        <w:t>І оживе, засвітиться краса</w:t>
      </w:r>
      <w:r w:rsidRPr="00627927">
        <w:rPr>
          <w:sz w:val="32"/>
          <w:szCs w:val="32"/>
          <w:lang w:val="uk-UA"/>
        </w:rPr>
        <w:br/>
        <w:t>В промінні сонця. І моя сорочка</w:t>
      </w:r>
      <w:r w:rsidRPr="00627927">
        <w:rPr>
          <w:sz w:val="32"/>
          <w:szCs w:val="32"/>
          <w:lang w:val="uk-UA"/>
        </w:rPr>
        <w:br/>
        <w:t>У рунах, в квітах зразу оживе...</w:t>
      </w:r>
      <w:r w:rsidRPr="00627927">
        <w:rPr>
          <w:sz w:val="32"/>
          <w:szCs w:val="32"/>
          <w:lang w:val="uk-UA"/>
        </w:rPr>
        <w:br/>
        <w:t>З чарівних квітів я сплету віночка</w:t>
      </w:r>
      <w:r w:rsidRPr="00627927">
        <w:rPr>
          <w:sz w:val="32"/>
          <w:szCs w:val="32"/>
          <w:lang w:val="uk-UA"/>
        </w:rPr>
        <w:br/>
        <w:t>Й над світом щира пісня попливе.</w:t>
      </w:r>
      <w:r w:rsidRPr="00627927">
        <w:rPr>
          <w:sz w:val="32"/>
          <w:szCs w:val="32"/>
          <w:lang w:val="uk-UA"/>
        </w:rPr>
        <w:br/>
        <w:t>Сорочка, що матуся вишивала,</w:t>
      </w:r>
      <w:r w:rsidRPr="00627927">
        <w:rPr>
          <w:sz w:val="32"/>
          <w:szCs w:val="32"/>
          <w:lang w:val="uk-UA"/>
        </w:rPr>
        <w:br/>
        <w:t>Сердечко гріє, душу веселить.</w:t>
      </w:r>
      <w:r w:rsidRPr="00627927">
        <w:rPr>
          <w:sz w:val="32"/>
          <w:szCs w:val="32"/>
          <w:lang w:val="uk-UA"/>
        </w:rPr>
        <w:br/>
        <w:t>Бо ж мама щастя-долю закликала.</w:t>
      </w:r>
      <w:r w:rsidRPr="00627927">
        <w:rPr>
          <w:sz w:val="32"/>
          <w:szCs w:val="32"/>
          <w:lang w:val="uk-UA"/>
        </w:rPr>
        <w:br/>
        <w:t xml:space="preserve">Цей оберіг в житті нас захистить. </w:t>
      </w:r>
    </w:p>
    <w:p w:rsidR="00C11D0D" w:rsidRPr="00376AEC" w:rsidRDefault="00C11D0D" w:rsidP="00DE1384">
      <w:pPr>
        <w:ind w:firstLine="709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Пісня «Я своїми вправними руками…»</w:t>
      </w:r>
    </w:p>
    <w:p w:rsidR="00C11D0D" w:rsidRDefault="00C11D0D" w:rsidP="00DE1384">
      <w:pPr>
        <w:ind w:firstLine="709"/>
        <w:rPr>
          <w:i/>
          <w:sz w:val="32"/>
          <w:szCs w:val="32"/>
          <w:lang w:val="uk-UA"/>
        </w:rPr>
      </w:pPr>
    </w:p>
    <w:p w:rsidR="00C11D0D" w:rsidRDefault="00C11D0D" w:rsidP="00DE1384">
      <w:pPr>
        <w:ind w:firstLine="709"/>
        <w:rPr>
          <w:sz w:val="32"/>
          <w:szCs w:val="32"/>
          <w:lang w:val="uk-UA"/>
        </w:rPr>
      </w:pPr>
      <w:r w:rsidRPr="00376AEC">
        <w:rPr>
          <w:i/>
          <w:sz w:val="32"/>
          <w:szCs w:val="32"/>
        </w:rPr>
        <w:t xml:space="preserve"> </w:t>
      </w:r>
      <w:r w:rsidRPr="00FE4036">
        <w:rPr>
          <w:sz w:val="32"/>
          <w:szCs w:val="32"/>
        </w:rPr>
        <w:t>Гра на бандурі</w:t>
      </w:r>
      <w:r>
        <w:rPr>
          <w:sz w:val="32"/>
          <w:szCs w:val="32"/>
          <w:lang w:val="uk-UA"/>
        </w:rPr>
        <w:t>.</w:t>
      </w:r>
    </w:p>
    <w:p w:rsidR="00C11D0D" w:rsidRPr="001D5B4E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376AEC">
        <w:rPr>
          <w:i/>
          <w:sz w:val="32"/>
          <w:szCs w:val="32"/>
        </w:rPr>
        <w:t xml:space="preserve"> </w:t>
      </w:r>
      <w:r w:rsidRPr="00627927">
        <w:rPr>
          <w:b/>
          <w:sz w:val="32"/>
          <w:szCs w:val="32"/>
          <w:lang w:val="uk-UA"/>
        </w:rPr>
        <w:t>Ведучий: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bCs/>
          <w:iCs/>
          <w:spacing w:val="-7"/>
          <w:sz w:val="32"/>
          <w:szCs w:val="32"/>
        </w:rPr>
        <w:t xml:space="preserve"> </w:t>
      </w:r>
      <w:r w:rsidRPr="00627927">
        <w:rPr>
          <w:bCs/>
          <w:spacing w:val="-7"/>
          <w:sz w:val="32"/>
          <w:szCs w:val="32"/>
        </w:rPr>
        <w:t>Українська рі</w:t>
      </w:r>
      <w:r w:rsidRPr="00627927">
        <w:rPr>
          <w:bCs/>
          <w:spacing w:val="-7"/>
          <w:sz w:val="32"/>
          <w:szCs w:val="32"/>
          <w:lang w:val="uk-UA"/>
        </w:rPr>
        <w:t>д</w:t>
      </w:r>
      <w:r w:rsidRPr="00627927">
        <w:rPr>
          <w:bCs/>
          <w:spacing w:val="-7"/>
          <w:sz w:val="32"/>
          <w:szCs w:val="32"/>
        </w:rPr>
        <w:t>на хата,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10"/>
          <w:sz w:val="32"/>
          <w:szCs w:val="32"/>
        </w:rPr>
        <w:t>Рушників у ній багато.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10"/>
          <w:sz w:val="32"/>
          <w:szCs w:val="32"/>
        </w:rPr>
        <w:t>На столі там хліб лежить,</w:t>
      </w:r>
    </w:p>
    <w:p w:rsidR="00C11D0D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  <w:r w:rsidRPr="00627927">
        <w:rPr>
          <w:bCs/>
          <w:spacing w:val="-10"/>
          <w:sz w:val="32"/>
          <w:szCs w:val="32"/>
        </w:rPr>
        <w:t>І цим родина дорожить</w:t>
      </w:r>
    </w:p>
    <w:p w:rsidR="00C11D0D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bCs/>
          <w:spacing w:val="-11"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>Ведуча: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bCs/>
          <w:spacing w:val="-2"/>
          <w:sz w:val="32"/>
          <w:szCs w:val="32"/>
        </w:rPr>
        <w:t>Хліб і рушник — од</w:t>
      </w:r>
      <w:r>
        <w:rPr>
          <w:bCs/>
          <w:spacing w:val="-11"/>
          <w:sz w:val="32"/>
          <w:szCs w:val="32"/>
        </w:rPr>
        <w:t>вічні людські символи. Хліб-с</w:t>
      </w:r>
      <w:r>
        <w:rPr>
          <w:bCs/>
          <w:spacing w:val="-11"/>
          <w:sz w:val="32"/>
          <w:szCs w:val="32"/>
          <w:lang w:val="uk-UA"/>
        </w:rPr>
        <w:t>іл</w:t>
      </w:r>
      <w:r w:rsidRPr="00627927">
        <w:rPr>
          <w:bCs/>
          <w:spacing w:val="-11"/>
          <w:sz w:val="32"/>
          <w:szCs w:val="32"/>
        </w:rPr>
        <w:t xml:space="preserve">ь на </w:t>
      </w:r>
      <w:r w:rsidRPr="00627927">
        <w:rPr>
          <w:bCs/>
          <w:spacing w:val="-5"/>
          <w:sz w:val="32"/>
          <w:szCs w:val="32"/>
        </w:rPr>
        <w:t>вишитому рушникові — то висо</w:t>
      </w:r>
      <w:r w:rsidRPr="00627927">
        <w:rPr>
          <w:bCs/>
          <w:spacing w:val="-5"/>
          <w:sz w:val="32"/>
          <w:szCs w:val="32"/>
        </w:rPr>
        <w:softHyphen/>
      </w:r>
      <w:r w:rsidRPr="00627927">
        <w:rPr>
          <w:bCs/>
          <w:spacing w:val="-10"/>
          <w:sz w:val="32"/>
          <w:szCs w:val="32"/>
        </w:rPr>
        <w:t xml:space="preserve">ка ознака гостинності українського </w:t>
      </w:r>
      <w:r w:rsidRPr="00627927">
        <w:rPr>
          <w:bCs/>
          <w:spacing w:val="-7"/>
          <w:sz w:val="32"/>
          <w:szCs w:val="32"/>
        </w:rPr>
        <w:t xml:space="preserve">народу. Кожному, хто приходить із </w:t>
      </w:r>
      <w:r w:rsidRPr="00627927">
        <w:rPr>
          <w:bCs/>
          <w:spacing w:val="-9"/>
          <w:sz w:val="32"/>
          <w:szCs w:val="32"/>
        </w:rPr>
        <w:t xml:space="preserve">чистими помислами, підносили цю </w:t>
      </w:r>
      <w:r w:rsidRPr="00627927">
        <w:rPr>
          <w:bCs/>
          <w:spacing w:val="-11"/>
          <w:sz w:val="32"/>
          <w:szCs w:val="32"/>
        </w:rPr>
        <w:t>давню слов'янську святиню.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bCs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>Ведучий: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bCs/>
          <w:spacing w:val="-3"/>
          <w:sz w:val="32"/>
          <w:szCs w:val="32"/>
        </w:rPr>
        <w:t xml:space="preserve">Від сивої давнини і до </w:t>
      </w:r>
      <w:r w:rsidRPr="00627927">
        <w:rPr>
          <w:bCs/>
          <w:spacing w:val="-6"/>
          <w:sz w:val="32"/>
          <w:szCs w:val="32"/>
        </w:rPr>
        <w:t>наших днів у радості і в горі руш</w:t>
      </w:r>
      <w:r w:rsidRPr="00627927">
        <w:rPr>
          <w:bCs/>
          <w:spacing w:val="-6"/>
          <w:sz w:val="32"/>
          <w:szCs w:val="32"/>
        </w:rPr>
        <w:softHyphen/>
      </w:r>
      <w:r w:rsidRPr="00627927">
        <w:rPr>
          <w:bCs/>
          <w:spacing w:val="-7"/>
          <w:sz w:val="32"/>
          <w:szCs w:val="32"/>
        </w:rPr>
        <w:t xml:space="preserve">ники — невід'ємна частина побуту </w:t>
      </w:r>
      <w:r w:rsidRPr="00627927">
        <w:rPr>
          <w:bCs/>
          <w:sz w:val="32"/>
          <w:szCs w:val="32"/>
        </w:rPr>
        <w:t>українців.</w:t>
      </w:r>
    </w:p>
    <w:p w:rsidR="00C11D0D" w:rsidRPr="00627927" w:rsidRDefault="00C11D0D" w:rsidP="00DE1384">
      <w:pPr>
        <w:ind w:firstLine="709"/>
        <w:jc w:val="both"/>
        <w:rPr>
          <w:bCs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bCs/>
          <w:spacing w:val="-10"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>Ведуча: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bCs/>
          <w:spacing w:val="-8"/>
          <w:sz w:val="32"/>
          <w:szCs w:val="32"/>
        </w:rPr>
        <w:t>Слово «рушники» в Україні су</w:t>
      </w:r>
      <w:r w:rsidRPr="00627927">
        <w:rPr>
          <w:bCs/>
          <w:spacing w:val="-8"/>
          <w:sz w:val="32"/>
          <w:szCs w:val="32"/>
        </w:rPr>
        <w:softHyphen/>
      </w:r>
      <w:r w:rsidRPr="00627927">
        <w:rPr>
          <w:bCs/>
          <w:spacing w:val="-7"/>
          <w:sz w:val="32"/>
          <w:szCs w:val="32"/>
        </w:rPr>
        <w:t>проводить постійний епітет «чис</w:t>
      </w:r>
      <w:r w:rsidRPr="00627927">
        <w:rPr>
          <w:bCs/>
          <w:spacing w:val="-7"/>
          <w:sz w:val="32"/>
          <w:szCs w:val="32"/>
        </w:rPr>
        <w:softHyphen/>
      </w:r>
      <w:r w:rsidRPr="00627927">
        <w:rPr>
          <w:bCs/>
          <w:spacing w:val="-11"/>
          <w:sz w:val="32"/>
          <w:szCs w:val="32"/>
        </w:rPr>
        <w:t xml:space="preserve">ті)». </w:t>
      </w:r>
      <w:r>
        <w:rPr>
          <w:bCs/>
          <w:smallCaps/>
          <w:spacing w:val="-11"/>
          <w:sz w:val="32"/>
          <w:szCs w:val="32"/>
        </w:rPr>
        <w:t>Ц</w:t>
      </w:r>
      <w:r>
        <w:rPr>
          <w:bCs/>
          <w:smallCaps/>
          <w:spacing w:val="-11"/>
          <w:sz w:val="32"/>
          <w:szCs w:val="32"/>
          <w:lang w:val="uk-UA"/>
        </w:rPr>
        <w:t>е</w:t>
      </w:r>
      <w:r w:rsidRPr="00627927">
        <w:rPr>
          <w:bCs/>
          <w:smallCaps/>
          <w:spacing w:val="-11"/>
          <w:sz w:val="32"/>
          <w:szCs w:val="32"/>
        </w:rPr>
        <w:t xml:space="preserve"> </w:t>
      </w:r>
      <w:r w:rsidRPr="00627927">
        <w:rPr>
          <w:bCs/>
          <w:spacing w:val="-11"/>
          <w:sz w:val="32"/>
          <w:szCs w:val="32"/>
        </w:rPr>
        <w:t xml:space="preserve">означає не лише те, що вони </w:t>
      </w:r>
      <w:r w:rsidRPr="00627927">
        <w:rPr>
          <w:bCs/>
          <w:spacing w:val="-9"/>
          <w:sz w:val="32"/>
          <w:szCs w:val="32"/>
        </w:rPr>
        <w:t>мали зберігатися в чистоті. Чисті рушники—це символи високих ес</w:t>
      </w:r>
      <w:r w:rsidRPr="00627927">
        <w:rPr>
          <w:bCs/>
          <w:spacing w:val="-9"/>
          <w:sz w:val="32"/>
          <w:szCs w:val="32"/>
        </w:rPr>
        <w:softHyphen/>
      </w:r>
      <w:r w:rsidRPr="00627927">
        <w:rPr>
          <w:bCs/>
          <w:spacing w:val="-10"/>
          <w:sz w:val="32"/>
          <w:szCs w:val="32"/>
        </w:rPr>
        <w:t>тетичних та етичних ідеалів.</w:t>
      </w:r>
    </w:p>
    <w:p w:rsidR="00C11D0D" w:rsidRPr="00627927" w:rsidRDefault="00C11D0D" w:rsidP="00DE1384">
      <w:pPr>
        <w:ind w:firstLine="709"/>
        <w:jc w:val="both"/>
        <w:rPr>
          <w:bCs/>
          <w:spacing w:val="-10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</w:rPr>
      </w:pPr>
      <w:r w:rsidRPr="00627927">
        <w:rPr>
          <w:b/>
          <w:sz w:val="32"/>
          <w:szCs w:val="32"/>
          <w:lang w:val="uk-UA"/>
        </w:rPr>
        <w:t>Ведучий: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bCs/>
          <w:spacing w:val="-10"/>
          <w:sz w:val="32"/>
          <w:szCs w:val="32"/>
        </w:rPr>
        <w:t>Видовжені прямокутники руш</w:t>
      </w:r>
      <w:r w:rsidRPr="00627927">
        <w:rPr>
          <w:bCs/>
          <w:spacing w:val="-10"/>
          <w:sz w:val="32"/>
          <w:szCs w:val="32"/>
        </w:rPr>
        <w:softHyphen/>
      </w:r>
      <w:r w:rsidRPr="00627927">
        <w:rPr>
          <w:bCs/>
          <w:spacing w:val="-8"/>
          <w:sz w:val="32"/>
          <w:szCs w:val="32"/>
        </w:rPr>
        <w:t>ників формою нагадують поля, до</w:t>
      </w:r>
      <w:r w:rsidRPr="00627927">
        <w:rPr>
          <w:bCs/>
          <w:spacing w:val="-8"/>
          <w:sz w:val="32"/>
          <w:szCs w:val="32"/>
        </w:rPr>
        <w:softHyphen/>
      </w:r>
      <w:r w:rsidRPr="00627927">
        <w:rPr>
          <w:bCs/>
          <w:spacing w:val="-6"/>
          <w:sz w:val="32"/>
          <w:szCs w:val="32"/>
        </w:rPr>
        <w:t xml:space="preserve">роги. Засіяні зерном орнаментів, </w:t>
      </w:r>
      <w:r w:rsidRPr="00627927">
        <w:rPr>
          <w:bCs/>
          <w:spacing w:val="-3"/>
          <w:sz w:val="32"/>
          <w:szCs w:val="32"/>
        </w:rPr>
        <w:t xml:space="preserve">вони певною мірою є символом </w:t>
      </w:r>
      <w:r w:rsidRPr="00627927">
        <w:rPr>
          <w:bCs/>
          <w:sz w:val="32"/>
          <w:szCs w:val="32"/>
        </w:rPr>
        <w:t>долі, життєвої стежки.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</w:rPr>
      </w:pPr>
      <w:r w:rsidRPr="00627927">
        <w:rPr>
          <w:b/>
          <w:sz w:val="32"/>
          <w:szCs w:val="32"/>
          <w:lang w:val="uk-UA"/>
        </w:rPr>
        <w:t>Ведуча: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bCs/>
          <w:spacing w:val="-5"/>
          <w:sz w:val="32"/>
          <w:szCs w:val="32"/>
        </w:rPr>
        <w:t xml:space="preserve">Дуже часто рушник </w:t>
      </w:r>
      <w:r w:rsidRPr="00627927">
        <w:rPr>
          <w:bCs/>
          <w:spacing w:val="-8"/>
          <w:sz w:val="32"/>
          <w:szCs w:val="32"/>
        </w:rPr>
        <w:t xml:space="preserve">порівнюють із піснею, вишитою </w:t>
      </w:r>
      <w:r w:rsidRPr="00627927">
        <w:rPr>
          <w:bCs/>
          <w:spacing w:val="-12"/>
          <w:sz w:val="32"/>
          <w:szCs w:val="32"/>
        </w:rPr>
        <w:t>нитками на полотні. Саме такою на</w:t>
      </w:r>
      <w:r w:rsidRPr="00627927">
        <w:rPr>
          <w:bCs/>
          <w:spacing w:val="-12"/>
          <w:sz w:val="32"/>
          <w:szCs w:val="32"/>
        </w:rPr>
        <w:softHyphen/>
      </w:r>
      <w:r w:rsidRPr="00627927">
        <w:rPr>
          <w:bCs/>
          <w:spacing w:val="-10"/>
          <w:sz w:val="32"/>
          <w:szCs w:val="32"/>
        </w:rPr>
        <w:t>родною піснею стала перлина укра</w:t>
      </w:r>
      <w:r w:rsidRPr="00627927">
        <w:rPr>
          <w:bCs/>
          <w:spacing w:val="-7"/>
          <w:sz w:val="32"/>
          <w:szCs w:val="32"/>
          <w:lang w:val="uk-UA"/>
        </w:rPr>
        <w:t>їн</w:t>
      </w:r>
      <w:r w:rsidRPr="00627927">
        <w:rPr>
          <w:bCs/>
          <w:spacing w:val="-7"/>
          <w:sz w:val="32"/>
          <w:szCs w:val="32"/>
        </w:rPr>
        <w:t xml:space="preserve">ської </w:t>
      </w:r>
      <w:r w:rsidRPr="00627927">
        <w:rPr>
          <w:spacing w:val="-7"/>
          <w:sz w:val="32"/>
          <w:szCs w:val="32"/>
        </w:rPr>
        <w:t xml:space="preserve">поезії </w:t>
      </w:r>
      <w:r w:rsidRPr="00627927">
        <w:rPr>
          <w:bCs/>
          <w:spacing w:val="-7"/>
          <w:sz w:val="32"/>
          <w:szCs w:val="32"/>
          <w:lang w:val="en-US"/>
        </w:rPr>
        <w:t>XX</w:t>
      </w:r>
      <w:r w:rsidRPr="00627927">
        <w:rPr>
          <w:bCs/>
          <w:spacing w:val="-7"/>
          <w:sz w:val="32"/>
          <w:szCs w:val="32"/>
        </w:rPr>
        <w:t xml:space="preserve"> </w:t>
      </w:r>
      <w:r w:rsidRPr="00627927">
        <w:rPr>
          <w:spacing w:val="-7"/>
          <w:sz w:val="32"/>
          <w:szCs w:val="32"/>
        </w:rPr>
        <w:t xml:space="preserve">століття — «Пісня про </w:t>
      </w:r>
      <w:r w:rsidRPr="00627927">
        <w:rPr>
          <w:bCs/>
          <w:spacing w:val="-7"/>
          <w:sz w:val="32"/>
          <w:szCs w:val="32"/>
        </w:rPr>
        <w:t xml:space="preserve">рушник» на </w:t>
      </w:r>
      <w:r w:rsidRPr="00627927">
        <w:rPr>
          <w:spacing w:val="-7"/>
          <w:sz w:val="32"/>
          <w:szCs w:val="32"/>
        </w:rPr>
        <w:t xml:space="preserve">слова Андрія </w:t>
      </w:r>
      <w:r w:rsidRPr="00627927">
        <w:rPr>
          <w:bCs/>
          <w:spacing w:val="-7"/>
          <w:sz w:val="32"/>
          <w:szCs w:val="32"/>
        </w:rPr>
        <w:t>Ма</w:t>
      </w:r>
      <w:r w:rsidRPr="00627927">
        <w:rPr>
          <w:bCs/>
          <w:spacing w:val="-7"/>
          <w:sz w:val="32"/>
          <w:szCs w:val="32"/>
        </w:rPr>
        <w:softHyphen/>
      </w:r>
      <w:r w:rsidRPr="00627927">
        <w:rPr>
          <w:bCs/>
          <w:sz w:val="32"/>
          <w:szCs w:val="32"/>
        </w:rPr>
        <w:t>лишка.</w:t>
      </w:r>
    </w:p>
    <w:p w:rsidR="00C11D0D" w:rsidRPr="00627927" w:rsidRDefault="00C11D0D" w:rsidP="00DE1384">
      <w:pPr>
        <w:ind w:firstLine="709"/>
        <w:jc w:val="both"/>
        <w:rPr>
          <w:bCs/>
          <w:i/>
          <w:iCs/>
          <w:spacing w:val="-9"/>
          <w:sz w:val="32"/>
          <w:szCs w:val="32"/>
          <w:lang w:val="uk-UA"/>
        </w:rPr>
      </w:pPr>
    </w:p>
    <w:p w:rsidR="00C11D0D" w:rsidRPr="00D91E2D" w:rsidRDefault="00C11D0D" w:rsidP="00DE1384">
      <w:pPr>
        <w:ind w:firstLine="709"/>
        <w:jc w:val="center"/>
        <w:rPr>
          <w:b/>
          <w:bCs/>
          <w:iCs/>
          <w:spacing w:val="-9"/>
          <w:sz w:val="32"/>
          <w:szCs w:val="32"/>
          <w:lang w:val="uk-UA"/>
        </w:rPr>
      </w:pPr>
      <w:r>
        <w:rPr>
          <w:b/>
          <w:bCs/>
          <w:iCs/>
          <w:spacing w:val="-9"/>
          <w:sz w:val="32"/>
          <w:szCs w:val="32"/>
        </w:rPr>
        <w:t>Звучить «Пісня про рушник».</w:t>
      </w:r>
    </w:p>
    <w:p w:rsidR="00C11D0D" w:rsidRPr="00627927" w:rsidRDefault="00C11D0D" w:rsidP="00DE1384">
      <w:pPr>
        <w:ind w:firstLine="709"/>
        <w:jc w:val="both"/>
        <w:rPr>
          <w:bCs/>
          <w:i/>
          <w:iCs/>
          <w:spacing w:val="-9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bCs/>
          <w:spacing w:val="-9"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>Ведучий: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bCs/>
          <w:spacing w:val="-6"/>
          <w:sz w:val="32"/>
          <w:szCs w:val="32"/>
        </w:rPr>
        <w:t xml:space="preserve">Рушники на стіні. Не </w:t>
      </w:r>
      <w:r w:rsidRPr="00627927">
        <w:rPr>
          <w:bCs/>
          <w:spacing w:val="-10"/>
          <w:sz w:val="32"/>
          <w:szCs w:val="32"/>
        </w:rPr>
        <w:t>було, здається, жодної оселі в Украї</w:t>
      </w:r>
      <w:r w:rsidRPr="00627927">
        <w:rPr>
          <w:bCs/>
          <w:spacing w:val="-10"/>
          <w:sz w:val="32"/>
          <w:szCs w:val="32"/>
        </w:rPr>
        <w:softHyphen/>
      </w:r>
      <w:r w:rsidRPr="00627927">
        <w:rPr>
          <w:bCs/>
          <w:spacing w:val="-12"/>
          <w:sz w:val="32"/>
          <w:szCs w:val="32"/>
        </w:rPr>
        <w:t xml:space="preserve">ні, котру б вони не прикрашали. Хоч </w:t>
      </w:r>
      <w:r w:rsidRPr="00627927">
        <w:rPr>
          <w:bCs/>
          <w:spacing w:val="-7"/>
          <w:sz w:val="32"/>
          <w:szCs w:val="32"/>
        </w:rPr>
        <w:t xml:space="preserve">би яке убоге судилося господарям </w:t>
      </w:r>
      <w:r w:rsidRPr="00627927">
        <w:rPr>
          <w:bCs/>
          <w:spacing w:val="-10"/>
          <w:sz w:val="32"/>
          <w:szCs w:val="32"/>
        </w:rPr>
        <w:t>життя, а все ж усюди ці витвори на</w:t>
      </w:r>
      <w:r w:rsidRPr="00627927">
        <w:rPr>
          <w:bCs/>
          <w:spacing w:val="-10"/>
          <w:sz w:val="32"/>
          <w:szCs w:val="32"/>
        </w:rPr>
        <w:softHyphen/>
        <w:t>родного мистецтва палахкотіли ба</w:t>
      </w:r>
      <w:r w:rsidRPr="00627927">
        <w:rPr>
          <w:bCs/>
          <w:spacing w:val="-10"/>
          <w:sz w:val="32"/>
          <w:szCs w:val="32"/>
        </w:rPr>
        <w:softHyphen/>
      </w:r>
      <w:r w:rsidRPr="00627927">
        <w:rPr>
          <w:bCs/>
          <w:spacing w:val="-11"/>
          <w:sz w:val="32"/>
          <w:szCs w:val="32"/>
        </w:rPr>
        <w:t>гатством кольорів, були своєрідною візиткою, а якщо точніше — облич</w:t>
      </w:r>
      <w:r w:rsidRPr="00627927">
        <w:rPr>
          <w:bCs/>
          <w:spacing w:val="-11"/>
          <w:sz w:val="32"/>
          <w:szCs w:val="32"/>
        </w:rPr>
        <w:softHyphen/>
      </w:r>
      <w:r w:rsidRPr="00627927">
        <w:rPr>
          <w:bCs/>
          <w:spacing w:val="-9"/>
          <w:sz w:val="32"/>
          <w:szCs w:val="32"/>
        </w:rPr>
        <w:t>чям оселі, а відтак і господині.</w:t>
      </w:r>
    </w:p>
    <w:p w:rsidR="00C11D0D" w:rsidRPr="00627927" w:rsidRDefault="00C11D0D" w:rsidP="00DE1384">
      <w:pPr>
        <w:ind w:firstLine="709"/>
        <w:jc w:val="both"/>
        <w:rPr>
          <w:bCs/>
          <w:spacing w:val="-9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bCs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>Ведуча: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bCs/>
          <w:spacing w:val="-7"/>
          <w:sz w:val="32"/>
          <w:szCs w:val="32"/>
        </w:rPr>
        <w:t>За рушниками ство</w:t>
      </w:r>
      <w:r w:rsidRPr="00627927">
        <w:rPr>
          <w:bCs/>
          <w:spacing w:val="-7"/>
          <w:sz w:val="32"/>
          <w:szCs w:val="32"/>
        </w:rPr>
        <w:softHyphen/>
      </w:r>
      <w:r>
        <w:rPr>
          <w:bCs/>
          <w:spacing w:val="-10"/>
          <w:sz w:val="32"/>
          <w:szCs w:val="32"/>
        </w:rPr>
        <w:t>рювалася думка про жінку та її</w:t>
      </w:r>
      <w:r w:rsidRPr="00627927">
        <w:rPr>
          <w:bCs/>
          <w:spacing w:val="-10"/>
          <w:sz w:val="32"/>
          <w:szCs w:val="32"/>
        </w:rPr>
        <w:t xml:space="preserve"> до</w:t>
      </w:r>
      <w:r w:rsidRPr="00627927">
        <w:rPr>
          <w:bCs/>
          <w:spacing w:val="-10"/>
          <w:sz w:val="32"/>
          <w:szCs w:val="32"/>
        </w:rPr>
        <w:softHyphen/>
      </w:r>
      <w:r w:rsidRPr="00627927">
        <w:rPr>
          <w:bCs/>
          <w:spacing w:val="-8"/>
          <w:sz w:val="32"/>
          <w:szCs w:val="32"/>
        </w:rPr>
        <w:t xml:space="preserve">чок. Ніщо, здається, так предметно </w:t>
      </w:r>
      <w:r w:rsidRPr="00627927">
        <w:rPr>
          <w:bCs/>
          <w:spacing w:val="-11"/>
          <w:sz w:val="32"/>
          <w:szCs w:val="32"/>
        </w:rPr>
        <w:t xml:space="preserve">і наочно не характеризувало жіночу </w:t>
      </w:r>
      <w:r w:rsidRPr="00627927">
        <w:rPr>
          <w:bCs/>
          <w:spacing w:val="-10"/>
          <w:sz w:val="32"/>
          <w:szCs w:val="32"/>
        </w:rPr>
        <w:t xml:space="preserve">вправність, майстерність, зрештою, </w:t>
      </w:r>
      <w:r w:rsidRPr="00627927">
        <w:rPr>
          <w:bCs/>
          <w:spacing w:val="-11"/>
          <w:sz w:val="32"/>
          <w:szCs w:val="32"/>
        </w:rPr>
        <w:t>охайність і працьовитість, ніж ці ви</w:t>
      </w:r>
      <w:r w:rsidRPr="00627927">
        <w:rPr>
          <w:bCs/>
          <w:spacing w:val="-11"/>
          <w:sz w:val="32"/>
          <w:szCs w:val="32"/>
        </w:rPr>
        <w:softHyphen/>
      </w:r>
      <w:r w:rsidRPr="00627927">
        <w:rPr>
          <w:bCs/>
          <w:sz w:val="32"/>
          <w:szCs w:val="32"/>
        </w:rPr>
        <w:t>мережані дива.</w:t>
      </w:r>
    </w:p>
    <w:p w:rsidR="00C11D0D" w:rsidRPr="00627927" w:rsidRDefault="00C11D0D" w:rsidP="00DE1384">
      <w:pPr>
        <w:tabs>
          <w:tab w:val="left" w:pos="0"/>
        </w:tabs>
        <w:ind w:firstLine="709"/>
        <w:rPr>
          <w:i/>
          <w:sz w:val="32"/>
          <w:szCs w:val="32"/>
          <w:lang w:val="uk-UA"/>
        </w:rPr>
      </w:pPr>
    </w:p>
    <w:p w:rsidR="00C11D0D" w:rsidRPr="00627927" w:rsidRDefault="00C11D0D" w:rsidP="00DE1384">
      <w:pPr>
        <w:tabs>
          <w:tab w:val="left" w:pos="0"/>
        </w:tabs>
        <w:ind w:firstLine="709"/>
        <w:rPr>
          <w:i/>
          <w:sz w:val="32"/>
          <w:szCs w:val="32"/>
        </w:rPr>
      </w:pPr>
      <w:r w:rsidRPr="00627927">
        <w:rPr>
          <w:i/>
          <w:sz w:val="32"/>
          <w:szCs w:val="32"/>
        </w:rPr>
        <w:t xml:space="preserve"> </w:t>
      </w:r>
    </w:p>
    <w:p w:rsidR="00C11D0D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7-й учень. </w:t>
      </w:r>
      <w:r w:rsidRPr="00627927">
        <w:rPr>
          <w:sz w:val="32"/>
          <w:szCs w:val="32"/>
          <w:lang w:val="uk-UA"/>
        </w:rPr>
        <w:t>Стверджують, що саме слово «рушник» походить від слова «рушати.»Мати, проводжаючи сина в дорогу, в армію, замотувала хлібину у рушник, промовляла: «Рушай щасливо, хай благословить тебе Бог!» Той рушник оберігав сина від зла, від нещастя, нагадував про тепло рідної домівки.</w:t>
      </w:r>
    </w:p>
    <w:p w:rsidR="00C11D0D" w:rsidRPr="00A7757A" w:rsidRDefault="00C11D0D" w:rsidP="00DE1384">
      <w:pPr>
        <w:tabs>
          <w:tab w:val="left" w:pos="0"/>
        </w:tabs>
        <w:ind w:firstLine="709"/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Вчитель. </w:t>
      </w:r>
      <w:r>
        <w:rPr>
          <w:sz w:val="32"/>
          <w:szCs w:val="32"/>
          <w:lang w:val="uk-UA"/>
        </w:rPr>
        <w:t>А що ж вишивали на рушниках? Ми підслухаємо розмову вишивальниць.</w:t>
      </w:r>
    </w:p>
    <w:p w:rsidR="00C11D0D" w:rsidRDefault="00C11D0D" w:rsidP="00DE1384">
      <w:pPr>
        <w:tabs>
          <w:tab w:val="left" w:pos="0"/>
        </w:tabs>
        <w:ind w:firstLine="709"/>
        <w:jc w:val="center"/>
        <w:rPr>
          <w:sz w:val="32"/>
          <w:szCs w:val="32"/>
          <w:lang w:val="uk-UA"/>
        </w:rPr>
      </w:pPr>
    </w:p>
    <w:p w:rsidR="00C11D0D" w:rsidRPr="00376AEC" w:rsidRDefault="00C11D0D" w:rsidP="00DE1384">
      <w:pPr>
        <w:tabs>
          <w:tab w:val="left" w:pos="0"/>
        </w:tabs>
        <w:ind w:firstLine="709"/>
        <w:jc w:val="center"/>
        <w:rPr>
          <w:b/>
          <w:i/>
          <w:sz w:val="32"/>
          <w:szCs w:val="32"/>
        </w:rPr>
      </w:pPr>
      <w:r w:rsidRPr="00376AEC">
        <w:rPr>
          <w:b/>
          <w:sz w:val="32"/>
          <w:szCs w:val="32"/>
          <w:lang w:val="uk-UA"/>
        </w:rPr>
        <w:t>ДІВЧАТА ВИШИВАЛЬНИЦІ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bCs/>
          <w:sz w:val="32"/>
          <w:szCs w:val="32"/>
          <w:lang w:val="uk-UA"/>
        </w:rPr>
        <w:t>Учениця</w:t>
      </w:r>
      <w:r w:rsidRPr="00627927">
        <w:rPr>
          <w:sz w:val="32"/>
          <w:szCs w:val="32"/>
          <w:lang w:val="uk-UA"/>
        </w:rPr>
        <w:t xml:space="preserve">: А знаєте, мені моя мама свій весільний рушник показувала. Він їй дістався ще від прабабусі. Коли була війна, то прабабуся всі свої найкоштовніші речі в землю закопала, серед них і свої найкращі рушники. Ось цей візерунок я з того рушника перевишила. 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bCs/>
          <w:sz w:val="32"/>
          <w:szCs w:val="32"/>
          <w:lang w:val="uk-UA"/>
        </w:rPr>
        <w:t>Учениця</w:t>
      </w:r>
      <w:r w:rsidRPr="00627927">
        <w:rPr>
          <w:sz w:val="32"/>
          <w:szCs w:val="32"/>
          <w:lang w:val="uk-UA"/>
        </w:rPr>
        <w:t xml:space="preserve">: А в моєї прабабусі були рушники, повишивані рожами і хмелем. 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bCs/>
          <w:sz w:val="32"/>
          <w:szCs w:val="32"/>
          <w:lang w:val="uk-UA"/>
        </w:rPr>
        <w:t>Учениця</w:t>
      </w:r>
      <w:r w:rsidRPr="00627927">
        <w:rPr>
          <w:sz w:val="32"/>
          <w:szCs w:val="32"/>
          <w:lang w:val="uk-UA"/>
        </w:rPr>
        <w:t>: А моя прабабуся розповідала, що коли їй виповнилося 10 років, то її мама почала для неї посох готувати – хустки купувала, намисто гарне, тканини барвисті, а на сорочки та рушники сама полотно ткала. А ще вона казала, що потрібно було надбати 40 рушників.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bCs/>
          <w:sz w:val="32"/>
          <w:szCs w:val="32"/>
          <w:lang w:val="uk-UA"/>
        </w:rPr>
        <w:t>Учениця</w:t>
      </w:r>
      <w:r w:rsidRPr="00627927">
        <w:rPr>
          <w:sz w:val="32"/>
          <w:szCs w:val="32"/>
          <w:lang w:val="uk-UA"/>
        </w:rPr>
        <w:t>: На кожному рушниковi є такi собi крайчики-кривульки. То є  знаки води. А де вода — там життя. А чотирикутники — то символи Сонця. Листя — то діти, гiлки — батько з матiр’ю, стовбур — діди, кор</w:t>
      </w:r>
      <w:r>
        <w:rPr>
          <w:sz w:val="32"/>
          <w:szCs w:val="32"/>
          <w:lang w:val="uk-UA"/>
        </w:rPr>
        <w:t>е</w:t>
      </w:r>
      <w:r w:rsidRPr="00627927">
        <w:rPr>
          <w:sz w:val="32"/>
          <w:szCs w:val="32"/>
          <w:lang w:val="uk-UA"/>
        </w:rPr>
        <w:t>нi — прадiди, що жили 100 чи 200 рокiв тому.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>Учитель:</w:t>
      </w:r>
      <w:r w:rsidRPr="00627927">
        <w:rPr>
          <w:sz w:val="32"/>
          <w:szCs w:val="32"/>
          <w:lang w:val="uk-UA"/>
        </w:rPr>
        <w:t>Є ор</w:t>
      </w:r>
      <w:r>
        <w:rPr>
          <w:sz w:val="32"/>
          <w:szCs w:val="32"/>
          <w:lang w:val="uk-UA"/>
        </w:rPr>
        <w:t>наменти  геометричні, рослинні,</w:t>
      </w:r>
      <w:r w:rsidRPr="00627927">
        <w:rPr>
          <w:sz w:val="32"/>
          <w:szCs w:val="32"/>
          <w:lang w:val="uk-UA"/>
        </w:rPr>
        <w:t xml:space="preserve"> предметні, що відображають елементи символіки стародавніх вірувань. Різноманітні кружальця, трикутники, ромби, кривульки, лінії, хрести символічно відображали уявлення наших предків про світобудову, тож їхнє значення відповідне: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кривулька – нитка життя, вічність сонячного руху;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зірка – символ сонця, неба, землі, повітря, вогню й води;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крапочки – небесні світила.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1. Калину – дерево нашого народу. В рушниках вона стала символом любові, щастя та невмирущого роду.</w:t>
      </w:r>
    </w:p>
    <w:p w:rsidR="00C11D0D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2. Виноград .Символіка винограду розкриває нам радість і красу створення сім’ї.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3. Вишивали ма</w:t>
      </w:r>
      <w:r>
        <w:rPr>
          <w:sz w:val="32"/>
          <w:szCs w:val="32"/>
          <w:lang w:val="uk-UA"/>
        </w:rPr>
        <w:t>ки. Вірили, мак має чарівну силу</w:t>
      </w:r>
      <w:r w:rsidRPr="00627927">
        <w:rPr>
          <w:sz w:val="32"/>
          <w:szCs w:val="32"/>
          <w:lang w:val="uk-UA"/>
        </w:rPr>
        <w:t>, яка захищає від усілякого злого.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4. Вишивали квіти:мальви, троянди, чорнобривці, ромашки, волошки.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5. З квітами на рушнику переплітався і пташиний світ.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Птахи – то символ людських душ.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Солов’я і зозулю вишивали на дівочих рушниках, вишивали попарно. Бо соловей щебече собі пару кличе. Цих пташок вишивають на гілці калини, що символізує продовження роду.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6. Поважні пави на весільних рушниках: вони мають над собою вінець – Боже благословення.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7. Ластівка – вірна супутниця людської оселі, ця пташка завжди несе добру звістку.</w:t>
      </w:r>
    </w:p>
    <w:p w:rsidR="00C11D0D" w:rsidRPr="00627927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8. В давнину на рушниках вишивали не тільки рослинний, а й геометричний орнамент, це традиція здебіль</w:t>
      </w:r>
      <w:r>
        <w:rPr>
          <w:sz w:val="32"/>
          <w:szCs w:val="32"/>
          <w:lang w:val="uk-UA"/>
        </w:rPr>
        <w:t>шого західних областей України.</w:t>
      </w:r>
    </w:p>
    <w:p w:rsidR="00C11D0D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7A6D1B" w:rsidRDefault="00C11D0D" w:rsidP="00DE1384">
      <w:pPr>
        <w:ind w:firstLine="709"/>
        <w:jc w:val="center"/>
        <w:rPr>
          <w:b/>
          <w:sz w:val="32"/>
          <w:szCs w:val="32"/>
          <w:lang w:val="uk-UA"/>
        </w:rPr>
      </w:pPr>
      <w:r w:rsidRPr="007A6D1B">
        <w:rPr>
          <w:b/>
          <w:sz w:val="32"/>
          <w:szCs w:val="32"/>
        </w:rPr>
        <w:t xml:space="preserve">Пісня </w:t>
      </w:r>
      <w:r w:rsidRPr="007A6D1B">
        <w:rPr>
          <w:b/>
          <w:sz w:val="32"/>
          <w:szCs w:val="32"/>
          <w:lang w:val="uk-UA"/>
        </w:rPr>
        <w:t>«З дитинства пам’ятаю…»</w:t>
      </w:r>
    </w:p>
    <w:p w:rsidR="00C11D0D" w:rsidRDefault="00C11D0D" w:rsidP="00DE1384">
      <w:pPr>
        <w:ind w:firstLine="709"/>
        <w:jc w:val="both"/>
        <w:rPr>
          <w:bCs/>
          <w:spacing w:val="-10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</w:rPr>
      </w:pPr>
      <w:r w:rsidRPr="00627927">
        <w:rPr>
          <w:bCs/>
          <w:spacing w:val="-10"/>
          <w:sz w:val="32"/>
          <w:szCs w:val="32"/>
        </w:rPr>
        <w:t xml:space="preserve">Тримаю вишиті </w:t>
      </w:r>
      <w:r w:rsidRPr="00627927">
        <w:rPr>
          <w:spacing w:val="-10"/>
          <w:sz w:val="32"/>
          <w:szCs w:val="32"/>
        </w:rPr>
        <w:t>старень</w:t>
      </w:r>
      <w:r w:rsidRPr="00627927">
        <w:rPr>
          <w:spacing w:val="-10"/>
          <w:sz w:val="32"/>
          <w:szCs w:val="32"/>
        </w:rPr>
        <w:softHyphen/>
      </w:r>
      <w:r w:rsidRPr="00627927">
        <w:rPr>
          <w:sz w:val="32"/>
          <w:szCs w:val="32"/>
        </w:rPr>
        <w:t xml:space="preserve">кі </w:t>
      </w:r>
      <w:r w:rsidRPr="00627927">
        <w:rPr>
          <w:bCs/>
          <w:sz w:val="32"/>
          <w:szCs w:val="32"/>
        </w:rPr>
        <w:t>рушники.</w:t>
      </w:r>
    </w:p>
    <w:p w:rsidR="00C11D0D" w:rsidRPr="00627927" w:rsidRDefault="00C11D0D" w:rsidP="00DE1384">
      <w:pPr>
        <w:ind w:firstLine="709"/>
        <w:rPr>
          <w:bCs/>
          <w:spacing w:val="-9"/>
          <w:sz w:val="32"/>
          <w:szCs w:val="32"/>
          <w:lang w:val="uk-UA"/>
        </w:rPr>
      </w:pPr>
      <w:r w:rsidRPr="00627927">
        <w:rPr>
          <w:bCs/>
          <w:spacing w:val="-9"/>
          <w:sz w:val="32"/>
          <w:szCs w:val="32"/>
        </w:rPr>
        <w:t xml:space="preserve">Давно забуті, горнуться до мене.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6"/>
          <w:sz w:val="32"/>
          <w:szCs w:val="32"/>
        </w:rPr>
        <w:t xml:space="preserve">Заполонили   світ   нейлони   та </w:t>
      </w:r>
      <w:r w:rsidRPr="00627927">
        <w:rPr>
          <w:bCs/>
          <w:sz w:val="32"/>
          <w:szCs w:val="32"/>
        </w:rPr>
        <w:t>шовки —</w:t>
      </w:r>
    </w:p>
    <w:p w:rsidR="00C11D0D" w:rsidRPr="00627927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  <w:r w:rsidRPr="00627927">
        <w:rPr>
          <w:bCs/>
          <w:spacing w:val="-10"/>
          <w:sz w:val="32"/>
          <w:szCs w:val="32"/>
        </w:rPr>
        <w:t xml:space="preserve">Кому потрібні вишиті ромени? </w:t>
      </w:r>
    </w:p>
    <w:p w:rsidR="00C11D0D" w:rsidRPr="00627927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  <w:r w:rsidRPr="00627927">
        <w:rPr>
          <w:bCs/>
          <w:spacing w:val="-10"/>
          <w:sz w:val="32"/>
          <w:szCs w:val="32"/>
        </w:rPr>
        <w:t xml:space="preserve">Гортаю білу грядку полотна, </w:t>
      </w:r>
    </w:p>
    <w:p w:rsidR="00C11D0D" w:rsidRPr="00627927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  <w:r w:rsidRPr="00627927">
        <w:rPr>
          <w:bCs/>
          <w:spacing w:val="-10"/>
          <w:sz w:val="32"/>
          <w:szCs w:val="32"/>
        </w:rPr>
        <w:t xml:space="preserve">Засіяну барвінком і любистком.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5"/>
          <w:sz w:val="32"/>
          <w:szCs w:val="32"/>
        </w:rPr>
        <w:t xml:space="preserve">Сміється   вишита   прабабкою </w:t>
      </w:r>
      <w:r w:rsidRPr="00627927">
        <w:rPr>
          <w:bCs/>
          <w:sz w:val="32"/>
          <w:szCs w:val="32"/>
        </w:rPr>
        <w:t>весна,</w:t>
      </w:r>
    </w:p>
    <w:p w:rsidR="00C11D0D" w:rsidRPr="00627927" w:rsidRDefault="00C11D0D" w:rsidP="00DE1384">
      <w:pPr>
        <w:ind w:firstLine="709"/>
        <w:rPr>
          <w:bCs/>
          <w:spacing w:val="-11"/>
          <w:sz w:val="32"/>
          <w:szCs w:val="32"/>
          <w:lang w:val="uk-UA"/>
        </w:rPr>
      </w:pPr>
      <w:r w:rsidRPr="00627927">
        <w:rPr>
          <w:bCs/>
          <w:spacing w:val="-11"/>
          <w:sz w:val="32"/>
          <w:szCs w:val="32"/>
        </w:rPr>
        <w:t xml:space="preserve">Ховається за квітами і листом. </w:t>
      </w:r>
    </w:p>
    <w:p w:rsidR="00C11D0D" w:rsidRDefault="00C11D0D" w:rsidP="00DE1384">
      <w:pPr>
        <w:ind w:firstLine="709"/>
        <w:rPr>
          <w:bCs/>
          <w:spacing w:val="-8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bCs/>
          <w:spacing w:val="-8"/>
          <w:sz w:val="32"/>
          <w:szCs w:val="32"/>
          <w:lang w:val="uk-UA"/>
        </w:rPr>
      </w:pPr>
      <w:r w:rsidRPr="00627927">
        <w:rPr>
          <w:bCs/>
          <w:spacing w:val="-8"/>
          <w:sz w:val="32"/>
          <w:szCs w:val="32"/>
        </w:rPr>
        <w:t xml:space="preserve">Голублю диво дивне із пісень,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4"/>
          <w:sz w:val="32"/>
          <w:szCs w:val="32"/>
        </w:rPr>
        <w:t xml:space="preserve">Що   хрестиками   стелиться   і </w:t>
      </w:r>
      <w:r w:rsidRPr="00627927">
        <w:rPr>
          <w:bCs/>
          <w:sz w:val="32"/>
          <w:szCs w:val="32"/>
        </w:rPr>
        <w:t>в'ється.</w:t>
      </w:r>
    </w:p>
    <w:p w:rsidR="00C11D0D" w:rsidRPr="00627927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  <w:r w:rsidRPr="00627927">
        <w:rPr>
          <w:bCs/>
          <w:spacing w:val="-10"/>
          <w:sz w:val="32"/>
          <w:szCs w:val="32"/>
        </w:rPr>
        <w:t xml:space="preserve">Сіріє за вікном звичайний день,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4"/>
          <w:sz w:val="32"/>
          <w:szCs w:val="32"/>
        </w:rPr>
        <w:t>А в рушниках волошками смі</w:t>
      </w:r>
      <w:r w:rsidRPr="00627927">
        <w:rPr>
          <w:bCs/>
          <w:spacing w:val="-4"/>
          <w:sz w:val="32"/>
          <w:szCs w:val="32"/>
        </w:rPr>
        <w:softHyphen/>
      </w:r>
      <w:r w:rsidRPr="00627927">
        <w:rPr>
          <w:bCs/>
          <w:sz w:val="32"/>
          <w:szCs w:val="32"/>
        </w:rPr>
        <w:t>ється.</w:t>
      </w:r>
    </w:p>
    <w:p w:rsidR="00C11D0D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  <w:r w:rsidRPr="00627927">
        <w:rPr>
          <w:bCs/>
          <w:spacing w:val="-10"/>
          <w:sz w:val="32"/>
          <w:szCs w:val="32"/>
        </w:rPr>
        <w:t xml:space="preserve">Перегортаю білі рушники,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6"/>
          <w:sz w:val="32"/>
          <w:szCs w:val="32"/>
        </w:rPr>
        <w:t>Щоб хліб вкривали і дитя в ко</w:t>
      </w:r>
      <w:r w:rsidRPr="00627927">
        <w:rPr>
          <w:bCs/>
          <w:spacing w:val="-6"/>
          <w:sz w:val="32"/>
          <w:szCs w:val="32"/>
        </w:rPr>
        <w:softHyphen/>
      </w:r>
      <w:r w:rsidRPr="00627927">
        <w:rPr>
          <w:bCs/>
          <w:sz w:val="32"/>
          <w:szCs w:val="32"/>
        </w:rPr>
        <w:t>лисці,</w:t>
      </w:r>
    </w:p>
    <w:p w:rsidR="00C11D0D" w:rsidRPr="00627927" w:rsidRDefault="00C11D0D" w:rsidP="00DE1384">
      <w:pPr>
        <w:ind w:firstLine="709"/>
        <w:rPr>
          <w:bCs/>
          <w:spacing w:val="-12"/>
          <w:sz w:val="32"/>
          <w:szCs w:val="32"/>
          <w:lang w:val="uk-UA"/>
        </w:rPr>
      </w:pPr>
      <w:r w:rsidRPr="00627927">
        <w:rPr>
          <w:bCs/>
          <w:spacing w:val="-12"/>
          <w:sz w:val="32"/>
          <w:szCs w:val="32"/>
        </w:rPr>
        <w:t xml:space="preserve">Щоб старостів чекали на святки,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11"/>
          <w:sz w:val="32"/>
          <w:szCs w:val="32"/>
        </w:rPr>
        <w:t>Розшиті маками, заквітчані, бар</w:t>
      </w:r>
      <w:r w:rsidRPr="00627927">
        <w:rPr>
          <w:bCs/>
          <w:spacing w:val="-11"/>
          <w:sz w:val="32"/>
          <w:szCs w:val="32"/>
        </w:rPr>
        <w:softHyphen/>
      </w:r>
      <w:r w:rsidRPr="00627927">
        <w:rPr>
          <w:bCs/>
          <w:sz w:val="32"/>
          <w:szCs w:val="32"/>
        </w:rPr>
        <w:t>висті</w:t>
      </w:r>
    </w:p>
    <w:p w:rsidR="00C11D0D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bCs/>
          <w:spacing w:val="-10"/>
          <w:sz w:val="32"/>
          <w:szCs w:val="32"/>
          <w:lang w:val="uk-UA"/>
        </w:rPr>
      </w:pPr>
      <w:r w:rsidRPr="00627927">
        <w:rPr>
          <w:bCs/>
          <w:spacing w:val="-10"/>
          <w:sz w:val="32"/>
          <w:szCs w:val="32"/>
        </w:rPr>
        <w:t xml:space="preserve">Благословенна будь на всі віки,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z w:val="32"/>
          <w:szCs w:val="32"/>
        </w:rPr>
        <w:t>Найперша жінка, що нашила квіти.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>
        <w:rPr>
          <w:bCs/>
          <w:spacing w:val="-1"/>
          <w:sz w:val="32"/>
          <w:szCs w:val="32"/>
        </w:rPr>
        <w:t xml:space="preserve">Душа </w:t>
      </w:r>
      <w:r w:rsidRPr="00627927">
        <w:rPr>
          <w:bCs/>
          <w:spacing w:val="-1"/>
          <w:sz w:val="32"/>
          <w:szCs w:val="32"/>
        </w:rPr>
        <w:t xml:space="preserve"> народу</w:t>
      </w:r>
      <w:r>
        <w:rPr>
          <w:bCs/>
          <w:spacing w:val="-1"/>
          <w:sz w:val="32"/>
          <w:szCs w:val="32"/>
          <w:lang w:val="uk-UA"/>
        </w:rPr>
        <w:t xml:space="preserve"> нашого</w:t>
      </w:r>
      <w:r w:rsidRPr="00627927">
        <w:rPr>
          <w:bCs/>
          <w:spacing w:val="-1"/>
          <w:sz w:val="32"/>
          <w:szCs w:val="32"/>
        </w:rPr>
        <w:t xml:space="preserve"> —</w:t>
      </w:r>
      <w:r>
        <w:rPr>
          <w:bCs/>
          <w:spacing w:val="-1"/>
          <w:sz w:val="32"/>
          <w:szCs w:val="32"/>
          <w:lang w:val="uk-UA"/>
        </w:rPr>
        <w:t>це</w:t>
      </w:r>
      <w:r w:rsidRPr="00627927">
        <w:rPr>
          <w:bCs/>
          <w:spacing w:val="-1"/>
          <w:sz w:val="32"/>
          <w:szCs w:val="32"/>
        </w:rPr>
        <w:t xml:space="preserve"> руш</w:t>
      </w:r>
      <w:r w:rsidRPr="00627927">
        <w:rPr>
          <w:bCs/>
          <w:spacing w:val="-1"/>
          <w:sz w:val="32"/>
          <w:szCs w:val="32"/>
        </w:rPr>
        <w:softHyphen/>
      </w:r>
      <w:r w:rsidRPr="00627927">
        <w:rPr>
          <w:bCs/>
          <w:sz w:val="32"/>
          <w:szCs w:val="32"/>
        </w:rPr>
        <w:t>ники,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bCs/>
          <w:spacing w:val="-13"/>
          <w:sz w:val="32"/>
          <w:szCs w:val="32"/>
        </w:rPr>
        <w:t>Барвінками і мальвами зігріта.</w:t>
      </w:r>
    </w:p>
    <w:p w:rsidR="00C11D0D" w:rsidRPr="00627927" w:rsidRDefault="00C11D0D" w:rsidP="00DE1384">
      <w:pPr>
        <w:ind w:firstLine="709"/>
        <w:jc w:val="both"/>
        <w:rPr>
          <w:b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bCs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Ведучий: </w:t>
      </w:r>
      <w:r w:rsidRPr="00627927">
        <w:rPr>
          <w:bCs/>
          <w:spacing w:val="-6"/>
          <w:sz w:val="32"/>
          <w:szCs w:val="32"/>
        </w:rPr>
        <w:t xml:space="preserve">Обрядові </w:t>
      </w:r>
      <w:r w:rsidRPr="00627927">
        <w:rPr>
          <w:spacing w:val="-6"/>
          <w:sz w:val="32"/>
          <w:szCs w:val="32"/>
        </w:rPr>
        <w:t xml:space="preserve">рушники </w:t>
      </w:r>
      <w:r w:rsidRPr="00627927">
        <w:rPr>
          <w:bCs/>
          <w:spacing w:val="-6"/>
          <w:sz w:val="32"/>
          <w:szCs w:val="32"/>
        </w:rPr>
        <w:t>ве</w:t>
      </w:r>
      <w:r w:rsidRPr="00627927">
        <w:rPr>
          <w:bCs/>
          <w:spacing w:val="-6"/>
          <w:sz w:val="32"/>
          <w:szCs w:val="32"/>
        </w:rPr>
        <w:softHyphen/>
      </w:r>
      <w:r w:rsidRPr="00627927">
        <w:rPr>
          <w:bCs/>
          <w:spacing w:val="-9"/>
          <w:sz w:val="32"/>
          <w:szCs w:val="32"/>
        </w:rPr>
        <w:t xml:space="preserve">сільного призначення виступають </w:t>
      </w:r>
      <w:r w:rsidRPr="00627927">
        <w:rPr>
          <w:bCs/>
          <w:spacing w:val="-11"/>
          <w:sz w:val="32"/>
          <w:szCs w:val="32"/>
        </w:rPr>
        <w:t>чи не найголовнішим атрибутом од</w:t>
      </w:r>
      <w:r w:rsidRPr="00627927">
        <w:rPr>
          <w:bCs/>
          <w:spacing w:val="-11"/>
          <w:sz w:val="32"/>
          <w:szCs w:val="32"/>
        </w:rPr>
        <w:softHyphen/>
      </w:r>
      <w:r w:rsidRPr="00627927">
        <w:rPr>
          <w:bCs/>
          <w:spacing w:val="-7"/>
          <w:sz w:val="32"/>
          <w:szCs w:val="32"/>
        </w:rPr>
        <w:t xml:space="preserve">нієї з найважливіших </w:t>
      </w:r>
      <w:r w:rsidRPr="00627927">
        <w:rPr>
          <w:spacing w:val="-7"/>
          <w:sz w:val="32"/>
          <w:szCs w:val="32"/>
        </w:rPr>
        <w:t xml:space="preserve">подій у житті </w:t>
      </w:r>
      <w:r w:rsidRPr="00627927">
        <w:rPr>
          <w:bCs/>
          <w:sz w:val="32"/>
          <w:szCs w:val="32"/>
        </w:rPr>
        <w:t>людини.</w:t>
      </w:r>
    </w:p>
    <w:p w:rsidR="00C11D0D" w:rsidRPr="00627927" w:rsidRDefault="00C11D0D" w:rsidP="00DE1384">
      <w:pPr>
        <w:ind w:firstLine="709"/>
        <w:jc w:val="both"/>
        <w:rPr>
          <w:b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bCs/>
          <w:spacing w:val="-10"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Ведуча: </w:t>
      </w:r>
      <w:r w:rsidRPr="00627927">
        <w:rPr>
          <w:bCs/>
          <w:spacing w:val="-7"/>
          <w:sz w:val="32"/>
          <w:szCs w:val="32"/>
        </w:rPr>
        <w:t xml:space="preserve">У кожній родині, </w:t>
      </w:r>
      <w:r w:rsidRPr="00627927">
        <w:rPr>
          <w:spacing w:val="-7"/>
          <w:sz w:val="32"/>
          <w:szCs w:val="32"/>
        </w:rPr>
        <w:t xml:space="preserve">де </w:t>
      </w:r>
      <w:r w:rsidRPr="00627927">
        <w:rPr>
          <w:bCs/>
          <w:spacing w:val="-7"/>
          <w:sz w:val="32"/>
          <w:szCs w:val="32"/>
        </w:rPr>
        <w:t>під</w:t>
      </w:r>
      <w:r w:rsidRPr="00627927">
        <w:rPr>
          <w:bCs/>
          <w:spacing w:val="-7"/>
          <w:sz w:val="32"/>
          <w:szCs w:val="32"/>
        </w:rPr>
        <w:softHyphen/>
      </w:r>
      <w:r w:rsidRPr="00627927">
        <w:rPr>
          <w:bCs/>
          <w:spacing w:val="-12"/>
          <w:sz w:val="32"/>
          <w:szCs w:val="32"/>
        </w:rPr>
        <w:t xml:space="preserve">ростала дівчина, скриня </w:t>
      </w:r>
      <w:r w:rsidRPr="00627927">
        <w:rPr>
          <w:spacing w:val="-12"/>
          <w:sz w:val="32"/>
          <w:szCs w:val="32"/>
        </w:rPr>
        <w:t xml:space="preserve">мала </w:t>
      </w:r>
      <w:r w:rsidRPr="00627927">
        <w:rPr>
          <w:bCs/>
          <w:spacing w:val="-12"/>
          <w:sz w:val="32"/>
          <w:szCs w:val="32"/>
        </w:rPr>
        <w:t>повни</w:t>
      </w:r>
      <w:r w:rsidRPr="00627927">
        <w:rPr>
          <w:bCs/>
          <w:spacing w:val="-12"/>
          <w:sz w:val="32"/>
          <w:szCs w:val="32"/>
        </w:rPr>
        <w:softHyphen/>
      </w:r>
      <w:r w:rsidRPr="00627927">
        <w:rPr>
          <w:bCs/>
          <w:spacing w:val="-10"/>
          <w:sz w:val="32"/>
          <w:szCs w:val="32"/>
        </w:rPr>
        <w:t>тися рушниками. їх дбайливо обері</w:t>
      </w:r>
      <w:r w:rsidRPr="00627927">
        <w:rPr>
          <w:bCs/>
          <w:spacing w:val="-10"/>
          <w:sz w:val="32"/>
          <w:szCs w:val="32"/>
        </w:rPr>
        <w:softHyphen/>
      </w:r>
      <w:r w:rsidRPr="00627927">
        <w:rPr>
          <w:bCs/>
          <w:spacing w:val="-9"/>
          <w:sz w:val="32"/>
          <w:szCs w:val="32"/>
        </w:rPr>
        <w:t xml:space="preserve">гали, ними, в кращому розумінні </w:t>
      </w:r>
      <w:r w:rsidRPr="00627927">
        <w:rPr>
          <w:bCs/>
          <w:spacing w:val="-6"/>
          <w:sz w:val="32"/>
          <w:szCs w:val="32"/>
        </w:rPr>
        <w:t xml:space="preserve">цього слова, хизувалися — гостям </w:t>
      </w:r>
      <w:r w:rsidRPr="00627927">
        <w:rPr>
          <w:bCs/>
          <w:spacing w:val="-7"/>
          <w:sz w:val="32"/>
          <w:szCs w:val="32"/>
        </w:rPr>
        <w:t>і сусідам неодмінно показували по</w:t>
      </w:r>
      <w:r w:rsidRPr="00627927">
        <w:rPr>
          <w:bCs/>
          <w:spacing w:val="-7"/>
          <w:sz w:val="32"/>
          <w:szCs w:val="32"/>
        </w:rPr>
        <w:softHyphen/>
      </w:r>
      <w:r w:rsidRPr="00627927">
        <w:rPr>
          <w:bCs/>
          <w:spacing w:val="-10"/>
          <w:sz w:val="32"/>
          <w:szCs w:val="32"/>
        </w:rPr>
        <w:t>саг, виготовлений дівчиною.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pacing w:val="-4"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Ведучий: </w:t>
      </w:r>
      <w:r w:rsidRPr="00627927">
        <w:rPr>
          <w:bCs/>
          <w:spacing w:val="-7"/>
          <w:sz w:val="32"/>
          <w:szCs w:val="32"/>
        </w:rPr>
        <w:t xml:space="preserve">Рушники </w:t>
      </w:r>
      <w:r w:rsidRPr="00627927">
        <w:rPr>
          <w:spacing w:val="-7"/>
          <w:sz w:val="32"/>
          <w:szCs w:val="32"/>
        </w:rPr>
        <w:t xml:space="preserve">подавали </w:t>
      </w:r>
      <w:r w:rsidRPr="00627927">
        <w:rPr>
          <w:bCs/>
          <w:spacing w:val="-7"/>
          <w:sz w:val="32"/>
          <w:szCs w:val="32"/>
        </w:rPr>
        <w:t xml:space="preserve">і </w:t>
      </w:r>
      <w:r w:rsidRPr="00627927">
        <w:rPr>
          <w:spacing w:val="-7"/>
          <w:sz w:val="32"/>
          <w:szCs w:val="32"/>
        </w:rPr>
        <w:t xml:space="preserve">брали, коли </w:t>
      </w:r>
      <w:r w:rsidRPr="00627927">
        <w:rPr>
          <w:bCs/>
          <w:spacing w:val="-8"/>
          <w:sz w:val="32"/>
          <w:szCs w:val="32"/>
        </w:rPr>
        <w:t xml:space="preserve">йшли у свати, ними </w:t>
      </w:r>
      <w:r w:rsidRPr="00627927">
        <w:rPr>
          <w:spacing w:val="-8"/>
          <w:sz w:val="32"/>
          <w:szCs w:val="32"/>
        </w:rPr>
        <w:t xml:space="preserve">пов'язували </w:t>
      </w:r>
      <w:r w:rsidRPr="00627927">
        <w:rPr>
          <w:bCs/>
          <w:spacing w:val="-8"/>
          <w:sz w:val="32"/>
          <w:szCs w:val="32"/>
        </w:rPr>
        <w:t>мо</w:t>
      </w:r>
      <w:r w:rsidRPr="00627927">
        <w:rPr>
          <w:bCs/>
          <w:spacing w:val="-8"/>
          <w:sz w:val="32"/>
          <w:szCs w:val="32"/>
        </w:rPr>
        <w:softHyphen/>
        <w:t xml:space="preserve">лодих, прикрашали </w:t>
      </w:r>
      <w:r w:rsidRPr="00627927">
        <w:rPr>
          <w:spacing w:val="-8"/>
          <w:sz w:val="32"/>
          <w:szCs w:val="32"/>
        </w:rPr>
        <w:t>гільце на дівич-</w:t>
      </w:r>
      <w:r w:rsidRPr="00627927">
        <w:rPr>
          <w:bCs/>
          <w:spacing w:val="-9"/>
          <w:sz w:val="32"/>
          <w:szCs w:val="32"/>
        </w:rPr>
        <w:t xml:space="preserve">вечорі, на рушничок </w:t>
      </w:r>
      <w:r w:rsidRPr="00627927">
        <w:rPr>
          <w:spacing w:val="-9"/>
          <w:sz w:val="32"/>
          <w:szCs w:val="32"/>
        </w:rPr>
        <w:t>ставали.</w:t>
      </w:r>
      <w:r w:rsidRPr="00627927">
        <w:rPr>
          <w:sz w:val="32"/>
          <w:szCs w:val="32"/>
          <w:lang w:val="uk-UA"/>
        </w:rPr>
        <w:t xml:space="preserve">  </w:t>
      </w:r>
      <w:r w:rsidRPr="00627927">
        <w:rPr>
          <w:bCs/>
          <w:spacing w:val="-7"/>
          <w:sz w:val="32"/>
          <w:szCs w:val="32"/>
        </w:rPr>
        <w:t xml:space="preserve">Кращі </w:t>
      </w:r>
      <w:r w:rsidRPr="00627927">
        <w:rPr>
          <w:spacing w:val="-7"/>
          <w:sz w:val="32"/>
          <w:szCs w:val="32"/>
        </w:rPr>
        <w:t>узори запозичувалися, пе</w:t>
      </w:r>
      <w:r w:rsidRPr="00627927">
        <w:rPr>
          <w:spacing w:val="-4"/>
          <w:sz w:val="32"/>
          <w:szCs w:val="32"/>
        </w:rPr>
        <w:t>реходили з покоління в покоління</w:t>
      </w:r>
      <w:r w:rsidRPr="00627927">
        <w:rPr>
          <w:spacing w:val="-4"/>
          <w:sz w:val="32"/>
          <w:szCs w:val="32"/>
          <w:lang w:val="uk-UA"/>
        </w:rPr>
        <w:t>.</w:t>
      </w:r>
    </w:p>
    <w:p w:rsidR="00C11D0D" w:rsidRPr="00627927" w:rsidRDefault="00C11D0D" w:rsidP="00DE1384">
      <w:pPr>
        <w:ind w:firstLine="709"/>
        <w:jc w:val="both"/>
        <w:rPr>
          <w:spacing w:val="-4"/>
          <w:sz w:val="32"/>
          <w:szCs w:val="32"/>
          <w:lang w:val="uk-UA"/>
        </w:rPr>
      </w:pPr>
    </w:p>
    <w:p w:rsidR="00C11D0D" w:rsidRPr="00627927" w:rsidRDefault="00C11D0D" w:rsidP="00DE1384">
      <w:pPr>
        <w:tabs>
          <w:tab w:val="left" w:pos="2189"/>
        </w:tabs>
        <w:ind w:firstLine="709"/>
        <w:rPr>
          <w:sz w:val="32"/>
          <w:szCs w:val="32"/>
        </w:rPr>
      </w:pPr>
      <w:r w:rsidRPr="00627927">
        <w:rPr>
          <w:spacing w:val="-2"/>
          <w:sz w:val="32"/>
          <w:szCs w:val="32"/>
        </w:rPr>
        <w:t>Мамині рушники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Мати вишивала рушники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(Скільки вже проспівано? Не знаю)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Тільки я щедрішої руки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Від тієї першої не маю.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framePr w:h="231" w:hRule="exact" w:hSpace="38" w:wrap="auto" w:vAnchor="text" w:hAnchor="text" w:x="6467" w:y="313"/>
        <w:ind w:firstLine="709"/>
        <w:rPr>
          <w:sz w:val="32"/>
          <w:szCs w:val="32"/>
        </w:rPr>
      </w:pPr>
      <w:r w:rsidRPr="00627927">
        <w:rPr>
          <w:b/>
          <w:bCs/>
          <w:sz w:val="32"/>
          <w:szCs w:val="32"/>
        </w:rPr>
        <w:t>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Тільки я вслухаюся в пісні,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Квітами мережані на долю,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Й сокровенно так ступаю по землі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Під цю музику, мою до болю.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Знаю, як скурличуть на біду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Два крила у парі з рушниками,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Я прийду, її я розведу 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z w:val="32"/>
          <w:szCs w:val="32"/>
        </w:rPr>
        <w:t>Маминими вічними руками.</w:t>
      </w:r>
      <w:r w:rsidRPr="00627927">
        <w:rPr>
          <w:sz w:val="32"/>
          <w:szCs w:val="32"/>
          <w:lang w:val="uk-UA"/>
        </w:rPr>
        <w:t xml:space="preserve">  </w:t>
      </w:r>
      <w:r w:rsidRPr="00627927">
        <w:rPr>
          <w:i/>
          <w:iCs/>
          <w:spacing w:val="-1"/>
          <w:sz w:val="32"/>
          <w:szCs w:val="32"/>
          <w:lang w:val="uk-UA"/>
        </w:rPr>
        <w:t xml:space="preserve">  </w:t>
      </w:r>
      <w:r w:rsidRPr="00627927">
        <w:rPr>
          <w:i/>
          <w:iCs/>
          <w:spacing w:val="-1"/>
          <w:sz w:val="32"/>
          <w:szCs w:val="32"/>
        </w:rPr>
        <w:t>(М. Назар)</w:t>
      </w:r>
    </w:p>
    <w:p w:rsidR="00C11D0D" w:rsidRDefault="00C11D0D" w:rsidP="00DE1384">
      <w:pPr>
        <w:ind w:firstLine="709"/>
        <w:jc w:val="both"/>
        <w:rPr>
          <w:b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ПІСНЯ «МАМА МЕНІ ВИШИВАЛА РУШНИК»</w:t>
      </w:r>
    </w:p>
    <w:p w:rsidR="00C11D0D" w:rsidRPr="00627927" w:rsidRDefault="00C11D0D" w:rsidP="00DE1384">
      <w:pPr>
        <w:tabs>
          <w:tab w:val="left" w:pos="542"/>
        </w:tabs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Ведуча:  </w:t>
      </w:r>
      <w:r w:rsidRPr="00627927">
        <w:rPr>
          <w:sz w:val="32"/>
          <w:szCs w:val="32"/>
        </w:rPr>
        <w:t>Український рушник. Його можна</w:t>
      </w:r>
      <w:r>
        <w:rPr>
          <w:sz w:val="32"/>
          <w:szCs w:val="32"/>
          <w:lang w:val="uk-UA"/>
        </w:rPr>
        <w:t xml:space="preserve"> </w:t>
      </w:r>
      <w:r w:rsidRPr="00627927">
        <w:rPr>
          <w:sz w:val="32"/>
          <w:szCs w:val="32"/>
        </w:rPr>
        <w:t>порівняти з піснею, вишитою на</w:t>
      </w:r>
      <w:r w:rsidRPr="00627927">
        <w:rPr>
          <w:sz w:val="32"/>
          <w:szCs w:val="32"/>
          <w:lang w:val="uk-UA"/>
        </w:rPr>
        <w:t xml:space="preserve"> </w:t>
      </w:r>
      <w:r w:rsidRPr="00627927">
        <w:rPr>
          <w:sz w:val="32"/>
          <w:szCs w:val="32"/>
        </w:rPr>
        <w:t>полотні. Без рушника, як і без пісні, не минає народження, одруження</w:t>
      </w:r>
      <w:r w:rsidRPr="00627927">
        <w:rPr>
          <w:sz w:val="32"/>
          <w:szCs w:val="32"/>
          <w:lang w:val="uk-UA"/>
        </w:rPr>
        <w:t xml:space="preserve">  </w:t>
      </w:r>
      <w:r w:rsidRPr="00627927">
        <w:rPr>
          <w:sz w:val="32"/>
          <w:szCs w:val="32"/>
        </w:rPr>
        <w:t>людини, ювілейні урочистості. Ознакою охайності, працьовитості кожної</w:t>
      </w:r>
      <w:r w:rsidRPr="00627927">
        <w:rPr>
          <w:sz w:val="32"/>
          <w:szCs w:val="32"/>
          <w:lang w:val="uk-UA"/>
        </w:rPr>
        <w:t xml:space="preserve">  </w:t>
      </w:r>
      <w:r w:rsidRPr="00627927">
        <w:rPr>
          <w:sz w:val="32"/>
          <w:szCs w:val="32"/>
        </w:rPr>
        <w:t>господині є прибрана хата і чистий рушник напохваті. Не випадково в на</w:t>
      </w:r>
      <w:r w:rsidRPr="00627927">
        <w:rPr>
          <w:sz w:val="32"/>
          <w:szCs w:val="32"/>
        </w:rPr>
        <w:softHyphen/>
        <w:t>родній пісні мати навчає дочку: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 xml:space="preserve">Тримай хаточку, як у віночку, 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</w:rPr>
        <w:t>І рушничок на кілочку.</w:t>
      </w:r>
    </w:p>
    <w:p w:rsidR="00C11D0D" w:rsidRPr="00627927" w:rsidRDefault="00C11D0D" w:rsidP="00DE1384">
      <w:pPr>
        <w:ind w:firstLine="709"/>
        <w:jc w:val="both"/>
        <w:rPr>
          <w:spacing w:val="-8"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Ведучий: </w:t>
      </w:r>
      <w:r w:rsidRPr="00627927">
        <w:rPr>
          <w:spacing w:val="-6"/>
          <w:sz w:val="32"/>
          <w:szCs w:val="32"/>
        </w:rPr>
        <w:t xml:space="preserve">Розмаїта кольорова гама українських народних вишивок, але переважають у них два кольори — </w:t>
      </w:r>
      <w:r w:rsidRPr="00627927">
        <w:rPr>
          <w:spacing w:val="-8"/>
          <w:sz w:val="32"/>
          <w:szCs w:val="32"/>
        </w:rPr>
        <w:t>червоний та чорний. Синонімом пер</w:t>
      </w:r>
      <w:r w:rsidRPr="00627927">
        <w:rPr>
          <w:spacing w:val="-8"/>
          <w:sz w:val="32"/>
          <w:szCs w:val="32"/>
        </w:rPr>
        <w:softHyphen/>
      </w:r>
      <w:r w:rsidRPr="00627927">
        <w:rPr>
          <w:spacing w:val="-7"/>
          <w:sz w:val="32"/>
          <w:szCs w:val="32"/>
        </w:rPr>
        <w:t>шого є любов, а другого—журба; ра</w:t>
      </w:r>
      <w:r w:rsidRPr="00627927">
        <w:rPr>
          <w:spacing w:val="-7"/>
          <w:sz w:val="32"/>
          <w:szCs w:val="32"/>
        </w:rPr>
        <w:softHyphen/>
      </w:r>
      <w:r w:rsidRPr="00627927">
        <w:rPr>
          <w:spacing w:val="-8"/>
          <w:sz w:val="32"/>
          <w:szCs w:val="32"/>
        </w:rPr>
        <w:t>дість і смуток, веселість та печаль. Ці почуття в житті органічно пов'язані.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pacing w:val="-10"/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Ведуча: </w:t>
      </w:r>
      <w:r w:rsidRPr="00627927">
        <w:rPr>
          <w:spacing w:val="-4"/>
          <w:sz w:val="32"/>
          <w:szCs w:val="32"/>
          <w:lang w:val="uk-UA"/>
        </w:rPr>
        <w:t>«Переплелись, як ма</w:t>
      </w:r>
      <w:r w:rsidRPr="00627927">
        <w:rPr>
          <w:spacing w:val="-4"/>
          <w:sz w:val="32"/>
          <w:szCs w:val="32"/>
          <w:lang w:val="uk-UA"/>
        </w:rPr>
        <w:softHyphen/>
      </w:r>
      <w:r w:rsidRPr="00627927">
        <w:rPr>
          <w:spacing w:val="-8"/>
          <w:sz w:val="32"/>
          <w:szCs w:val="32"/>
          <w:lang w:val="uk-UA"/>
        </w:rPr>
        <w:t>мине шиття, мої сумні і радісні доро</w:t>
      </w:r>
      <w:r w:rsidRPr="00627927">
        <w:rPr>
          <w:spacing w:val="-8"/>
          <w:sz w:val="32"/>
          <w:szCs w:val="32"/>
          <w:lang w:val="uk-UA"/>
        </w:rPr>
        <w:softHyphen/>
      </w:r>
      <w:r w:rsidRPr="00627927">
        <w:rPr>
          <w:spacing w:val="-7"/>
          <w:sz w:val="32"/>
          <w:szCs w:val="32"/>
          <w:lang w:val="uk-UA"/>
        </w:rPr>
        <w:t>ги»— співається в пісні Ліричний ге</w:t>
      </w:r>
      <w:r w:rsidRPr="00627927">
        <w:rPr>
          <w:spacing w:val="-7"/>
          <w:sz w:val="32"/>
          <w:szCs w:val="32"/>
          <w:lang w:val="uk-UA"/>
        </w:rPr>
        <w:softHyphen/>
      </w:r>
      <w:r w:rsidRPr="00627927">
        <w:rPr>
          <w:spacing w:val="-8"/>
          <w:sz w:val="32"/>
          <w:szCs w:val="32"/>
          <w:lang w:val="uk-UA"/>
        </w:rPr>
        <w:t xml:space="preserve">рой зберіг найсвятіше — «горсточок </w:t>
      </w:r>
      <w:r w:rsidRPr="00627927">
        <w:rPr>
          <w:spacing w:val="-7"/>
          <w:sz w:val="32"/>
          <w:szCs w:val="32"/>
          <w:lang w:val="uk-UA"/>
        </w:rPr>
        <w:t xml:space="preserve">старого полотна і вишите моє життя на ньому»—тобто зберіг пам'ять про </w:t>
      </w:r>
      <w:r w:rsidRPr="00627927">
        <w:rPr>
          <w:spacing w:val="-10"/>
          <w:sz w:val="32"/>
          <w:szCs w:val="32"/>
          <w:lang w:val="uk-UA"/>
        </w:rPr>
        <w:t>матір як заповіт вірності рідній землі.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</w:rPr>
      </w:pPr>
      <w:r w:rsidRPr="00627927">
        <w:rPr>
          <w:b/>
          <w:sz w:val="32"/>
          <w:szCs w:val="32"/>
          <w:lang w:val="uk-UA"/>
        </w:rPr>
        <w:t xml:space="preserve">Ведучий: </w:t>
      </w:r>
      <w:r w:rsidRPr="00627927">
        <w:rPr>
          <w:spacing w:val="-3"/>
          <w:sz w:val="32"/>
          <w:szCs w:val="32"/>
        </w:rPr>
        <w:t>Рідними серцю візе</w:t>
      </w:r>
      <w:r w:rsidRPr="00627927">
        <w:rPr>
          <w:spacing w:val="-3"/>
          <w:sz w:val="32"/>
          <w:szCs w:val="32"/>
        </w:rPr>
        <w:softHyphen/>
      </w:r>
      <w:r w:rsidRPr="00627927">
        <w:rPr>
          <w:spacing w:val="-7"/>
          <w:sz w:val="32"/>
          <w:szCs w:val="32"/>
        </w:rPr>
        <w:t xml:space="preserve">рунками прикрашали українки свій одяг і своїх рідних. Як то було гарно, </w:t>
      </w:r>
      <w:r w:rsidRPr="00627927">
        <w:rPr>
          <w:spacing w:val="-5"/>
          <w:sz w:val="32"/>
          <w:szCs w:val="32"/>
        </w:rPr>
        <w:t xml:space="preserve">мило, коли наші люди йшли у свято </w:t>
      </w:r>
      <w:r w:rsidRPr="00627927">
        <w:rPr>
          <w:spacing w:val="-6"/>
          <w:sz w:val="32"/>
          <w:szCs w:val="32"/>
        </w:rPr>
        <w:t xml:space="preserve">до церкви у вишиванках. При цьому </w:t>
      </w:r>
      <w:r w:rsidRPr="00627927">
        <w:rPr>
          <w:spacing w:val="-9"/>
          <w:sz w:val="32"/>
          <w:szCs w:val="32"/>
        </w:rPr>
        <w:t xml:space="preserve">кожна жінка, дівчина пишалася своїм </w:t>
      </w:r>
      <w:r w:rsidRPr="00627927">
        <w:rPr>
          <w:spacing w:val="-6"/>
          <w:sz w:val="32"/>
          <w:szCs w:val="32"/>
        </w:rPr>
        <w:t xml:space="preserve">виробом. Вишиванки були чарівно </w:t>
      </w:r>
      <w:r w:rsidRPr="00627927">
        <w:rPr>
          <w:spacing w:val="-7"/>
          <w:sz w:val="32"/>
          <w:szCs w:val="32"/>
        </w:rPr>
        <w:t>барвисті, промовисті своїм орнамен</w:t>
      </w:r>
      <w:r w:rsidRPr="00627927">
        <w:rPr>
          <w:spacing w:val="-7"/>
          <w:sz w:val="32"/>
          <w:szCs w:val="32"/>
        </w:rPr>
        <w:softHyphen/>
      </w:r>
      <w:r w:rsidRPr="00627927">
        <w:rPr>
          <w:spacing w:val="-6"/>
          <w:sz w:val="32"/>
          <w:szCs w:val="32"/>
        </w:rPr>
        <w:t xml:space="preserve">том та кольорами, де кожна ниточка </w:t>
      </w:r>
      <w:r w:rsidRPr="00627927">
        <w:rPr>
          <w:sz w:val="32"/>
          <w:szCs w:val="32"/>
        </w:rPr>
        <w:t>мала своє значення.</w:t>
      </w:r>
    </w:p>
    <w:p w:rsidR="00C11D0D" w:rsidRPr="00627927" w:rsidRDefault="00C11D0D" w:rsidP="00DE1384">
      <w:pPr>
        <w:ind w:firstLine="709"/>
        <w:jc w:val="both"/>
        <w:rPr>
          <w:spacing w:val="-8"/>
          <w:sz w:val="32"/>
          <w:szCs w:val="32"/>
          <w:lang w:val="uk-UA"/>
        </w:rPr>
      </w:pPr>
      <w:r w:rsidRPr="00627927">
        <w:rPr>
          <w:spacing w:val="-5"/>
          <w:sz w:val="32"/>
          <w:szCs w:val="32"/>
        </w:rPr>
        <w:t xml:space="preserve">Шануймо світлу пам'ять наших </w:t>
      </w:r>
      <w:r w:rsidRPr="00627927">
        <w:rPr>
          <w:spacing w:val="-11"/>
          <w:sz w:val="32"/>
          <w:szCs w:val="32"/>
        </w:rPr>
        <w:t>предків, молімося за їхні душі, шануй</w:t>
      </w:r>
      <w:r w:rsidRPr="00627927">
        <w:rPr>
          <w:spacing w:val="-11"/>
          <w:sz w:val="32"/>
          <w:szCs w:val="32"/>
        </w:rPr>
        <w:softHyphen/>
      </w:r>
      <w:r w:rsidRPr="00627927">
        <w:rPr>
          <w:spacing w:val="-8"/>
          <w:sz w:val="32"/>
          <w:szCs w:val="32"/>
        </w:rPr>
        <w:t>мо їхню любов до народного одягу.</w:t>
      </w:r>
    </w:p>
    <w:p w:rsidR="00C11D0D" w:rsidRPr="00627927" w:rsidRDefault="00C11D0D" w:rsidP="00DE1384">
      <w:pPr>
        <w:ind w:firstLine="709"/>
        <w:jc w:val="both"/>
        <w:rPr>
          <w:b/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</w:rPr>
      </w:pPr>
      <w:r w:rsidRPr="00627927">
        <w:rPr>
          <w:spacing w:val="-6"/>
          <w:sz w:val="32"/>
          <w:szCs w:val="32"/>
        </w:rPr>
        <w:t>В них страждання і ко</w:t>
      </w:r>
      <w:r w:rsidRPr="00627927">
        <w:rPr>
          <w:spacing w:val="-6"/>
          <w:sz w:val="32"/>
          <w:szCs w:val="32"/>
        </w:rPr>
        <w:softHyphen/>
      </w:r>
      <w:r w:rsidRPr="00627927">
        <w:rPr>
          <w:sz w:val="32"/>
          <w:szCs w:val="32"/>
        </w:rPr>
        <w:t>хання битва,</w:t>
      </w:r>
    </w:p>
    <w:p w:rsidR="00C11D0D" w:rsidRPr="00627927" w:rsidRDefault="00C11D0D" w:rsidP="00DE1384">
      <w:pPr>
        <w:ind w:firstLine="709"/>
        <w:rPr>
          <w:spacing w:val="-8"/>
          <w:sz w:val="32"/>
          <w:szCs w:val="32"/>
          <w:lang w:val="uk-UA"/>
        </w:rPr>
      </w:pPr>
      <w:r w:rsidRPr="00627927">
        <w:rPr>
          <w:spacing w:val="-8"/>
          <w:sz w:val="32"/>
          <w:szCs w:val="32"/>
        </w:rPr>
        <w:t>Чорні і червоні кольори.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pacing w:val="-8"/>
          <w:sz w:val="32"/>
          <w:szCs w:val="32"/>
        </w:rPr>
        <w:t xml:space="preserve"> </w:t>
      </w:r>
      <w:r w:rsidRPr="00627927">
        <w:rPr>
          <w:spacing w:val="-1"/>
          <w:sz w:val="32"/>
          <w:szCs w:val="32"/>
        </w:rPr>
        <w:t>І барви ті —не просто т</w:t>
      </w:r>
      <w:r w:rsidRPr="00627927">
        <w:rPr>
          <w:spacing w:val="-1"/>
          <w:sz w:val="32"/>
          <w:szCs w:val="32"/>
          <w:lang w:val="uk-UA"/>
        </w:rPr>
        <w:t xml:space="preserve">і </w:t>
      </w:r>
      <w:r w:rsidRPr="00627927">
        <w:rPr>
          <w:spacing w:val="-1"/>
          <w:sz w:val="32"/>
          <w:szCs w:val="32"/>
        </w:rPr>
        <w:t xml:space="preserve"> </w:t>
      </w:r>
      <w:r w:rsidRPr="00627927">
        <w:rPr>
          <w:bCs/>
          <w:spacing w:val="-1"/>
          <w:sz w:val="32"/>
          <w:szCs w:val="32"/>
        </w:rPr>
        <w:t>при</w:t>
      </w:r>
      <w:r w:rsidRPr="00627927">
        <w:rPr>
          <w:bCs/>
          <w:spacing w:val="-1"/>
          <w:sz w:val="32"/>
          <w:szCs w:val="32"/>
        </w:rPr>
        <w:softHyphen/>
      </w:r>
      <w:r w:rsidRPr="00627927">
        <w:rPr>
          <w:bCs/>
          <w:sz w:val="32"/>
          <w:szCs w:val="32"/>
        </w:rPr>
        <w:t>краси,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</w:rPr>
      </w:pPr>
      <w:r w:rsidRPr="00627927">
        <w:rPr>
          <w:bCs/>
          <w:spacing w:val="-1"/>
          <w:sz w:val="32"/>
          <w:szCs w:val="32"/>
        </w:rPr>
        <w:t>І візерунки — кв</w:t>
      </w:r>
      <w:r w:rsidRPr="00627927">
        <w:rPr>
          <w:bCs/>
          <w:spacing w:val="-1"/>
          <w:sz w:val="32"/>
          <w:szCs w:val="32"/>
          <w:lang w:val="uk-UA"/>
        </w:rPr>
        <w:t xml:space="preserve">ітнуть не </w:t>
      </w:r>
      <w:r w:rsidRPr="00627927">
        <w:rPr>
          <w:bCs/>
          <w:spacing w:val="-1"/>
          <w:sz w:val="32"/>
          <w:szCs w:val="32"/>
        </w:rPr>
        <w:t xml:space="preserve">для </w:t>
      </w:r>
      <w:r w:rsidRPr="00627927">
        <w:rPr>
          <w:bCs/>
          <w:i/>
          <w:iCs/>
          <w:sz w:val="32"/>
          <w:szCs w:val="32"/>
          <w:lang w:val="uk-UA"/>
        </w:rPr>
        <w:t xml:space="preserve"> </w:t>
      </w:r>
      <w:r w:rsidRPr="00627927">
        <w:rPr>
          <w:bCs/>
          <w:i/>
          <w:iCs/>
          <w:sz w:val="32"/>
          <w:szCs w:val="32"/>
        </w:rPr>
        <w:t xml:space="preserve"> </w:t>
      </w:r>
      <w:r w:rsidRPr="00627927">
        <w:rPr>
          <w:bCs/>
          <w:sz w:val="32"/>
          <w:szCs w:val="32"/>
        </w:rPr>
        <w:t>скринь.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</w:rPr>
      </w:pPr>
      <w:r w:rsidRPr="00627927">
        <w:rPr>
          <w:spacing w:val="-3"/>
          <w:sz w:val="32"/>
          <w:szCs w:val="32"/>
        </w:rPr>
        <w:t>І їх ні час, ні простір не пору</w:t>
      </w:r>
      <w:r w:rsidRPr="00627927">
        <w:rPr>
          <w:spacing w:val="-3"/>
          <w:sz w:val="32"/>
          <w:szCs w:val="32"/>
        </w:rPr>
        <w:softHyphen/>
      </w:r>
      <w:r w:rsidRPr="00627927">
        <w:rPr>
          <w:sz w:val="32"/>
          <w:szCs w:val="32"/>
        </w:rPr>
        <w:t>шать,</w:t>
      </w:r>
    </w:p>
    <w:p w:rsidR="00C11D0D" w:rsidRPr="00627927" w:rsidRDefault="00C11D0D" w:rsidP="00DE1384">
      <w:pPr>
        <w:ind w:firstLine="709"/>
        <w:rPr>
          <w:sz w:val="32"/>
          <w:szCs w:val="32"/>
        </w:rPr>
      </w:pPr>
      <w:r w:rsidRPr="00627927">
        <w:rPr>
          <w:spacing w:val="-5"/>
          <w:sz w:val="32"/>
          <w:szCs w:val="32"/>
        </w:rPr>
        <w:t>Нехай на порох зітруться роки!</w:t>
      </w:r>
    </w:p>
    <w:p w:rsidR="00C11D0D" w:rsidRPr="00627927" w:rsidRDefault="00C11D0D" w:rsidP="00DE1384">
      <w:pPr>
        <w:ind w:firstLine="709"/>
        <w:jc w:val="both"/>
        <w:rPr>
          <w:sz w:val="32"/>
          <w:szCs w:val="32"/>
        </w:rPr>
      </w:pPr>
      <w:r w:rsidRPr="00627927">
        <w:rPr>
          <w:spacing w:val="-7"/>
          <w:sz w:val="32"/>
          <w:szCs w:val="32"/>
        </w:rPr>
        <w:t>У них живуть людські, безсмерт</w:t>
      </w:r>
      <w:r w:rsidRPr="00627927">
        <w:rPr>
          <w:spacing w:val="-7"/>
          <w:sz w:val="32"/>
          <w:szCs w:val="32"/>
        </w:rPr>
        <w:softHyphen/>
      </w:r>
      <w:r w:rsidRPr="00627927">
        <w:rPr>
          <w:sz w:val="32"/>
          <w:szCs w:val="32"/>
        </w:rPr>
        <w:t>ні душі</w:t>
      </w:r>
    </w:p>
    <w:p w:rsidR="00C11D0D" w:rsidRPr="00627927" w:rsidRDefault="00C11D0D" w:rsidP="00DE1384">
      <w:pPr>
        <w:ind w:firstLine="709"/>
        <w:rPr>
          <w:spacing w:val="-5"/>
          <w:sz w:val="32"/>
          <w:szCs w:val="32"/>
          <w:lang w:val="uk-UA"/>
        </w:rPr>
      </w:pPr>
      <w:r w:rsidRPr="00627927">
        <w:rPr>
          <w:spacing w:val="-5"/>
          <w:sz w:val="32"/>
          <w:szCs w:val="32"/>
        </w:rPr>
        <w:t>І добрі чари з легкої руки.</w:t>
      </w:r>
    </w:p>
    <w:p w:rsidR="00C11D0D" w:rsidRPr="00627927" w:rsidRDefault="00C11D0D" w:rsidP="00DE1384">
      <w:pPr>
        <w:ind w:firstLine="709"/>
        <w:rPr>
          <w:sz w:val="32"/>
          <w:szCs w:val="32"/>
          <w:lang w:val="uk-UA"/>
        </w:rPr>
      </w:pPr>
    </w:p>
    <w:p w:rsidR="00C11D0D" w:rsidRPr="00627927" w:rsidRDefault="00C11D0D" w:rsidP="00DE1384">
      <w:pPr>
        <w:ind w:firstLine="709"/>
        <w:jc w:val="both"/>
        <w:rPr>
          <w:sz w:val="32"/>
          <w:szCs w:val="32"/>
          <w:lang w:val="uk-UA"/>
        </w:rPr>
      </w:pPr>
      <w:r w:rsidRPr="00627927">
        <w:rPr>
          <w:b/>
          <w:sz w:val="32"/>
          <w:szCs w:val="32"/>
          <w:lang w:val="uk-UA"/>
        </w:rPr>
        <w:t xml:space="preserve">Ведуча: </w:t>
      </w:r>
      <w:r w:rsidRPr="00627927">
        <w:rPr>
          <w:spacing w:val="-4"/>
          <w:sz w:val="32"/>
          <w:szCs w:val="32"/>
        </w:rPr>
        <w:t>З покоління в поколін</w:t>
      </w:r>
      <w:r w:rsidRPr="00627927">
        <w:rPr>
          <w:spacing w:val="-4"/>
          <w:sz w:val="32"/>
          <w:szCs w:val="32"/>
        </w:rPr>
        <w:softHyphen/>
        <w:t>ня передавали українці своє мисте</w:t>
      </w:r>
      <w:r w:rsidRPr="00627927">
        <w:rPr>
          <w:spacing w:val="-4"/>
          <w:sz w:val="32"/>
          <w:szCs w:val="32"/>
        </w:rPr>
        <w:softHyphen/>
        <w:t xml:space="preserve">цтво вишивання. І зараз вишивання </w:t>
      </w:r>
      <w:r w:rsidRPr="00627927">
        <w:rPr>
          <w:spacing w:val="-3"/>
          <w:sz w:val="32"/>
          <w:szCs w:val="32"/>
        </w:rPr>
        <w:t>в Україні дуже популярне. Виши</w:t>
      </w:r>
      <w:r w:rsidRPr="00627927">
        <w:rPr>
          <w:spacing w:val="-3"/>
          <w:sz w:val="32"/>
          <w:szCs w:val="32"/>
        </w:rPr>
        <w:softHyphen/>
      </w:r>
      <w:r w:rsidRPr="00627927">
        <w:rPr>
          <w:spacing w:val="-2"/>
          <w:sz w:val="32"/>
          <w:szCs w:val="32"/>
        </w:rPr>
        <w:t>вають усі: дорослі і діти, чоловіки та жінки. Якби зібрати все багат</w:t>
      </w:r>
      <w:r w:rsidRPr="00627927">
        <w:rPr>
          <w:spacing w:val="-2"/>
          <w:sz w:val="32"/>
          <w:szCs w:val="32"/>
        </w:rPr>
        <w:softHyphen/>
      </w:r>
      <w:r w:rsidRPr="00627927">
        <w:rPr>
          <w:spacing w:val="-4"/>
          <w:sz w:val="32"/>
          <w:szCs w:val="32"/>
        </w:rPr>
        <w:t xml:space="preserve">ство української вишивки, то карта </w:t>
      </w:r>
      <w:r w:rsidRPr="00627927">
        <w:rPr>
          <w:spacing w:val="-2"/>
          <w:sz w:val="32"/>
          <w:szCs w:val="32"/>
        </w:rPr>
        <w:t xml:space="preserve">України від села до села, від міста </w:t>
      </w:r>
      <w:r w:rsidRPr="00627927">
        <w:rPr>
          <w:spacing w:val="-4"/>
          <w:sz w:val="32"/>
          <w:szCs w:val="32"/>
        </w:rPr>
        <w:t xml:space="preserve">до міста простяглася б вишитими </w:t>
      </w:r>
      <w:r w:rsidRPr="00627927">
        <w:rPr>
          <w:sz w:val="32"/>
          <w:szCs w:val="32"/>
        </w:rPr>
        <w:t>дорогами.</w:t>
      </w:r>
    </w:p>
    <w:p w:rsidR="00C11D0D" w:rsidRDefault="00C11D0D" w:rsidP="00DE1384">
      <w:pPr>
        <w:pStyle w:val="NormalWeb"/>
        <w:spacing w:before="0" w:beforeAutospacing="0" w:after="0" w:afterAutospacing="0" w:line="276" w:lineRule="auto"/>
        <w:ind w:firstLine="709"/>
        <w:rPr>
          <w:sz w:val="26"/>
          <w:szCs w:val="26"/>
          <w:lang w:val="uk-UA"/>
        </w:rPr>
      </w:pPr>
    </w:p>
    <w:p w:rsidR="00C11D0D" w:rsidRDefault="00C11D0D" w:rsidP="00DE1384">
      <w:pPr>
        <w:pStyle w:val="NormalWeb"/>
        <w:spacing w:before="0" w:beforeAutospacing="0" w:after="0" w:afterAutospacing="0" w:line="276" w:lineRule="auto"/>
        <w:ind w:firstLine="709"/>
        <w:rPr>
          <w:sz w:val="32"/>
          <w:szCs w:val="32"/>
          <w:lang w:val="uk-UA"/>
        </w:rPr>
      </w:pPr>
      <w:r w:rsidRPr="00627927">
        <w:rPr>
          <w:sz w:val="32"/>
          <w:szCs w:val="32"/>
          <w:lang w:val="uk-UA"/>
        </w:rPr>
        <w:t>А я іду по світу в вишиванці</w:t>
      </w:r>
      <w:r w:rsidRPr="00627927">
        <w:rPr>
          <w:sz w:val="32"/>
          <w:szCs w:val="32"/>
          <w:lang w:val="uk-UA"/>
        </w:rPr>
        <w:br/>
        <w:t>Встає над світом щире сонце вранці</w:t>
      </w:r>
      <w:r w:rsidRPr="00627927">
        <w:rPr>
          <w:sz w:val="32"/>
          <w:szCs w:val="32"/>
          <w:lang w:val="uk-UA"/>
        </w:rPr>
        <w:br/>
        <w:t>І землю гріє променем ясним.</w:t>
      </w:r>
      <w:r w:rsidRPr="00627927">
        <w:rPr>
          <w:sz w:val="32"/>
          <w:szCs w:val="32"/>
          <w:lang w:val="uk-UA"/>
        </w:rPr>
        <w:br/>
        <w:t>А я іду по світу в вишиванці.</w:t>
      </w:r>
      <w:r w:rsidRPr="00627927">
        <w:rPr>
          <w:sz w:val="32"/>
          <w:szCs w:val="32"/>
          <w:lang w:val="uk-UA"/>
        </w:rPr>
        <w:br/>
        <w:t>Я — українець! І горджуся цим.</w:t>
      </w:r>
      <w:r w:rsidRPr="00627927">
        <w:rPr>
          <w:sz w:val="32"/>
          <w:szCs w:val="32"/>
          <w:lang w:val="uk-UA"/>
        </w:rPr>
        <w:br/>
        <w:t>В нас обереги вишивають здавна.</w:t>
      </w:r>
      <w:r w:rsidRPr="00627927">
        <w:rPr>
          <w:sz w:val="32"/>
          <w:szCs w:val="32"/>
          <w:lang w:val="uk-UA"/>
        </w:rPr>
        <w:br/>
        <w:t>Така традиція в народі прижилась.</w:t>
      </w:r>
      <w:r w:rsidRPr="00627927">
        <w:rPr>
          <w:sz w:val="32"/>
          <w:szCs w:val="32"/>
          <w:lang w:val="uk-UA"/>
        </w:rPr>
        <w:br/>
        <w:t>Вона прадавня, вічна й дуже славна.</w:t>
      </w:r>
      <w:r w:rsidRPr="00627927">
        <w:rPr>
          <w:sz w:val="32"/>
          <w:szCs w:val="32"/>
          <w:lang w:val="uk-UA"/>
        </w:rPr>
        <w:br/>
        <w:t>В культурі й до сьогодні збереглась.</w:t>
      </w:r>
      <w:r w:rsidRPr="00627927">
        <w:rPr>
          <w:sz w:val="32"/>
          <w:szCs w:val="32"/>
          <w:lang w:val="uk-UA"/>
        </w:rPr>
        <w:br/>
        <w:t>Ані вікам, ні моді не здолати...</w:t>
      </w:r>
      <w:r w:rsidRPr="00627927">
        <w:rPr>
          <w:sz w:val="32"/>
          <w:szCs w:val="32"/>
          <w:lang w:val="uk-UA"/>
        </w:rPr>
        <w:br/>
        <w:t>Вона в людському серці і в душі.</w:t>
      </w:r>
      <w:r w:rsidRPr="00627927">
        <w:rPr>
          <w:sz w:val="32"/>
          <w:szCs w:val="32"/>
          <w:lang w:val="uk-UA"/>
        </w:rPr>
        <w:br/>
        <w:t>У ній любові, мрій, надій багато</w:t>
      </w:r>
      <w:r w:rsidRPr="00627927">
        <w:rPr>
          <w:sz w:val="32"/>
          <w:szCs w:val="32"/>
          <w:lang w:val="uk-UA"/>
        </w:rPr>
        <w:br/>
        <w:t xml:space="preserve">І ти традиції забути не спіши. </w:t>
      </w:r>
    </w:p>
    <w:p w:rsidR="00C11D0D" w:rsidRDefault="00C11D0D" w:rsidP="00DE1384">
      <w:pPr>
        <w:pStyle w:val="NormalWeb"/>
        <w:spacing w:before="0" w:beforeAutospacing="0" w:after="0" w:afterAutospacing="0" w:line="276" w:lineRule="auto"/>
        <w:ind w:firstLine="709"/>
        <w:rPr>
          <w:sz w:val="32"/>
          <w:szCs w:val="32"/>
          <w:lang w:val="uk-UA"/>
        </w:rPr>
      </w:pPr>
    </w:p>
    <w:p w:rsidR="00C11D0D" w:rsidRPr="00DE1384" w:rsidRDefault="00C11D0D" w:rsidP="00DE1384">
      <w:pPr>
        <w:pStyle w:val="NormalWeb"/>
        <w:spacing w:before="0" w:beforeAutospacing="0" w:after="0" w:afterAutospacing="0" w:line="276" w:lineRule="auto"/>
        <w:ind w:firstLine="709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Пісня «Вишиванка</w:t>
      </w:r>
      <w:r w:rsidRPr="00C12DCF">
        <w:rPr>
          <w:b/>
          <w:sz w:val="32"/>
          <w:szCs w:val="32"/>
          <w:lang w:val="uk-UA"/>
        </w:rPr>
        <w:t>»</w:t>
      </w:r>
    </w:p>
    <w:p w:rsidR="00C11D0D" w:rsidRDefault="00C11D0D" w:rsidP="00DE1384">
      <w:pPr>
        <w:pStyle w:val="NormalWeb"/>
        <w:spacing w:before="0" w:beforeAutospacing="0" w:after="0" w:afterAutospacing="0" w:line="276" w:lineRule="auto"/>
        <w:ind w:firstLine="709"/>
        <w:rPr>
          <w:sz w:val="26"/>
          <w:szCs w:val="26"/>
          <w:lang w:val="uk-UA"/>
        </w:rPr>
      </w:pPr>
    </w:p>
    <w:p w:rsidR="00C11D0D" w:rsidRPr="00376AEC" w:rsidRDefault="00C11D0D" w:rsidP="00DE1384">
      <w:pPr>
        <w:pStyle w:val="NormalWeb"/>
        <w:spacing w:before="0" w:beforeAutospacing="0" w:after="0" w:afterAutospacing="0" w:line="276" w:lineRule="auto"/>
        <w:ind w:firstLine="709"/>
        <w:rPr>
          <w:sz w:val="32"/>
          <w:szCs w:val="32"/>
          <w:lang w:val="uk-UA"/>
        </w:rPr>
      </w:pPr>
      <w:r w:rsidRPr="00376AEC">
        <w:rPr>
          <w:sz w:val="32"/>
          <w:szCs w:val="32"/>
          <w:lang w:val="uk-UA"/>
        </w:rPr>
        <w:t>Не цурайтесь традицій своїх, добрі люди,</w:t>
      </w:r>
      <w:r w:rsidRPr="00376AEC">
        <w:rPr>
          <w:sz w:val="32"/>
          <w:szCs w:val="32"/>
          <w:lang w:val="uk-UA"/>
        </w:rPr>
        <w:br/>
        <w:t>Оберегів святих, що живуть у віках.</w:t>
      </w:r>
      <w:r w:rsidRPr="00376AEC">
        <w:rPr>
          <w:sz w:val="32"/>
          <w:szCs w:val="32"/>
          <w:lang w:val="uk-UA"/>
        </w:rPr>
        <w:br/>
        <w:t>Бо без них українців із нас вже не буде,</w:t>
      </w:r>
      <w:r w:rsidRPr="00376AEC">
        <w:rPr>
          <w:sz w:val="32"/>
          <w:szCs w:val="32"/>
          <w:lang w:val="uk-UA"/>
        </w:rPr>
        <w:br/>
        <w:t xml:space="preserve">Як і квітів зимою у білих полях. </w:t>
      </w:r>
    </w:p>
    <w:p w:rsidR="00C11D0D" w:rsidRPr="00376AEC" w:rsidRDefault="00C11D0D" w:rsidP="00DE1384">
      <w:pPr>
        <w:ind w:firstLine="709"/>
        <w:rPr>
          <w:sz w:val="32"/>
          <w:szCs w:val="32"/>
          <w:lang w:val="uk-UA"/>
        </w:rPr>
      </w:pPr>
    </w:p>
    <w:sectPr w:rsidR="00C11D0D" w:rsidRPr="00376AEC" w:rsidSect="008C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477"/>
    <w:rsid w:val="000008E9"/>
    <w:rsid w:val="00011349"/>
    <w:rsid w:val="00022732"/>
    <w:rsid w:val="00033044"/>
    <w:rsid w:val="00034F9B"/>
    <w:rsid w:val="00037823"/>
    <w:rsid w:val="000437D0"/>
    <w:rsid w:val="00043900"/>
    <w:rsid w:val="000451CF"/>
    <w:rsid w:val="0004616F"/>
    <w:rsid w:val="00047A2B"/>
    <w:rsid w:val="00052BC8"/>
    <w:rsid w:val="000550FF"/>
    <w:rsid w:val="00056D96"/>
    <w:rsid w:val="00062C11"/>
    <w:rsid w:val="000647BC"/>
    <w:rsid w:val="00064BD9"/>
    <w:rsid w:val="00064DC3"/>
    <w:rsid w:val="00065D41"/>
    <w:rsid w:val="00066C7A"/>
    <w:rsid w:val="00070BB2"/>
    <w:rsid w:val="0007160C"/>
    <w:rsid w:val="00071AA5"/>
    <w:rsid w:val="00075FC7"/>
    <w:rsid w:val="00084B6C"/>
    <w:rsid w:val="00093252"/>
    <w:rsid w:val="000964FE"/>
    <w:rsid w:val="00096C12"/>
    <w:rsid w:val="000A6427"/>
    <w:rsid w:val="000B06D4"/>
    <w:rsid w:val="000B178A"/>
    <w:rsid w:val="000B1963"/>
    <w:rsid w:val="000B1B72"/>
    <w:rsid w:val="000B2C58"/>
    <w:rsid w:val="000B45E8"/>
    <w:rsid w:val="000B690F"/>
    <w:rsid w:val="000B6B86"/>
    <w:rsid w:val="000C376F"/>
    <w:rsid w:val="000C41C5"/>
    <w:rsid w:val="000C4893"/>
    <w:rsid w:val="000D02DA"/>
    <w:rsid w:val="000D1B84"/>
    <w:rsid w:val="000D2EBC"/>
    <w:rsid w:val="000D509F"/>
    <w:rsid w:val="000D5F78"/>
    <w:rsid w:val="000D6142"/>
    <w:rsid w:val="000D648A"/>
    <w:rsid w:val="000D7A4A"/>
    <w:rsid w:val="000E0A59"/>
    <w:rsid w:val="000E35E2"/>
    <w:rsid w:val="000E4DB0"/>
    <w:rsid w:val="000F3753"/>
    <w:rsid w:val="000F6508"/>
    <w:rsid w:val="00100C9A"/>
    <w:rsid w:val="00103270"/>
    <w:rsid w:val="00104506"/>
    <w:rsid w:val="00106A15"/>
    <w:rsid w:val="00107FFB"/>
    <w:rsid w:val="001120F9"/>
    <w:rsid w:val="00115CD9"/>
    <w:rsid w:val="001209F7"/>
    <w:rsid w:val="001239EB"/>
    <w:rsid w:val="0012664D"/>
    <w:rsid w:val="00126762"/>
    <w:rsid w:val="001271CA"/>
    <w:rsid w:val="00130005"/>
    <w:rsid w:val="001306E5"/>
    <w:rsid w:val="00133A41"/>
    <w:rsid w:val="00133AE6"/>
    <w:rsid w:val="00136A65"/>
    <w:rsid w:val="001372FF"/>
    <w:rsid w:val="00146A62"/>
    <w:rsid w:val="001504AD"/>
    <w:rsid w:val="00150C17"/>
    <w:rsid w:val="00152FF0"/>
    <w:rsid w:val="001542A4"/>
    <w:rsid w:val="001611AC"/>
    <w:rsid w:val="001647A3"/>
    <w:rsid w:val="00164C88"/>
    <w:rsid w:val="00166DE0"/>
    <w:rsid w:val="00171C1B"/>
    <w:rsid w:val="00171E5E"/>
    <w:rsid w:val="00174F6F"/>
    <w:rsid w:val="001835FE"/>
    <w:rsid w:val="0018482B"/>
    <w:rsid w:val="00187572"/>
    <w:rsid w:val="00187741"/>
    <w:rsid w:val="00190C3F"/>
    <w:rsid w:val="0019492D"/>
    <w:rsid w:val="00195CDC"/>
    <w:rsid w:val="00196A9F"/>
    <w:rsid w:val="001A0A2C"/>
    <w:rsid w:val="001A18B7"/>
    <w:rsid w:val="001A21C6"/>
    <w:rsid w:val="001A2EFA"/>
    <w:rsid w:val="001A39A7"/>
    <w:rsid w:val="001A6AAA"/>
    <w:rsid w:val="001B1EB4"/>
    <w:rsid w:val="001B4A53"/>
    <w:rsid w:val="001B4A71"/>
    <w:rsid w:val="001B6178"/>
    <w:rsid w:val="001B6686"/>
    <w:rsid w:val="001C2D12"/>
    <w:rsid w:val="001C3010"/>
    <w:rsid w:val="001C448D"/>
    <w:rsid w:val="001C58E3"/>
    <w:rsid w:val="001C5BB9"/>
    <w:rsid w:val="001D0E5A"/>
    <w:rsid w:val="001D3160"/>
    <w:rsid w:val="001D443C"/>
    <w:rsid w:val="001D4689"/>
    <w:rsid w:val="001D491B"/>
    <w:rsid w:val="001D5B4E"/>
    <w:rsid w:val="001E1557"/>
    <w:rsid w:val="001E336D"/>
    <w:rsid w:val="001E3DBD"/>
    <w:rsid w:val="001E5E87"/>
    <w:rsid w:val="001E63F3"/>
    <w:rsid w:val="001F257D"/>
    <w:rsid w:val="001F644F"/>
    <w:rsid w:val="00204C56"/>
    <w:rsid w:val="002059AC"/>
    <w:rsid w:val="00207B28"/>
    <w:rsid w:val="00211428"/>
    <w:rsid w:val="002207B3"/>
    <w:rsid w:val="002321D6"/>
    <w:rsid w:val="00232777"/>
    <w:rsid w:val="00244EEF"/>
    <w:rsid w:val="00245B3B"/>
    <w:rsid w:val="00247B33"/>
    <w:rsid w:val="002532AB"/>
    <w:rsid w:val="00256276"/>
    <w:rsid w:val="00256D28"/>
    <w:rsid w:val="00260D93"/>
    <w:rsid w:val="0026397D"/>
    <w:rsid w:val="00264A12"/>
    <w:rsid w:val="002679A6"/>
    <w:rsid w:val="00271484"/>
    <w:rsid w:val="0027282A"/>
    <w:rsid w:val="00275B29"/>
    <w:rsid w:val="00277751"/>
    <w:rsid w:val="00281663"/>
    <w:rsid w:val="00282F00"/>
    <w:rsid w:val="0028434F"/>
    <w:rsid w:val="00284721"/>
    <w:rsid w:val="00284DAD"/>
    <w:rsid w:val="002900E6"/>
    <w:rsid w:val="002903A3"/>
    <w:rsid w:val="00291E1B"/>
    <w:rsid w:val="00293FD7"/>
    <w:rsid w:val="00297EF1"/>
    <w:rsid w:val="002A0687"/>
    <w:rsid w:val="002A0774"/>
    <w:rsid w:val="002A0E62"/>
    <w:rsid w:val="002A5603"/>
    <w:rsid w:val="002A7AFD"/>
    <w:rsid w:val="002A7D3A"/>
    <w:rsid w:val="002A7E42"/>
    <w:rsid w:val="002B1A6A"/>
    <w:rsid w:val="002B4F26"/>
    <w:rsid w:val="002B780E"/>
    <w:rsid w:val="002C6B74"/>
    <w:rsid w:val="002C724A"/>
    <w:rsid w:val="002C79CF"/>
    <w:rsid w:val="002D2F63"/>
    <w:rsid w:val="002D4277"/>
    <w:rsid w:val="002D4CE4"/>
    <w:rsid w:val="002D5C80"/>
    <w:rsid w:val="002E0EF7"/>
    <w:rsid w:val="002E2CA2"/>
    <w:rsid w:val="002E36F8"/>
    <w:rsid w:val="002E751D"/>
    <w:rsid w:val="002F65F6"/>
    <w:rsid w:val="00301B51"/>
    <w:rsid w:val="00302043"/>
    <w:rsid w:val="00307380"/>
    <w:rsid w:val="003100BC"/>
    <w:rsid w:val="00311501"/>
    <w:rsid w:val="00313A00"/>
    <w:rsid w:val="003179F5"/>
    <w:rsid w:val="0032064F"/>
    <w:rsid w:val="00324B9E"/>
    <w:rsid w:val="00324D51"/>
    <w:rsid w:val="00327EF2"/>
    <w:rsid w:val="0033227A"/>
    <w:rsid w:val="00333EBD"/>
    <w:rsid w:val="0034113D"/>
    <w:rsid w:val="0035603E"/>
    <w:rsid w:val="00356112"/>
    <w:rsid w:val="003678D8"/>
    <w:rsid w:val="00373F52"/>
    <w:rsid w:val="0037404E"/>
    <w:rsid w:val="003749D4"/>
    <w:rsid w:val="00376AEC"/>
    <w:rsid w:val="00376EB2"/>
    <w:rsid w:val="0038009D"/>
    <w:rsid w:val="00380594"/>
    <w:rsid w:val="00390006"/>
    <w:rsid w:val="00390593"/>
    <w:rsid w:val="00392FB8"/>
    <w:rsid w:val="003A15A2"/>
    <w:rsid w:val="003A75F2"/>
    <w:rsid w:val="003B0400"/>
    <w:rsid w:val="003B08E1"/>
    <w:rsid w:val="003B0C95"/>
    <w:rsid w:val="003B53C4"/>
    <w:rsid w:val="003C278A"/>
    <w:rsid w:val="003C4B5A"/>
    <w:rsid w:val="003C4BC7"/>
    <w:rsid w:val="003C6DB9"/>
    <w:rsid w:val="003D1A6F"/>
    <w:rsid w:val="003D4FBF"/>
    <w:rsid w:val="003E33E3"/>
    <w:rsid w:val="003E5016"/>
    <w:rsid w:val="003E72C7"/>
    <w:rsid w:val="003E75B2"/>
    <w:rsid w:val="003F0267"/>
    <w:rsid w:val="003F2DA3"/>
    <w:rsid w:val="003F345C"/>
    <w:rsid w:val="003F6B77"/>
    <w:rsid w:val="003F752D"/>
    <w:rsid w:val="003F7E59"/>
    <w:rsid w:val="0040085B"/>
    <w:rsid w:val="0040097B"/>
    <w:rsid w:val="004067F3"/>
    <w:rsid w:val="00406C33"/>
    <w:rsid w:val="004112C5"/>
    <w:rsid w:val="00413553"/>
    <w:rsid w:val="00414D08"/>
    <w:rsid w:val="004172C2"/>
    <w:rsid w:val="00421967"/>
    <w:rsid w:val="00421BDE"/>
    <w:rsid w:val="00422569"/>
    <w:rsid w:val="004257B2"/>
    <w:rsid w:val="00426589"/>
    <w:rsid w:val="004300CE"/>
    <w:rsid w:val="004312B5"/>
    <w:rsid w:val="0043183F"/>
    <w:rsid w:val="00431B7C"/>
    <w:rsid w:val="00431C44"/>
    <w:rsid w:val="00431EE9"/>
    <w:rsid w:val="0043554A"/>
    <w:rsid w:val="004355D9"/>
    <w:rsid w:val="00436485"/>
    <w:rsid w:val="004406F9"/>
    <w:rsid w:val="0044184D"/>
    <w:rsid w:val="004425B8"/>
    <w:rsid w:val="00447AE4"/>
    <w:rsid w:val="00447ED0"/>
    <w:rsid w:val="00450866"/>
    <w:rsid w:val="0045270F"/>
    <w:rsid w:val="004578EA"/>
    <w:rsid w:val="00460CBE"/>
    <w:rsid w:val="0046177A"/>
    <w:rsid w:val="00462A60"/>
    <w:rsid w:val="004630E4"/>
    <w:rsid w:val="0046704C"/>
    <w:rsid w:val="0047074A"/>
    <w:rsid w:val="00472C6D"/>
    <w:rsid w:val="0047400E"/>
    <w:rsid w:val="00480B22"/>
    <w:rsid w:val="00482FF4"/>
    <w:rsid w:val="004941A5"/>
    <w:rsid w:val="004960F9"/>
    <w:rsid w:val="004A05FD"/>
    <w:rsid w:val="004A0F44"/>
    <w:rsid w:val="004A0F9F"/>
    <w:rsid w:val="004A3A1A"/>
    <w:rsid w:val="004A4AA3"/>
    <w:rsid w:val="004A6B60"/>
    <w:rsid w:val="004C1DCF"/>
    <w:rsid w:val="004C2F9F"/>
    <w:rsid w:val="004D0900"/>
    <w:rsid w:val="004D0E64"/>
    <w:rsid w:val="004D2D25"/>
    <w:rsid w:val="004D3E71"/>
    <w:rsid w:val="004D61F5"/>
    <w:rsid w:val="004E0A6E"/>
    <w:rsid w:val="004E29B9"/>
    <w:rsid w:val="004E4D82"/>
    <w:rsid w:val="004F5EA0"/>
    <w:rsid w:val="004F7F7D"/>
    <w:rsid w:val="00502AA0"/>
    <w:rsid w:val="00505BD2"/>
    <w:rsid w:val="005070A1"/>
    <w:rsid w:val="00512C95"/>
    <w:rsid w:val="00514234"/>
    <w:rsid w:val="005143EA"/>
    <w:rsid w:val="00516855"/>
    <w:rsid w:val="005176F6"/>
    <w:rsid w:val="005212E7"/>
    <w:rsid w:val="005236FD"/>
    <w:rsid w:val="00531D53"/>
    <w:rsid w:val="0053520D"/>
    <w:rsid w:val="005401D4"/>
    <w:rsid w:val="005413E4"/>
    <w:rsid w:val="005415ED"/>
    <w:rsid w:val="005417FC"/>
    <w:rsid w:val="0054277F"/>
    <w:rsid w:val="00542CF7"/>
    <w:rsid w:val="00543DBB"/>
    <w:rsid w:val="00544301"/>
    <w:rsid w:val="00544FD7"/>
    <w:rsid w:val="00547A24"/>
    <w:rsid w:val="00550BF5"/>
    <w:rsid w:val="005554B1"/>
    <w:rsid w:val="00555EEE"/>
    <w:rsid w:val="00556A2A"/>
    <w:rsid w:val="00560176"/>
    <w:rsid w:val="00565B13"/>
    <w:rsid w:val="0056622B"/>
    <w:rsid w:val="0057022E"/>
    <w:rsid w:val="00574F65"/>
    <w:rsid w:val="005761AB"/>
    <w:rsid w:val="00577178"/>
    <w:rsid w:val="005814E9"/>
    <w:rsid w:val="00582B5A"/>
    <w:rsid w:val="00582E71"/>
    <w:rsid w:val="0058367B"/>
    <w:rsid w:val="0058384C"/>
    <w:rsid w:val="00590016"/>
    <w:rsid w:val="00590B50"/>
    <w:rsid w:val="00590EE7"/>
    <w:rsid w:val="005918EA"/>
    <w:rsid w:val="00591BF3"/>
    <w:rsid w:val="0059606E"/>
    <w:rsid w:val="005A053F"/>
    <w:rsid w:val="005A1640"/>
    <w:rsid w:val="005A175F"/>
    <w:rsid w:val="005A5F1E"/>
    <w:rsid w:val="005A6502"/>
    <w:rsid w:val="005A7972"/>
    <w:rsid w:val="005B3841"/>
    <w:rsid w:val="005B7B31"/>
    <w:rsid w:val="005C125F"/>
    <w:rsid w:val="005C1CE5"/>
    <w:rsid w:val="005D08E1"/>
    <w:rsid w:val="005D092B"/>
    <w:rsid w:val="005D568D"/>
    <w:rsid w:val="005D57A6"/>
    <w:rsid w:val="005E0A10"/>
    <w:rsid w:val="005E2CDF"/>
    <w:rsid w:val="005E308D"/>
    <w:rsid w:val="005E5560"/>
    <w:rsid w:val="005E5DFC"/>
    <w:rsid w:val="005E785C"/>
    <w:rsid w:val="005F22F2"/>
    <w:rsid w:val="005F31EC"/>
    <w:rsid w:val="005F560D"/>
    <w:rsid w:val="005F703A"/>
    <w:rsid w:val="00602E78"/>
    <w:rsid w:val="006058E3"/>
    <w:rsid w:val="0060730A"/>
    <w:rsid w:val="0060754D"/>
    <w:rsid w:val="00613CD6"/>
    <w:rsid w:val="00617737"/>
    <w:rsid w:val="00622CEA"/>
    <w:rsid w:val="006252D6"/>
    <w:rsid w:val="00625543"/>
    <w:rsid w:val="006255C5"/>
    <w:rsid w:val="00627927"/>
    <w:rsid w:val="00636CF2"/>
    <w:rsid w:val="00642E0D"/>
    <w:rsid w:val="00644B75"/>
    <w:rsid w:val="00645C59"/>
    <w:rsid w:val="006509C9"/>
    <w:rsid w:val="00655F51"/>
    <w:rsid w:val="00657D6E"/>
    <w:rsid w:val="00664357"/>
    <w:rsid w:val="00666069"/>
    <w:rsid w:val="00670434"/>
    <w:rsid w:val="0067057E"/>
    <w:rsid w:val="006738DF"/>
    <w:rsid w:val="00676C5C"/>
    <w:rsid w:val="0067707E"/>
    <w:rsid w:val="006776EC"/>
    <w:rsid w:val="00680D02"/>
    <w:rsid w:val="00682749"/>
    <w:rsid w:val="00682876"/>
    <w:rsid w:val="006848DD"/>
    <w:rsid w:val="00685095"/>
    <w:rsid w:val="00686B6A"/>
    <w:rsid w:val="00687674"/>
    <w:rsid w:val="00692A90"/>
    <w:rsid w:val="006A0695"/>
    <w:rsid w:val="006A724C"/>
    <w:rsid w:val="006A78FF"/>
    <w:rsid w:val="006B3127"/>
    <w:rsid w:val="006C10CD"/>
    <w:rsid w:val="006C1319"/>
    <w:rsid w:val="006C3D0F"/>
    <w:rsid w:val="006C6100"/>
    <w:rsid w:val="006C653C"/>
    <w:rsid w:val="006C77B1"/>
    <w:rsid w:val="006C7D91"/>
    <w:rsid w:val="006D0F56"/>
    <w:rsid w:val="006D12EB"/>
    <w:rsid w:val="006D2199"/>
    <w:rsid w:val="006D338B"/>
    <w:rsid w:val="006D5510"/>
    <w:rsid w:val="006D6E5D"/>
    <w:rsid w:val="006E381C"/>
    <w:rsid w:val="006E4B5F"/>
    <w:rsid w:val="006E5372"/>
    <w:rsid w:val="006E7E02"/>
    <w:rsid w:val="006F4186"/>
    <w:rsid w:val="006F5EBC"/>
    <w:rsid w:val="0070170F"/>
    <w:rsid w:val="00701FF0"/>
    <w:rsid w:val="00711F80"/>
    <w:rsid w:val="0071229D"/>
    <w:rsid w:val="0071643E"/>
    <w:rsid w:val="007167A4"/>
    <w:rsid w:val="00720C1E"/>
    <w:rsid w:val="007234A3"/>
    <w:rsid w:val="00725487"/>
    <w:rsid w:val="00726950"/>
    <w:rsid w:val="00727A0D"/>
    <w:rsid w:val="007303B4"/>
    <w:rsid w:val="007306FF"/>
    <w:rsid w:val="00731E07"/>
    <w:rsid w:val="00735B00"/>
    <w:rsid w:val="00741863"/>
    <w:rsid w:val="00742464"/>
    <w:rsid w:val="00744BD7"/>
    <w:rsid w:val="00745077"/>
    <w:rsid w:val="007472BF"/>
    <w:rsid w:val="00747ABD"/>
    <w:rsid w:val="00750C11"/>
    <w:rsid w:val="00751F8B"/>
    <w:rsid w:val="0075396B"/>
    <w:rsid w:val="007539BC"/>
    <w:rsid w:val="00757898"/>
    <w:rsid w:val="00760032"/>
    <w:rsid w:val="0076330A"/>
    <w:rsid w:val="007659F9"/>
    <w:rsid w:val="0077134D"/>
    <w:rsid w:val="00772D13"/>
    <w:rsid w:val="00774B07"/>
    <w:rsid w:val="007779ED"/>
    <w:rsid w:val="00785185"/>
    <w:rsid w:val="007920BB"/>
    <w:rsid w:val="00792A0D"/>
    <w:rsid w:val="007937EB"/>
    <w:rsid w:val="007A2D81"/>
    <w:rsid w:val="007A6D1B"/>
    <w:rsid w:val="007B3228"/>
    <w:rsid w:val="007B4D2D"/>
    <w:rsid w:val="007B60DB"/>
    <w:rsid w:val="007B71E8"/>
    <w:rsid w:val="007C5D09"/>
    <w:rsid w:val="007C6224"/>
    <w:rsid w:val="007C72FA"/>
    <w:rsid w:val="007D3190"/>
    <w:rsid w:val="007D4C04"/>
    <w:rsid w:val="007D4E14"/>
    <w:rsid w:val="007E0682"/>
    <w:rsid w:val="007E3CFD"/>
    <w:rsid w:val="007E4E80"/>
    <w:rsid w:val="007E5F53"/>
    <w:rsid w:val="007F1ADE"/>
    <w:rsid w:val="007F3DDD"/>
    <w:rsid w:val="007F3E30"/>
    <w:rsid w:val="008005C1"/>
    <w:rsid w:val="00801AA7"/>
    <w:rsid w:val="008037CB"/>
    <w:rsid w:val="00806CE7"/>
    <w:rsid w:val="00810262"/>
    <w:rsid w:val="008113C0"/>
    <w:rsid w:val="00817FEB"/>
    <w:rsid w:val="00823620"/>
    <w:rsid w:val="008238F5"/>
    <w:rsid w:val="00823DB1"/>
    <w:rsid w:val="0082401D"/>
    <w:rsid w:val="00826564"/>
    <w:rsid w:val="0083137C"/>
    <w:rsid w:val="00833E4B"/>
    <w:rsid w:val="00835A48"/>
    <w:rsid w:val="00843AEC"/>
    <w:rsid w:val="00845A2E"/>
    <w:rsid w:val="00846A8D"/>
    <w:rsid w:val="008541ED"/>
    <w:rsid w:val="00857DA1"/>
    <w:rsid w:val="0086079F"/>
    <w:rsid w:val="00864A57"/>
    <w:rsid w:val="008662A3"/>
    <w:rsid w:val="008712E2"/>
    <w:rsid w:val="00873414"/>
    <w:rsid w:val="0087660E"/>
    <w:rsid w:val="0087791D"/>
    <w:rsid w:val="00880640"/>
    <w:rsid w:val="00885862"/>
    <w:rsid w:val="00890A6C"/>
    <w:rsid w:val="008935D2"/>
    <w:rsid w:val="00893CC9"/>
    <w:rsid w:val="00895CCA"/>
    <w:rsid w:val="008A719B"/>
    <w:rsid w:val="008B1118"/>
    <w:rsid w:val="008B358D"/>
    <w:rsid w:val="008B5A9A"/>
    <w:rsid w:val="008B795A"/>
    <w:rsid w:val="008C15B4"/>
    <w:rsid w:val="008C42E3"/>
    <w:rsid w:val="008C6967"/>
    <w:rsid w:val="008D1D62"/>
    <w:rsid w:val="008D27B7"/>
    <w:rsid w:val="008D457A"/>
    <w:rsid w:val="008E420C"/>
    <w:rsid w:val="008E4ADD"/>
    <w:rsid w:val="008F01D2"/>
    <w:rsid w:val="008F28A6"/>
    <w:rsid w:val="008F3C73"/>
    <w:rsid w:val="008F5A2B"/>
    <w:rsid w:val="009016D2"/>
    <w:rsid w:val="009036D7"/>
    <w:rsid w:val="00904310"/>
    <w:rsid w:val="0090488A"/>
    <w:rsid w:val="009057F4"/>
    <w:rsid w:val="00911C5B"/>
    <w:rsid w:val="0091227D"/>
    <w:rsid w:val="009141A0"/>
    <w:rsid w:val="00914A7C"/>
    <w:rsid w:val="00917030"/>
    <w:rsid w:val="00922F02"/>
    <w:rsid w:val="00931A1C"/>
    <w:rsid w:val="00935E08"/>
    <w:rsid w:val="0094186B"/>
    <w:rsid w:val="00947053"/>
    <w:rsid w:val="0095017B"/>
    <w:rsid w:val="00952326"/>
    <w:rsid w:val="00953F4E"/>
    <w:rsid w:val="00955C26"/>
    <w:rsid w:val="009601F3"/>
    <w:rsid w:val="009641E5"/>
    <w:rsid w:val="009773DA"/>
    <w:rsid w:val="00980D13"/>
    <w:rsid w:val="00981593"/>
    <w:rsid w:val="0098218F"/>
    <w:rsid w:val="00983773"/>
    <w:rsid w:val="00985004"/>
    <w:rsid w:val="00991ED4"/>
    <w:rsid w:val="00996517"/>
    <w:rsid w:val="00996C05"/>
    <w:rsid w:val="009A0BB7"/>
    <w:rsid w:val="009A15F5"/>
    <w:rsid w:val="009A1CF5"/>
    <w:rsid w:val="009A5599"/>
    <w:rsid w:val="009A5E71"/>
    <w:rsid w:val="009B1DC9"/>
    <w:rsid w:val="009B5D21"/>
    <w:rsid w:val="009B7B61"/>
    <w:rsid w:val="009C1701"/>
    <w:rsid w:val="009C2167"/>
    <w:rsid w:val="009C34B1"/>
    <w:rsid w:val="009C564E"/>
    <w:rsid w:val="009C5CF4"/>
    <w:rsid w:val="009C7A9E"/>
    <w:rsid w:val="009D2837"/>
    <w:rsid w:val="009D3994"/>
    <w:rsid w:val="009D72B1"/>
    <w:rsid w:val="009D77C2"/>
    <w:rsid w:val="009E1812"/>
    <w:rsid w:val="009E4ECB"/>
    <w:rsid w:val="009E6F65"/>
    <w:rsid w:val="009E7DC4"/>
    <w:rsid w:val="009F4141"/>
    <w:rsid w:val="009F4200"/>
    <w:rsid w:val="00A0016C"/>
    <w:rsid w:val="00A02E47"/>
    <w:rsid w:val="00A05EE9"/>
    <w:rsid w:val="00A10FAF"/>
    <w:rsid w:val="00A16471"/>
    <w:rsid w:val="00A203E4"/>
    <w:rsid w:val="00A21CEB"/>
    <w:rsid w:val="00A239B6"/>
    <w:rsid w:val="00A24B10"/>
    <w:rsid w:val="00A25CCB"/>
    <w:rsid w:val="00A30609"/>
    <w:rsid w:val="00A30BE0"/>
    <w:rsid w:val="00A31934"/>
    <w:rsid w:val="00A335FB"/>
    <w:rsid w:val="00A342DC"/>
    <w:rsid w:val="00A37B87"/>
    <w:rsid w:val="00A42715"/>
    <w:rsid w:val="00A46723"/>
    <w:rsid w:val="00A53556"/>
    <w:rsid w:val="00A546BF"/>
    <w:rsid w:val="00A547B7"/>
    <w:rsid w:val="00A63291"/>
    <w:rsid w:val="00A77299"/>
    <w:rsid w:val="00A7757A"/>
    <w:rsid w:val="00A77639"/>
    <w:rsid w:val="00A81176"/>
    <w:rsid w:val="00A851B0"/>
    <w:rsid w:val="00A866BF"/>
    <w:rsid w:val="00A9212C"/>
    <w:rsid w:val="00A95502"/>
    <w:rsid w:val="00A977EB"/>
    <w:rsid w:val="00AB0655"/>
    <w:rsid w:val="00AB377E"/>
    <w:rsid w:val="00AB537F"/>
    <w:rsid w:val="00AC4E4D"/>
    <w:rsid w:val="00AD0ABB"/>
    <w:rsid w:val="00AD2941"/>
    <w:rsid w:val="00AD7101"/>
    <w:rsid w:val="00AE5C83"/>
    <w:rsid w:val="00AF2AB1"/>
    <w:rsid w:val="00AF37CB"/>
    <w:rsid w:val="00B06177"/>
    <w:rsid w:val="00B0757D"/>
    <w:rsid w:val="00B123D9"/>
    <w:rsid w:val="00B135F7"/>
    <w:rsid w:val="00B148A2"/>
    <w:rsid w:val="00B1523B"/>
    <w:rsid w:val="00B175B3"/>
    <w:rsid w:val="00B23E7D"/>
    <w:rsid w:val="00B257BF"/>
    <w:rsid w:val="00B2651E"/>
    <w:rsid w:val="00B27AED"/>
    <w:rsid w:val="00B31038"/>
    <w:rsid w:val="00B3404E"/>
    <w:rsid w:val="00B37C57"/>
    <w:rsid w:val="00B4265A"/>
    <w:rsid w:val="00B46E8B"/>
    <w:rsid w:val="00B50357"/>
    <w:rsid w:val="00B51D6D"/>
    <w:rsid w:val="00B528CB"/>
    <w:rsid w:val="00B54519"/>
    <w:rsid w:val="00B62724"/>
    <w:rsid w:val="00B64E96"/>
    <w:rsid w:val="00B70B76"/>
    <w:rsid w:val="00B725D7"/>
    <w:rsid w:val="00B7474F"/>
    <w:rsid w:val="00B76B41"/>
    <w:rsid w:val="00B83862"/>
    <w:rsid w:val="00B87B3E"/>
    <w:rsid w:val="00B944B0"/>
    <w:rsid w:val="00B950B3"/>
    <w:rsid w:val="00B960A1"/>
    <w:rsid w:val="00B969A7"/>
    <w:rsid w:val="00BA09A0"/>
    <w:rsid w:val="00BA4DEF"/>
    <w:rsid w:val="00BA4F3E"/>
    <w:rsid w:val="00BB46F9"/>
    <w:rsid w:val="00BB51CC"/>
    <w:rsid w:val="00BB531B"/>
    <w:rsid w:val="00BC142A"/>
    <w:rsid w:val="00BC1A88"/>
    <w:rsid w:val="00BC2C4A"/>
    <w:rsid w:val="00BC404B"/>
    <w:rsid w:val="00BD068A"/>
    <w:rsid w:val="00BD3858"/>
    <w:rsid w:val="00BD6CEB"/>
    <w:rsid w:val="00BE0141"/>
    <w:rsid w:val="00BE7834"/>
    <w:rsid w:val="00BF1209"/>
    <w:rsid w:val="00BF151D"/>
    <w:rsid w:val="00BF170A"/>
    <w:rsid w:val="00BF21E3"/>
    <w:rsid w:val="00BF475F"/>
    <w:rsid w:val="00BF5C5B"/>
    <w:rsid w:val="00BF7600"/>
    <w:rsid w:val="00C005CC"/>
    <w:rsid w:val="00C005D0"/>
    <w:rsid w:val="00C04073"/>
    <w:rsid w:val="00C046FF"/>
    <w:rsid w:val="00C05471"/>
    <w:rsid w:val="00C06CFA"/>
    <w:rsid w:val="00C07A8E"/>
    <w:rsid w:val="00C07B52"/>
    <w:rsid w:val="00C07FFA"/>
    <w:rsid w:val="00C10426"/>
    <w:rsid w:val="00C11138"/>
    <w:rsid w:val="00C11D0D"/>
    <w:rsid w:val="00C12316"/>
    <w:rsid w:val="00C12DCF"/>
    <w:rsid w:val="00C16AE6"/>
    <w:rsid w:val="00C211B0"/>
    <w:rsid w:val="00C225FC"/>
    <w:rsid w:val="00C30AA8"/>
    <w:rsid w:val="00C3309C"/>
    <w:rsid w:val="00C33367"/>
    <w:rsid w:val="00C33FA4"/>
    <w:rsid w:val="00C37160"/>
    <w:rsid w:val="00C373BE"/>
    <w:rsid w:val="00C40BB6"/>
    <w:rsid w:val="00C43AC5"/>
    <w:rsid w:val="00C448EE"/>
    <w:rsid w:val="00C4601D"/>
    <w:rsid w:val="00C47739"/>
    <w:rsid w:val="00C525D4"/>
    <w:rsid w:val="00C56242"/>
    <w:rsid w:val="00C6057E"/>
    <w:rsid w:val="00C626B1"/>
    <w:rsid w:val="00C6299A"/>
    <w:rsid w:val="00C62C92"/>
    <w:rsid w:val="00C65E6A"/>
    <w:rsid w:val="00C6634A"/>
    <w:rsid w:val="00C73087"/>
    <w:rsid w:val="00C73832"/>
    <w:rsid w:val="00C83D54"/>
    <w:rsid w:val="00C83EE7"/>
    <w:rsid w:val="00C9364B"/>
    <w:rsid w:val="00C93BC1"/>
    <w:rsid w:val="00C95467"/>
    <w:rsid w:val="00CA08AC"/>
    <w:rsid w:val="00CA3237"/>
    <w:rsid w:val="00CB08CC"/>
    <w:rsid w:val="00CB1009"/>
    <w:rsid w:val="00CB1621"/>
    <w:rsid w:val="00CB6CCC"/>
    <w:rsid w:val="00CC6221"/>
    <w:rsid w:val="00CC6C2C"/>
    <w:rsid w:val="00CD6118"/>
    <w:rsid w:val="00CE0290"/>
    <w:rsid w:val="00CE4E0C"/>
    <w:rsid w:val="00CE68B2"/>
    <w:rsid w:val="00CF0FF3"/>
    <w:rsid w:val="00CF257A"/>
    <w:rsid w:val="00CF2D65"/>
    <w:rsid w:val="00CF3E22"/>
    <w:rsid w:val="00CF50E8"/>
    <w:rsid w:val="00CF5523"/>
    <w:rsid w:val="00CF589A"/>
    <w:rsid w:val="00D01487"/>
    <w:rsid w:val="00D0560C"/>
    <w:rsid w:val="00D10406"/>
    <w:rsid w:val="00D149BC"/>
    <w:rsid w:val="00D16116"/>
    <w:rsid w:val="00D1615E"/>
    <w:rsid w:val="00D17379"/>
    <w:rsid w:val="00D21991"/>
    <w:rsid w:val="00D24214"/>
    <w:rsid w:val="00D258FD"/>
    <w:rsid w:val="00D30A97"/>
    <w:rsid w:val="00D3289B"/>
    <w:rsid w:val="00D3312B"/>
    <w:rsid w:val="00D333E1"/>
    <w:rsid w:val="00D34139"/>
    <w:rsid w:val="00D35E9C"/>
    <w:rsid w:val="00D37D29"/>
    <w:rsid w:val="00D412D7"/>
    <w:rsid w:val="00D431B6"/>
    <w:rsid w:val="00D468CA"/>
    <w:rsid w:val="00D47219"/>
    <w:rsid w:val="00D51468"/>
    <w:rsid w:val="00D56394"/>
    <w:rsid w:val="00D61AA5"/>
    <w:rsid w:val="00D62C67"/>
    <w:rsid w:val="00D65F5E"/>
    <w:rsid w:val="00D67887"/>
    <w:rsid w:val="00D710DE"/>
    <w:rsid w:val="00D747E4"/>
    <w:rsid w:val="00D74E13"/>
    <w:rsid w:val="00D75DE9"/>
    <w:rsid w:val="00D76D9A"/>
    <w:rsid w:val="00D80AD6"/>
    <w:rsid w:val="00D818C3"/>
    <w:rsid w:val="00D91330"/>
    <w:rsid w:val="00D91E2D"/>
    <w:rsid w:val="00D940A2"/>
    <w:rsid w:val="00D97EC0"/>
    <w:rsid w:val="00DA0152"/>
    <w:rsid w:val="00DA1C67"/>
    <w:rsid w:val="00DA3620"/>
    <w:rsid w:val="00DA61DC"/>
    <w:rsid w:val="00DA7835"/>
    <w:rsid w:val="00DB16CB"/>
    <w:rsid w:val="00DB452C"/>
    <w:rsid w:val="00DB4825"/>
    <w:rsid w:val="00DB5A50"/>
    <w:rsid w:val="00DD1AAD"/>
    <w:rsid w:val="00DD37A4"/>
    <w:rsid w:val="00DD507C"/>
    <w:rsid w:val="00DD50CA"/>
    <w:rsid w:val="00DD66FA"/>
    <w:rsid w:val="00DD772F"/>
    <w:rsid w:val="00DE0A80"/>
    <w:rsid w:val="00DE1384"/>
    <w:rsid w:val="00DE156C"/>
    <w:rsid w:val="00DE2C71"/>
    <w:rsid w:val="00DE3BE0"/>
    <w:rsid w:val="00DE40C0"/>
    <w:rsid w:val="00DE4158"/>
    <w:rsid w:val="00DE43AC"/>
    <w:rsid w:val="00DE4CFA"/>
    <w:rsid w:val="00DE5029"/>
    <w:rsid w:val="00DE712B"/>
    <w:rsid w:val="00DE71C0"/>
    <w:rsid w:val="00DF32BD"/>
    <w:rsid w:val="00DF530A"/>
    <w:rsid w:val="00DF6379"/>
    <w:rsid w:val="00DF6667"/>
    <w:rsid w:val="00DF7A8C"/>
    <w:rsid w:val="00E0176F"/>
    <w:rsid w:val="00E0486D"/>
    <w:rsid w:val="00E05ABB"/>
    <w:rsid w:val="00E13375"/>
    <w:rsid w:val="00E21777"/>
    <w:rsid w:val="00E244F3"/>
    <w:rsid w:val="00E2768E"/>
    <w:rsid w:val="00E32939"/>
    <w:rsid w:val="00E333D5"/>
    <w:rsid w:val="00E34D61"/>
    <w:rsid w:val="00E404A1"/>
    <w:rsid w:val="00E56FDC"/>
    <w:rsid w:val="00E5755A"/>
    <w:rsid w:val="00E61127"/>
    <w:rsid w:val="00E6653F"/>
    <w:rsid w:val="00E665FA"/>
    <w:rsid w:val="00E76D30"/>
    <w:rsid w:val="00E77847"/>
    <w:rsid w:val="00E85778"/>
    <w:rsid w:val="00E857FD"/>
    <w:rsid w:val="00E917C6"/>
    <w:rsid w:val="00E92545"/>
    <w:rsid w:val="00E93A25"/>
    <w:rsid w:val="00E95BC0"/>
    <w:rsid w:val="00E975E4"/>
    <w:rsid w:val="00EA1962"/>
    <w:rsid w:val="00EA25E2"/>
    <w:rsid w:val="00EA58B7"/>
    <w:rsid w:val="00EB3628"/>
    <w:rsid w:val="00EB3A9F"/>
    <w:rsid w:val="00EB4292"/>
    <w:rsid w:val="00EC30DD"/>
    <w:rsid w:val="00EC36CA"/>
    <w:rsid w:val="00EC405E"/>
    <w:rsid w:val="00EC6443"/>
    <w:rsid w:val="00EC6FC0"/>
    <w:rsid w:val="00ED08A1"/>
    <w:rsid w:val="00ED2158"/>
    <w:rsid w:val="00ED50A5"/>
    <w:rsid w:val="00ED5BA3"/>
    <w:rsid w:val="00ED6D3A"/>
    <w:rsid w:val="00ED78E3"/>
    <w:rsid w:val="00EE0011"/>
    <w:rsid w:val="00EE0650"/>
    <w:rsid w:val="00EE40D4"/>
    <w:rsid w:val="00EE741B"/>
    <w:rsid w:val="00EF1E7A"/>
    <w:rsid w:val="00EF204A"/>
    <w:rsid w:val="00EF27EF"/>
    <w:rsid w:val="00EF2E85"/>
    <w:rsid w:val="00EF6727"/>
    <w:rsid w:val="00F00E4F"/>
    <w:rsid w:val="00F02F20"/>
    <w:rsid w:val="00F04139"/>
    <w:rsid w:val="00F0525E"/>
    <w:rsid w:val="00F05535"/>
    <w:rsid w:val="00F061D1"/>
    <w:rsid w:val="00F067D1"/>
    <w:rsid w:val="00F06B43"/>
    <w:rsid w:val="00F101F6"/>
    <w:rsid w:val="00F11340"/>
    <w:rsid w:val="00F11662"/>
    <w:rsid w:val="00F11967"/>
    <w:rsid w:val="00F14742"/>
    <w:rsid w:val="00F14EB5"/>
    <w:rsid w:val="00F1749D"/>
    <w:rsid w:val="00F236E9"/>
    <w:rsid w:val="00F30E08"/>
    <w:rsid w:val="00F31F91"/>
    <w:rsid w:val="00F425CA"/>
    <w:rsid w:val="00F43477"/>
    <w:rsid w:val="00F45A23"/>
    <w:rsid w:val="00F463BB"/>
    <w:rsid w:val="00F51DFE"/>
    <w:rsid w:val="00F52651"/>
    <w:rsid w:val="00F5297C"/>
    <w:rsid w:val="00F55F62"/>
    <w:rsid w:val="00F61304"/>
    <w:rsid w:val="00F71D03"/>
    <w:rsid w:val="00F73204"/>
    <w:rsid w:val="00F7377D"/>
    <w:rsid w:val="00F86D0C"/>
    <w:rsid w:val="00F90453"/>
    <w:rsid w:val="00F91870"/>
    <w:rsid w:val="00F94833"/>
    <w:rsid w:val="00FA1432"/>
    <w:rsid w:val="00FA1D02"/>
    <w:rsid w:val="00FA6A50"/>
    <w:rsid w:val="00FA6B30"/>
    <w:rsid w:val="00FB3AF3"/>
    <w:rsid w:val="00FB406D"/>
    <w:rsid w:val="00FB45C8"/>
    <w:rsid w:val="00FB48BE"/>
    <w:rsid w:val="00FB52E9"/>
    <w:rsid w:val="00FB6B3C"/>
    <w:rsid w:val="00FC3136"/>
    <w:rsid w:val="00FC5064"/>
    <w:rsid w:val="00FC65BF"/>
    <w:rsid w:val="00FD1C34"/>
    <w:rsid w:val="00FD3EB5"/>
    <w:rsid w:val="00FD468F"/>
    <w:rsid w:val="00FE072E"/>
    <w:rsid w:val="00FE4036"/>
    <w:rsid w:val="00FF0432"/>
    <w:rsid w:val="00FF0A1B"/>
    <w:rsid w:val="00FF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477"/>
    <w:rPr>
      <w:rFonts w:ascii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F43477"/>
    <w:pPr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4347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header2">
    <w:name w:val="header2"/>
    <w:basedOn w:val="Normal"/>
    <w:uiPriority w:val="99"/>
    <w:rsid w:val="00380594"/>
    <w:pPr>
      <w:spacing w:before="100" w:beforeAutospacing="1" w:after="100" w:afterAutospacing="1"/>
    </w:pPr>
    <w:rPr>
      <w:rFonts w:eastAsia="Times New Roman"/>
    </w:rPr>
  </w:style>
  <w:style w:type="paragraph" w:styleId="NormalWeb">
    <w:name w:val="Normal (Web)"/>
    <w:basedOn w:val="Normal"/>
    <w:uiPriority w:val="99"/>
    <w:rsid w:val="0038059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0DFE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13</Pages>
  <Words>2441</Words>
  <Characters>13914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2013-11-24T10:31:00Z</dcterms:created>
  <dcterms:modified xsi:type="dcterms:W3CDTF">2017-10-27T07:11:00Z</dcterms:modified>
</cp:coreProperties>
</file>