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0E9" w:rsidRDefault="00FF60E9" w:rsidP="00BD78AE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23C3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574">
        <w:rPr>
          <w:rFonts w:ascii="Times New Roman" w:hAnsi="Times New Roman" w:cs="Times New Roman"/>
          <w:b/>
          <w:bCs/>
          <w:sz w:val="28"/>
          <w:szCs w:val="28"/>
        </w:rPr>
        <w:t>Алгоритмічна структура розгалуження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F60E9" w:rsidRPr="007E13D0" w:rsidRDefault="00FF60E9" w:rsidP="00BD78AE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Клас: 5 </w:t>
      </w:r>
    </w:p>
    <w:p w:rsidR="00FF60E9" w:rsidRPr="00605A44" w:rsidRDefault="00FF60E9" w:rsidP="005B072C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05A44">
        <w:rPr>
          <w:rFonts w:ascii="Times New Roman" w:hAnsi="Times New Roman" w:cs="Times New Roman"/>
          <w:b/>
          <w:bCs/>
          <w:sz w:val="28"/>
          <w:szCs w:val="28"/>
        </w:rPr>
        <w:t>Цілі:</w:t>
      </w:r>
    </w:p>
    <w:p w:rsidR="00FF60E9" w:rsidRPr="00B161C7" w:rsidRDefault="00FF60E9" w:rsidP="00AA644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навчальна</w:t>
      </w:r>
      <w:r w:rsidRPr="00B161C7">
        <w:rPr>
          <w:rFonts w:ascii="Times New Roman" w:hAnsi="Times New Roman" w:cs="Times New Roman"/>
          <w:sz w:val="28"/>
          <w:szCs w:val="28"/>
        </w:rPr>
        <w:t>: навчити складати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161C7">
        <w:rPr>
          <w:rFonts w:ascii="Times New Roman" w:hAnsi="Times New Roman" w:cs="Times New Roman"/>
          <w:sz w:val="28"/>
          <w:szCs w:val="28"/>
        </w:rPr>
        <w:t>алгоритми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AA6443">
        <w:rPr>
          <w:rFonts w:ascii="Times New Roman" w:hAnsi="Times New Roman" w:cs="Times New Roman"/>
          <w:sz w:val="28"/>
          <w:szCs w:val="28"/>
        </w:rPr>
        <w:t xml:space="preserve">розгалуженнями </w:t>
      </w:r>
      <w:r w:rsidRPr="00B161C7">
        <w:rPr>
          <w:rFonts w:ascii="Times New Roman" w:hAnsi="Times New Roman" w:cs="Times New Roman"/>
          <w:sz w:val="28"/>
          <w:szCs w:val="28"/>
        </w:rPr>
        <w:t>для розв’язування поставленої задачі;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161C7">
        <w:rPr>
          <w:rFonts w:ascii="Times New Roman" w:hAnsi="Times New Roman" w:cs="Times New Roman"/>
          <w:sz w:val="28"/>
          <w:szCs w:val="28"/>
        </w:rPr>
        <w:t>записувати та запускати на виконання алгоритми в середовищі виконання алгоритмів;</w:t>
      </w:r>
    </w:p>
    <w:p w:rsidR="00FF60E9" w:rsidRPr="009D67A7" w:rsidRDefault="00FF60E9" w:rsidP="005F7C1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7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розвивальна</w:t>
      </w:r>
      <w:r w:rsidRPr="009D67A7">
        <w:rPr>
          <w:rFonts w:ascii="Times New Roman" w:hAnsi="Times New Roman" w:cs="Times New Roman"/>
          <w:sz w:val="28"/>
          <w:szCs w:val="28"/>
        </w:rPr>
        <w:t>: розвивати уважність, пам’ять, мовлення, логічне мислення, навички самостійної роботи на комп’ютері;</w:t>
      </w:r>
    </w:p>
    <w:p w:rsidR="00FF60E9" w:rsidRPr="003C5BD7" w:rsidRDefault="00FF60E9" w:rsidP="005F7C1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B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виховна</w:t>
      </w:r>
      <w:r w:rsidRPr="003C5BD7">
        <w:rPr>
          <w:rFonts w:ascii="Times New Roman" w:hAnsi="Times New Roman" w:cs="Times New Roman"/>
          <w:sz w:val="28"/>
          <w:szCs w:val="28"/>
        </w:rPr>
        <w:t>:</w:t>
      </w:r>
      <w:r w:rsidRPr="00C61683">
        <w:t xml:space="preserve"> </w:t>
      </w:r>
      <w:r w:rsidRPr="00C61683">
        <w:rPr>
          <w:rFonts w:ascii="Times New Roman" w:hAnsi="Times New Roman" w:cs="Times New Roman"/>
          <w:sz w:val="28"/>
          <w:szCs w:val="28"/>
        </w:rPr>
        <w:t>виховувати інформаційну культуру, дбайливе ставлення до комп’ютерної техніки</w:t>
      </w:r>
      <w:r w:rsidRPr="003C5BD7">
        <w:rPr>
          <w:rFonts w:ascii="Times New Roman" w:hAnsi="Times New Roman" w:cs="Times New Roman"/>
          <w:sz w:val="28"/>
          <w:szCs w:val="28"/>
        </w:rPr>
        <w:t>.</w:t>
      </w:r>
    </w:p>
    <w:p w:rsidR="00FF60E9" w:rsidRDefault="00FF60E9" w:rsidP="005B072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585B">
        <w:rPr>
          <w:rFonts w:ascii="Times New Roman" w:hAnsi="Times New Roman" w:cs="Times New Roman"/>
          <w:b/>
          <w:bCs/>
          <w:sz w:val="28"/>
          <w:szCs w:val="28"/>
        </w:rPr>
        <w:t>Тип уроку</w:t>
      </w:r>
      <w:r w:rsidRPr="007B585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комбінований</w:t>
      </w:r>
      <w:r w:rsidRPr="003C5BD7">
        <w:rPr>
          <w:rFonts w:ascii="Times New Roman" w:hAnsi="Times New Roman" w:cs="Times New Roman"/>
          <w:sz w:val="28"/>
          <w:szCs w:val="28"/>
        </w:rPr>
        <w:t>.</w:t>
      </w:r>
    </w:p>
    <w:p w:rsidR="00FF60E9" w:rsidRDefault="00FF60E9" w:rsidP="003331F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85B">
        <w:rPr>
          <w:rFonts w:ascii="Times New Roman" w:hAnsi="Times New Roman" w:cs="Times New Roman"/>
          <w:b/>
          <w:bCs/>
          <w:sz w:val="28"/>
          <w:szCs w:val="28"/>
        </w:rPr>
        <w:t>Обладнання та наочність</w:t>
      </w:r>
      <w:r w:rsidRPr="007B585B">
        <w:rPr>
          <w:rFonts w:ascii="Times New Roman" w:hAnsi="Times New Roman" w:cs="Times New Roman"/>
          <w:sz w:val="28"/>
          <w:szCs w:val="28"/>
        </w:rPr>
        <w:t>: дошка, комп’</w:t>
      </w:r>
      <w:r>
        <w:rPr>
          <w:rFonts w:ascii="Times New Roman" w:hAnsi="Times New Roman" w:cs="Times New Roman"/>
          <w:sz w:val="28"/>
          <w:szCs w:val="28"/>
        </w:rPr>
        <w:t>ютери, підручники, навчальна презентація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61683">
        <w:rPr>
          <w:rFonts w:ascii="Times New Roman" w:hAnsi="Times New Roman" w:cs="Times New Roman"/>
          <w:sz w:val="28"/>
          <w:szCs w:val="28"/>
          <w:lang w:val="ru-RU"/>
        </w:rPr>
        <w:t>інструкція з ТБ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0E9" w:rsidRPr="007B585B" w:rsidRDefault="00FF60E9" w:rsidP="005B072C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585B">
        <w:rPr>
          <w:rFonts w:ascii="Times New Roman" w:hAnsi="Times New Roman" w:cs="Times New Roman"/>
          <w:b/>
          <w:bCs/>
          <w:sz w:val="28"/>
          <w:szCs w:val="28"/>
        </w:rPr>
        <w:t>Хід уроку</w:t>
      </w:r>
    </w:p>
    <w:p w:rsidR="00FF60E9" w:rsidRDefault="00FF60E9" w:rsidP="005B072C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068EE">
        <w:rPr>
          <w:rFonts w:ascii="Times New Roman" w:hAnsi="Times New Roman" w:cs="Times New Roman"/>
          <w:b/>
          <w:bCs/>
          <w:sz w:val="28"/>
          <w:szCs w:val="28"/>
        </w:rPr>
        <w:t>І. Організаційний етап</w:t>
      </w:r>
    </w:p>
    <w:p w:rsidR="00FF60E9" w:rsidRPr="009A0EBC" w:rsidRDefault="00FF60E9" w:rsidP="00C80654">
      <w:pPr>
        <w:pStyle w:val="ListParagraph"/>
        <w:numPr>
          <w:ilvl w:val="0"/>
          <w:numId w:val="1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A0EBC">
        <w:rPr>
          <w:rFonts w:ascii="Times New Roman" w:hAnsi="Times New Roman" w:cs="Times New Roman"/>
          <w:sz w:val="28"/>
          <w:szCs w:val="28"/>
        </w:rPr>
        <w:t>привітання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60E9" w:rsidRPr="009A0EBC" w:rsidRDefault="00FF60E9" w:rsidP="00C80654">
      <w:pPr>
        <w:pStyle w:val="ListParagraph"/>
        <w:numPr>
          <w:ilvl w:val="0"/>
          <w:numId w:val="1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A0EBC">
        <w:rPr>
          <w:rFonts w:ascii="Times New Roman" w:hAnsi="Times New Roman" w:cs="Times New Roman"/>
          <w:sz w:val="28"/>
          <w:szCs w:val="28"/>
        </w:rPr>
        <w:t>перевірка присутніх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60E9" w:rsidRPr="00C80654" w:rsidRDefault="00FF60E9" w:rsidP="00C80654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A0EBC">
        <w:rPr>
          <w:rFonts w:ascii="Times New Roman" w:hAnsi="Times New Roman" w:cs="Times New Roman"/>
          <w:sz w:val="28"/>
          <w:szCs w:val="28"/>
        </w:rPr>
        <w:t>перевірка готовності учнів до уроку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0E9" w:rsidRDefault="00FF60E9" w:rsidP="00C61683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IІ</w:t>
      </w:r>
      <w:r w:rsidRPr="00E138E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Повторення матеріалу</w:t>
      </w:r>
    </w:p>
    <w:p w:rsidR="00FF60E9" w:rsidRPr="00C61683" w:rsidRDefault="00FF60E9" w:rsidP="00C6168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61683">
        <w:rPr>
          <w:rFonts w:ascii="Times New Roman" w:hAnsi="Times New Roman" w:cs="Times New Roman"/>
          <w:sz w:val="28"/>
          <w:szCs w:val="28"/>
        </w:rPr>
        <w:t>Фронтальне опитування.</w:t>
      </w:r>
    </w:p>
    <w:p w:rsidR="00FF60E9" w:rsidRPr="00C61683" w:rsidRDefault="00FF60E9" w:rsidP="00C61683">
      <w:pPr>
        <w:numPr>
          <w:ilvl w:val="0"/>
          <w:numId w:val="22"/>
        </w:numPr>
        <w:shd w:val="clear" w:color="auto" w:fill="FFFFFF"/>
        <w:spacing w:before="120"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1683">
        <w:rPr>
          <w:rFonts w:ascii="Times New Roman" w:hAnsi="Times New Roman" w:cs="Times New Roman"/>
          <w:sz w:val="28"/>
          <w:szCs w:val="28"/>
        </w:rPr>
        <w:t>Пояснити походження слова  алгоритм.</w:t>
      </w:r>
    </w:p>
    <w:p w:rsidR="00FF60E9" w:rsidRDefault="00FF60E9" w:rsidP="00C61683">
      <w:pPr>
        <w:numPr>
          <w:ilvl w:val="0"/>
          <w:numId w:val="22"/>
        </w:numPr>
        <w:shd w:val="clear" w:color="auto" w:fill="FFFFFF"/>
        <w:tabs>
          <w:tab w:val="clear" w:pos="720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1683">
        <w:rPr>
          <w:rFonts w:ascii="Times New Roman" w:hAnsi="Times New Roman" w:cs="Times New Roman"/>
          <w:sz w:val="28"/>
          <w:szCs w:val="28"/>
        </w:rPr>
        <w:t>Назвати форми алгоритмів.</w:t>
      </w:r>
    </w:p>
    <w:p w:rsidR="00FF60E9" w:rsidRPr="00C61683" w:rsidRDefault="00FF60E9" w:rsidP="00C61683">
      <w:pPr>
        <w:numPr>
          <w:ilvl w:val="0"/>
          <w:numId w:val="22"/>
        </w:numPr>
        <w:shd w:val="clear" w:color="auto" w:fill="FFFFFF"/>
        <w:tabs>
          <w:tab w:val="clear" w:pos="720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1683">
        <w:rPr>
          <w:rFonts w:ascii="Times New Roman" w:hAnsi="Times New Roman" w:cs="Times New Roman"/>
          <w:sz w:val="28"/>
          <w:szCs w:val="28"/>
        </w:rPr>
        <w:t>Назвати властивості  алгоритм</w:t>
      </w:r>
      <w:r w:rsidRPr="00C61683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C61683">
        <w:rPr>
          <w:rFonts w:ascii="Times New Roman" w:hAnsi="Times New Roman" w:cs="Times New Roman"/>
          <w:sz w:val="28"/>
          <w:szCs w:val="28"/>
        </w:rPr>
        <w:t>в.</w:t>
      </w:r>
    </w:p>
    <w:p w:rsidR="00FF60E9" w:rsidRDefault="00FF60E9" w:rsidP="00C61683">
      <w:pPr>
        <w:numPr>
          <w:ilvl w:val="0"/>
          <w:numId w:val="22"/>
        </w:numPr>
        <w:shd w:val="clear" w:color="auto" w:fill="FFFFFF"/>
        <w:tabs>
          <w:tab w:val="clear" w:pos="720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Що</w:t>
      </w:r>
      <w:r w:rsidRPr="00C61683">
        <w:rPr>
          <w:rFonts w:ascii="Times New Roman" w:hAnsi="Times New Roman" w:cs="Times New Roman"/>
          <w:sz w:val="28"/>
          <w:szCs w:val="28"/>
        </w:rPr>
        <w:t xml:space="preserve"> таке висловлювання? Які вони бувають?</w:t>
      </w:r>
    </w:p>
    <w:p w:rsidR="00FF60E9" w:rsidRDefault="00FF60E9" w:rsidP="00C61683">
      <w:pPr>
        <w:numPr>
          <w:ilvl w:val="0"/>
          <w:numId w:val="23"/>
        </w:numPr>
        <w:shd w:val="clear" w:color="auto" w:fill="FFFFFF"/>
        <w:spacing w:before="120"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1683">
        <w:rPr>
          <w:rFonts w:ascii="Times New Roman" w:hAnsi="Times New Roman" w:cs="Times New Roman"/>
          <w:sz w:val="28"/>
          <w:szCs w:val="28"/>
        </w:rPr>
        <w:t>Робота по карткам «Перевірь себе». </w:t>
      </w:r>
    </w:p>
    <w:p w:rsidR="00FF60E9" w:rsidRPr="00C61683" w:rsidRDefault="00FF60E9" w:rsidP="00C61683">
      <w:pPr>
        <w:numPr>
          <w:ilvl w:val="0"/>
          <w:numId w:val="23"/>
        </w:numPr>
        <w:shd w:val="clear" w:color="auto" w:fill="FFFFFF"/>
        <w:spacing w:before="120"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1683">
        <w:rPr>
          <w:rFonts w:ascii="Times New Roman" w:hAnsi="Times New Roman" w:cs="Times New Roman"/>
          <w:sz w:val="28"/>
          <w:szCs w:val="28"/>
        </w:rPr>
        <w:t>Взаємоперевірка. </w:t>
      </w:r>
    </w:p>
    <w:p w:rsidR="00FF60E9" w:rsidRPr="00D73AED" w:rsidRDefault="00FF60E9" w:rsidP="00C616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E9" w:rsidRDefault="00FF60E9" w:rsidP="00A066C0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IІІ. М</w:t>
      </w:r>
      <w:r w:rsidRPr="003C04A6">
        <w:rPr>
          <w:rFonts w:ascii="Times New Roman" w:hAnsi="Times New Roman" w:cs="Times New Roman"/>
          <w:b/>
          <w:bCs/>
          <w:sz w:val="28"/>
          <w:szCs w:val="28"/>
        </w:rPr>
        <w:t>отивація навчальної діяльності</w:t>
      </w:r>
    </w:p>
    <w:p w:rsidR="00FF60E9" w:rsidRPr="009E78F5" w:rsidRDefault="00FF60E9" w:rsidP="005C412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78F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Методичний прийом «Вiдгадай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9E78F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блок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9E78F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схему»</w:t>
      </w:r>
    </w:p>
    <w:p w:rsidR="00FF60E9" w:rsidRPr="00AB09D0" w:rsidRDefault="00FF60E9" w:rsidP="002A7B6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09D0">
        <w:rPr>
          <w:rFonts w:ascii="Times New Roman" w:hAnsi="Times New Roman" w:cs="Times New Roman"/>
          <w:sz w:val="28"/>
          <w:szCs w:val="28"/>
        </w:rPr>
        <w:t>— Кожен виконавець має свою систему к</w:t>
      </w:r>
      <w:r>
        <w:rPr>
          <w:rFonts w:ascii="Times New Roman" w:hAnsi="Times New Roman" w:cs="Times New Roman"/>
          <w:sz w:val="28"/>
          <w:szCs w:val="28"/>
        </w:rPr>
        <w:t>оманд. З цих команд можна склас</w:t>
      </w:r>
      <w:r w:rsidRPr="00AB09D0">
        <w:rPr>
          <w:rFonts w:ascii="Times New Roman" w:hAnsi="Times New Roman" w:cs="Times New Roman"/>
          <w:sz w:val="28"/>
          <w:szCs w:val="28"/>
        </w:rPr>
        <w:t>ти алгоритм. Алгоритм виконують у певном</w:t>
      </w:r>
      <w:r>
        <w:rPr>
          <w:rFonts w:ascii="Times New Roman" w:hAnsi="Times New Roman" w:cs="Times New Roman"/>
          <w:sz w:val="28"/>
          <w:szCs w:val="28"/>
        </w:rPr>
        <w:t>у місці, яке називають середови</w:t>
      </w:r>
      <w:r w:rsidRPr="00AB09D0">
        <w:rPr>
          <w:rFonts w:ascii="Times New Roman" w:hAnsi="Times New Roman" w:cs="Times New Roman"/>
          <w:sz w:val="28"/>
          <w:szCs w:val="28"/>
        </w:rPr>
        <w:t xml:space="preserve">щем виконання алгоритму. </w:t>
      </w:r>
    </w:p>
    <w:p w:rsidR="00FF60E9" w:rsidRDefault="00FF60E9" w:rsidP="002A7B6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09D0">
        <w:rPr>
          <w:rFonts w:ascii="Times New Roman" w:hAnsi="Times New Roman" w:cs="Times New Roman"/>
          <w:sz w:val="28"/>
          <w:szCs w:val="28"/>
        </w:rPr>
        <w:t>Уважно розгляньте рисунки та вкажіть місце виконання алгоритму:</w:t>
      </w:r>
    </w:p>
    <w:p w:rsidR="00FF60E9" w:rsidRDefault="00FF60E9" w:rsidP="002A7B6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B085C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1pt;height:96.75pt;visibility:visible">
            <v:imagedata r:id="rId7" o:title=""/>
          </v:shape>
        </w:pict>
      </w:r>
    </w:p>
    <w:p w:rsidR="00FF60E9" w:rsidRPr="0056698D" w:rsidRDefault="00FF60E9" w:rsidP="002A7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8D">
        <w:rPr>
          <w:rFonts w:ascii="Times New Roman" w:hAnsi="Times New Roman" w:cs="Times New Roman"/>
          <w:sz w:val="28"/>
          <w:szCs w:val="28"/>
        </w:rPr>
        <w:t>— У чому полягає відмінність між останніми двома рисунками?</w:t>
      </w:r>
    </w:p>
    <w:p w:rsidR="00FF60E9" w:rsidRPr="009612C6" w:rsidRDefault="00FF60E9" w:rsidP="002A7B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98D">
        <w:rPr>
          <w:rFonts w:ascii="Times New Roman" w:hAnsi="Times New Roman" w:cs="Times New Roman"/>
          <w:sz w:val="28"/>
          <w:szCs w:val="28"/>
        </w:rPr>
        <w:t>— Алгоритми можна виконувати не лише в реальних середовищах, а й у віртуальних. Це можуть бути середовища різних програм, а також спеціальні навчальні середовища виконання алгоритмів. З</w:t>
      </w:r>
      <w:r>
        <w:rPr>
          <w:rFonts w:ascii="Times New Roman" w:hAnsi="Times New Roman" w:cs="Times New Roman"/>
          <w:sz w:val="28"/>
          <w:szCs w:val="28"/>
        </w:rPr>
        <w:t xml:space="preserve"> одним із таких навчальних се</w:t>
      </w:r>
      <w:r w:rsidRPr="0056698D">
        <w:rPr>
          <w:rFonts w:ascii="Times New Roman" w:hAnsi="Times New Roman" w:cs="Times New Roman"/>
          <w:sz w:val="28"/>
          <w:szCs w:val="28"/>
        </w:rPr>
        <w:t>редовищ ви ознайомитеся на сьогоднішньому уроці.</w:t>
      </w:r>
    </w:p>
    <w:p w:rsidR="00FF60E9" w:rsidRDefault="00FF60E9" w:rsidP="004479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Повідомлення теми, цілей, з</w:t>
      </w:r>
      <w:r w:rsidRPr="00311B78">
        <w:rPr>
          <w:rFonts w:ascii="Times New Roman" w:hAnsi="Times New Roman" w:cs="Times New Roman"/>
          <w:b/>
          <w:bCs/>
          <w:sz w:val="28"/>
          <w:szCs w:val="28"/>
        </w:rPr>
        <w:t>авдань уроку</w:t>
      </w:r>
    </w:p>
    <w:p w:rsidR="00FF60E9" w:rsidRPr="00D55BDE" w:rsidRDefault="00FF60E9" w:rsidP="00347CB8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. Сп</w:t>
      </w:r>
      <w:r w:rsidRPr="00D55BDE">
        <w:rPr>
          <w:rFonts w:ascii="Times New Roman" w:hAnsi="Times New Roman" w:cs="Times New Roman"/>
          <w:b/>
          <w:bCs/>
          <w:sz w:val="28"/>
          <w:szCs w:val="28"/>
        </w:rPr>
        <w:t>риймання й усвідомлення учнями нового матеріалу</w:t>
      </w:r>
    </w:p>
    <w:p w:rsidR="00FF60E9" w:rsidRPr="00D55BDE" w:rsidRDefault="00FF60E9" w:rsidP="00347CB8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55BDE">
        <w:rPr>
          <w:rFonts w:ascii="Times New Roman" w:hAnsi="Times New Roman" w:cs="Times New Roman"/>
          <w:b/>
          <w:bCs/>
          <w:sz w:val="28"/>
          <w:szCs w:val="28"/>
        </w:rPr>
        <w:t xml:space="preserve">Пояснення вчителя з елементами демонстрування </w:t>
      </w:r>
      <w:r>
        <w:rPr>
          <w:rFonts w:ascii="Times New Roman" w:hAnsi="Times New Roman" w:cs="Times New Roman"/>
          <w:b/>
          <w:bCs/>
          <w:sz w:val="28"/>
          <w:szCs w:val="28"/>
        </w:rPr>
        <w:t>презентації</w:t>
      </w:r>
    </w:p>
    <w:p w:rsidR="00FF60E9" w:rsidRPr="00D55BDE" w:rsidRDefault="00FF60E9" w:rsidP="00347CB8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55BDE">
        <w:rPr>
          <w:rFonts w:ascii="Times New Roman" w:hAnsi="Times New Roman" w:cs="Times New Roman"/>
          <w:b/>
          <w:bCs/>
          <w:sz w:val="28"/>
          <w:szCs w:val="28"/>
        </w:rPr>
        <w:t>(використовуються можливості локальної мережі кабінету або проектор)</w:t>
      </w:r>
    </w:p>
    <w:p w:rsidR="00FF60E9" w:rsidRDefault="00FF60E9" w:rsidP="004479B2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15414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27A56">
        <w:rPr>
          <w:rFonts w:ascii="Times New Roman" w:hAnsi="Times New Roman" w:cs="Times New Roman"/>
          <w:b/>
          <w:bCs/>
          <w:sz w:val="28"/>
          <w:szCs w:val="28"/>
        </w:rPr>
        <w:t xml:space="preserve">Самостійне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27A56">
        <w:rPr>
          <w:rFonts w:ascii="Times New Roman" w:hAnsi="Times New Roman" w:cs="Times New Roman"/>
          <w:b/>
          <w:bCs/>
          <w:sz w:val="28"/>
          <w:szCs w:val="28"/>
        </w:rPr>
        <w:t>астосуванн</w:t>
      </w:r>
      <w:r>
        <w:rPr>
          <w:rFonts w:ascii="Times New Roman" w:hAnsi="Times New Roman" w:cs="Times New Roman"/>
          <w:b/>
          <w:bCs/>
          <w:sz w:val="28"/>
          <w:szCs w:val="28"/>
        </w:rPr>
        <w:t>я з</w:t>
      </w:r>
      <w:r w:rsidRPr="00627A56">
        <w:rPr>
          <w:rFonts w:ascii="Times New Roman" w:hAnsi="Times New Roman" w:cs="Times New Roman"/>
          <w:b/>
          <w:bCs/>
          <w:sz w:val="28"/>
          <w:szCs w:val="28"/>
        </w:rPr>
        <w:t>нань у стандартних ситуаціях</w:t>
      </w:r>
    </w:p>
    <w:p w:rsidR="00FF60E9" w:rsidRDefault="00FF60E9" w:rsidP="004479B2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96F3A">
        <w:rPr>
          <w:rFonts w:ascii="Times New Roman" w:hAnsi="Times New Roman" w:cs="Times New Roman"/>
          <w:b/>
          <w:bCs/>
          <w:sz w:val="28"/>
          <w:szCs w:val="28"/>
        </w:rPr>
        <w:t>Робота за комп’ютером</w:t>
      </w:r>
    </w:p>
    <w:p w:rsidR="00FF60E9" w:rsidRPr="00F66E90" w:rsidRDefault="00FF60E9" w:rsidP="004479B2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66E90">
        <w:rPr>
          <w:rFonts w:ascii="Times New Roman" w:hAnsi="Times New Roman" w:cs="Times New Roman"/>
          <w:i/>
          <w:iCs/>
          <w:sz w:val="28"/>
          <w:szCs w:val="28"/>
        </w:rPr>
        <w:t>Повторення правил безпечної поведінки за комп’ютером.</w:t>
      </w:r>
    </w:p>
    <w:p w:rsidR="00FF60E9" w:rsidRDefault="00FF60E9" w:rsidP="004479B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759A9">
        <w:rPr>
          <w:rFonts w:ascii="Times New Roman" w:hAnsi="Times New Roman" w:cs="Times New Roman"/>
          <w:i/>
          <w:iCs/>
          <w:sz w:val="28"/>
          <w:szCs w:val="28"/>
        </w:rPr>
        <w:t>Інструктаж учителя.</w:t>
      </w:r>
    </w:p>
    <w:p w:rsidR="00FF60E9" w:rsidRDefault="00FF60E9" w:rsidP="004479B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759A9">
        <w:rPr>
          <w:rFonts w:ascii="Times New Roman" w:hAnsi="Times New Roman" w:cs="Times New Roman"/>
          <w:i/>
          <w:iCs/>
          <w:sz w:val="28"/>
          <w:szCs w:val="28"/>
        </w:rPr>
        <w:t>Практична робота за комп’ютерами.</w:t>
      </w:r>
    </w:p>
    <w:p w:rsidR="00FF60E9" w:rsidRPr="00B759A9" w:rsidRDefault="00FF60E9" w:rsidP="004479B2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759A9">
        <w:rPr>
          <w:rFonts w:ascii="Times New Roman" w:hAnsi="Times New Roman" w:cs="Times New Roman"/>
          <w:i/>
          <w:iCs/>
          <w:sz w:val="28"/>
          <w:szCs w:val="28"/>
        </w:rPr>
        <w:t>Вправи для очей.</w:t>
      </w:r>
    </w:p>
    <w:p w:rsidR="00FF60E9" w:rsidRDefault="00FF60E9" w:rsidP="004A116E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55C05">
        <w:rPr>
          <w:rFonts w:ascii="Times New Roman" w:hAnsi="Times New Roman" w:cs="Times New Roman"/>
          <w:b/>
          <w:bCs/>
          <w:sz w:val="28"/>
          <w:szCs w:val="28"/>
        </w:rPr>
        <w:t xml:space="preserve"> Домашнє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555C05">
        <w:rPr>
          <w:rFonts w:ascii="Times New Roman" w:hAnsi="Times New Roman" w:cs="Times New Roman"/>
          <w:b/>
          <w:bCs/>
          <w:sz w:val="28"/>
          <w:szCs w:val="28"/>
        </w:rPr>
        <w:t>авдання</w:t>
      </w:r>
    </w:p>
    <w:p w:rsidR="00FF60E9" w:rsidRDefault="00FF60E9" w:rsidP="00120FFE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55C05">
        <w:rPr>
          <w:rFonts w:ascii="Times New Roman" w:hAnsi="Times New Roman" w:cs="Times New Roman"/>
          <w:b/>
          <w:bCs/>
          <w:sz w:val="28"/>
          <w:szCs w:val="28"/>
        </w:rPr>
        <w:t>. Підсумки уроку</w:t>
      </w:r>
    </w:p>
    <w:p w:rsidR="00FF60E9" w:rsidRPr="00F33FC2" w:rsidRDefault="00FF60E9" w:rsidP="009D3948">
      <w:pPr>
        <w:spacing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33F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Рефлексія</w:t>
      </w:r>
    </w:p>
    <w:p w:rsidR="00FF60E9" w:rsidRPr="00F33FC2" w:rsidRDefault="00FF60E9" w:rsidP="009D3948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33FC2">
        <w:rPr>
          <w:rFonts w:ascii="Times New Roman" w:hAnsi="Times New Roman" w:cs="Times New Roman"/>
          <w:b/>
          <w:bCs/>
          <w:sz w:val="28"/>
          <w:szCs w:val="28"/>
        </w:rPr>
        <w:t>Гра «Чарівні окуляри»</w:t>
      </w:r>
    </w:p>
    <w:p w:rsidR="00FF60E9" w:rsidRDefault="00FF60E9" w:rsidP="009D394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3FC2">
        <w:rPr>
          <w:rFonts w:ascii="Times New Roman" w:hAnsi="Times New Roman" w:cs="Times New Roman"/>
          <w:sz w:val="28"/>
          <w:szCs w:val="28"/>
        </w:rPr>
        <w:t>Крізь ці окуляри можна побачити лише добрі риси характеру Рудого кота. Підберіть слова-характеристики для нашого</w:t>
      </w:r>
      <w:r>
        <w:rPr>
          <w:rFonts w:ascii="Times New Roman" w:hAnsi="Times New Roman" w:cs="Times New Roman"/>
          <w:sz w:val="28"/>
          <w:szCs w:val="28"/>
        </w:rPr>
        <w:t xml:space="preserve"> героя на кожну літеру назви се</w:t>
      </w:r>
      <w:r w:rsidRPr="00F33FC2">
        <w:rPr>
          <w:rFonts w:ascii="Times New Roman" w:hAnsi="Times New Roman" w:cs="Times New Roman"/>
          <w:sz w:val="28"/>
          <w:szCs w:val="28"/>
        </w:rPr>
        <w:t>редовища, у якому він живе:</w:t>
      </w:r>
    </w:p>
    <w:p w:rsidR="00FF60E9" w:rsidRPr="00F33FC2" w:rsidRDefault="00FF60E9" w:rsidP="009D394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3FC2">
        <w:rPr>
          <w:rFonts w:ascii="Times New Roman" w:hAnsi="Times New Roman" w:cs="Times New Roman"/>
          <w:sz w:val="28"/>
          <w:szCs w:val="28"/>
        </w:rPr>
        <w:t>С — симпатичний;</w:t>
      </w:r>
    </w:p>
    <w:p w:rsidR="00FF60E9" w:rsidRPr="00F33FC2" w:rsidRDefault="00FF60E9" w:rsidP="009D394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3FC2">
        <w:rPr>
          <w:rFonts w:ascii="Times New Roman" w:hAnsi="Times New Roman" w:cs="Times New Roman"/>
          <w:sz w:val="28"/>
          <w:szCs w:val="28"/>
        </w:rPr>
        <w:t>К — кумедний;</w:t>
      </w:r>
    </w:p>
    <w:p w:rsidR="00FF60E9" w:rsidRPr="00F33FC2" w:rsidRDefault="00FF60E9" w:rsidP="009D394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3FC2">
        <w:rPr>
          <w:rFonts w:ascii="Times New Roman" w:hAnsi="Times New Roman" w:cs="Times New Roman"/>
          <w:sz w:val="28"/>
          <w:szCs w:val="28"/>
        </w:rPr>
        <w:t>Р — радісний;</w:t>
      </w:r>
    </w:p>
    <w:p w:rsidR="00FF60E9" w:rsidRPr="00F33FC2" w:rsidRDefault="00FF60E9" w:rsidP="009D394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3FC2">
        <w:rPr>
          <w:rFonts w:ascii="Times New Roman" w:hAnsi="Times New Roman" w:cs="Times New Roman"/>
          <w:sz w:val="28"/>
          <w:szCs w:val="28"/>
        </w:rPr>
        <w:t>Е — ерудований;</w:t>
      </w:r>
    </w:p>
    <w:p w:rsidR="00FF60E9" w:rsidRPr="00F33FC2" w:rsidRDefault="00FF60E9" w:rsidP="009D394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3FC2">
        <w:rPr>
          <w:rFonts w:ascii="Times New Roman" w:hAnsi="Times New Roman" w:cs="Times New Roman"/>
          <w:sz w:val="28"/>
          <w:szCs w:val="28"/>
        </w:rPr>
        <w:t>Т — товариський;</w:t>
      </w:r>
    </w:p>
    <w:p w:rsidR="00FF60E9" w:rsidRDefault="00FF60E9" w:rsidP="009D394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3FC2">
        <w:rPr>
          <w:rFonts w:ascii="Times New Roman" w:hAnsi="Times New Roman" w:cs="Times New Roman"/>
          <w:sz w:val="28"/>
          <w:szCs w:val="28"/>
        </w:rPr>
        <w:t>Ч — чесний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F60E9" w:rsidRPr="00A066C0" w:rsidRDefault="00FF60E9" w:rsidP="009D3948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bCs/>
          <w:sz w:val="28"/>
          <w:szCs w:val="28"/>
        </w:rPr>
        <w:t>. О</w:t>
      </w:r>
      <w:r w:rsidRPr="00555C05">
        <w:rPr>
          <w:rFonts w:ascii="Times New Roman" w:hAnsi="Times New Roman" w:cs="Times New Roman"/>
          <w:b/>
          <w:bCs/>
          <w:sz w:val="28"/>
          <w:szCs w:val="28"/>
        </w:rPr>
        <w:t>цінювання роботи учнів</w:t>
      </w:r>
    </w:p>
    <w:sectPr w:rsidR="00FF60E9" w:rsidRPr="00A066C0" w:rsidSect="009077D9">
      <w:pgSz w:w="11906" w:h="16838"/>
      <w:pgMar w:top="567" w:right="567" w:bottom="567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0E9" w:rsidRDefault="00FF60E9" w:rsidP="009E6ED4">
      <w:pPr>
        <w:spacing w:after="0" w:line="240" w:lineRule="auto"/>
      </w:pPr>
      <w:r>
        <w:separator/>
      </w:r>
    </w:p>
  </w:endnote>
  <w:endnote w:type="continuationSeparator" w:id="0">
    <w:p w:rsidR="00FF60E9" w:rsidRDefault="00FF60E9" w:rsidP="009E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0E9" w:rsidRDefault="00FF60E9" w:rsidP="009E6ED4">
      <w:pPr>
        <w:spacing w:after="0" w:line="240" w:lineRule="auto"/>
      </w:pPr>
      <w:r>
        <w:separator/>
      </w:r>
    </w:p>
  </w:footnote>
  <w:footnote w:type="continuationSeparator" w:id="0">
    <w:p w:rsidR="00FF60E9" w:rsidRDefault="00FF60E9" w:rsidP="009E6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656"/>
    <w:multiLevelType w:val="hybridMultilevel"/>
    <w:tmpl w:val="BA5028C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DE4B59"/>
    <w:multiLevelType w:val="multilevel"/>
    <w:tmpl w:val="B4D858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8D577C"/>
    <w:multiLevelType w:val="hybridMultilevel"/>
    <w:tmpl w:val="DD1E56C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202F6843"/>
    <w:multiLevelType w:val="hybridMultilevel"/>
    <w:tmpl w:val="35DEE91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213C373F"/>
    <w:multiLevelType w:val="hybridMultilevel"/>
    <w:tmpl w:val="464C3E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8B1B15"/>
    <w:multiLevelType w:val="hybridMultilevel"/>
    <w:tmpl w:val="36221A30"/>
    <w:lvl w:ilvl="0" w:tplc="041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38DC1E30"/>
    <w:multiLevelType w:val="hybridMultilevel"/>
    <w:tmpl w:val="603423EE"/>
    <w:lvl w:ilvl="0" w:tplc="071ACD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98010BC"/>
    <w:multiLevelType w:val="hybridMultilevel"/>
    <w:tmpl w:val="7414BC9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3E79682F"/>
    <w:multiLevelType w:val="hybridMultilevel"/>
    <w:tmpl w:val="356CF79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46585AFB"/>
    <w:multiLevelType w:val="hybridMultilevel"/>
    <w:tmpl w:val="4AC6EC2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46DC358B"/>
    <w:multiLevelType w:val="hybridMultilevel"/>
    <w:tmpl w:val="84DE9D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4BDD1C67"/>
    <w:multiLevelType w:val="hybridMultilevel"/>
    <w:tmpl w:val="A52C3A7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4BFD5C03"/>
    <w:multiLevelType w:val="hybridMultilevel"/>
    <w:tmpl w:val="985ED414"/>
    <w:lvl w:ilvl="0" w:tplc="08805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8B08F6"/>
    <w:multiLevelType w:val="hybridMultilevel"/>
    <w:tmpl w:val="A1AE41F6"/>
    <w:lvl w:ilvl="0" w:tplc="071ACD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6DE5672"/>
    <w:multiLevelType w:val="hybridMultilevel"/>
    <w:tmpl w:val="96EC54F4"/>
    <w:lvl w:ilvl="0" w:tplc="631CC44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E385CB4"/>
    <w:multiLevelType w:val="hybridMultilevel"/>
    <w:tmpl w:val="60BA5C66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5F645494"/>
    <w:multiLevelType w:val="hybridMultilevel"/>
    <w:tmpl w:val="DE027CD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9">
    <w:nsid w:val="613F7292"/>
    <w:multiLevelType w:val="hybridMultilevel"/>
    <w:tmpl w:val="38A0A628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>
    <w:nsid w:val="66C42DC2"/>
    <w:multiLevelType w:val="multilevel"/>
    <w:tmpl w:val="A1AE41F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8FA0C20"/>
    <w:multiLevelType w:val="multilevel"/>
    <w:tmpl w:val="ADFE8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0F2897"/>
    <w:multiLevelType w:val="multilevel"/>
    <w:tmpl w:val="DC1E1B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462E10"/>
    <w:multiLevelType w:val="multilevel"/>
    <w:tmpl w:val="B1CED40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1A10EB5"/>
    <w:multiLevelType w:val="hybridMultilevel"/>
    <w:tmpl w:val="01EE5A68"/>
    <w:lvl w:ilvl="0" w:tplc="97E22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AF02201"/>
    <w:multiLevelType w:val="hybridMultilevel"/>
    <w:tmpl w:val="3C48E0B4"/>
    <w:lvl w:ilvl="0" w:tplc="F8E2A40C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5"/>
  </w:num>
  <w:num w:numId="5">
    <w:abstractNumId w:val="25"/>
  </w:num>
  <w:num w:numId="6">
    <w:abstractNumId w:val="0"/>
  </w:num>
  <w:num w:numId="7">
    <w:abstractNumId w:val="24"/>
  </w:num>
  <w:num w:numId="8">
    <w:abstractNumId w:val="2"/>
  </w:num>
  <w:num w:numId="9">
    <w:abstractNumId w:val="11"/>
  </w:num>
  <w:num w:numId="10">
    <w:abstractNumId w:val="14"/>
  </w:num>
  <w:num w:numId="11">
    <w:abstractNumId w:val="19"/>
  </w:num>
  <w:num w:numId="12">
    <w:abstractNumId w:val="3"/>
  </w:num>
  <w:num w:numId="13">
    <w:abstractNumId w:val="17"/>
  </w:num>
  <w:num w:numId="14">
    <w:abstractNumId w:val="4"/>
  </w:num>
  <w:num w:numId="15">
    <w:abstractNumId w:val="9"/>
  </w:num>
  <w:num w:numId="16">
    <w:abstractNumId w:val="12"/>
  </w:num>
  <w:num w:numId="17">
    <w:abstractNumId w:val="21"/>
  </w:num>
  <w:num w:numId="18">
    <w:abstractNumId w:val="16"/>
  </w:num>
  <w:num w:numId="19">
    <w:abstractNumId w:val="1"/>
  </w:num>
  <w:num w:numId="20">
    <w:abstractNumId w:val="22"/>
  </w:num>
  <w:num w:numId="21">
    <w:abstractNumId w:val="8"/>
  </w:num>
  <w:num w:numId="22">
    <w:abstractNumId w:val="15"/>
  </w:num>
  <w:num w:numId="23">
    <w:abstractNumId w:val="18"/>
  </w:num>
  <w:num w:numId="24">
    <w:abstractNumId w:val="23"/>
  </w:num>
  <w:num w:numId="25">
    <w:abstractNumId w:val="20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3F5"/>
    <w:rsid w:val="000101D7"/>
    <w:rsid w:val="00011C2B"/>
    <w:rsid w:val="00020896"/>
    <w:rsid w:val="00023D06"/>
    <w:rsid w:val="00031A67"/>
    <w:rsid w:val="00042AF1"/>
    <w:rsid w:val="00043F83"/>
    <w:rsid w:val="00061C1C"/>
    <w:rsid w:val="000A17B5"/>
    <w:rsid w:val="000B0801"/>
    <w:rsid w:val="000B2515"/>
    <w:rsid w:val="000E0181"/>
    <w:rsid w:val="000F068E"/>
    <w:rsid w:val="001060B5"/>
    <w:rsid w:val="00106A61"/>
    <w:rsid w:val="0011333B"/>
    <w:rsid w:val="00120FFE"/>
    <w:rsid w:val="001332E9"/>
    <w:rsid w:val="00142440"/>
    <w:rsid w:val="00147E99"/>
    <w:rsid w:val="0015414F"/>
    <w:rsid w:val="00163195"/>
    <w:rsid w:val="001632E2"/>
    <w:rsid w:val="001645AC"/>
    <w:rsid w:val="00177D9C"/>
    <w:rsid w:val="00182DF3"/>
    <w:rsid w:val="001A1F3E"/>
    <w:rsid w:val="001B18F3"/>
    <w:rsid w:val="001B274B"/>
    <w:rsid w:val="001C38E6"/>
    <w:rsid w:val="001C6F87"/>
    <w:rsid w:val="001D27A8"/>
    <w:rsid w:val="001E19F2"/>
    <w:rsid w:val="00203F3C"/>
    <w:rsid w:val="002113A6"/>
    <w:rsid w:val="00213B3E"/>
    <w:rsid w:val="00215D65"/>
    <w:rsid w:val="002311DE"/>
    <w:rsid w:val="0023120B"/>
    <w:rsid w:val="002376ED"/>
    <w:rsid w:val="00244464"/>
    <w:rsid w:val="002561FC"/>
    <w:rsid w:val="00257FD5"/>
    <w:rsid w:val="00264DCA"/>
    <w:rsid w:val="00266D75"/>
    <w:rsid w:val="00272DA6"/>
    <w:rsid w:val="002A7B60"/>
    <w:rsid w:val="002D2128"/>
    <w:rsid w:val="002E5149"/>
    <w:rsid w:val="002F6074"/>
    <w:rsid w:val="00311B78"/>
    <w:rsid w:val="00323332"/>
    <w:rsid w:val="003331F8"/>
    <w:rsid w:val="00336687"/>
    <w:rsid w:val="00347CB8"/>
    <w:rsid w:val="00350765"/>
    <w:rsid w:val="0035127C"/>
    <w:rsid w:val="00365E38"/>
    <w:rsid w:val="003662BF"/>
    <w:rsid w:val="00372E61"/>
    <w:rsid w:val="0037587D"/>
    <w:rsid w:val="00375D99"/>
    <w:rsid w:val="0038485B"/>
    <w:rsid w:val="003928AD"/>
    <w:rsid w:val="00395299"/>
    <w:rsid w:val="003A0698"/>
    <w:rsid w:val="003A676B"/>
    <w:rsid w:val="003A7077"/>
    <w:rsid w:val="003C04A6"/>
    <w:rsid w:val="003C5BD7"/>
    <w:rsid w:val="00403502"/>
    <w:rsid w:val="00405DCE"/>
    <w:rsid w:val="0041048F"/>
    <w:rsid w:val="00443359"/>
    <w:rsid w:val="004479B2"/>
    <w:rsid w:val="00457D39"/>
    <w:rsid w:val="00490526"/>
    <w:rsid w:val="004A0A60"/>
    <w:rsid w:val="004A116E"/>
    <w:rsid w:val="004A5FB2"/>
    <w:rsid w:val="004E2154"/>
    <w:rsid w:val="004E5198"/>
    <w:rsid w:val="00507A9B"/>
    <w:rsid w:val="00511885"/>
    <w:rsid w:val="005128E8"/>
    <w:rsid w:val="00515C1A"/>
    <w:rsid w:val="00525BB7"/>
    <w:rsid w:val="00526875"/>
    <w:rsid w:val="0054453F"/>
    <w:rsid w:val="00545233"/>
    <w:rsid w:val="00547ED7"/>
    <w:rsid w:val="00555C05"/>
    <w:rsid w:val="00561A21"/>
    <w:rsid w:val="0056698D"/>
    <w:rsid w:val="0057173B"/>
    <w:rsid w:val="00587D3A"/>
    <w:rsid w:val="00594D05"/>
    <w:rsid w:val="005A149B"/>
    <w:rsid w:val="005B072C"/>
    <w:rsid w:val="005B249D"/>
    <w:rsid w:val="005B37E4"/>
    <w:rsid w:val="005C069C"/>
    <w:rsid w:val="005C412A"/>
    <w:rsid w:val="005C4D1B"/>
    <w:rsid w:val="005C69F4"/>
    <w:rsid w:val="005D0543"/>
    <w:rsid w:val="005F155F"/>
    <w:rsid w:val="005F7C17"/>
    <w:rsid w:val="00605A44"/>
    <w:rsid w:val="00624FE0"/>
    <w:rsid w:val="00627A56"/>
    <w:rsid w:val="00635A78"/>
    <w:rsid w:val="006411D4"/>
    <w:rsid w:val="00661C9D"/>
    <w:rsid w:val="00661D2F"/>
    <w:rsid w:val="006723F5"/>
    <w:rsid w:val="00681962"/>
    <w:rsid w:val="006846B0"/>
    <w:rsid w:val="006A0ED7"/>
    <w:rsid w:val="006B486E"/>
    <w:rsid w:val="006C0895"/>
    <w:rsid w:val="006D7F21"/>
    <w:rsid w:val="006E1E8B"/>
    <w:rsid w:val="006F23C3"/>
    <w:rsid w:val="006F4375"/>
    <w:rsid w:val="006F5D5D"/>
    <w:rsid w:val="00714A57"/>
    <w:rsid w:val="007224DD"/>
    <w:rsid w:val="00723668"/>
    <w:rsid w:val="007448F7"/>
    <w:rsid w:val="007473B0"/>
    <w:rsid w:val="007908C7"/>
    <w:rsid w:val="007916EC"/>
    <w:rsid w:val="00792C7F"/>
    <w:rsid w:val="00796F3A"/>
    <w:rsid w:val="007A3533"/>
    <w:rsid w:val="007A514F"/>
    <w:rsid w:val="007A7328"/>
    <w:rsid w:val="007B585B"/>
    <w:rsid w:val="007D038B"/>
    <w:rsid w:val="007E13D0"/>
    <w:rsid w:val="008068EE"/>
    <w:rsid w:val="00813653"/>
    <w:rsid w:val="00820C34"/>
    <w:rsid w:val="00854FAA"/>
    <w:rsid w:val="0088738C"/>
    <w:rsid w:val="008A1E37"/>
    <w:rsid w:val="008A2531"/>
    <w:rsid w:val="008A7ABA"/>
    <w:rsid w:val="008A7B55"/>
    <w:rsid w:val="008B1786"/>
    <w:rsid w:val="008B3D95"/>
    <w:rsid w:val="008C70C6"/>
    <w:rsid w:val="009077D9"/>
    <w:rsid w:val="00942F15"/>
    <w:rsid w:val="00951361"/>
    <w:rsid w:val="0095770F"/>
    <w:rsid w:val="009612C6"/>
    <w:rsid w:val="009644EA"/>
    <w:rsid w:val="00964D30"/>
    <w:rsid w:val="00975493"/>
    <w:rsid w:val="00986984"/>
    <w:rsid w:val="0099081D"/>
    <w:rsid w:val="00995027"/>
    <w:rsid w:val="00997BBA"/>
    <w:rsid w:val="00997BD4"/>
    <w:rsid w:val="009A0EBC"/>
    <w:rsid w:val="009A282F"/>
    <w:rsid w:val="009A385F"/>
    <w:rsid w:val="009A747B"/>
    <w:rsid w:val="009B17A5"/>
    <w:rsid w:val="009B7359"/>
    <w:rsid w:val="009C1F68"/>
    <w:rsid w:val="009C4FF1"/>
    <w:rsid w:val="009D3948"/>
    <w:rsid w:val="009D67A7"/>
    <w:rsid w:val="009E6ED4"/>
    <w:rsid w:val="009E7760"/>
    <w:rsid w:val="009E78F5"/>
    <w:rsid w:val="009F57AA"/>
    <w:rsid w:val="00A05F09"/>
    <w:rsid w:val="00A06410"/>
    <w:rsid w:val="00A066C0"/>
    <w:rsid w:val="00A40B08"/>
    <w:rsid w:val="00A96341"/>
    <w:rsid w:val="00AA19D3"/>
    <w:rsid w:val="00AA6443"/>
    <w:rsid w:val="00AB09D0"/>
    <w:rsid w:val="00AB1E91"/>
    <w:rsid w:val="00AB3C80"/>
    <w:rsid w:val="00AE0821"/>
    <w:rsid w:val="00B161C7"/>
    <w:rsid w:val="00B2103C"/>
    <w:rsid w:val="00B3671F"/>
    <w:rsid w:val="00B46A85"/>
    <w:rsid w:val="00B759A9"/>
    <w:rsid w:val="00B86ED6"/>
    <w:rsid w:val="00B97949"/>
    <w:rsid w:val="00BB0379"/>
    <w:rsid w:val="00BB240C"/>
    <w:rsid w:val="00BB4010"/>
    <w:rsid w:val="00BD550E"/>
    <w:rsid w:val="00BD78AE"/>
    <w:rsid w:val="00BE706B"/>
    <w:rsid w:val="00BE717E"/>
    <w:rsid w:val="00BF4D97"/>
    <w:rsid w:val="00C175C1"/>
    <w:rsid w:val="00C61683"/>
    <w:rsid w:val="00C62D4B"/>
    <w:rsid w:val="00C631D8"/>
    <w:rsid w:val="00C71A39"/>
    <w:rsid w:val="00C7427C"/>
    <w:rsid w:val="00C80654"/>
    <w:rsid w:val="00C85380"/>
    <w:rsid w:val="00C863C7"/>
    <w:rsid w:val="00CD07ED"/>
    <w:rsid w:val="00CF4992"/>
    <w:rsid w:val="00D253DD"/>
    <w:rsid w:val="00D50FDF"/>
    <w:rsid w:val="00D52821"/>
    <w:rsid w:val="00D528E0"/>
    <w:rsid w:val="00D55BDE"/>
    <w:rsid w:val="00D63FA9"/>
    <w:rsid w:val="00D73AED"/>
    <w:rsid w:val="00D957DD"/>
    <w:rsid w:val="00DB085C"/>
    <w:rsid w:val="00DB2426"/>
    <w:rsid w:val="00DB48EC"/>
    <w:rsid w:val="00DD0CC6"/>
    <w:rsid w:val="00E07305"/>
    <w:rsid w:val="00E138E4"/>
    <w:rsid w:val="00E20574"/>
    <w:rsid w:val="00E33496"/>
    <w:rsid w:val="00E33D53"/>
    <w:rsid w:val="00E364C7"/>
    <w:rsid w:val="00E61806"/>
    <w:rsid w:val="00E70CCC"/>
    <w:rsid w:val="00E72D5F"/>
    <w:rsid w:val="00E741EA"/>
    <w:rsid w:val="00E95470"/>
    <w:rsid w:val="00EA6021"/>
    <w:rsid w:val="00EC024F"/>
    <w:rsid w:val="00EC662B"/>
    <w:rsid w:val="00EE3B49"/>
    <w:rsid w:val="00EE51AA"/>
    <w:rsid w:val="00EF5661"/>
    <w:rsid w:val="00F040C3"/>
    <w:rsid w:val="00F112F4"/>
    <w:rsid w:val="00F227F8"/>
    <w:rsid w:val="00F33FC2"/>
    <w:rsid w:val="00F415C9"/>
    <w:rsid w:val="00F42E54"/>
    <w:rsid w:val="00F66E90"/>
    <w:rsid w:val="00F97D97"/>
    <w:rsid w:val="00FB5AAD"/>
    <w:rsid w:val="00FB7976"/>
    <w:rsid w:val="00FC0E37"/>
    <w:rsid w:val="00FC2FD6"/>
    <w:rsid w:val="00FC4089"/>
    <w:rsid w:val="00FD405B"/>
    <w:rsid w:val="00FD5B4B"/>
    <w:rsid w:val="00FF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1EA"/>
    <w:pPr>
      <w:spacing w:after="160" w:line="259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585B"/>
    <w:pPr>
      <w:ind w:left="720"/>
    </w:pPr>
  </w:style>
  <w:style w:type="paragraph" w:styleId="Header">
    <w:name w:val="header"/>
    <w:basedOn w:val="Normal"/>
    <w:link w:val="HeaderChar"/>
    <w:uiPriority w:val="99"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E6ED4"/>
  </w:style>
  <w:style w:type="paragraph" w:styleId="Footer">
    <w:name w:val="footer"/>
    <w:basedOn w:val="Normal"/>
    <w:link w:val="FooterChar"/>
    <w:uiPriority w:val="99"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E6ED4"/>
  </w:style>
  <w:style w:type="paragraph" w:styleId="BalloonText">
    <w:name w:val="Balloon Text"/>
    <w:basedOn w:val="Normal"/>
    <w:link w:val="BalloonTextChar"/>
    <w:uiPriority w:val="99"/>
    <w:semiHidden/>
    <w:rsid w:val="004E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5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9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423</TotalTime>
  <Pages>2</Pages>
  <Words>346</Words>
  <Characters>1975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Customer</cp:lastModifiedBy>
  <cp:revision>182</cp:revision>
  <dcterms:created xsi:type="dcterms:W3CDTF">2014-07-28T19:26:00Z</dcterms:created>
  <dcterms:modified xsi:type="dcterms:W3CDTF">2017-10-16T16:04:00Z</dcterms:modified>
</cp:coreProperties>
</file>