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590" w:rsidRPr="00A84E2E" w:rsidRDefault="00014590" w:rsidP="008937F8">
      <w:pPr>
        <w:spacing w:line="360" w:lineRule="auto"/>
        <w:jc w:val="center"/>
        <w:rPr>
          <w:b/>
          <w:sz w:val="36"/>
          <w:szCs w:val="36"/>
        </w:rPr>
      </w:pPr>
    </w:p>
    <w:p w:rsidR="00014590" w:rsidRPr="00A84E2E" w:rsidRDefault="00014590" w:rsidP="008937F8">
      <w:pPr>
        <w:spacing w:line="360" w:lineRule="auto"/>
        <w:ind w:left="708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с.Микитичі,Вол-Волинський район,Волинської </w:t>
      </w:r>
      <w:r w:rsidRPr="00A84E2E">
        <w:rPr>
          <w:b/>
          <w:sz w:val="36"/>
          <w:szCs w:val="36"/>
        </w:rPr>
        <w:t>області</w:t>
      </w:r>
    </w:p>
    <w:p w:rsidR="00014590" w:rsidRPr="00A84E2E" w:rsidRDefault="00014590" w:rsidP="008937F8">
      <w:pPr>
        <w:spacing w:line="360" w:lineRule="auto"/>
        <w:ind w:left="708" w:firstLine="708"/>
        <w:jc w:val="center"/>
        <w:rPr>
          <w:b/>
          <w:sz w:val="36"/>
          <w:szCs w:val="36"/>
        </w:rPr>
      </w:pPr>
      <w:r w:rsidRPr="00A84E2E">
        <w:rPr>
          <w:b/>
          <w:sz w:val="36"/>
          <w:szCs w:val="36"/>
        </w:rPr>
        <w:t>Комунальний заклад « Загальноосвітня школа І-ІІ ступенів села Микитичі Устилузької міської ради Волинської області».</w:t>
      </w:r>
    </w:p>
    <w:p w:rsidR="00014590" w:rsidRPr="00A84E2E" w:rsidRDefault="00014590" w:rsidP="00A84E2E">
      <w:pPr>
        <w:spacing w:line="360" w:lineRule="auto"/>
        <w:ind w:left="708" w:firstLine="708"/>
        <w:jc w:val="both"/>
        <w:rPr>
          <w:b/>
          <w:sz w:val="36"/>
          <w:szCs w:val="36"/>
        </w:rPr>
      </w:pPr>
    </w:p>
    <w:p w:rsidR="00014590" w:rsidRPr="00A84E2E" w:rsidRDefault="00014590" w:rsidP="00A84E2E">
      <w:pPr>
        <w:spacing w:line="360" w:lineRule="auto"/>
        <w:ind w:left="708" w:firstLine="708"/>
        <w:jc w:val="both"/>
        <w:rPr>
          <w:b/>
          <w:sz w:val="36"/>
          <w:szCs w:val="36"/>
        </w:rPr>
      </w:pPr>
    </w:p>
    <w:p w:rsidR="00014590" w:rsidRPr="0098606F" w:rsidRDefault="00014590" w:rsidP="0098606F">
      <w:pPr>
        <w:spacing w:line="360" w:lineRule="auto"/>
        <w:ind w:left="708" w:firstLine="708"/>
        <w:rPr>
          <w:sz w:val="28"/>
          <w:szCs w:val="28"/>
        </w:rPr>
      </w:pPr>
    </w:p>
    <w:p w:rsidR="00014590" w:rsidRPr="0098606F" w:rsidRDefault="00014590" w:rsidP="0098606F">
      <w:pPr>
        <w:spacing w:line="360" w:lineRule="auto"/>
        <w:ind w:left="708" w:firstLine="708"/>
        <w:rPr>
          <w:sz w:val="28"/>
          <w:szCs w:val="28"/>
        </w:rPr>
      </w:pPr>
    </w:p>
    <w:p w:rsidR="00014590" w:rsidRPr="00A84E2E" w:rsidRDefault="00014590" w:rsidP="00A84E2E">
      <w:pPr>
        <w:spacing w:line="360" w:lineRule="auto"/>
        <w:ind w:left="708" w:firstLine="708"/>
        <w:jc w:val="center"/>
        <w:rPr>
          <w:b/>
          <w:sz w:val="56"/>
          <w:szCs w:val="56"/>
        </w:rPr>
      </w:pPr>
      <w:r w:rsidRPr="00A84E2E">
        <w:rPr>
          <w:b/>
          <w:sz w:val="56"/>
          <w:szCs w:val="56"/>
        </w:rPr>
        <w:t>Творчий спадок місцевого художника</w:t>
      </w:r>
    </w:p>
    <w:p w:rsidR="00014590" w:rsidRPr="00A84E2E" w:rsidRDefault="00014590" w:rsidP="00A84E2E">
      <w:pPr>
        <w:spacing w:line="360" w:lineRule="auto"/>
        <w:ind w:left="708" w:firstLine="708"/>
        <w:jc w:val="center"/>
        <w:rPr>
          <w:b/>
          <w:sz w:val="56"/>
          <w:szCs w:val="56"/>
        </w:rPr>
      </w:pPr>
      <w:r w:rsidRPr="00A84E2E">
        <w:rPr>
          <w:b/>
          <w:sz w:val="56"/>
          <w:szCs w:val="56"/>
        </w:rPr>
        <w:t>Криштопа Віктора Йосиповича</w:t>
      </w:r>
    </w:p>
    <w:p w:rsidR="00014590" w:rsidRPr="00A84E2E" w:rsidRDefault="00014590" w:rsidP="00A84E2E">
      <w:pPr>
        <w:spacing w:line="360" w:lineRule="auto"/>
        <w:ind w:left="708" w:firstLine="708"/>
        <w:jc w:val="center"/>
        <w:rPr>
          <w:b/>
          <w:sz w:val="56"/>
          <w:szCs w:val="56"/>
        </w:rPr>
      </w:pPr>
    </w:p>
    <w:p w:rsidR="00014590" w:rsidRPr="00A84E2E" w:rsidRDefault="00014590" w:rsidP="00A84E2E">
      <w:pPr>
        <w:spacing w:line="360" w:lineRule="auto"/>
        <w:ind w:left="708" w:firstLine="708"/>
        <w:jc w:val="center"/>
        <w:rPr>
          <w:b/>
          <w:sz w:val="56"/>
          <w:szCs w:val="56"/>
        </w:rPr>
      </w:pPr>
    </w:p>
    <w:p w:rsidR="00014590" w:rsidRPr="00A84E2E" w:rsidRDefault="00014590" w:rsidP="00A84E2E">
      <w:pPr>
        <w:spacing w:line="360" w:lineRule="auto"/>
        <w:ind w:left="708" w:firstLine="708"/>
        <w:jc w:val="center"/>
        <w:rPr>
          <w:b/>
          <w:sz w:val="56"/>
          <w:szCs w:val="56"/>
        </w:rPr>
      </w:pPr>
    </w:p>
    <w:p w:rsidR="00014590" w:rsidRPr="00A84E2E" w:rsidRDefault="00014590" w:rsidP="00A84E2E">
      <w:pPr>
        <w:spacing w:line="360" w:lineRule="auto"/>
        <w:ind w:left="708" w:firstLine="708"/>
        <w:jc w:val="center"/>
        <w:rPr>
          <w:b/>
          <w:sz w:val="56"/>
          <w:szCs w:val="56"/>
        </w:rPr>
      </w:pPr>
      <w:r w:rsidRPr="00A84E2E">
        <w:rPr>
          <w:b/>
          <w:sz w:val="56"/>
          <w:szCs w:val="56"/>
        </w:rPr>
        <w:t>2017</w:t>
      </w:r>
    </w:p>
    <w:p w:rsidR="00014590" w:rsidRDefault="00014590" w:rsidP="009870FE">
      <w:pPr>
        <w:spacing w:line="360" w:lineRule="auto"/>
        <w:rPr>
          <w:sz w:val="28"/>
          <w:szCs w:val="28"/>
        </w:rPr>
      </w:pPr>
    </w:p>
    <w:p w:rsidR="00014590" w:rsidRDefault="00014590" w:rsidP="004F68E9">
      <w:pPr>
        <w:spacing w:line="360" w:lineRule="auto"/>
        <w:ind w:left="708" w:firstLine="708"/>
        <w:rPr>
          <w:sz w:val="28"/>
          <w:szCs w:val="28"/>
        </w:rPr>
      </w:pPr>
    </w:p>
    <w:p w:rsidR="00014590" w:rsidRPr="00936C7D" w:rsidRDefault="00014590" w:rsidP="00936C7D">
      <w:pPr>
        <w:spacing w:line="360" w:lineRule="auto"/>
        <w:ind w:left="708" w:firstLine="708"/>
        <w:rPr>
          <w:sz w:val="28"/>
          <w:szCs w:val="28"/>
        </w:rPr>
      </w:pPr>
    </w:p>
    <w:p w:rsidR="00014590" w:rsidRPr="008937F8" w:rsidRDefault="00014590" w:rsidP="008937F8">
      <w:pPr>
        <w:spacing w:line="360" w:lineRule="auto"/>
        <w:rPr>
          <w:sz w:val="28"/>
          <w:szCs w:val="28"/>
        </w:rPr>
      </w:pPr>
      <w:r w:rsidRPr="008937F8">
        <w:rPr>
          <w:sz w:val="28"/>
          <w:szCs w:val="28"/>
        </w:rPr>
        <w:t>Місюк Світлана Вікторівна класний керівник 5 класу та учні 5 класу загальноосвітньої школи І-ІІ ступенів  с.Микитичі,  Устилузької міської ради,Волинської області.</w:t>
      </w:r>
    </w:p>
    <w:p w:rsidR="00014590" w:rsidRPr="008937F8" w:rsidRDefault="00014590" w:rsidP="008937F8">
      <w:pPr>
        <w:spacing w:line="360" w:lineRule="auto"/>
        <w:rPr>
          <w:sz w:val="28"/>
          <w:szCs w:val="28"/>
        </w:rPr>
      </w:pPr>
      <w:r w:rsidRPr="008937F8">
        <w:rPr>
          <w:sz w:val="28"/>
          <w:szCs w:val="28"/>
        </w:rPr>
        <w:t>Тел.0970432834</w:t>
      </w:r>
    </w:p>
    <w:p w:rsidR="00014590" w:rsidRPr="00FF4440" w:rsidRDefault="00014590" w:rsidP="00FF4440">
      <w:pPr>
        <w:spacing w:line="360" w:lineRule="auto"/>
        <w:ind w:left="708" w:firstLine="708"/>
        <w:rPr>
          <w:sz w:val="32"/>
          <w:szCs w:val="32"/>
        </w:rPr>
      </w:pPr>
    </w:p>
    <w:p w:rsidR="00014590" w:rsidRPr="00FF4440" w:rsidRDefault="00014590" w:rsidP="00FF4440">
      <w:pPr>
        <w:spacing w:line="360" w:lineRule="auto"/>
        <w:ind w:left="708" w:firstLine="708"/>
        <w:rPr>
          <w:sz w:val="32"/>
          <w:szCs w:val="32"/>
        </w:rPr>
      </w:pPr>
    </w:p>
    <w:p w:rsidR="00014590" w:rsidRPr="00FF4440" w:rsidRDefault="00014590" w:rsidP="00FF4440">
      <w:pPr>
        <w:spacing w:line="360" w:lineRule="auto"/>
        <w:ind w:left="708" w:firstLine="708"/>
        <w:rPr>
          <w:sz w:val="32"/>
          <w:szCs w:val="32"/>
        </w:rPr>
      </w:pPr>
    </w:p>
    <w:p w:rsidR="00014590" w:rsidRPr="00FF4440" w:rsidRDefault="00014590" w:rsidP="00FF4440">
      <w:pPr>
        <w:spacing w:line="360" w:lineRule="auto"/>
        <w:ind w:left="708" w:firstLine="708"/>
        <w:rPr>
          <w:sz w:val="32"/>
          <w:szCs w:val="32"/>
        </w:rPr>
      </w:pPr>
    </w:p>
    <w:p w:rsidR="00014590" w:rsidRDefault="00014590" w:rsidP="004F68E9">
      <w:pPr>
        <w:spacing w:line="360" w:lineRule="auto"/>
        <w:ind w:left="708" w:firstLine="708"/>
        <w:rPr>
          <w:sz w:val="28"/>
          <w:szCs w:val="28"/>
        </w:rPr>
      </w:pPr>
    </w:p>
    <w:p w:rsidR="00014590" w:rsidRDefault="00014590" w:rsidP="004F68E9">
      <w:pPr>
        <w:spacing w:line="360" w:lineRule="auto"/>
        <w:ind w:left="708" w:firstLine="708"/>
        <w:rPr>
          <w:sz w:val="28"/>
          <w:szCs w:val="28"/>
        </w:rPr>
      </w:pPr>
    </w:p>
    <w:p w:rsidR="00014590" w:rsidRDefault="00014590" w:rsidP="004F68E9">
      <w:pPr>
        <w:spacing w:line="360" w:lineRule="auto"/>
        <w:ind w:left="708" w:firstLine="708"/>
        <w:rPr>
          <w:sz w:val="28"/>
          <w:szCs w:val="28"/>
        </w:rPr>
      </w:pPr>
    </w:p>
    <w:p w:rsidR="00014590" w:rsidRDefault="00014590" w:rsidP="004F68E9">
      <w:pPr>
        <w:spacing w:line="360" w:lineRule="auto"/>
        <w:ind w:left="708" w:firstLine="708"/>
        <w:rPr>
          <w:sz w:val="28"/>
          <w:szCs w:val="28"/>
        </w:rPr>
      </w:pPr>
    </w:p>
    <w:p w:rsidR="00014590" w:rsidRDefault="00014590" w:rsidP="004F68E9">
      <w:pPr>
        <w:spacing w:line="360" w:lineRule="auto"/>
        <w:ind w:left="708" w:firstLine="708"/>
        <w:rPr>
          <w:sz w:val="28"/>
          <w:szCs w:val="28"/>
        </w:rPr>
      </w:pPr>
    </w:p>
    <w:p w:rsidR="00014590" w:rsidRDefault="00014590" w:rsidP="004F68E9">
      <w:pPr>
        <w:spacing w:line="360" w:lineRule="auto"/>
        <w:ind w:left="708" w:firstLine="708"/>
        <w:rPr>
          <w:sz w:val="28"/>
          <w:szCs w:val="28"/>
        </w:rPr>
      </w:pPr>
    </w:p>
    <w:p w:rsidR="00014590" w:rsidRDefault="00014590" w:rsidP="004F68E9">
      <w:pPr>
        <w:spacing w:line="360" w:lineRule="auto"/>
        <w:ind w:left="708" w:firstLine="708"/>
        <w:rPr>
          <w:sz w:val="28"/>
          <w:szCs w:val="28"/>
        </w:rPr>
      </w:pPr>
    </w:p>
    <w:p w:rsidR="00014590" w:rsidRDefault="00014590" w:rsidP="004F68E9">
      <w:pPr>
        <w:spacing w:line="360" w:lineRule="auto"/>
        <w:ind w:left="708" w:firstLine="708"/>
        <w:rPr>
          <w:sz w:val="28"/>
          <w:szCs w:val="28"/>
        </w:rPr>
      </w:pPr>
    </w:p>
    <w:p w:rsidR="00014590" w:rsidRDefault="00014590" w:rsidP="004F68E9">
      <w:pPr>
        <w:spacing w:line="360" w:lineRule="auto"/>
        <w:ind w:left="708" w:firstLine="708"/>
        <w:rPr>
          <w:sz w:val="28"/>
          <w:szCs w:val="28"/>
        </w:rPr>
      </w:pPr>
    </w:p>
    <w:p w:rsidR="00014590" w:rsidRDefault="00014590" w:rsidP="00F826A3">
      <w:pPr>
        <w:spacing w:line="360" w:lineRule="auto"/>
        <w:rPr>
          <w:sz w:val="28"/>
          <w:szCs w:val="28"/>
        </w:rPr>
      </w:pPr>
      <w:bookmarkStart w:id="0" w:name="_GoBack"/>
      <w:bookmarkEnd w:id="0"/>
    </w:p>
    <w:p w:rsidR="00014590" w:rsidRDefault="00014590" w:rsidP="004F68E9">
      <w:pPr>
        <w:spacing w:line="360" w:lineRule="auto"/>
        <w:ind w:left="708" w:firstLine="708"/>
        <w:rPr>
          <w:sz w:val="28"/>
          <w:szCs w:val="28"/>
        </w:rPr>
      </w:pP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Село Микитичі знаходиться в північній частині Волинськї області. Коріння його історії сягають у сиву давнину. 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>Назва села Микитичі походить від імені пана Микити,який володів маєтками  на території нашого села. З розповідей старожилів пан був поганим хазяїном. Він заклав свої землі в банку,гроші розпустив на різні забави,збанкрутував. Тоді в 1905 році жителі Гродненської губернії ,що була під владою Литви ,викупили цю землю і переселилися сюди жити.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>Наше село гарне,впорядковане. Це дві паралельні вулиці,на яких красуються будинки з квітниками,огорожами. А кругом село оточене рівними полями, луками. Недалеко протікає невеличка річка – Золотуха. Поряд  росте  ліс  у якому багато ягід,грибів,тварин.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>Наша земля здавна пишається відомими людьми.  Ми хочемо познайомити з місцевим художником  Криштопом  Віктором  Йосиповичем. (Слайд 1).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 w:rsidRPr="0067669C">
        <w:rPr>
          <w:sz w:val="28"/>
          <w:szCs w:val="28"/>
        </w:rPr>
        <w:t xml:space="preserve">Із розповідей дружини </w:t>
      </w:r>
      <w:r>
        <w:rPr>
          <w:sz w:val="28"/>
          <w:szCs w:val="28"/>
        </w:rPr>
        <w:t>,</w:t>
      </w:r>
      <w:r w:rsidRPr="0067669C">
        <w:rPr>
          <w:sz w:val="28"/>
          <w:szCs w:val="28"/>
        </w:rPr>
        <w:t>Олени Олександрівни, ми дізналися, що Віктор Йосипович народився  у 1931році у селі Микитичі. Тут пройшло його босоноге дитинствона тлі розкішної природи, що оточувала село: ліси, луки, ставок, річка під високим небом. У дитинстві часто з бабусею ходив у ліс по гриби, ягоди. Ліс зачаровував своєю красою. В родині ніхто не малював, а ткали, вишивали. В дитинстві Віктор Йосипович ніде не бачив мальованої картини. А в очах так часто  стояли краєвиди рідної природи, але не відав як це відтворити. Малював на піску паличкою</w:t>
      </w:r>
      <w:r>
        <w:rPr>
          <w:sz w:val="28"/>
          <w:szCs w:val="28"/>
        </w:rPr>
        <w:t>.(Слайд 2). (Слайд 3).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 w:rsidRPr="00C27A50">
        <w:rPr>
          <w:sz w:val="28"/>
          <w:szCs w:val="28"/>
        </w:rPr>
        <w:t>Як згадує дружина, сам чоловік не знає, звідки в нього зародився той хист до малювання. І лише, служивши в армії, наш земляк вперше побачив, як працюють  справжні художники. Служив  на Північному флоті довгих 5 років. Із ним служив художник з Білорусі  Ладисюк Федір Васильович</w:t>
      </w:r>
      <w:r>
        <w:rPr>
          <w:sz w:val="28"/>
          <w:szCs w:val="28"/>
        </w:rPr>
        <w:t xml:space="preserve"> </w:t>
      </w:r>
      <w:r w:rsidRPr="00C27A50">
        <w:rPr>
          <w:sz w:val="28"/>
          <w:szCs w:val="28"/>
        </w:rPr>
        <w:t>.</w:t>
      </w:r>
      <w:r>
        <w:rPr>
          <w:sz w:val="28"/>
          <w:szCs w:val="28"/>
        </w:rPr>
        <w:t xml:space="preserve"> (Слайд 4).  </w:t>
      </w:r>
      <w:r w:rsidRPr="00C27A50">
        <w:rPr>
          <w:sz w:val="28"/>
          <w:szCs w:val="28"/>
        </w:rPr>
        <w:t xml:space="preserve">Ось там біля нього й пройшов школу живопису. Було таке, що цілодобово спостерігав, як Ладисюк малював морський пейзаж на цілу стіну. Збереглася листівка, яку сам намалював і прислав батькам син з армії. </w:t>
      </w:r>
      <w:r>
        <w:rPr>
          <w:sz w:val="28"/>
          <w:szCs w:val="28"/>
        </w:rPr>
        <w:t xml:space="preserve"> ( Слайд 5).   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Вивчаючи  творчу спадщину Віктора Йосиповича, ми відвідали його дружину Олену Миколаївну  вдома .В будинку ,якому вона живе , жив і творив художник.(Слайд 6).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27A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C27A50">
        <w:rPr>
          <w:sz w:val="28"/>
          <w:szCs w:val="28"/>
        </w:rPr>
        <w:t>На своїх картинах Віктор Йосипович малював пейзажі рідного краю, його околиці, здебільшого з натури.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>З розповідей  дружини  картину «Гори» малював з картини,яку бачив у армії.(Слайд 7).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Більшість значимих образів у роботах художника мають аналогії в українських піснях. Береза,верба, калина, тополя, річка, озеро, біла   хатина –обовязкові атрибути в більшості  його пейзажів.   Картина «Рідна хата»  (Слайд 8)   мальована з уяви . такою була  прадідова  хата над ставком.  Малював , згадуючи розповідь дідуся  та  уявляючи  цю  місцевість. 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>Картина «Цвіте верес» -це вічний куточок нашого села. І до сьогодні збереглось  це місце: праворуч від дороги на Ішів,але зараз там ліс. Берізки ці стоять ще там. (Слайд 9).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>Картину « Весняний букет» намалював для дружини. (Слайд 10).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>Віктор Йосипович любив природу, про що свідчать його картини: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>«Рибалка» .(Слайд 11).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>«На відпочинку» (Слайд 12).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>«На дозорі»  (Слайд 13).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>«По гриби» (Слайд 14).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>«Сільська природа» (Слайд 15).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>«Зима»  (Слайд 16).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>«Олені»  (Слайд 17).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>«Природа» (Слайд 18).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>Картину «Моє село» Віктор йосипович подарував на весілля Івана та Ліди Малецьких,1961 р.(Слайд 19).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>Картина «Троянди» (Слайд 20).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>Одну зі своїх картин художник подарував своєму племіннику Петру на день народження. (Слайд 21).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>Неодноразово в школі організовувались зустрічі з Віктором Йосиповичем. В музеї зберіглась фотографія.(Слайд 22). І ще одне фото на якому учні знайомляться з виставкою. (Слайд 23).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>Через два роки після смерті чоловіка , дружина О лена Миколаївна починає малювати картини. (Слайд 24).  Жінка ніде не навчалась, лише іноді бачила як малює чоловік.(Слайд 25).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>Олена Миколаївна любила зображувати на своїх картинах природу. Її роботи  ніби  перегукуються з  роботами   чоловіка.   Відвідавши  майстриню вдома , ми познайомилися з її картинами: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>«Схід сонця» (Слайд 26).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>«Осінь»  (Слайд 27).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>«Осінній ліс» (Слайд 28).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>«Осінній настрій» (Слайд29).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>«Батьківська хата» (Слайд 30).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>«Зима»  (Слайд  31).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>Картину «Осінь»  Олена Миколаївна  подарувала своїй сестрі Вірі  Миколаївні. (Слайд 32).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Багато картин Віктора  Йосиповича  зберігається  в  шкільному  музеї,   більше  десяти  зберігає  дружина,  а багато робіт розїхалося по друзям,знайомим. 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>Віктор Йосипович  не  продавав  своїх  картин ,а  дарував  їх  на  добру  згадку.</w:t>
      </w:r>
    </w:p>
    <w:p w:rsidR="00014590" w:rsidRDefault="00014590" w:rsidP="008937F8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В  школі  є  постійна  виставка  картин  Віктора  Йосиповича. (Слайд 33).    Тут  вчителі  знайомлять  учнів  з  творами  самобутнього  художника.   (Слайд 34,35 ).   </w:t>
      </w:r>
    </w:p>
    <w:p w:rsidR="00014590" w:rsidRDefault="00014590" w:rsidP="004F68E9">
      <w:pPr>
        <w:spacing w:line="360" w:lineRule="auto"/>
        <w:ind w:left="708" w:firstLine="708"/>
        <w:rPr>
          <w:sz w:val="28"/>
          <w:szCs w:val="28"/>
        </w:rPr>
      </w:pPr>
    </w:p>
    <w:p w:rsidR="00014590" w:rsidRDefault="00014590" w:rsidP="004F68E9">
      <w:pPr>
        <w:spacing w:line="360" w:lineRule="auto"/>
        <w:ind w:left="708" w:firstLine="708"/>
        <w:rPr>
          <w:sz w:val="28"/>
          <w:szCs w:val="28"/>
        </w:rPr>
      </w:pPr>
    </w:p>
    <w:p w:rsidR="00014590" w:rsidRDefault="00014590" w:rsidP="00B84CF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014590" w:rsidRPr="004F68E9" w:rsidRDefault="00014590" w:rsidP="004F68E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sectPr w:rsidR="00014590" w:rsidRPr="004F68E9" w:rsidSect="00076B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21F9"/>
    <w:rsid w:val="0001282F"/>
    <w:rsid w:val="00014590"/>
    <w:rsid w:val="000549EF"/>
    <w:rsid w:val="00076B77"/>
    <w:rsid w:val="00124480"/>
    <w:rsid w:val="0013374E"/>
    <w:rsid w:val="001535F9"/>
    <w:rsid w:val="001C2FA9"/>
    <w:rsid w:val="001F333C"/>
    <w:rsid w:val="001F5F1B"/>
    <w:rsid w:val="00230515"/>
    <w:rsid w:val="0026530A"/>
    <w:rsid w:val="00294C04"/>
    <w:rsid w:val="002B1CE4"/>
    <w:rsid w:val="002B2512"/>
    <w:rsid w:val="00314C9D"/>
    <w:rsid w:val="00321841"/>
    <w:rsid w:val="00362B4A"/>
    <w:rsid w:val="0036564E"/>
    <w:rsid w:val="003B601A"/>
    <w:rsid w:val="003C3727"/>
    <w:rsid w:val="003C6E07"/>
    <w:rsid w:val="003E2945"/>
    <w:rsid w:val="0045664D"/>
    <w:rsid w:val="00494033"/>
    <w:rsid w:val="004B07D7"/>
    <w:rsid w:val="004F68E9"/>
    <w:rsid w:val="00511DCD"/>
    <w:rsid w:val="00531763"/>
    <w:rsid w:val="005327A7"/>
    <w:rsid w:val="005407CB"/>
    <w:rsid w:val="00586470"/>
    <w:rsid w:val="005A1668"/>
    <w:rsid w:val="005C3775"/>
    <w:rsid w:val="00623147"/>
    <w:rsid w:val="00674AB3"/>
    <w:rsid w:val="0067669C"/>
    <w:rsid w:val="0068371B"/>
    <w:rsid w:val="006870F5"/>
    <w:rsid w:val="006C3CDB"/>
    <w:rsid w:val="006C6859"/>
    <w:rsid w:val="007019D5"/>
    <w:rsid w:val="00737485"/>
    <w:rsid w:val="0073756E"/>
    <w:rsid w:val="007952F8"/>
    <w:rsid w:val="007E30D6"/>
    <w:rsid w:val="007E44D7"/>
    <w:rsid w:val="0080015A"/>
    <w:rsid w:val="00815406"/>
    <w:rsid w:val="0084454D"/>
    <w:rsid w:val="00846F3E"/>
    <w:rsid w:val="0085653E"/>
    <w:rsid w:val="00876FEE"/>
    <w:rsid w:val="008937F8"/>
    <w:rsid w:val="00936C7D"/>
    <w:rsid w:val="00943ACE"/>
    <w:rsid w:val="0098606F"/>
    <w:rsid w:val="009870FE"/>
    <w:rsid w:val="00A41916"/>
    <w:rsid w:val="00A41A95"/>
    <w:rsid w:val="00A84E2E"/>
    <w:rsid w:val="00AB4273"/>
    <w:rsid w:val="00AC0C7F"/>
    <w:rsid w:val="00AE0173"/>
    <w:rsid w:val="00AF57A7"/>
    <w:rsid w:val="00B5193F"/>
    <w:rsid w:val="00B558A5"/>
    <w:rsid w:val="00B621F9"/>
    <w:rsid w:val="00B83814"/>
    <w:rsid w:val="00B84CFC"/>
    <w:rsid w:val="00BB5476"/>
    <w:rsid w:val="00C13685"/>
    <w:rsid w:val="00C27A50"/>
    <w:rsid w:val="00C369AA"/>
    <w:rsid w:val="00C414D8"/>
    <w:rsid w:val="00C921B5"/>
    <w:rsid w:val="00C929D2"/>
    <w:rsid w:val="00CC51F7"/>
    <w:rsid w:val="00CF3663"/>
    <w:rsid w:val="00D04CB6"/>
    <w:rsid w:val="00D23109"/>
    <w:rsid w:val="00D37E63"/>
    <w:rsid w:val="00D541F8"/>
    <w:rsid w:val="00D81DDA"/>
    <w:rsid w:val="00DA220F"/>
    <w:rsid w:val="00DC6601"/>
    <w:rsid w:val="00DE2C32"/>
    <w:rsid w:val="00DF36B9"/>
    <w:rsid w:val="00E43B2E"/>
    <w:rsid w:val="00E57E4C"/>
    <w:rsid w:val="00E60643"/>
    <w:rsid w:val="00E87E79"/>
    <w:rsid w:val="00E943E8"/>
    <w:rsid w:val="00F027AF"/>
    <w:rsid w:val="00F53BE8"/>
    <w:rsid w:val="00F70573"/>
    <w:rsid w:val="00F826A3"/>
    <w:rsid w:val="00FC7EDA"/>
    <w:rsid w:val="00FF4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8E9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155</TotalTime>
  <Pages>6</Pages>
  <Words>786</Words>
  <Characters>4481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UserXP</cp:lastModifiedBy>
  <cp:revision>30</cp:revision>
  <dcterms:created xsi:type="dcterms:W3CDTF">2017-11-05T17:57:00Z</dcterms:created>
  <dcterms:modified xsi:type="dcterms:W3CDTF">2008-05-18T23:25:00Z</dcterms:modified>
</cp:coreProperties>
</file>