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4B" w:rsidRPr="0040667C" w:rsidRDefault="00FE7E4B" w:rsidP="0047418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Тема</w:t>
      </w:r>
      <w:r w:rsidRPr="0040667C">
        <w:rPr>
          <w:rFonts w:ascii="Times New Roman" w:hAnsi="Times New Roman"/>
          <w:sz w:val="28"/>
          <w:szCs w:val="28"/>
        </w:rPr>
        <w:t xml:space="preserve">: </w:t>
      </w:r>
      <w:r w:rsidRPr="0040667C">
        <w:rPr>
          <w:rFonts w:ascii="Times New Roman" w:hAnsi="Times New Roman"/>
          <w:sz w:val="28"/>
          <w:szCs w:val="28"/>
          <w:lang w:val="ru-RU"/>
        </w:rPr>
        <w:t>Лог</w:t>
      </w:r>
      <w:r w:rsidRPr="0040667C">
        <w:rPr>
          <w:rFonts w:ascii="Times New Roman" w:hAnsi="Times New Roman"/>
          <w:sz w:val="28"/>
          <w:szCs w:val="28"/>
        </w:rPr>
        <w:t xml:space="preserve">ічні функції в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  <w:lang w:val="ru-RU"/>
        </w:rPr>
        <w:t>.</w:t>
      </w:r>
    </w:p>
    <w:p w:rsidR="00FE7E4B" w:rsidRPr="0040667C" w:rsidRDefault="00FE7E4B" w:rsidP="00AD2DB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Очікувані результати навчання</w:t>
      </w:r>
      <w:r w:rsidRPr="0040667C">
        <w:rPr>
          <w:rFonts w:ascii="Times New Roman" w:hAnsi="Times New Roman"/>
          <w:sz w:val="28"/>
          <w:szCs w:val="28"/>
        </w:rPr>
        <w:t>:</w:t>
      </w:r>
    </w:p>
    <w:p w:rsidR="00FE7E4B" w:rsidRPr="0040667C" w:rsidRDefault="00FE7E4B" w:rsidP="00995C3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знаннєвий компонент</w:t>
      </w:r>
      <w:r w:rsidRPr="0040667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активізувати знання учнів про базові поняття електронних таблиць, </w:t>
      </w:r>
      <w:r w:rsidRPr="0040667C">
        <w:rPr>
          <w:rFonts w:ascii="Times New Roman" w:hAnsi="Times New Roman"/>
          <w:sz w:val="28"/>
          <w:szCs w:val="28"/>
        </w:rPr>
        <w:t>сформ</w:t>
      </w:r>
      <w:r>
        <w:rPr>
          <w:rFonts w:ascii="Times New Roman" w:hAnsi="Times New Roman"/>
          <w:sz w:val="28"/>
          <w:szCs w:val="28"/>
        </w:rPr>
        <w:t>о</w:t>
      </w:r>
      <w:r w:rsidRPr="0040667C"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</w:rPr>
        <w:t>ти</w:t>
      </w:r>
      <w:r w:rsidRPr="0040667C">
        <w:rPr>
          <w:rFonts w:ascii="Times New Roman" w:hAnsi="Times New Roman"/>
          <w:sz w:val="28"/>
          <w:szCs w:val="28"/>
        </w:rPr>
        <w:t xml:space="preserve"> знання </w:t>
      </w:r>
      <w:r>
        <w:rPr>
          <w:rFonts w:ascii="Times New Roman" w:hAnsi="Times New Roman"/>
          <w:sz w:val="28"/>
          <w:szCs w:val="28"/>
        </w:rPr>
        <w:t xml:space="preserve"> про </w:t>
      </w:r>
      <w:r w:rsidRPr="0040667C">
        <w:rPr>
          <w:rFonts w:ascii="Times New Roman" w:hAnsi="Times New Roman"/>
          <w:sz w:val="28"/>
          <w:szCs w:val="28"/>
        </w:rPr>
        <w:t>основні логічні функції,</w:t>
      </w:r>
      <w:r>
        <w:rPr>
          <w:rFonts w:ascii="Times New Roman" w:hAnsi="Times New Roman"/>
          <w:sz w:val="28"/>
          <w:szCs w:val="28"/>
        </w:rPr>
        <w:t xml:space="preserve"> їх призначення та використання.</w:t>
      </w:r>
    </w:p>
    <w:p w:rsidR="00FE7E4B" w:rsidRPr="0040667C" w:rsidRDefault="00FE7E4B" w:rsidP="00810BC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діяльнісний компонент</w:t>
      </w:r>
      <w:r w:rsidRPr="0040667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розви</w:t>
      </w:r>
      <w:r>
        <w:rPr>
          <w:rFonts w:ascii="Times New Roman" w:hAnsi="Times New Roman"/>
          <w:sz w:val="28"/>
          <w:szCs w:val="28"/>
          <w:lang w:val="ru-RU"/>
        </w:rPr>
        <w:t>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67C">
        <w:rPr>
          <w:rFonts w:ascii="Times New Roman" w:hAnsi="Times New Roman"/>
          <w:sz w:val="28"/>
          <w:szCs w:val="28"/>
        </w:rPr>
        <w:t xml:space="preserve"> практичні навички учнів із застосування  логічних функцій при роботі з електронними таблицями;</w:t>
      </w:r>
    </w:p>
    <w:p w:rsidR="00FE7E4B" w:rsidRDefault="00FE7E4B" w:rsidP="00995C3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ціннісний компонент</w:t>
      </w:r>
      <w:r w:rsidRPr="0040667C">
        <w:rPr>
          <w:rFonts w:ascii="Times New Roman" w:hAnsi="Times New Roman"/>
          <w:sz w:val="28"/>
          <w:szCs w:val="28"/>
        </w:rPr>
        <w:t>: розви</w:t>
      </w:r>
      <w:r>
        <w:rPr>
          <w:rFonts w:ascii="Times New Roman" w:hAnsi="Times New Roman"/>
          <w:sz w:val="28"/>
          <w:szCs w:val="28"/>
        </w:rPr>
        <w:t>вати</w:t>
      </w:r>
      <w:r w:rsidRPr="0040667C">
        <w:rPr>
          <w:rFonts w:ascii="Times New Roman" w:hAnsi="Times New Roman"/>
          <w:sz w:val="28"/>
          <w:szCs w:val="28"/>
        </w:rPr>
        <w:t xml:space="preserve"> логічн</w:t>
      </w:r>
      <w:r>
        <w:rPr>
          <w:rFonts w:ascii="Times New Roman" w:hAnsi="Times New Roman"/>
          <w:sz w:val="28"/>
          <w:szCs w:val="28"/>
        </w:rPr>
        <w:t>е</w:t>
      </w:r>
      <w:r w:rsidRPr="0040667C">
        <w:rPr>
          <w:rFonts w:ascii="Times New Roman" w:hAnsi="Times New Roman"/>
          <w:sz w:val="28"/>
          <w:szCs w:val="28"/>
        </w:rPr>
        <w:t xml:space="preserve"> мислення та креативн</w:t>
      </w:r>
      <w:r>
        <w:rPr>
          <w:rFonts w:ascii="Times New Roman" w:hAnsi="Times New Roman"/>
          <w:sz w:val="28"/>
          <w:szCs w:val="28"/>
        </w:rPr>
        <w:t>ість,</w:t>
      </w:r>
      <w:r w:rsidRPr="0040667C">
        <w:rPr>
          <w:rFonts w:ascii="Times New Roman" w:hAnsi="Times New Roman"/>
          <w:sz w:val="28"/>
          <w:szCs w:val="28"/>
        </w:rPr>
        <w:t xml:space="preserve"> виховува</w:t>
      </w:r>
      <w:r>
        <w:rPr>
          <w:rFonts w:ascii="Times New Roman" w:hAnsi="Times New Roman"/>
          <w:sz w:val="28"/>
          <w:szCs w:val="28"/>
        </w:rPr>
        <w:t>ти</w:t>
      </w:r>
      <w:r w:rsidRPr="0040667C">
        <w:rPr>
          <w:rFonts w:ascii="Times New Roman" w:hAnsi="Times New Roman"/>
          <w:sz w:val="28"/>
          <w:szCs w:val="28"/>
        </w:rPr>
        <w:t xml:space="preserve"> інформаційн</w:t>
      </w:r>
      <w:r>
        <w:rPr>
          <w:rFonts w:ascii="Times New Roman" w:hAnsi="Times New Roman"/>
          <w:sz w:val="28"/>
          <w:szCs w:val="28"/>
        </w:rPr>
        <w:t>у</w:t>
      </w:r>
      <w:r w:rsidRPr="0040667C">
        <w:rPr>
          <w:rFonts w:ascii="Times New Roman" w:hAnsi="Times New Roman"/>
          <w:sz w:val="28"/>
          <w:szCs w:val="28"/>
        </w:rPr>
        <w:t xml:space="preserve"> культур</w:t>
      </w:r>
      <w:r>
        <w:rPr>
          <w:rFonts w:ascii="Times New Roman" w:hAnsi="Times New Roman"/>
          <w:sz w:val="28"/>
          <w:szCs w:val="28"/>
        </w:rPr>
        <w:t>у</w:t>
      </w:r>
      <w:r w:rsidRPr="0040667C">
        <w:rPr>
          <w:rFonts w:ascii="Times New Roman" w:hAnsi="Times New Roman"/>
          <w:sz w:val="28"/>
          <w:szCs w:val="28"/>
        </w:rPr>
        <w:t>, дбайлив</w:t>
      </w:r>
      <w:r>
        <w:rPr>
          <w:rFonts w:ascii="Times New Roman" w:hAnsi="Times New Roman"/>
          <w:sz w:val="28"/>
          <w:szCs w:val="28"/>
        </w:rPr>
        <w:t>е</w:t>
      </w:r>
      <w:r w:rsidRPr="0040667C">
        <w:rPr>
          <w:rFonts w:ascii="Times New Roman" w:hAnsi="Times New Roman"/>
          <w:sz w:val="28"/>
          <w:szCs w:val="28"/>
        </w:rPr>
        <w:t xml:space="preserve"> ставлення до комп’ютерної техніки.</w:t>
      </w:r>
    </w:p>
    <w:p w:rsidR="00FE7E4B" w:rsidRDefault="00FE7E4B" w:rsidP="00DA0C4A">
      <w:pPr>
        <w:pStyle w:val="ListParagraph"/>
        <w:spacing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FE7E4B" w:rsidRDefault="00FE7E4B" w:rsidP="00995C35">
      <w:pPr>
        <w:pStyle w:val="ListParagraph"/>
        <w:spacing w:line="240" w:lineRule="auto"/>
        <w:ind w:left="1069"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AD2DBF">
        <w:rPr>
          <w:rFonts w:ascii="Times New Roman" w:hAnsi="Times New Roman"/>
          <w:iCs/>
          <w:sz w:val="28"/>
          <w:szCs w:val="28"/>
          <w:u w:val="single"/>
        </w:rPr>
        <w:t>Форму</w:t>
      </w:r>
      <w:r>
        <w:rPr>
          <w:rFonts w:ascii="Times New Roman" w:hAnsi="Times New Roman"/>
          <w:iCs/>
          <w:sz w:val="28"/>
          <w:szCs w:val="28"/>
          <w:u w:val="single"/>
        </w:rPr>
        <w:t>ються</w:t>
      </w:r>
      <w:r w:rsidRPr="00AD2DBF">
        <w:rPr>
          <w:rFonts w:ascii="Times New Roman" w:hAnsi="Times New Roman"/>
          <w:iCs/>
          <w:sz w:val="28"/>
          <w:szCs w:val="28"/>
          <w:u w:val="single"/>
        </w:rPr>
        <w:t xml:space="preserve"> компетентност</w:t>
      </w:r>
      <w:r>
        <w:rPr>
          <w:rFonts w:ascii="Times New Roman" w:hAnsi="Times New Roman"/>
          <w:iCs/>
          <w:sz w:val="28"/>
          <w:szCs w:val="28"/>
          <w:u w:val="single"/>
        </w:rPr>
        <w:t>і</w:t>
      </w:r>
      <w:r w:rsidRPr="00AD2DBF">
        <w:rPr>
          <w:rFonts w:ascii="Times New Roman" w:hAnsi="Times New Roman"/>
          <w:iCs/>
          <w:sz w:val="28"/>
          <w:szCs w:val="28"/>
          <w:u w:val="single"/>
        </w:rPr>
        <w:t xml:space="preserve"> учнів:</w:t>
      </w:r>
    </w:p>
    <w:p w:rsidR="00FE7E4B" w:rsidRDefault="00FE7E4B" w:rsidP="00AD2DBF">
      <w:pPr>
        <w:pStyle w:val="ListParagraph"/>
        <w:spacing w:line="240" w:lineRule="auto"/>
        <w:ind w:left="1069"/>
        <w:jc w:val="both"/>
        <w:rPr>
          <w:rFonts w:ascii="Times New Roman" w:hAnsi="Times New Roman"/>
          <w:iCs/>
          <w:sz w:val="28"/>
          <w:szCs w:val="28"/>
          <w:u w:val="single"/>
        </w:rPr>
      </w:pPr>
    </w:p>
    <w:p w:rsidR="00FE7E4B" w:rsidRDefault="00FE7E4B" w:rsidP="00810BCA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2DBF">
        <w:rPr>
          <w:rFonts w:ascii="Times New Roman" w:hAnsi="Times New Roman"/>
          <w:sz w:val="28"/>
          <w:szCs w:val="28"/>
        </w:rPr>
        <w:t>інформаційн</w:t>
      </w:r>
      <w:r>
        <w:rPr>
          <w:rFonts w:ascii="Times New Roman" w:hAnsi="Times New Roman"/>
          <w:sz w:val="28"/>
          <w:szCs w:val="28"/>
        </w:rPr>
        <w:t>а</w:t>
      </w:r>
      <w:r w:rsidRPr="00AD2DBF">
        <w:rPr>
          <w:rFonts w:ascii="Times New Roman" w:hAnsi="Times New Roman"/>
          <w:sz w:val="28"/>
          <w:szCs w:val="28"/>
        </w:rPr>
        <w:t>-комунікаційн</w:t>
      </w:r>
      <w:r>
        <w:rPr>
          <w:rFonts w:ascii="Times New Roman" w:hAnsi="Times New Roman"/>
          <w:sz w:val="28"/>
          <w:szCs w:val="28"/>
        </w:rPr>
        <w:t>а;</w:t>
      </w:r>
    </w:p>
    <w:p w:rsidR="00FE7E4B" w:rsidRDefault="00FE7E4B" w:rsidP="00810BCA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математична;</w:t>
      </w:r>
    </w:p>
    <w:p w:rsidR="00FE7E4B" w:rsidRDefault="00FE7E4B" w:rsidP="00DA0C4A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ініціативність та підприємливість.</w:t>
      </w:r>
    </w:p>
    <w:p w:rsidR="00FE7E4B" w:rsidRDefault="00FE7E4B" w:rsidP="00995C35">
      <w:pPr>
        <w:pStyle w:val="ListParagraph"/>
        <w:spacing w:line="24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FE7E4B" w:rsidRPr="00AD2DBF" w:rsidRDefault="00FE7E4B" w:rsidP="00AD2DBF">
      <w:pPr>
        <w:pStyle w:val="ListParagraph"/>
        <w:spacing w:line="240" w:lineRule="auto"/>
        <w:ind w:left="1069"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AD2DBF">
        <w:rPr>
          <w:rFonts w:ascii="Times New Roman" w:hAnsi="Times New Roman"/>
          <w:sz w:val="28"/>
          <w:szCs w:val="28"/>
          <w:u w:val="single"/>
        </w:rPr>
        <w:t>Змістовна лінія</w:t>
      </w:r>
      <w:r>
        <w:rPr>
          <w:rFonts w:ascii="Times New Roman" w:hAnsi="Times New Roman"/>
          <w:sz w:val="28"/>
          <w:szCs w:val="28"/>
        </w:rPr>
        <w:t>: «Створення та опрацювання числових даних»</w:t>
      </w:r>
    </w:p>
    <w:p w:rsidR="00FE7E4B" w:rsidRPr="0040667C" w:rsidRDefault="00FE7E4B" w:rsidP="00474180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Тип уроку:</w:t>
      </w:r>
      <w:r w:rsidRPr="0040667C">
        <w:rPr>
          <w:rFonts w:ascii="Times New Roman" w:hAnsi="Times New Roman"/>
          <w:sz w:val="28"/>
          <w:szCs w:val="28"/>
        </w:rPr>
        <w:t xml:space="preserve"> комбінований.</w:t>
      </w:r>
    </w:p>
    <w:p w:rsidR="00FE7E4B" w:rsidRDefault="00FE7E4B" w:rsidP="00A8741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Обладнання та наочність</w:t>
      </w:r>
      <w:r w:rsidRPr="0040667C">
        <w:rPr>
          <w:rFonts w:ascii="Times New Roman" w:hAnsi="Times New Roman"/>
          <w:sz w:val="28"/>
          <w:szCs w:val="28"/>
        </w:rPr>
        <w:t xml:space="preserve">: дошка, комп’ютери з підключенням до мережі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E7E4B" w:rsidRPr="0040667C" w:rsidRDefault="00FE7E4B" w:rsidP="00A8741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0667C">
        <w:rPr>
          <w:rFonts w:ascii="Times New Roman" w:hAnsi="Times New Roman"/>
          <w:sz w:val="28"/>
          <w:szCs w:val="28"/>
        </w:rPr>
        <w:t xml:space="preserve">Інтернет та середовищем </w:t>
      </w:r>
      <w:r w:rsidRPr="0040667C">
        <w:rPr>
          <w:rFonts w:ascii="Times New Roman" w:hAnsi="Times New Roman"/>
          <w:sz w:val="28"/>
          <w:szCs w:val="28"/>
          <w:lang w:val="en-US"/>
        </w:rPr>
        <w:t>MS</w:t>
      </w:r>
      <w:r w:rsidRPr="004066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</w:rPr>
        <w:t>, підручник, навчальна презентація.</w:t>
      </w: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Програмне забезпечення</w:t>
      </w:r>
      <w:r w:rsidRPr="0040667C">
        <w:rPr>
          <w:rFonts w:ascii="Times New Roman" w:hAnsi="Times New Roman"/>
          <w:sz w:val="28"/>
          <w:szCs w:val="28"/>
        </w:rPr>
        <w:t>: Табличний процесор</w:t>
      </w:r>
      <w:r w:rsidRPr="004066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</w:rPr>
        <w:t>.</w:t>
      </w: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Дата проведення</w:t>
      </w:r>
      <w:r w:rsidRPr="0040667C">
        <w:rPr>
          <w:rFonts w:ascii="Times New Roman" w:hAnsi="Times New Roman"/>
          <w:sz w:val="28"/>
          <w:szCs w:val="28"/>
        </w:rPr>
        <w:t>: 05.12.2017р. – 8А</w:t>
      </w:r>
    </w:p>
    <w:p w:rsidR="00FE7E4B" w:rsidRPr="0040667C" w:rsidRDefault="00FE7E4B" w:rsidP="00474180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План уроку</w:t>
      </w:r>
    </w:p>
    <w:p w:rsidR="00FE7E4B" w:rsidRPr="0040667C" w:rsidRDefault="00FE7E4B" w:rsidP="004741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Організаційний момент</w:t>
      </w:r>
      <w:r w:rsidRPr="0040667C">
        <w:rPr>
          <w:rFonts w:ascii="Times New Roman" w:hAnsi="Times New Roman"/>
          <w:sz w:val="28"/>
          <w:szCs w:val="28"/>
          <w:lang w:val="en-US"/>
        </w:rPr>
        <w:t xml:space="preserve"> – 2 x</w:t>
      </w:r>
      <w:r w:rsidRPr="0040667C">
        <w:rPr>
          <w:rFonts w:ascii="Times New Roman" w:hAnsi="Times New Roman"/>
          <w:sz w:val="28"/>
          <w:szCs w:val="28"/>
        </w:rPr>
        <w:t>в.</w:t>
      </w:r>
    </w:p>
    <w:p w:rsidR="00FE7E4B" w:rsidRPr="0040667C" w:rsidRDefault="00FE7E4B" w:rsidP="002074D6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40667C">
        <w:rPr>
          <w:rFonts w:ascii="Times New Roman" w:hAnsi="Times New Roman"/>
          <w:sz w:val="28"/>
          <w:szCs w:val="28"/>
        </w:rPr>
        <w:t>Актуалізація опорних знань:  комп</w:t>
      </w:r>
      <w:r w:rsidRPr="0040667C">
        <w:rPr>
          <w:rFonts w:ascii="Times New Roman" w:hAnsi="Times New Roman"/>
          <w:sz w:val="28"/>
          <w:szCs w:val="28"/>
          <w:lang w:val="ru-RU"/>
        </w:rPr>
        <w:t>’</w:t>
      </w:r>
      <w:r w:rsidRPr="0040667C">
        <w:rPr>
          <w:rFonts w:ascii="Times New Roman" w:hAnsi="Times New Roman"/>
          <w:sz w:val="28"/>
          <w:szCs w:val="28"/>
        </w:rPr>
        <w:t xml:space="preserve">ютерне тестування учнів за темою «Електронні таблиці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</w:rPr>
        <w:t>» – 8 хв.</w:t>
      </w:r>
    </w:p>
    <w:p w:rsidR="00FE7E4B" w:rsidRPr="0040667C" w:rsidRDefault="00FE7E4B" w:rsidP="002074D6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Пояснення нового матеріалу – 11 хв.</w:t>
      </w:r>
    </w:p>
    <w:p w:rsidR="00FE7E4B" w:rsidRPr="0040667C" w:rsidRDefault="00FE7E4B" w:rsidP="004741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Інтерактивна гра «Ланцюжок» – 5 хв.</w:t>
      </w:r>
    </w:p>
    <w:p w:rsidR="00FE7E4B" w:rsidRPr="0040667C" w:rsidRDefault="00FE7E4B" w:rsidP="00474180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Фізкультхвилинка – 1 хв.</w:t>
      </w:r>
    </w:p>
    <w:p w:rsidR="00FE7E4B" w:rsidRPr="0040667C" w:rsidRDefault="00FE7E4B" w:rsidP="002074D6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 xml:space="preserve">Інструктаж з БЖД. Практична робота учнів за ПК «Використання логічних функцій в середовищі табличного процесора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</w:rPr>
        <w:t xml:space="preserve">» </w:t>
      </w:r>
      <w:r w:rsidRPr="0040667C">
        <w:rPr>
          <w:rFonts w:ascii="Times New Roman" w:hAnsi="Times New Roman"/>
          <w:sz w:val="28"/>
          <w:szCs w:val="28"/>
        </w:rPr>
        <w:softHyphen/>
        <w:t>– 15 хв.</w:t>
      </w:r>
    </w:p>
    <w:p w:rsidR="00FE7E4B" w:rsidRDefault="00FE7E4B" w:rsidP="0040667C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Підбиття підсумків уроку</w:t>
      </w:r>
      <w:r w:rsidRPr="0040667C">
        <w:rPr>
          <w:rFonts w:ascii="Times New Roman" w:hAnsi="Times New Roman"/>
          <w:sz w:val="28"/>
          <w:szCs w:val="28"/>
        </w:rPr>
        <w:t>– 2 хв.</w:t>
      </w:r>
    </w:p>
    <w:p w:rsidR="00FE7E4B" w:rsidRDefault="00FE7E4B" w:rsidP="00347017">
      <w:pPr>
        <w:numPr>
          <w:ilvl w:val="1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Рефлексія – 1 хв</w:t>
      </w:r>
    </w:p>
    <w:p w:rsidR="00FE7E4B" w:rsidRPr="0040667C" w:rsidRDefault="00FE7E4B" w:rsidP="00347017">
      <w:pPr>
        <w:numPr>
          <w:ilvl w:val="1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роботи учнів – 1 хв</w:t>
      </w:r>
    </w:p>
    <w:p w:rsidR="00FE7E4B" w:rsidRPr="0040667C" w:rsidRDefault="00FE7E4B" w:rsidP="002074D6">
      <w:pPr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Домашнє завдання – 1 хв.</w:t>
      </w:r>
    </w:p>
    <w:p w:rsidR="00FE7E4B" w:rsidRDefault="00FE7E4B" w:rsidP="00A87415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E7E4B" w:rsidRDefault="00FE7E4B" w:rsidP="00A87415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E7E4B" w:rsidRPr="0040667C" w:rsidRDefault="00FE7E4B" w:rsidP="00A87415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40667C">
        <w:rPr>
          <w:rFonts w:ascii="Times New Roman" w:hAnsi="Times New Roman"/>
          <w:sz w:val="28"/>
          <w:szCs w:val="28"/>
          <w:u w:val="single"/>
        </w:rPr>
        <w:t>Хід уроку</w:t>
      </w:r>
    </w:p>
    <w:p w:rsidR="00FE7E4B" w:rsidRPr="0040667C" w:rsidRDefault="00FE7E4B" w:rsidP="00AC535F">
      <w:pPr>
        <w:shd w:val="clear" w:color="auto" w:fill="FFFFFF"/>
        <w:spacing w:after="0" w:line="240" w:lineRule="auto"/>
        <w:ind w:right="150"/>
        <w:jc w:val="both"/>
        <w:rPr>
          <w:rStyle w:val="Hyperlink"/>
          <w:rFonts w:ascii="Times New Roman" w:hAnsi="Times New Roman"/>
          <w:color w:val="0D0D0D"/>
          <w:sz w:val="28"/>
          <w:szCs w:val="28"/>
          <w:u w:val="none"/>
        </w:rPr>
      </w:pPr>
      <w:r w:rsidRPr="0040667C">
        <w:rPr>
          <w:rFonts w:ascii="Times New Roman" w:hAnsi="Times New Roman"/>
          <w:sz w:val="28"/>
          <w:szCs w:val="28"/>
        </w:rPr>
        <w:t>І. Організаційний етап. Оголошення теми і мети уроку. Мотивація навчальної діяльності.</w:t>
      </w:r>
      <w:r w:rsidRPr="0040667C">
        <w:rPr>
          <w:rStyle w:val="Hyperlink"/>
          <w:rFonts w:ascii="Times New Roman" w:hAnsi="Times New Roman"/>
          <w:color w:val="0D0D0D"/>
          <w:sz w:val="28"/>
          <w:szCs w:val="28"/>
          <w:u w:val="none"/>
        </w:rPr>
        <w:t xml:space="preserve"> </w:t>
      </w:r>
    </w:p>
    <w:p w:rsidR="00FE7E4B" w:rsidRPr="0040667C" w:rsidRDefault="00FE7E4B" w:rsidP="00347017">
      <w:pPr>
        <w:shd w:val="clear" w:color="auto" w:fill="FFFFFF"/>
        <w:spacing w:line="360" w:lineRule="atLeast"/>
        <w:ind w:firstLine="567"/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40667C">
        <w:rPr>
          <w:rStyle w:val="Hyperlink"/>
          <w:rFonts w:ascii="Times New Roman" w:hAnsi="Times New Roman"/>
          <w:color w:val="0D0D0D"/>
          <w:sz w:val="28"/>
          <w:szCs w:val="28"/>
          <w:u w:val="none"/>
        </w:rPr>
        <w:t>Електронні таблиці – це безперечно дуже потужна програма</w:t>
      </w:r>
      <w:r>
        <w:rPr>
          <w:rStyle w:val="Hyperlink"/>
          <w:rFonts w:ascii="Times New Roman" w:hAnsi="Times New Roman"/>
          <w:color w:val="0D0D0D"/>
          <w:sz w:val="28"/>
          <w:szCs w:val="28"/>
          <w:u w:val="none"/>
        </w:rPr>
        <w:t xml:space="preserve"> </w:t>
      </w:r>
      <w:r w:rsidRPr="0040667C">
        <w:rPr>
          <w:rStyle w:val="Hyperlink"/>
          <w:rFonts w:ascii="Times New Roman" w:hAnsi="Times New Roman"/>
          <w:color w:val="0D0D0D"/>
          <w:sz w:val="28"/>
          <w:szCs w:val="28"/>
          <w:u w:val="none"/>
        </w:rPr>
        <w:t>для проведення обчислень. Використовуючи їх ми можемо значно спростити розв’язання завдань з алгебри, фізики, геометрії, ми можемо проводити розрахунки не тільки з числами, а й з датами, обробляти текст і проводити порівняння даних.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Використати на повну потужність всі доступн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ы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вбудован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ы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функці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ї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у формулах допомагають саме логічні функції. Вони займають особливе місце у розрахунках, завдяки логічним функціям 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  <w:t>Excel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може виконувати ті чи інші дії в залежності від виконання заданих умов. Тому тема уроку сьогодні «Логічні функції» (учні записують тему урока)</w:t>
      </w:r>
    </w:p>
    <w:p w:rsidR="00FE7E4B" w:rsidRPr="0040667C" w:rsidRDefault="00FE7E4B" w:rsidP="00AC535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ІІ. Актуалізація опорних знань</w:t>
      </w:r>
    </w:p>
    <w:p w:rsidR="00FE7E4B" w:rsidRPr="0040667C" w:rsidRDefault="00FE7E4B" w:rsidP="00AC535F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 xml:space="preserve">Ви вже використовували у формулах деякі з функцій, знаєте що </w:t>
      </w:r>
      <w:r w:rsidRPr="0040667C">
        <w:rPr>
          <w:rFonts w:ascii="Times New Roman" w:hAnsi="Times New Roman"/>
          <w:bCs/>
          <w:sz w:val="28"/>
          <w:szCs w:val="28"/>
        </w:rPr>
        <w:t>кожна з яких має унікальне ім'я</w:t>
      </w:r>
      <w:r w:rsidRPr="0040667C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r w:rsidRPr="0040667C">
        <w:rPr>
          <w:rFonts w:ascii="Times New Roman" w:hAnsi="Times New Roman"/>
          <w:bCs/>
          <w:sz w:val="28"/>
          <w:szCs w:val="28"/>
        </w:rPr>
        <w:t xml:space="preserve">Ми працювали з формулами, абсолютними, відносними, мішаними посиланнями, вивчали сортування і фільтрацію даних, будували графіки та діаграми. Вашим д/з було повторити основні правила та прийоми роботи в середовищі електронних таблиць. Давайте пригадаємо, що вже знаємо. Вашій увазі пропонується комп'ютерне тестування в програмі </w:t>
      </w:r>
      <w:r w:rsidRPr="0040667C">
        <w:rPr>
          <w:rFonts w:ascii="Times New Roman" w:hAnsi="Times New Roman"/>
          <w:bCs/>
          <w:sz w:val="28"/>
          <w:szCs w:val="28"/>
          <w:lang w:val="en-US"/>
        </w:rPr>
        <w:t>MyTest</w:t>
      </w:r>
      <w:r w:rsidRPr="0040667C">
        <w:rPr>
          <w:rFonts w:ascii="Times New Roman" w:hAnsi="Times New Roman"/>
          <w:bCs/>
          <w:sz w:val="28"/>
          <w:szCs w:val="28"/>
        </w:rPr>
        <w:t xml:space="preserve"> за 12-бальною шкалою оцінювання ваших знань. Всього 14 запитань з варіантом однієї або кількох правильних відповідей. Час на роботу з тестом – 7 хв. По закінченні тестування підніміть, будь ласка, руку, оголосіть свою оцінку та запам</w:t>
      </w:r>
      <w:r w:rsidRPr="0040667C">
        <w:rPr>
          <w:rFonts w:ascii="Times New Roman" w:hAnsi="Times New Roman"/>
          <w:bCs/>
          <w:sz w:val="28"/>
          <w:szCs w:val="28"/>
          <w:lang w:val="ru-RU"/>
        </w:rPr>
        <w:t>’</w:t>
      </w:r>
      <w:r w:rsidRPr="0040667C">
        <w:rPr>
          <w:rFonts w:ascii="Times New Roman" w:hAnsi="Times New Roman"/>
          <w:bCs/>
          <w:sz w:val="28"/>
          <w:szCs w:val="28"/>
        </w:rPr>
        <w:t>ятайте її, вона вам сьогодні ще знадобиться при виконанні п/р.</w:t>
      </w:r>
    </w:p>
    <w:p w:rsidR="00FE7E4B" w:rsidRPr="0040667C" w:rsidRDefault="00FE7E4B" w:rsidP="00AC535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ІІІ. Пояснення нового матеріалу</w:t>
      </w:r>
    </w:p>
    <w:p w:rsidR="00FE7E4B" w:rsidRPr="0040667C" w:rsidRDefault="00FE7E4B" w:rsidP="00AC535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(комп</w:t>
      </w:r>
      <w:r w:rsidRPr="0040667C">
        <w:rPr>
          <w:rFonts w:ascii="Times New Roman" w:hAnsi="Times New Roman"/>
          <w:sz w:val="28"/>
          <w:szCs w:val="28"/>
          <w:lang w:val="ru-RU"/>
        </w:rPr>
        <w:t>’</w:t>
      </w:r>
      <w:r w:rsidRPr="0040667C">
        <w:rPr>
          <w:rFonts w:ascii="Times New Roman" w:hAnsi="Times New Roman"/>
          <w:sz w:val="28"/>
          <w:szCs w:val="28"/>
        </w:rPr>
        <w:t>ютерна презентація)</w:t>
      </w:r>
    </w:p>
    <w:p w:rsidR="00FE7E4B" w:rsidRPr="0040667C" w:rsidRDefault="00FE7E4B" w:rsidP="00291FE3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Для роботи з функціями можна скористатися майстром функцій, або ж записати функцію в рядку формул.</w:t>
      </w:r>
    </w:p>
    <w:p w:rsidR="00FE7E4B" w:rsidRPr="0040667C" w:rsidRDefault="00FE7E4B" w:rsidP="001867ED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r>
        <w:rPr>
          <w:noProof/>
          <w:lang w:val="ru-RU" w:eastAsia="ru-RU"/>
        </w:rPr>
      </w:r>
      <w:r w:rsidRPr="00AD27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group id="Группа 1" o:spid="_x0000_s1026" style="width:316.75pt;height:99pt;mso-position-horizontal-relative:char;mso-position-vertical-relative:line" coordsize="115394,381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27" type="#_x0000_t75" style="position:absolute;width:115394;height:38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FL7vDAAAA2gAAAA8AAABkcnMvZG93bnJldi54bWxEj0+LwjAUxO8LfofwhL0smu4iq1SjiItQ&#10;9LTqocdH8/pHm5fSRFu/vREEj8PM/IZZrHpTixu1rrKs4HscgSDOrK64UHA6bkczEM4ja6wtk4I7&#10;OVgtBx8LjLXt+J9uB1+IAGEXo4LS+yaW0mUlGXRj2xAHL7etQR9kW0jdYhfgppY/UfQrDVYcFkps&#10;aFNSdjlcjYK9y/M07apdkv/dd+eLSZPma6LU57Bfz0F46v07/GonWsEUnlfCDZDL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8Uvu8MAAADaAAAADwAAAAAAAAAAAAAAAACf&#10;AgAAZHJzL2Rvd25yZXYueG1sUEsFBgAAAAAEAAQA9wAAAI8DAAAAAA==&#10;">
              <v:imagedata r:id="rId7" o:title=""/>
              <v:shadow on="t" color="#333" opacity="42598f" origin="-.5,-.5" offset="2.74397mm,2.74397mm"/>
              <v:path arrowok="t"/>
            </v:shape>
            <v:rect id="Прямокутник 6" o:spid="_x0000_s1028" style="position:absolute;left:29892;top:22819;width:5148;height:33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4C78A&#10;AADaAAAADwAAAGRycy9kb3ducmV2LnhtbERPS2vCQBC+F/wPywi91Y2lPoiuUgKFgqeq4HXMjkkw&#10;Oxt3p5r667sHwePH916ue9eqK4XYeDYwHmWgiEtvG64M7Hdfb3NQUZAttp7JwB9FWK8GL0vMrb/x&#10;D123UqkUwjFHA7VIl2sdy5ocxpHviBN38sGhJBgqbQPeUrhr9XuWTbXDhlNDjR0VNZXn7a8zIHfu&#10;N8ePWdhfJmPpfBEO02JmzOuw/1yAEurlKX64v62BtDVdSTdAr/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0HgLvwAAANoAAAAPAAAAAAAAAAAAAAAAAJgCAABkcnMvZG93bnJl&#10;di54bWxQSwUGAAAAAAQABAD1AAAAhAMAAAAA&#10;" fillcolor="green" strokecolor="#d24726" strokeweight="4.5pt">
              <v:fill opacity="19789f"/>
              <v:textbox>
                <w:txbxContent>
                  <w:p w:rsidR="00FE7E4B" w:rsidRDefault="00FE7E4B" w:rsidP="00291FE3"/>
                </w:txbxContent>
              </v:textbox>
            </v:rect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Стрілка вліво 20" o:spid="_x0000_s1029" type="#_x0000_t66" style="position:absolute;left:31112;top:16447;width:15377;height:6480;rotation:-4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7KLMEA&#10;AADaAAAADwAAAGRycy9kb3ducmV2LnhtbESPQYvCMBSE74L/ITzBm00VlNo1iisI6k138fxo3rbF&#10;5iU0WdvdX28EweMwM98wq01vGnGn1teWFUyTFARxYXXNpYLvr/0kA+EDssbGMin4Iw+b9XCwwlzb&#10;js90v4RSRAj7HBVUIbhcSl9UZNAn1hFH78e2BkOUbSl1i12Em0bO0nQhDdYcFyp0tKuouF1+jYIj&#10;d/+7bDvNbunnrHPzKy6v7qTUeNRvP0AE6sM7/GoftIIlPK/EG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OyizBAAAA2gAAAA8AAAAAAAAAAAAAAAAAmAIAAGRycy9kb3du&#10;cmV2LnhtbFBLBQYAAAAABAAEAPUAAACGAwAAAAA=&#10;" adj="4552" fillcolor="red" stroked="f">
              <v:shadow on="t" color="black" opacity="41287f" offset="0,1.5pt"/>
              <v:textbox>
                <w:txbxContent>
                  <w:p w:rsidR="00FE7E4B" w:rsidRDefault="00FE7E4B" w:rsidP="00291FE3"/>
                </w:txbxContent>
              </v:textbox>
            </v:shape>
            <w10:anchorlock/>
          </v:group>
        </w:pict>
      </w:r>
    </w:p>
    <w:p w:rsidR="00FE7E4B" w:rsidRPr="0040667C" w:rsidRDefault="00FE7E4B" w:rsidP="00291FE3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система допомагає користувачу вибрати потрібну функцію для формули, одержати її опис, і йому залишається лише дописати потрібні аргументи. Використання майстра функцій дає відчутні переваги у безпомилковому наборі функцій і аргументів. Система знаходить помилки і допомагає їх виправити.</w:t>
      </w:r>
    </w:p>
    <w:p w:rsidR="00FE7E4B" w:rsidRPr="0040667C" w:rsidRDefault="00FE7E4B" w:rsidP="00801FE3">
      <w:pPr>
        <w:shd w:val="clear" w:color="auto" w:fill="FFFFFF"/>
        <w:spacing w:line="360" w:lineRule="atLeast"/>
        <w:ind w:firstLine="567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Вираз, який набуває одного із двох значень: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/>
        </w:rPr>
        <w:t>True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— істина або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/>
        </w:rPr>
        <w:t>False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— хиба називається логічним виразом.</w:t>
      </w:r>
    </w:p>
    <w:p w:rsidR="00FE7E4B" w:rsidRPr="0040667C" w:rsidRDefault="00FE7E4B" w:rsidP="006769C5">
      <w:pPr>
        <w:shd w:val="clear" w:color="auto" w:fill="FFFFFF"/>
        <w:spacing w:line="360" w:lineRule="atLeast"/>
        <w:ind w:firstLine="567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Давайте пригадаємо. Розглянемо повідомлення, і визначимо, які з них є істинними, які хибними, а які взагалі не є логічними висловлюваннями 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Київ – столиця України.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/>
        </w:rPr>
        <w:t>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істина)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Учень – це прикметник. .(хиба)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/>
        </w:rPr>
        <w:t>SCHOOL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– з англійської перекладається як  Школа. .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істина)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Т.Г.Шевченко – видатний фізик. .(хиба)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C3712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fldChar w:fldCharType="begin"/>
      </w:r>
      <w:r w:rsidRPr="007C3712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instrText xml:space="preserve"> QUOTE </w:instrText>
      </w:r>
      <w:r w:rsidRPr="00AD278A">
        <w:rPr>
          <w:rFonts w:ascii="Times New Roman" w:hAnsi="Times New Roman"/>
          <w:bCs/>
          <w:sz w:val="28"/>
          <w:szCs w:val="28"/>
        </w:rPr>
        <w:pict>
          <v:shape id="_x0000_i1026" type="#_x0000_t75" style="width:34.5pt;height:15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F5&quot;/&gt;&lt;wsp:rsid wsp:val=&quot;00020896&quot;/&gt;&lt;wsp:rsid wsp:val=&quot;00023D06&quot;/&gt;&lt;wsp:rsid wsp:val=&quot;00032697&quot;/&gt;&lt;wsp:rsid wsp:val=&quot;00061C1C&quot;/&gt;&lt;wsp:rsid wsp:val=&quot;000779FA&quot;/&gt;&lt;wsp:rsid wsp:val=&quot;000B0801&quot;/&gt;&lt;wsp:rsid wsp:val=&quot;000B2515&quot;/&gt;&lt;wsp:rsid wsp:val=&quot;000C0932&quot;/&gt;&lt;wsp:rsid wsp:val=&quot;000D110C&quot;/&gt;&lt;wsp:rsid wsp:val=&quot;000E0181&quot;/&gt;&lt;wsp:rsid wsp:val=&quot;00106A61&quot;/&gt;&lt;wsp:rsid wsp:val=&quot;001332E9&quot;/&gt;&lt;wsp:rsid wsp:val=&quot;00163195&quot;/&gt;&lt;wsp:rsid wsp:val=&quot;001645AC&quot;/&gt;&lt;wsp:rsid wsp:val=&quot;00177D9C&quot;/&gt;&lt;wsp:rsid wsp:val=&quot;00182DF3&quot;/&gt;&lt;wsp:rsid wsp:val=&quot;001867ED&quot;/&gt;&lt;wsp:rsid wsp:val=&quot;001A3943&quot;/&gt;&lt;wsp:rsid wsp:val=&quot;001B18F3&quot;/&gt;&lt;wsp:rsid wsp:val=&quot;001B274B&quot;/&gt;&lt;wsp:rsid wsp:val=&quot;001C38E6&quot;/&gt;&lt;wsp:rsid wsp:val=&quot;001C5B24&quot;/&gt;&lt;wsp:rsid wsp:val=&quot;001D27A8&quot;/&gt;&lt;wsp:rsid wsp:val=&quot;001E19F2&quot;/&gt;&lt;wsp:rsid wsp:val=&quot;001E6614&quot;/&gt;&lt;wsp:rsid wsp:val=&quot;001E6D3C&quot;/&gt;&lt;wsp:rsid wsp:val=&quot;00201089&quot;/&gt;&lt;wsp:rsid wsp:val=&quot;00214F0A&quot;/&gt;&lt;wsp:rsid wsp:val=&quot;00216F93&quot;/&gt;&lt;wsp:rsid wsp:val=&quot;0022645C&quot;/&gt;&lt;wsp:rsid wsp:val=&quot;002311DE&quot;/&gt;&lt;wsp:rsid wsp:val=&quot;002376ED&quot;/&gt;&lt;wsp:rsid wsp:val=&quot;00244464&quot;/&gt;&lt;wsp:rsid wsp:val=&quot;002561FC&quot;/&gt;&lt;wsp:rsid wsp:val=&quot;00264DCA&quot;/&gt;&lt;wsp:rsid wsp:val=&quot;00266D75&quot;/&gt;&lt;wsp:rsid wsp:val=&quot;00291FE3&quot;/&gt;&lt;wsp:rsid wsp:val=&quot;002F6074&quot;/&gt;&lt;wsp:rsid wsp:val=&quot;00323332&quot;/&gt;&lt;wsp:rsid wsp:val=&quot;00325DA0&quot;/&gt;&lt;wsp:rsid wsp:val=&quot;0035127C&quot;/&gt;&lt;wsp:rsid wsp:val=&quot;00365E38&quot;/&gt;&lt;wsp:rsid wsp:val=&quot;0037587D&quot;/&gt;&lt;wsp:rsid wsp:val=&quot;003928AD&quot;/&gt;&lt;wsp:rsid wsp:val=&quot;00395299&quot;/&gt;&lt;wsp:rsid wsp:val=&quot;00396EEC&quot;/&gt;&lt;wsp:rsid wsp:val=&quot;003A1EE1&quot;/&gt;&lt;wsp:rsid wsp:val=&quot;003A7077&quot;/&gt;&lt;wsp:rsid wsp:val=&quot;003B2707&quot;/&gt;&lt;wsp:rsid wsp:val=&quot;003E04DA&quot;/&gt;&lt;wsp:rsid wsp:val=&quot;00403502&quot;/&gt;&lt;wsp:rsid wsp:val=&quot;00405DCE&quot;/&gt;&lt;wsp:rsid wsp:val=&quot;00433B07&quot;/&gt;&lt;wsp:rsid wsp:val=&quot;00444143&quot;/&gt;&lt;wsp:rsid wsp:val=&quot;00463097&quot;/&gt;&lt;wsp:rsid wsp:val=&quot;00484478&quot;/&gt;&lt;wsp:rsid wsp:val=&quot;00486242&quot;/&gt;&lt;wsp:rsid wsp:val=&quot;004A0A60&quot;/&gt;&lt;wsp:rsid wsp:val=&quot;004B3B8C&quot;/&gt;&lt;wsp:rsid wsp:val=&quot;00507415&quot;/&gt;&lt;wsp:rsid wsp:val=&quot;00511885&quot;/&gt;&lt;wsp:rsid wsp:val=&quot;005128E8&quot;/&gt;&lt;wsp:rsid wsp:val=&quot;00525BB7&quot;/&gt;&lt;wsp:rsid wsp:val=&quot;00526875&quot;/&gt;&lt;wsp:rsid wsp:val=&quot;00555C05&quot;/&gt;&lt;wsp:rsid wsp:val=&quot;00561A21&quot;/&gt;&lt;wsp:rsid wsp:val=&quot;00577645&quot;/&gt;&lt;wsp:rsid wsp:val=&quot;005C069C&quot;/&gt;&lt;wsp:rsid wsp:val=&quot;005E7489&quot;/&gt;&lt;wsp:rsid wsp:val=&quot;00605A44&quot;/&gt;&lt;wsp:rsid wsp:val=&quot;00616563&quot;/&gt;&lt;wsp:rsid wsp:val=&quot;00622656&quot;/&gt;&lt;wsp:rsid wsp:val=&quot;00624FE0&quot;/&gt;&lt;wsp:rsid wsp:val=&quot;00635A78&quot;/&gt;&lt;wsp:rsid wsp:val=&quot;006667F8&quot;/&gt;&lt;wsp:rsid wsp:val=&quot;006669DF&quot;/&gt;&lt;wsp:rsid wsp:val=&quot;006723F5&quot;/&gt;&lt;wsp:rsid wsp:val=&quot;00673305&quot;/&gt;&lt;wsp:rsid wsp:val=&quot;006A6065&quot;/&gt;&lt;wsp:rsid wsp:val=&quot;006B7977&quot;/&gt;&lt;wsp:rsid wsp:val=&quot;006C0895&quot;/&gt;&lt;wsp:rsid wsp:val=&quot;006D7F21&quot;/&gt;&lt;wsp:rsid wsp:val=&quot;006E1E7E&quot;/&gt;&lt;wsp:rsid wsp:val=&quot;006F40DA&quot;/&gt;&lt;wsp:rsid wsp:val=&quot;006F4375&quot;/&gt;&lt;wsp:rsid wsp:val=&quot;007217B3&quot;/&gt;&lt;wsp:rsid wsp:val=&quot;007224DD&quot;/&gt;&lt;wsp:rsid wsp:val=&quot;007473B0&quot;/&gt;&lt;wsp:rsid wsp:val=&quot;007908C7&quot;/&gt;&lt;wsp:rsid wsp:val=&quot;00792C7F&quot;/&gt;&lt;wsp:rsid wsp:val=&quot;007B585B&quot;/&gt;&lt;wsp:rsid wsp:val=&quot;007D4F0B&quot;/&gt;&lt;wsp:rsid wsp:val=&quot;00801FE3&quot;/&gt;&lt;wsp:rsid wsp:val=&quot;008068EE&quot;/&gt;&lt;wsp:rsid wsp:val=&quot;008071EE&quot;/&gt;&lt;wsp:rsid wsp:val=&quot;00813653&quot;/&gt;&lt;wsp:rsid wsp:val=&quot;0088291E&quot;/&gt;&lt;wsp:rsid wsp:val=&quot;008A7ABA&quot;/&gt;&lt;wsp:rsid wsp:val=&quot;008B3D95&quot;/&gt;&lt;wsp:rsid wsp:val=&quot;008D7096&quot;/&gt;&lt;wsp:rsid wsp:val=&quot;00906CD6&quot;/&gt;&lt;wsp:rsid wsp:val=&quot;009077D9&quot;/&gt;&lt;wsp:rsid wsp:val=&quot;00941FE2&quot;/&gt;&lt;wsp:rsid wsp:val=&quot;00942F15&quot;/&gt;&lt;wsp:rsid wsp:val=&quot;00955AB7&quot;/&gt;&lt;wsp:rsid wsp:val=&quot;0095770F&quot;/&gt;&lt;wsp:rsid wsp:val=&quot;009607C9&quot;/&gt;&lt;wsp:rsid wsp:val=&quot;009614CC&quot;/&gt;&lt;wsp:rsid wsp:val=&quot;009644EA&quot;/&gt;&lt;wsp:rsid wsp:val=&quot;00964D30&quot;/&gt;&lt;wsp:rsid wsp:val=&quot;00975493&quot;/&gt;&lt;wsp:rsid wsp:val=&quot;00994D13&quot;/&gt;&lt;wsp:rsid wsp:val=&quot;00997BD4&quot;/&gt;&lt;wsp:rsid wsp:val=&quot;009A282F&quot;/&gt;&lt;wsp:rsid wsp:val=&quot;009A385F&quot;/&gt;&lt;wsp:rsid wsp:val=&quot;009A747B&quot;/&gt;&lt;wsp:rsid wsp:val=&quot;009C1F68&quot;/&gt;&lt;wsp:rsid wsp:val=&quot;009E6ED4&quot;/&gt;&lt;wsp:rsid wsp:val=&quot;00A06410&quot;/&gt;&lt;wsp:rsid wsp:val=&quot;00A13EA7&quot;/&gt;&lt;wsp:rsid wsp:val=&quot;00A208BF&quot;/&gt;&lt;wsp:rsid wsp:val=&quot;00A27C22&quot;/&gt;&lt;wsp:rsid wsp:val=&quot;00A34CE6&quot;/&gt;&lt;wsp:rsid wsp:val=&quot;00A40B08&quot;/&gt;&lt;wsp:rsid wsp:val=&quot;00A425D9&quot;/&gt;&lt;wsp:rsid wsp:val=&quot;00A7250F&quot;/&gt;&lt;wsp:rsid wsp:val=&quot;00A806C8&quot;/&gt;&lt;wsp:rsid wsp:val=&quot;00A87415&quot;/&gt;&lt;wsp:rsid wsp:val=&quot;00A94376&quot;/&gt;&lt;wsp:rsid wsp:val=&quot;00AB1E91&quot;/&gt;&lt;wsp:rsid wsp:val=&quot;00B2103C&quot;/&gt;&lt;wsp:rsid wsp:val=&quot;00B21820&quot;/&gt;&lt;wsp:rsid wsp:val=&quot;00B22421&quot;/&gt;&lt;wsp:rsid wsp:val=&quot;00B3207E&quot;/&gt;&lt;wsp:rsid wsp:val=&quot;00BB240C&quot;/&gt;&lt;wsp:rsid wsp:val=&quot;00BB45F6&quot;/&gt;&lt;wsp:rsid wsp:val=&quot;00BE26FB&quot;/&gt;&lt;wsp:rsid wsp:val=&quot;00C229D4&quot;/&gt;&lt;wsp:rsid wsp:val=&quot;00C32F3C&quot;/&gt;&lt;wsp:rsid wsp:val=&quot;00C7427C&quot;/&gt;&lt;wsp:rsid wsp:val=&quot;00C863C7&quot;/&gt;&lt;wsp:rsid wsp:val=&quot;00C96CE7&quot;/&gt;&lt;wsp:rsid wsp:val=&quot;00CD3211&quot;/&gt;&lt;wsp:rsid wsp:val=&quot;00D50FDF&quot;/&gt;&lt;wsp:rsid wsp:val=&quot;00D52821&quot;/&gt;&lt;wsp:rsid wsp:val=&quot;00D55827&quot;/&gt;&lt;wsp:rsid wsp:val=&quot;00D55BDE&quot;/&gt;&lt;wsp:rsid wsp:val=&quot;00D63FA9&quot;/&gt;&lt;wsp:rsid wsp:val=&quot;00D85496&quot;/&gt;&lt;wsp:rsid wsp:val=&quot;00D86848&quot;/&gt;&lt;wsp:rsid wsp:val=&quot;00D957DD&quot;/&gt;&lt;wsp:rsid wsp:val=&quot;00D96263&quot;/&gt;&lt;wsp:rsid wsp:val=&quot;00DA025A&quot;/&gt;&lt;wsp:rsid wsp:val=&quot;00DB2426&quot;/&gt;&lt;wsp:rsid wsp:val=&quot;00DB48EC&quot;/&gt;&lt;wsp:rsid wsp:val=&quot;00DD0CC6&quot;/&gt;&lt;wsp:rsid wsp:val=&quot;00DD1313&quot;/&gt;&lt;wsp:rsid wsp:val=&quot;00E012A4&quot;/&gt;&lt;wsp:rsid wsp:val=&quot;00E07305&quot;/&gt;&lt;wsp:rsid wsp:val=&quot;00E33496&quot;/&gt;&lt;wsp:rsid wsp:val=&quot;00E364C7&quot;/&gt;&lt;wsp:rsid wsp:val=&quot;00E503E4&quot;/&gt;&lt;wsp:rsid wsp:val=&quot;00E72D5F&quot;/&gt;&lt;wsp:rsid wsp:val=&quot;00E95470&quot;/&gt;&lt;wsp:rsid wsp:val=&quot;00EB3B90&quot;/&gt;&lt;wsp:rsid wsp:val=&quot;00EE2E9B&quot;/&gt;&lt;wsp:rsid wsp:val=&quot;00EE44A0&quot;/&gt;&lt;wsp:rsid wsp:val=&quot;00EF5661&quot;/&gt;&lt;wsp:rsid wsp:val=&quot;00F040C3&quot;/&gt;&lt;wsp:rsid wsp:val=&quot;00F112F4&quot;/&gt;&lt;wsp:rsid wsp:val=&quot;00F12510&quot;/&gt;&lt;wsp:rsid wsp:val=&quot;00F227F8&quot;/&gt;&lt;wsp:rsid wsp:val=&quot;00F2519E&quot;/&gt;&lt;wsp:rsid wsp:val=&quot;00F26827&quot;/&gt;&lt;wsp:rsid wsp:val=&quot;00F415C9&quot;/&gt;&lt;wsp:rsid wsp:val=&quot;00F51919&quot;/&gt;&lt;wsp:rsid wsp:val=&quot;00F5433F&quot;/&gt;&lt;wsp:rsid wsp:val=&quot;00F97D97&quot;/&gt;&lt;wsp:rsid wsp:val=&quot;00FA5B9B&quot;/&gt;&lt;wsp:rsid wsp:val=&quot;00FB5AAD&quot;/&gt;&lt;wsp:rsid wsp:val=&quot;00FD405B&quot;/&gt;&lt;/wsp:rsids&gt;&lt;/w:docPr&gt;&lt;w:body&gt;&lt;w:p wsp:rsidR=&quot;00000000&quot; wsp:rsidRDefault=&quot;007217B3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H&lt;/m:t&gt;&lt;/m:r&gt;&lt;/m:e&gt;&lt;m:sub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O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7C3712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instrText xml:space="preserve"> </w:instrText>
      </w:r>
      <w:r w:rsidRPr="007C3712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fldChar w:fldCharType="separate"/>
      </w:r>
      <w:r w:rsidRPr="00AD278A">
        <w:rPr>
          <w:rFonts w:ascii="Times New Roman" w:hAnsi="Times New Roman"/>
          <w:bCs/>
          <w:sz w:val="28"/>
          <w:szCs w:val="28"/>
        </w:rPr>
        <w:pict>
          <v:shape id="_x0000_i1027" type="#_x0000_t75" style="width:34.5pt;height:15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F5&quot;/&gt;&lt;wsp:rsid wsp:val=&quot;00020896&quot;/&gt;&lt;wsp:rsid wsp:val=&quot;00023D06&quot;/&gt;&lt;wsp:rsid wsp:val=&quot;00032697&quot;/&gt;&lt;wsp:rsid wsp:val=&quot;00061C1C&quot;/&gt;&lt;wsp:rsid wsp:val=&quot;000779FA&quot;/&gt;&lt;wsp:rsid wsp:val=&quot;000B0801&quot;/&gt;&lt;wsp:rsid wsp:val=&quot;000B2515&quot;/&gt;&lt;wsp:rsid wsp:val=&quot;000C0932&quot;/&gt;&lt;wsp:rsid wsp:val=&quot;000D110C&quot;/&gt;&lt;wsp:rsid wsp:val=&quot;000E0181&quot;/&gt;&lt;wsp:rsid wsp:val=&quot;00106A61&quot;/&gt;&lt;wsp:rsid wsp:val=&quot;001332E9&quot;/&gt;&lt;wsp:rsid wsp:val=&quot;00163195&quot;/&gt;&lt;wsp:rsid wsp:val=&quot;001645AC&quot;/&gt;&lt;wsp:rsid wsp:val=&quot;00177D9C&quot;/&gt;&lt;wsp:rsid wsp:val=&quot;00182DF3&quot;/&gt;&lt;wsp:rsid wsp:val=&quot;001867ED&quot;/&gt;&lt;wsp:rsid wsp:val=&quot;001A3943&quot;/&gt;&lt;wsp:rsid wsp:val=&quot;001B18F3&quot;/&gt;&lt;wsp:rsid wsp:val=&quot;001B274B&quot;/&gt;&lt;wsp:rsid wsp:val=&quot;001C38E6&quot;/&gt;&lt;wsp:rsid wsp:val=&quot;001C5B24&quot;/&gt;&lt;wsp:rsid wsp:val=&quot;001D27A8&quot;/&gt;&lt;wsp:rsid wsp:val=&quot;001E19F2&quot;/&gt;&lt;wsp:rsid wsp:val=&quot;001E6614&quot;/&gt;&lt;wsp:rsid wsp:val=&quot;001E6D3C&quot;/&gt;&lt;wsp:rsid wsp:val=&quot;00201089&quot;/&gt;&lt;wsp:rsid wsp:val=&quot;00214F0A&quot;/&gt;&lt;wsp:rsid wsp:val=&quot;00216F93&quot;/&gt;&lt;wsp:rsid wsp:val=&quot;0022645C&quot;/&gt;&lt;wsp:rsid wsp:val=&quot;002311DE&quot;/&gt;&lt;wsp:rsid wsp:val=&quot;002376ED&quot;/&gt;&lt;wsp:rsid wsp:val=&quot;00244464&quot;/&gt;&lt;wsp:rsid wsp:val=&quot;002561FC&quot;/&gt;&lt;wsp:rsid wsp:val=&quot;00264DCA&quot;/&gt;&lt;wsp:rsid wsp:val=&quot;00266D75&quot;/&gt;&lt;wsp:rsid wsp:val=&quot;00291FE3&quot;/&gt;&lt;wsp:rsid wsp:val=&quot;002F6074&quot;/&gt;&lt;wsp:rsid wsp:val=&quot;00323332&quot;/&gt;&lt;wsp:rsid wsp:val=&quot;00325DA0&quot;/&gt;&lt;wsp:rsid wsp:val=&quot;0035127C&quot;/&gt;&lt;wsp:rsid wsp:val=&quot;00365E38&quot;/&gt;&lt;wsp:rsid wsp:val=&quot;0037587D&quot;/&gt;&lt;wsp:rsid wsp:val=&quot;003928AD&quot;/&gt;&lt;wsp:rsid wsp:val=&quot;00395299&quot;/&gt;&lt;wsp:rsid wsp:val=&quot;00396EEC&quot;/&gt;&lt;wsp:rsid wsp:val=&quot;003A1EE1&quot;/&gt;&lt;wsp:rsid wsp:val=&quot;003A7077&quot;/&gt;&lt;wsp:rsid wsp:val=&quot;003B2707&quot;/&gt;&lt;wsp:rsid wsp:val=&quot;003E04DA&quot;/&gt;&lt;wsp:rsid wsp:val=&quot;00403502&quot;/&gt;&lt;wsp:rsid wsp:val=&quot;00405DCE&quot;/&gt;&lt;wsp:rsid wsp:val=&quot;00433B07&quot;/&gt;&lt;wsp:rsid wsp:val=&quot;00444143&quot;/&gt;&lt;wsp:rsid wsp:val=&quot;00463097&quot;/&gt;&lt;wsp:rsid wsp:val=&quot;00484478&quot;/&gt;&lt;wsp:rsid wsp:val=&quot;00486242&quot;/&gt;&lt;wsp:rsid wsp:val=&quot;004A0A60&quot;/&gt;&lt;wsp:rsid wsp:val=&quot;004B3B8C&quot;/&gt;&lt;wsp:rsid wsp:val=&quot;00507415&quot;/&gt;&lt;wsp:rsid wsp:val=&quot;00511885&quot;/&gt;&lt;wsp:rsid wsp:val=&quot;005128E8&quot;/&gt;&lt;wsp:rsid wsp:val=&quot;00525BB7&quot;/&gt;&lt;wsp:rsid wsp:val=&quot;00526875&quot;/&gt;&lt;wsp:rsid wsp:val=&quot;00555C05&quot;/&gt;&lt;wsp:rsid wsp:val=&quot;00561A21&quot;/&gt;&lt;wsp:rsid wsp:val=&quot;00577645&quot;/&gt;&lt;wsp:rsid wsp:val=&quot;005C069C&quot;/&gt;&lt;wsp:rsid wsp:val=&quot;005E7489&quot;/&gt;&lt;wsp:rsid wsp:val=&quot;00605A44&quot;/&gt;&lt;wsp:rsid wsp:val=&quot;00616563&quot;/&gt;&lt;wsp:rsid wsp:val=&quot;00622656&quot;/&gt;&lt;wsp:rsid wsp:val=&quot;00624FE0&quot;/&gt;&lt;wsp:rsid wsp:val=&quot;00635A78&quot;/&gt;&lt;wsp:rsid wsp:val=&quot;006667F8&quot;/&gt;&lt;wsp:rsid wsp:val=&quot;006669DF&quot;/&gt;&lt;wsp:rsid wsp:val=&quot;006723F5&quot;/&gt;&lt;wsp:rsid wsp:val=&quot;00673305&quot;/&gt;&lt;wsp:rsid wsp:val=&quot;006A6065&quot;/&gt;&lt;wsp:rsid wsp:val=&quot;006B7977&quot;/&gt;&lt;wsp:rsid wsp:val=&quot;006C0895&quot;/&gt;&lt;wsp:rsid wsp:val=&quot;006D7F21&quot;/&gt;&lt;wsp:rsid wsp:val=&quot;006E1E7E&quot;/&gt;&lt;wsp:rsid wsp:val=&quot;006F40DA&quot;/&gt;&lt;wsp:rsid wsp:val=&quot;006F4375&quot;/&gt;&lt;wsp:rsid wsp:val=&quot;007217B3&quot;/&gt;&lt;wsp:rsid wsp:val=&quot;007224DD&quot;/&gt;&lt;wsp:rsid wsp:val=&quot;007473B0&quot;/&gt;&lt;wsp:rsid wsp:val=&quot;007908C7&quot;/&gt;&lt;wsp:rsid wsp:val=&quot;00792C7F&quot;/&gt;&lt;wsp:rsid wsp:val=&quot;007B585B&quot;/&gt;&lt;wsp:rsid wsp:val=&quot;007D4F0B&quot;/&gt;&lt;wsp:rsid wsp:val=&quot;00801FE3&quot;/&gt;&lt;wsp:rsid wsp:val=&quot;008068EE&quot;/&gt;&lt;wsp:rsid wsp:val=&quot;008071EE&quot;/&gt;&lt;wsp:rsid wsp:val=&quot;00813653&quot;/&gt;&lt;wsp:rsid wsp:val=&quot;0088291E&quot;/&gt;&lt;wsp:rsid wsp:val=&quot;008A7ABA&quot;/&gt;&lt;wsp:rsid wsp:val=&quot;008B3D95&quot;/&gt;&lt;wsp:rsid wsp:val=&quot;008D7096&quot;/&gt;&lt;wsp:rsid wsp:val=&quot;00906CD6&quot;/&gt;&lt;wsp:rsid wsp:val=&quot;009077D9&quot;/&gt;&lt;wsp:rsid wsp:val=&quot;00941FE2&quot;/&gt;&lt;wsp:rsid wsp:val=&quot;00942F15&quot;/&gt;&lt;wsp:rsid wsp:val=&quot;00955AB7&quot;/&gt;&lt;wsp:rsid wsp:val=&quot;0095770F&quot;/&gt;&lt;wsp:rsid wsp:val=&quot;009607C9&quot;/&gt;&lt;wsp:rsid wsp:val=&quot;009614CC&quot;/&gt;&lt;wsp:rsid wsp:val=&quot;009644EA&quot;/&gt;&lt;wsp:rsid wsp:val=&quot;00964D30&quot;/&gt;&lt;wsp:rsid wsp:val=&quot;00975493&quot;/&gt;&lt;wsp:rsid wsp:val=&quot;00994D13&quot;/&gt;&lt;wsp:rsid wsp:val=&quot;00997BD4&quot;/&gt;&lt;wsp:rsid wsp:val=&quot;009A282F&quot;/&gt;&lt;wsp:rsid wsp:val=&quot;009A385F&quot;/&gt;&lt;wsp:rsid wsp:val=&quot;009A747B&quot;/&gt;&lt;wsp:rsid wsp:val=&quot;009C1F68&quot;/&gt;&lt;wsp:rsid wsp:val=&quot;009E6ED4&quot;/&gt;&lt;wsp:rsid wsp:val=&quot;00A06410&quot;/&gt;&lt;wsp:rsid wsp:val=&quot;00A13EA7&quot;/&gt;&lt;wsp:rsid wsp:val=&quot;00A208BF&quot;/&gt;&lt;wsp:rsid wsp:val=&quot;00A27C22&quot;/&gt;&lt;wsp:rsid wsp:val=&quot;00A34CE6&quot;/&gt;&lt;wsp:rsid wsp:val=&quot;00A40B08&quot;/&gt;&lt;wsp:rsid wsp:val=&quot;00A425D9&quot;/&gt;&lt;wsp:rsid wsp:val=&quot;00A7250F&quot;/&gt;&lt;wsp:rsid wsp:val=&quot;00A806C8&quot;/&gt;&lt;wsp:rsid wsp:val=&quot;00A87415&quot;/&gt;&lt;wsp:rsid wsp:val=&quot;00A94376&quot;/&gt;&lt;wsp:rsid wsp:val=&quot;00AB1E91&quot;/&gt;&lt;wsp:rsid wsp:val=&quot;00B2103C&quot;/&gt;&lt;wsp:rsid wsp:val=&quot;00B21820&quot;/&gt;&lt;wsp:rsid wsp:val=&quot;00B22421&quot;/&gt;&lt;wsp:rsid wsp:val=&quot;00B3207E&quot;/&gt;&lt;wsp:rsid wsp:val=&quot;00BB240C&quot;/&gt;&lt;wsp:rsid wsp:val=&quot;00BB45F6&quot;/&gt;&lt;wsp:rsid wsp:val=&quot;00BE26FB&quot;/&gt;&lt;wsp:rsid wsp:val=&quot;00C229D4&quot;/&gt;&lt;wsp:rsid wsp:val=&quot;00C32F3C&quot;/&gt;&lt;wsp:rsid wsp:val=&quot;00C7427C&quot;/&gt;&lt;wsp:rsid wsp:val=&quot;00C863C7&quot;/&gt;&lt;wsp:rsid wsp:val=&quot;00C96CE7&quot;/&gt;&lt;wsp:rsid wsp:val=&quot;00CD3211&quot;/&gt;&lt;wsp:rsid wsp:val=&quot;00D50FDF&quot;/&gt;&lt;wsp:rsid wsp:val=&quot;00D52821&quot;/&gt;&lt;wsp:rsid wsp:val=&quot;00D55827&quot;/&gt;&lt;wsp:rsid wsp:val=&quot;00D55BDE&quot;/&gt;&lt;wsp:rsid wsp:val=&quot;00D63FA9&quot;/&gt;&lt;wsp:rsid wsp:val=&quot;00D85496&quot;/&gt;&lt;wsp:rsid wsp:val=&quot;00D86848&quot;/&gt;&lt;wsp:rsid wsp:val=&quot;00D957DD&quot;/&gt;&lt;wsp:rsid wsp:val=&quot;00D96263&quot;/&gt;&lt;wsp:rsid wsp:val=&quot;00DA025A&quot;/&gt;&lt;wsp:rsid wsp:val=&quot;00DB2426&quot;/&gt;&lt;wsp:rsid wsp:val=&quot;00DB48EC&quot;/&gt;&lt;wsp:rsid wsp:val=&quot;00DD0CC6&quot;/&gt;&lt;wsp:rsid wsp:val=&quot;00DD1313&quot;/&gt;&lt;wsp:rsid wsp:val=&quot;00E012A4&quot;/&gt;&lt;wsp:rsid wsp:val=&quot;00E07305&quot;/&gt;&lt;wsp:rsid wsp:val=&quot;00E33496&quot;/&gt;&lt;wsp:rsid wsp:val=&quot;00E364C7&quot;/&gt;&lt;wsp:rsid wsp:val=&quot;00E503E4&quot;/&gt;&lt;wsp:rsid wsp:val=&quot;00E72D5F&quot;/&gt;&lt;wsp:rsid wsp:val=&quot;00E95470&quot;/&gt;&lt;wsp:rsid wsp:val=&quot;00EB3B90&quot;/&gt;&lt;wsp:rsid wsp:val=&quot;00EE2E9B&quot;/&gt;&lt;wsp:rsid wsp:val=&quot;00EE44A0&quot;/&gt;&lt;wsp:rsid wsp:val=&quot;00EF5661&quot;/&gt;&lt;wsp:rsid wsp:val=&quot;00F040C3&quot;/&gt;&lt;wsp:rsid wsp:val=&quot;00F112F4&quot;/&gt;&lt;wsp:rsid wsp:val=&quot;00F12510&quot;/&gt;&lt;wsp:rsid wsp:val=&quot;00F227F8&quot;/&gt;&lt;wsp:rsid wsp:val=&quot;00F2519E&quot;/&gt;&lt;wsp:rsid wsp:val=&quot;00F26827&quot;/&gt;&lt;wsp:rsid wsp:val=&quot;00F415C9&quot;/&gt;&lt;wsp:rsid wsp:val=&quot;00F51919&quot;/&gt;&lt;wsp:rsid wsp:val=&quot;00F5433F&quot;/&gt;&lt;wsp:rsid wsp:val=&quot;00F97D97&quot;/&gt;&lt;wsp:rsid wsp:val=&quot;00FA5B9B&quot;/&gt;&lt;wsp:rsid wsp:val=&quot;00FB5AAD&quot;/&gt;&lt;wsp:rsid wsp:val=&quot;00FD405B&quot;/&gt;&lt;/wsp:rsids&gt;&lt;/w:docPr&gt;&lt;w:body&gt;&lt;w:p wsp:rsidR=&quot;00000000&quot; wsp:rsidRDefault=&quot;007217B3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H&lt;/m:t&gt;&lt;/m:r&gt;&lt;/m:e&gt;&lt;m:sub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36&quot;/&gt;&lt;w:sz-cs w:val=&quot;36&quot;/&gt;&lt;/w:rPr&gt;&lt;m:t&gt;O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7C3712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fldChar w:fldCharType="end"/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 xml:space="preserve"> – це формула спирту.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.(хиба)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Принеси води. (не є логічним висловлюванням)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У с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ічні 28 днів. .(хиба)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11 – просте число. .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/>
        </w:rPr>
        <w:t>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істина)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Число 245 ділиться націло на 5 .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істина)</w:t>
      </w:r>
    </w:p>
    <w:p w:rsidR="00FE7E4B" w:rsidRPr="0040667C" w:rsidRDefault="00FE7E4B" w:rsidP="00F51919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Коли ти народився.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(не є логічним висловлюванням)</w:t>
      </w:r>
    </w:p>
    <w:p w:rsidR="00FE7E4B" w:rsidRPr="0040667C" w:rsidRDefault="00FE7E4B" w:rsidP="0040667C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Дніпро впадає в Каспійське  море.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/>
        </w:rPr>
        <w:t>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хиба)</w:t>
      </w:r>
    </w:p>
    <w:p w:rsidR="00FE7E4B" w:rsidRPr="0040667C" w:rsidRDefault="00FE7E4B" w:rsidP="0040667C">
      <w:pPr>
        <w:pStyle w:val="ListParagraph"/>
        <w:numPr>
          <w:ilvl w:val="0"/>
          <w:numId w:val="10"/>
        </w:numPr>
        <w:shd w:val="clear" w:color="auto" w:fill="FFFFFF"/>
        <w:spacing w:line="360" w:lineRule="atLeast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Інформатика – цікавий предмет.(істина)</w:t>
      </w:r>
    </w:p>
    <w:p w:rsidR="00FE7E4B" w:rsidRPr="0040667C" w:rsidRDefault="00FE7E4B" w:rsidP="00801FE3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Логічна функція — це функція, один або декілька аргументів якої — логічні вирази.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До логічних функцій належать: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1)  функція ЕСЛИ;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2)  функція И;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3)  функція ИЛИ;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4)  функція НЕ;</w:t>
      </w:r>
    </w:p>
    <w:p w:rsidR="00FE7E4B" w:rsidRPr="0040667C" w:rsidRDefault="00FE7E4B" w:rsidP="00995C35">
      <w:pPr>
        <w:shd w:val="clear" w:color="auto" w:fill="FFFFFF"/>
        <w:spacing w:after="0" w:line="360" w:lineRule="atLeast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Загальний вигляд </w:t>
      </w:r>
      <w:r w:rsidRPr="00995C35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логічних функцій: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C35">
        <w:rPr>
          <w:rFonts w:ascii="Times New Roman" w:hAnsi="Times New Roman"/>
          <w:b/>
          <w:color w:val="000000"/>
          <w:sz w:val="28"/>
          <w:szCs w:val="28"/>
          <w:lang w:eastAsia="ru-RU"/>
        </w:rPr>
        <w:t>ЕСЛИ</w:t>
      </w: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(лог_вираз;значення істини;значення хиби) - якщо умова виконується повертає значення істини, не виконується – хиби.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Загальний запис</w:t>
      </w:r>
    </w:p>
    <w:p w:rsidR="00FE7E4B" w:rsidRPr="0040667C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 w:eastAsia="ru-RU"/>
        </w:rPr>
        <w:t>ЕСЛИ (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Умова; Вираз1 ; Вираз2).</w:t>
      </w:r>
    </w:p>
    <w:p w:rsidR="00FE7E4B" w:rsidRPr="0040667C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Вираз1 – обчислюється,  якщо умова істинна.</w:t>
      </w:r>
    </w:p>
    <w:p w:rsidR="00FE7E4B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 w:eastAsia="ru-RU"/>
        </w:rPr>
        <w:t xml:space="preserve">Вираз2 –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обчислюється, якщо умова хибна</w:t>
      </w:r>
    </w:p>
    <w:p w:rsidR="00FE7E4B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95C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>(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логічний вираз1;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логічний вираз2;………..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</w:p>
    <w:p w:rsidR="00FE7E4B" w:rsidRDefault="00FE7E4B" w:rsidP="00B643ED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95C3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ЛИ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>(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логічний вираз1;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логічний вираз2;………..</w:t>
      </w:r>
      <w:r w:rsidRPr="00995C35">
        <w:rPr>
          <w:rFonts w:ascii="Times New Roman" w:hAnsi="Times New Roman"/>
          <w:color w:val="000000"/>
          <w:sz w:val="28"/>
          <w:szCs w:val="28"/>
          <w:lang w:val="ru-RU" w:eastAsia="ru-RU"/>
        </w:rPr>
        <w:t>)</w:t>
      </w:r>
    </w:p>
    <w:p w:rsidR="00FE7E4B" w:rsidRPr="00995C35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FE7E4B" w:rsidRPr="0040667C" w:rsidRDefault="00FE7E4B" w:rsidP="00622656">
      <w:pPr>
        <w:shd w:val="clear" w:color="auto" w:fill="FFFFFF"/>
        <w:spacing w:line="360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67C">
        <w:rPr>
          <w:rFonts w:ascii="Times New Roman" w:hAnsi="Times New Roman"/>
          <w:color w:val="000000"/>
          <w:sz w:val="28"/>
          <w:szCs w:val="28"/>
          <w:lang w:val="ru-RU" w:eastAsia="ru-RU"/>
        </w:rPr>
        <w:t>Розглянемо задачу:</w:t>
      </w:r>
      <w:r w:rsidRPr="0040667C">
        <w:rPr>
          <w:rFonts w:ascii="Times New Roman" w:hAnsi="Times New Roman"/>
          <w:bCs/>
          <w:i/>
          <w:iCs/>
          <w:color w:val="FFFFFF"/>
          <w:sz w:val="28"/>
          <w:szCs w:val="28"/>
          <w:lang w:eastAsia="ru-RU"/>
        </w:rPr>
        <w:t xml:space="preserve"> 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Нехай у журналі успішності учнів потрібно біля оцінки записати слово «добре», якщо учень має оцінку, вищу від 6 балів, і слово «задовільно», якщо учень має іншу оцінку.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eastAsia="ru-RU"/>
        </w:rPr>
        <w:t>Розв’яжемо її використовуючи блок - схему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AD27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Рисунок 5" o:spid="_x0000_i1028" type="#_x0000_t75" style="width:435.75pt;height:158.2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">
            <v:imagedata r:id="rId9" o:title=""/>
            <o:lock v:ext="edit" aspectratio="f"/>
          </v:shape>
        </w:pic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FE7E4B" w:rsidRPr="0040667C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В Excel цей алгоритм реалізується за допомогою функції ЕСЛИ:</w:t>
      </w:r>
    </w:p>
    <w:p w:rsidR="00FE7E4B" w:rsidRPr="0040667C" w:rsidRDefault="00FE7E4B" w:rsidP="00622656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 w:eastAsia="ru-RU"/>
        </w:rPr>
        <w:t>=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ЕСЛИ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en-US" w:eastAsia="ru-RU"/>
        </w:rPr>
        <w:t>(B1&gt;6;"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Добре";"Задовільно")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AD27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Picture 2" o:spid="_x0000_i1029" type="#_x0000_t75" style="width:480pt;height:103.5pt;visibility:visible">
            <v:imagedata r:id="rId10" o:title="" croptop="12040f" cropbottom="44961f" cropright=".6875"/>
          </v:shape>
        </w:pic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Умова яка використана в задачі є простою, іноді виникає необхідність використання складеної умови. </w:t>
      </w:r>
    </w:p>
    <w:p w:rsidR="00FE7E4B" w:rsidRPr="0040667C" w:rsidRDefault="00FE7E4B" w:rsidP="00B22421">
      <w:pPr>
        <w:shd w:val="clear" w:color="auto" w:fill="FFFFFF"/>
        <w:spacing w:line="360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</w:rPr>
        <w:t>Складеним логічним виразом називають вираз, у якому кілька простих логічних виразів пов'язані логічними операціями.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Розглянемо попередню задачу, дещо змінивши умову, потрібно дописати слово «Посередньо» для  учнів, які мають оцінки, вищі від 6 балів, але нижчі за 10, для решти не писати нічого.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Тоді використовуємо логічні функції ЕСЛИ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 xml:space="preserve"> 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та И.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Тобто необхідно, щоб виконувались 2 умови: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1 – оцінка більше 6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 – оцінка менше 10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</w:t>
      </w:r>
      <w:r w:rsidRPr="0040667C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EXCEL</w:t>
      </w:r>
      <w:r w:rsidRPr="0040667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це реалізовується за допомогою логічної функції И(логічне множення)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  <w:t>=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</w:t>
      </w:r>
      <w:r w:rsidRPr="0040667C"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  <w:t>(B1&gt;6;B1&lt;10)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AD27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_x0000_i1030" type="#_x0000_t75" style="width:480pt;height:103.5pt;visibility:visible">
            <v:imagedata r:id="rId11" o:title="" croptop="11888f" cropbottom="45570f" cropright="45384f"/>
          </v:shape>
        </w:pic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Іноді буває доцільно використати вкладені логічні функції ЕСЛИ</w:t>
      </w: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 w:eastAsia="ru-RU"/>
        </w:rPr>
        <w:t>.</w:t>
      </w:r>
    </w:p>
    <w:p w:rsidR="00FE7E4B" w:rsidRPr="0040667C" w:rsidRDefault="00FE7E4B" w:rsidP="00B22421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Нехай потрібно підписати успішність учнів за трьома рівнями: «початковий» (1-4 бали); </w:t>
      </w:r>
    </w:p>
    <w:p w:rsidR="00FE7E4B" w:rsidRPr="0040667C" w:rsidRDefault="00FE7E4B" w:rsidP="00955AB7">
      <w:pPr>
        <w:shd w:val="clear" w:color="auto" w:fill="FFFFFF"/>
        <w:spacing w:after="0" w:line="360" w:lineRule="atLeast"/>
        <w:ind w:left="707"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«середній» (5-8 балів);</w:t>
      </w:r>
    </w:p>
    <w:p w:rsidR="00FE7E4B" w:rsidRPr="0040667C" w:rsidRDefault="00FE7E4B" w:rsidP="00955AB7">
      <w:pPr>
        <w:shd w:val="clear" w:color="auto" w:fill="FFFFFF"/>
        <w:spacing w:after="0" w:line="360" w:lineRule="atLeast"/>
        <w:ind w:left="707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eastAsia="ru-RU"/>
        </w:rPr>
        <w:t>«високий» (9-12 балів).</w:t>
      </w:r>
    </w:p>
    <w:p w:rsidR="00FE7E4B" w:rsidRPr="0040667C" w:rsidRDefault="00FE7E4B" w:rsidP="00F26827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0667C">
        <w:rPr>
          <w:rFonts w:ascii="Times New Roman" w:hAnsi="Times New Roman"/>
          <w:bCs/>
          <w:i/>
          <w:iCs/>
          <w:color w:val="000000"/>
          <w:sz w:val="28"/>
          <w:szCs w:val="28"/>
          <w:lang w:val="ru-RU" w:eastAsia="ru-RU"/>
        </w:rPr>
        <w:t>=ЕСЛИ(B1&lt;5;"Початковий";ЕСЛИ(B1&gt;9;"Високий";"Середній"))</w: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AD278A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 id="_x0000_i1031" type="#_x0000_t75" style="width:481.5pt;height:77.25pt;visibility:visible">
            <v:imagedata r:id="rId12" o:title="" croptop="12503f" cropbottom="45276f" cropleft="639f" cropright="14309f"/>
          </v:shape>
        </w:pict>
      </w:r>
    </w:p>
    <w:p w:rsidR="00FE7E4B" w:rsidRPr="0040667C" w:rsidRDefault="00FE7E4B" w:rsidP="00B3207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FE7E4B" w:rsidRPr="00AD2DBF" w:rsidRDefault="00FE7E4B" w:rsidP="001E6614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40667C">
        <w:rPr>
          <w:rFonts w:ascii="Times New Roman" w:hAnsi="Times New Roman"/>
          <w:sz w:val="28"/>
          <w:szCs w:val="28"/>
        </w:rPr>
        <w:t xml:space="preserve">         </w:t>
      </w:r>
      <w:r w:rsidRPr="0040667C">
        <w:rPr>
          <w:rFonts w:ascii="Times New Roman" w:hAnsi="Times New Roman"/>
          <w:sz w:val="28"/>
          <w:szCs w:val="28"/>
          <w:lang w:val="en-US"/>
        </w:rPr>
        <w:t>IV</w:t>
      </w:r>
      <w:r w:rsidRPr="00AD2DBF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0667C">
        <w:rPr>
          <w:rFonts w:ascii="Times New Roman" w:hAnsi="Times New Roman"/>
          <w:sz w:val="28"/>
          <w:szCs w:val="28"/>
        </w:rPr>
        <w:t>Інтерактивна гра «Ланцюжок»</w:t>
      </w:r>
    </w:p>
    <w:p w:rsidR="00FE7E4B" w:rsidRPr="0040667C" w:rsidRDefault="00FE7E4B" w:rsidP="001E6614">
      <w:p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40667C">
        <w:rPr>
          <w:rFonts w:ascii="Times New Roman" w:hAnsi="Times New Roman"/>
          <w:sz w:val="28"/>
          <w:szCs w:val="28"/>
        </w:rPr>
        <w:t xml:space="preserve">Давайте закріпимо наші знання. Я пропоную вам інтерактивну гру «Ланцюжок». </w:t>
      </w:r>
    </w:p>
    <w:p w:rsidR="00FE7E4B" w:rsidRPr="0040667C" w:rsidRDefault="00FE7E4B" w:rsidP="00347017">
      <w:p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i/>
          <w:iCs/>
          <w:sz w:val="28"/>
          <w:szCs w:val="28"/>
        </w:rPr>
        <w:t>Завдання 1.</w:t>
      </w:r>
      <w:r w:rsidRPr="0040667C">
        <w:rPr>
          <w:rFonts w:ascii="Times New Roman" w:hAnsi="Times New Roman"/>
          <w:sz w:val="28"/>
          <w:szCs w:val="28"/>
        </w:rPr>
        <w:t xml:space="preserve"> Я роздаю вам картки, на яких у довільному порядку будуть розташовані складові логічної функції ЕСЛИ. Розташуйте картки у правильній послідовності. (викликаються 2 команди по 4 учні</w:t>
      </w:r>
      <w:r>
        <w:rPr>
          <w:rFonts w:ascii="Times New Roman" w:hAnsi="Times New Roman"/>
          <w:sz w:val="28"/>
          <w:szCs w:val="28"/>
        </w:rPr>
        <w:t>)</w:t>
      </w:r>
      <w:r w:rsidRPr="0040667C">
        <w:rPr>
          <w:rFonts w:ascii="Times New Roman" w:hAnsi="Times New Roman"/>
          <w:sz w:val="28"/>
          <w:szCs w:val="28"/>
        </w:rPr>
        <w:t xml:space="preserve">. Учні, які залишаються на місці – експерти. </w:t>
      </w:r>
    </w:p>
    <w:p w:rsidR="00FE7E4B" w:rsidRPr="0040667C" w:rsidRDefault="00FE7E4B" w:rsidP="001E6614">
      <w:p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i/>
          <w:iCs/>
          <w:sz w:val="28"/>
          <w:szCs w:val="28"/>
        </w:rPr>
        <w:t>Завдання 2.</w:t>
      </w:r>
      <w:r w:rsidRPr="0040667C">
        <w:rPr>
          <w:rFonts w:ascii="Times New Roman" w:hAnsi="Times New Roman"/>
          <w:sz w:val="28"/>
          <w:szCs w:val="28"/>
        </w:rPr>
        <w:t>Учні міняються місцями та роздаються картки, на яких у довільному порядку розташовані складові логічних функцій ИЛИ, И.</w:t>
      </w:r>
    </w:p>
    <w:p w:rsidR="00FE7E4B" w:rsidRPr="0040667C" w:rsidRDefault="00FE7E4B" w:rsidP="00231F9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V. Фізкультхвилинка (вправи для очей). (відео на презентації)</w:t>
      </w:r>
    </w:p>
    <w:p w:rsidR="00FE7E4B" w:rsidRPr="0040667C" w:rsidRDefault="00FE7E4B" w:rsidP="00231F9F">
      <w:pPr>
        <w:spacing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lang w:val="en-US"/>
        </w:rPr>
        <w:t>VI</w:t>
      </w:r>
      <w:r w:rsidRPr="0040667C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0667C">
        <w:rPr>
          <w:rFonts w:ascii="Times New Roman" w:hAnsi="Times New Roman"/>
          <w:sz w:val="28"/>
          <w:szCs w:val="28"/>
        </w:rPr>
        <w:t xml:space="preserve">Інструктаж з БЖД. Практична робота учнів за ПК «Використання логічних функцій в середовищі табличного процесора </w:t>
      </w:r>
      <w:r w:rsidRPr="0040667C">
        <w:rPr>
          <w:rFonts w:ascii="Times New Roman" w:hAnsi="Times New Roman"/>
          <w:sz w:val="28"/>
          <w:szCs w:val="28"/>
          <w:lang w:val="en-US"/>
        </w:rPr>
        <w:t>Excel</w:t>
      </w:r>
      <w:r w:rsidRPr="0040667C">
        <w:rPr>
          <w:rFonts w:ascii="Times New Roman" w:hAnsi="Times New Roman"/>
          <w:sz w:val="28"/>
          <w:szCs w:val="28"/>
        </w:rPr>
        <w:t>» (різнорівневі завдання)</w:t>
      </w:r>
    </w:p>
    <w:p w:rsidR="00FE7E4B" w:rsidRDefault="00FE7E4B" w:rsidP="0040667C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Підбиття підсумків</w:t>
      </w:r>
    </w:p>
    <w:p w:rsidR="00FE7E4B" w:rsidRPr="0040667C" w:rsidRDefault="00FE7E4B" w:rsidP="00347017">
      <w:pPr>
        <w:spacing w:line="240" w:lineRule="auto"/>
        <w:ind w:left="8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Pr="0040667C">
        <w:rPr>
          <w:rFonts w:ascii="Times New Roman" w:hAnsi="Times New Roman"/>
          <w:sz w:val="28"/>
          <w:szCs w:val="28"/>
        </w:rPr>
        <w:t xml:space="preserve">Рефлексія – </w:t>
      </w:r>
      <w:r>
        <w:rPr>
          <w:rFonts w:ascii="Times New Roman" w:hAnsi="Times New Roman"/>
          <w:sz w:val="28"/>
          <w:szCs w:val="28"/>
        </w:rPr>
        <w:t>1</w:t>
      </w:r>
      <w:r w:rsidRPr="0040667C">
        <w:rPr>
          <w:rFonts w:ascii="Times New Roman" w:hAnsi="Times New Roman"/>
          <w:sz w:val="28"/>
          <w:szCs w:val="28"/>
        </w:rPr>
        <w:t xml:space="preserve"> хв.</w:t>
      </w:r>
    </w:p>
    <w:p w:rsidR="00FE7E4B" w:rsidRPr="0040667C" w:rsidRDefault="00FE7E4B" w:rsidP="0040667C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0667C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40667C">
        <w:rPr>
          <w:rFonts w:ascii="Times New Roman" w:hAnsi="Times New Roman"/>
          <w:sz w:val="28"/>
          <w:szCs w:val="28"/>
        </w:rPr>
        <w:t>Я дізнався…</w:t>
      </w:r>
    </w:p>
    <w:p w:rsidR="00FE7E4B" w:rsidRPr="0040667C" w:rsidRDefault="00FE7E4B" w:rsidP="0040667C">
      <w:pPr>
        <w:pStyle w:val="ListParagraph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40667C">
        <w:rPr>
          <w:rFonts w:ascii="Times New Roman" w:hAnsi="Times New Roman"/>
          <w:sz w:val="28"/>
          <w:szCs w:val="28"/>
        </w:rPr>
        <w:t>Я навчився…</w:t>
      </w:r>
    </w:p>
    <w:p w:rsidR="00FE7E4B" w:rsidRPr="0040667C" w:rsidRDefault="00FE7E4B" w:rsidP="0040667C">
      <w:pPr>
        <w:pStyle w:val="ListParagraph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40667C">
        <w:rPr>
          <w:rFonts w:ascii="Times New Roman" w:hAnsi="Times New Roman"/>
          <w:sz w:val="28"/>
          <w:szCs w:val="28"/>
        </w:rPr>
        <w:t>Найбільші труднощі я відчув…</w:t>
      </w:r>
    </w:p>
    <w:p w:rsidR="00FE7E4B" w:rsidRDefault="00FE7E4B" w:rsidP="0040667C">
      <w:pPr>
        <w:pStyle w:val="ListParagraph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 xml:space="preserve">              Логічні функції  я можу застосовувати…</w:t>
      </w:r>
    </w:p>
    <w:p w:rsidR="00FE7E4B" w:rsidRPr="0040667C" w:rsidRDefault="00FE7E4B" w:rsidP="0040667C">
      <w:pPr>
        <w:pStyle w:val="ListParagraph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2) Оцінювання роботи учнів – 1 хв.</w:t>
      </w:r>
    </w:p>
    <w:p w:rsidR="00FE7E4B" w:rsidRPr="0040667C" w:rsidRDefault="00FE7E4B" w:rsidP="0040667C">
      <w:pPr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667C">
        <w:rPr>
          <w:rFonts w:ascii="Times New Roman" w:hAnsi="Times New Roman"/>
          <w:sz w:val="28"/>
          <w:szCs w:val="28"/>
        </w:rPr>
        <w:t>Домашнє завдання – 1 хв.</w:t>
      </w:r>
    </w:p>
    <w:p w:rsidR="00FE7E4B" w:rsidRPr="0040667C" w:rsidRDefault="00FE7E4B" w:rsidP="0040667C">
      <w:pPr>
        <w:spacing w:line="240" w:lineRule="auto"/>
        <w:rPr>
          <w:rFonts w:ascii="Times New Roman" w:hAnsi="Times New Roman"/>
          <w:i/>
          <w:iCs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 xml:space="preserve">Проаналізувати </w:t>
      </w:r>
      <w:r w:rsidRPr="0040667C">
        <w:rPr>
          <w:rFonts w:ascii="Times New Roman" w:hAnsi="Times New Roman"/>
          <w:i/>
          <w:iCs/>
          <w:sz w:val="28"/>
          <w:szCs w:val="28"/>
        </w:rPr>
        <w:t>р.7, п.7.2,ст. 237-240, виписати в зошит таблицю значень логічних функцій ст.239</w:t>
      </w:r>
    </w:p>
    <w:p w:rsidR="00FE7E4B" w:rsidRPr="0040667C" w:rsidRDefault="00FE7E4B" w:rsidP="004066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Створіть таблицю «Абітурієнт», в якій визначається список зарахованих до вищого навчального закладу абітурієнтів за результатами вступних іспитів. Середній бал достатній для зарахування – 4 бали.</w:t>
      </w: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F12510">
      <w:pPr>
        <w:rPr>
          <w:rFonts w:ascii="Times New Roman" w:hAnsi="Times New Roman"/>
          <w:sz w:val="28"/>
          <w:szCs w:val="28"/>
        </w:rPr>
      </w:pPr>
      <w:r w:rsidRPr="00AD278A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" o:spid="_x0000_i1032" type="#_x0000_t75" style="width:420.75pt;height:259.5pt;visibility:visible">
            <v:imagedata r:id="rId13" o:title="" croptop="18177f" cropbottom="25244f" cropleft="2605f" cropright="30365f"/>
          </v:shape>
        </w:pict>
      </w:r>
      <w:r w:rsidRPr="0040667C">
        <w:rPr>
          <w:rFonts w:ascii="Times New Roman" w:hAnsi="Times New Roman"/>
          <w:sz w:val="28"/>
          <w:szCs w:val="28"/>
        </w:rPr>
        <w:t xml:space="preserve"> </w:t>
      </w:r>
    </w:p>
    <w:p w:rsidR="00FE7E4B" w:rsidRPr="0040667C" w:rsidRDefault="00FE7E4B" w:rsidP="00F12510">
      <w:pPr>
        <w:pStyle w:val="ListParagraph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Рахуємо середній бал (використовуючи функцію СРЗНАЧ).</w:t>
      </w:r>
    </w:p>
    <w:p w:rsidR="00FE7E4B" w:rsidRPr="0040667C" w:rsidRDefault="00FE7E4B" w:rsidP="00F12510">
      <w:pPr>
        <w:pStyle w:val="ListParagraph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Середні бали інших абітурієнтів заповнюємо через автозаповнення (копіювання формули)</w:t>
      </w:r>
    </w:p>
    <w:p w:rsidR="00FE7E4B" w:rsidRPr="0040667C" w:rsidRDefault="00FE7E4B" w:rsidP="00F12510">
      <w:pPr>
        <w:pStyle w:val="ListParagraph"/>
        <w:numPr>
          <w:ilvl w:val="0"/>
          <w:numId w:val="1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 xml:space="preserve">Стовпець «відмітка про зарахування», заповнюємо за допомогою функції ЕСЛИ: </w:t>
      </w:r>
    </w:p>
    <w:p w:rsidR="00FE7E4B" w:rsidRPr="0040667C" w:rsidRDefault="00FE7E4B" w:rsidP="00F12510">
      <w:pPr>
        <w:pStyle w:val="ListParagraph"/>
        <w:numPr>
          <w:ilvl w:val="0"/>
          <w:numId w:val="17"/>
        </w:numPr>
        <w:spacing w:after="200" w:line="276" w:lineRule="auto"/>
        <w:ind w:left="1560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Середній бал більший рівний 4 бали – «зараховано»;</w:t>
      </w:r>
    </w:p>
    <w:p w:rsidR="00FE7E4B" w:rsidRPr="0040667C" w:rsidRDefault="00FE7E4B" w:rsidP="000C0932">
      <w:pPr>
        <w:pStyle w:val="ListParagraph"/>
        <w:spacing w:line="240" w:lineRule="auto"/>
        <w:ind w:left="1069"/>
        <w:rPr>
          <w:rFonts w:ascii="Times New Roman" w:hAnsi="Times New Roman"/>
          <w:i/>
          <w:sz w:val="28"/>
          <w:szCs w:val="28"/>
        </w:rPr>
      </w:pP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VIІ. Підсумки уроку</w:t>
      </w:r>
    </w:p>
    <w:p w:rsidR="00FE7E4B" w:rsidRPr="0040667C" w:rsidRDefault="00FE7E4B" w:rsidP="00A87415">
      <w:pPr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0667C">
        <w:rPr>
          <w:rFonts w:ascii="Times New Roman" w:hAnsi="Times New Roman"/>
          <w:i/>
          <w:sz w:val="28"/>
          <w:szCs w:val="28"/>
        </w:rPr>
        <w:t>Рефлексія</w:t>
      </w:r>
    </w:p>
    <w:p w:rsidR="00FE7E4B" w:rsidRPr="0040667C" w:rsidRDefault="00FE7E4B" w:rsidP="00EE2E9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0667C">
        <w:rPr>
          <w:rFonts w:ascii="Times New Roman" w:hAnsi="Times New Roman"/>
          <w:sz w:val="28"/>
          <w:szCs w:val="28"/>
        </w:rPr>
        <w:t>Я дізнався…</w:t>
      </w:r>
    </w:p>
    <w:p w:rsidR="00FE7E4B" w:rsidRPr="0040667C" w:rsidRDefault="00FE7E4B" w:rsidP="00EE2E9B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0667C">
        <w:rPr>
          <w:rFonts w:ascii="Times New Roman" w:hAnsi="Times New Roman"/>
          <w:sz w:val="28"/>
          <w:szCs w:val="28"/>
        </w:rPr>
        <w:t>Я навчився…</w:t>
      </w:r>
    </w:p>
    <w:p w:rsidR="00FE7E4B" w:rsidRPr="0040667C" w:rsidRDefault="00FE7E4B" w:rsidP="00EE2E9B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Найбільші труднощі я відчув…</w:t>
      </w:r>
    </w:p>
    <w:p w:rsidR="00FE7E4B" w:rsidRPr="0040667C" w:rsidRDefault="00FE7E4B" w:rsidP="00941FE2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Електронні таблиці я можу застосовувати…</w:t>
      </w:r>
    </w:p>
    <w:p w:rsidR="00FE7E4B" w:rsidRPr="0040667C" w:rsidRDefault="00FE7E4B" w:rsidP="00A8741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VІІI. Домашнє завдання</w:t>
      </w: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Опрацювати § 15 ст. 82-86</w:t>
      </w:r>
    </w:p>
    <w:p w:rsidR="00FE7E4B" w:rsidRPr="0040667C" w:rsidRDefault="00FE7E4B" w:rsidP="00A8741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0667C">
        <w:rPr>
          <w:rFonts w:ascii="Times New Roman" w:hAnsi="Times New Roman"/>
          <w:sz w:val="28"/>
          <w:szCs w:val="28"/>
        </w:rPr>
        <w:t>ІХ Оцінювання роботи учнів</w:t>
      </w:r>
    </w:p>
    <w:sectPr w:rsidR="00FE7E4B" w:rsidRPr="0040667C" w:rsidSect="009077D9"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E4B" w:rsidRDefault="00FE7E4B" w:rsidP="009E6ED4">
      <w:pPr>
        <w:spacing w:after="0" w:line="240" w:lineRule="auto"/>
      </w:pPr>
      <w:r>
        <w:separator/>
      </w:r>
    </w:p>
  </w:endnote>
  <w:endnote w:type="continuationSeparator" w:id="0">
    <w:p w:rsidR="00FE7E4B" w:rsidRDefault="00FE7E4B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E4B" w:rsidRDefault="00FE7E4B" w:rsidP="009E6ED4">
      <w:pPr>
        <w:spacing w:after="0" w:line="240" w:lineRule="auto"/>
      </w:pPr>
      <w:r>
        <w:separator/>
      </w:r>
    </w:p>
  </w:footnote>
  <w:footnote w:type="continuationSeparator" w:id="0">
    <w:p w:rsidR="00FE7E4B" w:rsidRDefault="00FE7E4B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656"/>
    <w:multiLevelType w:val="hybridMultilevel"/>
    <w:tmpl w:val="BA5028C2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CF70E04"/>
    <w:multiLevelType w:val="hybridMultilevel"/>
    <w:tmpl w:val="C65E93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28D577C"/>
    <w:multiLevelType w:val="hybridMultilevel"/>
    <w:tmpl w:val="DD1E56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10A2E"/>
    <w:multiLevelType w:val="hybridMultilevel"/>
    <w:tmpl w:val="91DE75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AF27112"/>
    <w:multiLevelType w:val="hybridMultilevel"/>
    <w:tmpl w:val="17C64B9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9BF4F9B"/>
    <w:multiLevelType w:val="hybridMultilevel"/>
    <w:tmpl w:val="948060FC"/>
    <w:lvl w:ilvl="0" w:tplc="ED1035CE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EB3542A"/>
    <w:multiLevelType w:val="hybridMultilevel"/>
    <w:tmpl w:val="FEA8008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C4110E"/>
    <w:multiLevelType w:val="hybridMultilevel"/>
    <w:tmpl w:val="573C02DA"/>
    <w:lvl w:ilvl="0" w:tplc="CB0AE9C2">
      <w:start w:val="7"/>
      <w:numFmt w:val="upperRoman"/>
      <w:lvlText w:val="%1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9">
    <w:nsid w:val="39DA14BF"/>
    <w:multiLevelType w:val="hybridMultilevel"/>
    <w:tmpl w:val="ED18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201BC9"/>
    <w:multiLevelType w:val="hybridMultilevel"/>
    <w:tmpl w:val="B364BA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CCD53D8"/>
    <w:multiLevelType w:val="multilevel"/>
    <w:tmpl w:val="06344C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3DE24672"/>
    <w:multiLevelType w:val="hybridMultilevel"/>
    <w:tmpl w:val="7A5CA87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CE00485"/>
    <w:multiLevelType w:val="multilevel"/>
    <w:tmpl w:val="19FC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DD59F0"/>
    <w:multiLevelType w:val="hybridMultilevel"/>
    <w:tmpl w:val="2B84C85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EEA10A2"/>
    <w:multiLevelType w:val="hybridMultilevel"/>
    <w:tmpl w:val="BB9616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1A10EB5"/>
    <w:multiLevelType w:val="hybridMultilevel"/>
    <w:tmpl w:val="01EE5A68"/>
    <w:lvl w:ilvl="0" w:tplc="97E229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2A61B87"/>
    <w:multiLevelType w:val="hybridMultilevel"/>
    <w:tmpl w:val="ED18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6E6E86"/>
    <w:multiLevelType w:val="hybridMultilevel"/>
    <w:tmpl w:val="A65A42D2"/>
    <w:lvl w:ilvl="0" w:tplc="77E89C84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5"/>
  </w:num>
  <w:num w:numId="5">
    <w:abstractNumId w:val="21"/>
  </w:num>
  <w:num w:numId="6">
    <w:abstractNumId w:val="0"/>
  </w:num>
  <w:num w:numId="7">
    <w:abstractNumId w:val="18"/>
  </w:num>
  <w:num w:numId="8">
    <w:abstractNumId w:val="2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20"/>
  </w:num>
  <w:num w:numId="14">
    <w:abstractNumId w:val="1"/>
  </w:num>
  <w:num w:numId="15">
    <w:abstractNumId w:val="4"/>
  </w:num>
  <w:num w:numId="16">
    <w:abstractNumId w:val="9"/>
  </w:num>
  <w:num w:numId="17">
    <w:abstractNumId w:val="19"/>
  </w:num>
  <w:num w:numId="18">
    <w:abstractNumId w:val="15"/>
  </w:num>
  <w:num w:numId="19">
    <w:abstractNumId w:val="6"/>
  </w:num>
  <w:num w:numId="20">
    <w:abstractNumId w:val="10"/>
  </w:num>
  <w:num w:numId="21">
    <w:abstractNumId w:val="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3F5"/>
    <w:rsid w:val="00006039"/>
    <w:rsid w:val="00020896"/>
    <w:rsid w:val="00020EF6"/>
    <w:rsid w:val="00023D06"/>
    <w:rsid w:val="00032697"/>
    <w:rsid w:val="00061C1C"/>
    <w:rsid w:val="000779FA"/>
    <w:rsid w:val="000B0801"/>
    <w:rsid w:val="000B2515"/>
    <w:rsid w:val="000C0932"/>
    <w:rsid w:val="000D110C"/>
    <w:rsid w:val="000E0181"/>
    <w:rsid w:val="00106A61"/>
    <w:rsid w:val="001332E9"/>
    <w:rsid w:val="00163195"/>
    <w:rsid w:val="001645AC"/>
    <w:rsid w:val="00177D9C"/>
    <w:rsid w:val="00182DF3"/>
    <w:rsid w:val="001867ED"/>
    <w:rsid w:val="001A3943"/>
    <w:rsid w:val="001B18F3"/>
    <w:rsid w:val="001B274B"/>
    <w:rsid w:val="001C38E6"/>
    <w:rsid w:val="001C5B24"/>
    <w:rsid w:val="001D27A8"/>
    <w:rsid w:val="001E19F2"/>
    <w:rsid w:val="001E6614"/>
    <w:rsid w:val="001E6D3C"/>
    <w:rsid w:val="00201089"/>
    <w:rsid w:val="002074D6"/>
    <w:rsid w:val="00214F0A"/>
    <w:rsid w:val="00216F93"/>
    <w:rsid w:val="0022645C"/>
    <w:rsid w:val="002311DE"/>
    <w:rsid w:val="00231F9F"/>
    <w:rsid w:val="002376ED"/>
    <w:rsid w:val="00244464"/>
    <w:rsid w:val="002561FC"/>
    <w:rsid w:val="00264DCA"/>
    <w:rsid w:val="00266D75"/>
    <w:rsid w:val="00291FE3"/>
    <w:rsid w:val="002F6074"/>
    <w:rsid w:val="00323332"/>
    <w:rsid w:val="00325DA0"/>
    <w:rsid w:val="00347017"/>
    <w:rsid w:val="0035127C"/>
    <w:rsid w:val="00365E38"/>
    <w:rsid w:val="0037587D"/>
    <w:rsid w:val="003928AD"/>
    <w:rsid w:val="00395299"/>
    <w:rsid w:val="00396EEC"/>
    <w:rsid w:val="003A1EE1"/>
    <w:rsid w:val="003A7077"/>
    <w:rsid w:val="003A764A"/>
    <w:rsid w:val="003B2707"/>
    <w:rsid w:val="003E04DA"/>
    <w:rsid w:val="00403502"/>
    <w:rsid w:val="00405DCE"/>
    <w:rsid w:val="0040667C"/>
    <w:rsid w:val="00433B07"/>
    <w:rsid w:val="00444143"/>
    <w:rsid w:val="00463097"/>
    <w:rsid w:val="00473369"/>
    <w:rsid w:val="00474180"/>
    <w:rsid w:val="00474ED5"/>
    <w:rsid w:val="00484478"/>
    <w:rsid w:val="00486242"/>
    <w:rsid w:val="004A0A60"/>
    <w:rsid w:val="004B21FB"/>
    <w:rsid w:val="004B3B8C"/>
    <w:rsid w:val="00507415"/>
    <w:rsid w:val="00511885"/>
    <w:rsid w:val="005128E8"/>
    <w:rsid w:val="00525BB7"/>
    <w:rsid w:val="00526875"/>
    <w:rsid w:val="00555C05"/>
    <w:rsid w:val="00561A21"/>
    <w:rsid w:val="00577645"/>
    <w:rsid w:val="005C069C"/>
    <w:rsid w:val="005E7489"/>
    <w:rsid w:val="00605A44"/>
    <w:rsid w:val="00616563"/>
    <w:rsid w:val="00622656"/>
    <w:rsid w:val="00624FE0"/>
    <w:rsid w:val="00635A78"/>
    <w:rsid w:val="00655D62"/>
    <w:rsid w:val="006667F8"/>
    <w:rsid w:val="006669DF"/>
    <w:rsid w:val="006723F5"/>
    <w:rsid w:val="00673305"/>
    <w:rsid w:val="006769C5"/>
    <w:rsid w:val="00677554"/>
    <w:rsid w:val="00690EBF"/>
    <w:rsid w:val="006A6065"/>
    <w:rsid w:val="006B7977"/>
    <w:rsid w:val="006C0895"/>
    <w:rsid w:val="006D7F21"/>
    <w:rsid w:val="006E1E7E"/>
    <w:rsid w:val="006F40DA"/>
    <w:rsid w:val="006F4375"/>
    <w:rsid w:val="006F7CD7"/>
    <w:rsid w:val="0071555F"/>
    <w:rsid w:val="007224DD"/>
    <w:rsid w:val="007473B0"/>
    <w:rsid w:val="007908C7"/>
    <w:rsid w:val="00792C7F"/>
    <w:rsid w:val="007B585B"/>
    <w:rsid w:val="007C3712"/>
    <w:rsid w:val="007D4F0B"/>
    <w:rsid w:val="007E7D67"/>
    <w:rsid w:val="00801FE3"/>
    <w:rsid w:val="008068EE"/>
    <w:rsid w:val="008071EE"/>
    <w:rsid w:val="00810BCA"/>
    <w:rsid w:val="00813653"/>
    <w:rsid w:val="00824EE8"/>
    <w:rsid w:val="0088291E"/>
    <w:rsid w:val="008A7ABA"/>
    <w:rsid w:val="008B3D95"/>
    <w:rsid w:val="008B5831"/>
    <w:rsid w:val="008D7096"/>
    <w:rsid w:val="00906CD6"/>
    <w:rsid w:val="009077D9"/>
    <w:rsid w:val="00941FE2"/>
    <w:rsid w:val="00942F15"/>
    <w:rsid w:val="00955AB7"/>
    <w:rsid w:val="0095770F"/>
    <w:rsid w:val="009607C9"/>
    <w:rsid w:val="009614CC"/>
    <w:rsid w:val="009644EA"/>
    <w:rsid w:val="00964D30"/>
    <w:rsid w:val="00972840"/>
    <w:rsid w:val="00975493"/>
    <w:rsid w:val="00994D13"/>
    <w:rsid w:val="00995C35"/>
    <w:rsid w:val="00997BD4"/>
    <w:rsid w:val="009A282F"/>
    <w:rsid w:val="009A385F"/>
    <w:rsid w:val="009A747B"/>
    <w:rsid w:val="009C1F68"/>
    <w:rsid w:val="009E56FE"/>
    <w:rsid w:val="009E6ED4"/>
    <w:rsid w:val="00A06410"/>
    <w:rsid w:val="00A13EA7"/>
    <w:rsid w:val="00A208BF"/>
    <w:rsid w:val="00A27C22"/>
    <w:rsid w:val="00A34CE6"/>
    <w:rsid w:val="00A40B08"/>
    <w:rsid w:val="00A425D9"/>
    <w:rsid w:val="00A7250F"/>
    <w:rsid w:val="00A806C8"/>
    <w:rsid w:val="00A87415"/>
    <w:rsid w:val="00A94376"/>
    <w:rsid w:val="00AB1E91"/>
    <w:rsid w:val="00AC535F"/>
    <w:rsid w:val="00AD278A"/>
    <w:rsid w:val="00AD2DBF"/>
    <w:rsid w:val="00B2103C"/>
    <w:rsid w:val="00B21820"/>
    <w:rsid w:val="00B22421"/>
    <w:rsid w:val="00B3207E"/>
    <w:rsid w:val="00B62320"/>
    <w:rsid w:val="00B643ED"/>
    <w:rsid w:val="00B6459F"/>
    <w:rsid w:val="00BB240C"/>
    <w:rsid w:val="00BB45F6"/>
    <w:rsid w:val="00BE26FB"/>
    <w:rsid w:val="00C229D4"/>
    <w:rsid w:val="00C32F3C"/>
    <w:rsid w:val="00C3757E"/>
    <w:rsid w:val="00C7427C"/>
    <w:rsid w:val="00C863C7"/>
    <w:rsid w:val="00C96CE7"/>
    <w:rsid w:val="00CA428D"/>
    <w:rsid w:val="00CB58BF"/>
    <w:rsid w:val="00CD3211"/>
    <w:rsid w:val="00CF56F2"/>
    <w:rsid w:val="00D50FDF"/>
    <w:rsid w:val="00D52821"/>
    <w:rsid w:val="00D556EB"/>
    <w:rsid w:val="00D55827"/>
    <w:rsid w:val="00D55BDE"/>
    <w:rsid w:val="00D63FA9"/>
    <w:rsid w:val="00D71812"/>
    <w:rsid w:val="00D85496"/>
    <w:rsid w:val="00D86848"/>
    <w:rsid w:val="00D957DD"/>
    <w:rsid w:val="00D96263"/>
    <w:rsid w:val="00DA025A"/>
    <w:rsid w:val="00DA0C4A"/>
    <w:rsid w:val="00DB2426"/>
    <w:rsid w:val="00DB48EC"/>
    <w:rsid w:val="00DD0CC6"/>
    <w:rsid w:val="00DD1313"/>
    <w:rsid w:val="00E012A4"/>
    <w:rsid w:val="00E07305"/>
    <w:rsid w:val="00E07656"/>
    <w:rsid w:val="00E172DB"/>
    <w:rsid w:val="00E26BA0"/>
    <w:rsid w:val="00E33496"/>
    <w:rsid w:val="00E364C7"/>
    <w:rsid w:val="00E43AA8"/>
    <w:rsid w:val="00E503E4"/>
    <w:rsid w:val="00E72D5F"/>
    <w:rsid w:val="00E95470"/>
    <w:rsid w:val="00EB3B90"/>
    <w:rsid w:val="00EE2E9B"/>
    <w:rsid w:val="00EE44A0"/>
    <w:rsid w:val="00EF01DF"/>
    <w:rsid w:val="00EF5661"/>
    <w:rsid w:val="00F040C3"/>
    <w:rsid w:val="00F112F4"/>
    <w:rsid w:val="00F12510"/>
    <w:rsid w:val="00F227F8"/>
    <w:rsid w:val="00F2519E"/>
    <w:rsid w:val="00F26827"/>
    <w:rsid w:val="00F3383E"/>
    <w:rsid w:val="00F415C9"/>
    <w:rsid w:val="00F51919"/>
    <w:rsid w:val="00F5433F"/>
    <w:rsid w:val="00F97D97"/>
    <w:rsid w:val="00FA5B9B"/>
    <w:rsid w:val="00FB5AAD"/>
    <w:rsid w:val="00FD405B"/>
    <w:rsid w:val="00FE7E4B"/>
    <w:rsid w:val="00FF7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415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58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6E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6ED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3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07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B3207E"/>
    <w:rPr>
      <w:rFonts w:cs="Times New Roman"/>
    </w:rPr>
  </w:style>
  <w:style w:type="character" w:customStyle="1" w:styleId="spelle">
    <w:name w:val="spelle"/>
    <w:basedOn w:val="DefaultParagraphFont"/>
    <w:uiPriority w:val="99"/>
    <w:rsid w:val="00B3207E"/>
    <w:rPr>
      <w:rFonts w:cs="Times New Roman"/>
    </w:rPr>
  </w:style>
  <w:style w:type="paragraph" w:styleId="NormalWeb">
    <w:name w:val="Normal (Web)"/>
    <w:basedOn w:val="Normal"/>
    <w:uiPriority w:val="99"/>
    <w:semiHidden/>
    <w:rsid w:val="00B320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grame">
    <w:name w:val="grame"/>
    <w:basedOn w:val="DefaultParagraphFont"/>
    <w:uiPriority w:val="99"/>
    <w:rsid w:val="00B3207E"/>
    <w:rPr>
      <w:rFonts w:cs="Times New Roman"/>
    </w:rPr>
  </w:style>
  <w:style w:type="character" w:styleId="Hyperlink">
    <w:name w:val="Hyperlink"/>
    <w:basedOn w:val="DefaultParagraphFont"/>
    <w:uiPriority w:val="99"/>
    <w:rsid w:val="00FA5B9B"/>
    <w:rPr>
      <w:rFonts w:cs="Times New Roman"/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325DA0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2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1081</TotalTime>
  <Pages>7</Pages>
  <Words>1132</Words>
  <Characters>6459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Toshiba</cp:lastModifiedBy>
  <cp:revision>120</cp:revision>
  <cp:lastPrinted>2017-12-02T19:12:00Z</cp:lastPrinted>
  <dcterms:created xsi:type="dcterms:W3CDTF">2014-07-28T19:26:00Z</dcterms:created>
  <dcterms:modified xsi:type="dcterms:W3CDTF">2017-12-02T19:14:00Z</dcterms:modified>
</cp:coreProperties>
</file>