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54" w:rsidRDefault="00662954" w:rsidP="0013443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СЦЕНАРІЙ ШКІЛЬНОГО ЗАХОДУ</w:t>
      </w:r>
    </w:p>
    <w:p w:rsidR="00662954" w:rsidRDefault="00662954" w:rsidP="004C7C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(серед учнів початкових класів)</w:t>
      </w:r>
    </w:p>
    <w:p w:rsidR="00662954" w:rsidRDefault="00662954" w:rsidP="004C7C26">
      <w:pPr>
        <w:jc w:val="center"/>
        <w:rPr>
          <w:sz w:val="32"/>
          <w:szCs w:val="32"/>
          <w:lang w:val="uk-UA"/>
        </w:rPr>
      </w:pPr>
      <w:r w:rsidRPr="0073581D">
        <w:rPr>
          <w:sz w:val="32"/>
          <w:szCs w:val="32"/>
          <w:lang w:val="uk-UA"/>
        </w:rPr>
        <w:t>Конкурс інсценізації української</w:t>
      </w:r>
      <w:r>
        <w:rPr>
          <w:sz w:val="32"/>
          <w:szCs w:val="32"/>
          <w:lang w:val="uk-UA"/>
        </w:rPr>
        <w:t xml:space="preserve"> </w:t>
      </w:r>
      <w:r w:rsidRPr="0073581D">
        <w:rPr>
          <w:sz w:val="32"/>
          <w:szCs w:val="32"/>
          <w:lang w:val="uk-UA"/>
        </w:rPr>
        <w:t>народної</w:t>
      </w:r>
      <w:r>
        <w:rPr>
          <w:sz w:val="32"/>
          <w:szCs w:val="32"/>
          <w:lang w:val="uk-UA"/>
        </w:rPr>
        <w:t xml:space="preserve"> </w:t>
      </w:r>
      <w:r w:rsidRPr="0073581D">
        <w:rPr>
          <w:sz w:val="32"/>
          <w:szCs w:val="32"/>
          <w:lang w:val="uk-UA"/>
        </w:rPr>
        <w:t>пісні</w:t>
      </w:r>
    </w:p>
    <w:p w:rsidR="00662954" w:rsidRPr="004C7C26" w:rsidRDefault="00662954" w:rsidP="004C7C26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«Віночок народних пісень»</w:t>
      </w:r>
    </w:p>
    <w:p w:rsidR="00662954" w:rsidRPr="004C7C26" w:rsidRDefault="00662954" w:rsidP="004C7C26">
      <w:pPr>
        <w:rPr>
          <w:sz w:val="28"/>
          <w:szCs w:val="28"/>
          <w:lang w:val="uk-UA"/>
        </w:rPr>
      </w:pPr>
      <w:r w:rsidRPr="004C7C26">
        <w:rPr>
          <w:sz w:val="28"/>
          <w:szCs w:val="28"/>
        </w:rPr>
        <w:t>(Зал святково прикрашений, чути позивні, які сповіщають початок</w:t>
      </w:r>
      <w:r>
        <w:rPr>
          <w:sz w:val="28"/>
          <w:szCs w:val="28"/>
          <w:lang w:val="uk-UA"/>
        </w:rPr>
        <w:t>.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Звучить мелодія пісні "Рідна Україна")</w:t>
      </w:r>
    </w:p>
    <w:p w:rsidR="00662954" w:rsidRPr="004C7C26" w:rsidRDefault="00662954" w:rsidP="004C7C26">
      <w:pPr>
        <w:rPr>
          <w:b/>
          <w:sz w:val="28"/>
          <w:szCs w:val="28"/>
        </w:rPr>
      </w:pPr>
    </w:p>
    <w:p w:rsidR="00662954" w:rsidRPr="00430450" w:rsidRDefault="00662954" w:rsidP="004C7C2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ведучий: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Земля, де ти зростаєш,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Вкраїною</w:t>
      </w:r>
      <w:r>
        <w:rPr>
          <w:sz w:val="28"/>
          <w:szCs w:val="28"/>
        </w:rPr>
        <w:t xml:space="preserve"> </w:t>
      </w:r>
      <w:r w:rsidRPr="004C7C26">
        <w:rPr>
          <w:sz w:val="28"/>
          <w:szCs w:val="28"/>
        </w:rPr>
        <w:t xml:space="preserve">зоветься. </w:t>
      </w:r>
    </w:p>
    <w:p w:rsidR="00662954" w:rsidRPr="004C7C26" w:rsidRDefault="00662954" w:rsidP="004C7C26">
      <w:pPr>
        <w:rPr>
          <w:sz w:val="28"/>
          <w:szCs w:val="28"/>
          <w:lang w:val="uk-UA"/>
        </w:rPr>
      </w:pPr>
      <w:r>
        <w:rPr>
          <w:sz w:val="28"/>
          <w:szCs w:val="28"/>
        </w:rPr>
        <w:t>Тут поле</w:t>
      </w:r>
      <w:r>
        <w:rPr>
          <w:sz w:val="28"/>
          <w:szCs w:val="28"/>
          <w:lang w:val="uk-UA"/>
        </w:rPr>
        <w:t xml:space="preserve">, </w:t>
      </w:r>
      <w:r w:rsidRPr="004C7C26">
        <w:rPr>
          <w:sz w:val="28"/>
          <w:szCs w:val="28"/>
        </w:rPr>
        <w:t xml:space="preserve">шепіт гаю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Все тішить твоє серце.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Тут любий соловейко </w:t>
      </w:r>
    </w:p>
    <w:p w:rsidR="00662954" w:rsidRDefault="00662954" w:rsidP="004C7C26">
      <w:pPr>
        <w:rPr>
          <w:sz w:val="28"/>
          <w:szCs w:val="28"/>
          <w:lang w:val="uk-UA"/>
        </w:rPr>
      </w:pPr>
      <w:r w:rsidRPr="004C7C26">
        <w:rPr>
          <w:sz w:val="28"/>
          <w:szCs w:val="28"/>
        </w:rPr>
        <w:t xml:space="preserve">співає в літні ночі. </w:t>
      </w:r>
    </w:p>
    <w:p w:rsidR="00662954" w:rsidRDefault="00662954" w:rsidP="004C7C26">
      <w:pPr>
        <w:rPr>
          <w:sz w:val="28"/>
          <w:szCs w:val="28"/>
          <w:lang w:val="uk-UA"/>
        </w:rPr>
      </w:pPr>
    </w:p>
    <w:p w:rsidR="00662954" w:rsidRPr="00430450" w:rsidRDefault="00662954" w:rsidP="004C7C2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2 ведуч</w:t>
      </w:r>
      <w:r>
        <w:rPr>
          <w:b/>
          <w:sz w:val="28"/>
          <w:szCs w:val="28"/>
          <w:lang w:val="uk-UA"/>
        </w:rPr>
        <w:t>а</w:t>
      </w:r>
      <w:r w:rsidRPr="004C7C26">
        <w:rPr>
          <w:b/>
          <w:sz w:val="28"/>
          <w:szCs w:val="28"/>
        </w:rPr>
        <w:t xml:space="preserve">.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Тут все таке рідненьке,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Все вабить твої очі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Живи в своєму краї,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Де хата материнська,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 xml:space="preserve">Де пісня скрізь лунає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І мова українська</w:t>
      </w:r>
    </w:p>
    <w:p w:rsidR="00662954" w:rsidRPr="004C7C26" w:rsidRDefault="00662954" w:rsidP="004C7C26">
      <w:pPr>
        <w:rPr>
          <w:b/>
          <w:sz w:val="28"/>
          <w:szCs w:val="28"/>
          <w:lang w:val="uk-UA"/>
        </w:rPr>
      </w:pPr>
    </w:p>
    <w:p w:rsidR="00662954" w:rsidRPr="004C7C26" w:rsidRDefault="00662954" w:rsidP="004C7C26">
      <w:pPr>
        <w:rPr>
          <w:b/>
          <w:sz w:val="28"/>
          <w:szCs w:val="28"/>
        </w:rPr>
      </w:pPr>
      <w:r w:rsidRPr="004C7C26">
        <w:rPr>
          <w:b/>
          <w:sz w:val="28"/>
          <w:szCs w:val="28"/>
        </w:rPr>
        <w:t xml:space="preserve">1 ведучий.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Добрий день вам, люди добрі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Радо вас вітаємо.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Конкурс пісні української</w:t>
      </w:r>
    </w:p>
    <w:p w:rsidR="00662954" w:rsidRDefault="00662954" w:rsidP="004C7C26">
      <w:pPr>
        <w:rPr>
          <w:sz w:val="28"/>
          <w:szCs w:val="28"/>
          <w:lang w:val="uk-UA"/>
        </w:rPr>
      </w:pPr>
      <w:r w:rsidRPr="004C7C26">
        <w:rPr>
          <w:sz w:val="28"/>
          <w:szCs w:val="28"/>
        </w:rPr>
        <w:t>Ми розпочинаємо!</w:t>
      </w:r>
    </w:p>
    <w:p w:rsidR="00662954" w:rsidRPr="004C7C26" w:rsidRDefault="00662954" w:rsidP="004C7C26">
      <w:pPr>
        <w:rPr>
          <w:sz w:val="28"/>
          <w:szCs w:val="28"/>
          <w:lang w:val="uk-UA"/>
        </w:rPr>
      </w:pPr>
    </w:p>
    <w:p w:rsidR="00662954" w:rsidRPr="004C7C26" w:rsidRDefault="00662954" w:rsidP="004C7C26">
      <w:pPr>
        <w:rPr>
          <w:b/>
          <w:sz w:val="28"/>
          <w:szCs w:val="28"/>
        </w:rPr>
      </w:pPr>
      <w:r>
        <w:rPr>
          <w:b/>
          <w:sz w:val="28"/>
          <w:szCs w:val="28"/>
        </w:rPr>
        <w:t>2 ведуч</w:t>
      </w:r>
      <w:r>
        <w:rPr>
          <w:b/>
          <w:sz w:val="28"/>
          <w:szCs w:val="28"/>
          <w:lang w:val="uk-UA"/>
        </w:rPr>
        <w:t>а</w:t>
      </w:r>
      <w:r w:rsidRPr="004C7C26">
        <w:rPr>
          <w:b/>
          <w:sz w:val="28"/>
          <w:szCs w:val="28"/>
        </w:rPr>
        <w:t xml:space="preserve">. 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Хай дзвінке вкраїнське слово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Пружно рветься в небеса!</w:t>
      </w:r>
    </w:p>
    <w:p w:rsidR="00662954" w:rsidRPr="004C7C26" w:rsidRDefault="00662954" w:rsidP="004C7C26">
      <w:pPr>
        <w:rPr>
          <w:sz w:val="28"/>
          <w:szCs w:val="28"/>
        </w:rPr>
      </w:pPr>
      <w:r w:rsidRPr="004C7C26">
        <w:rPr>
          <w:sz w:val="28"/>
          <w:szCs w:val="28"/>
        </w:rPr>
        <w:t>Наша пісня пречудова</w:t>
      </w:r>
    </w:p>
    <w:p w:rsidR="00662954" w:rsidRDefault="00662954" w:rsidP="004C7C26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Хай ніколи не </w:t>
      </w:r>
      <w:r w:rsidRPr="004C7C26">
        <w:rPr>
          <w:sz w:val="28"/>
          <w:szCs w:val="28"/>
        </w:rPr>
        <w:t>згаса!</w:t>
      </w:r>
    </w:p>
    <w:p w:rsidR="00662954" w:rsidRDefault="00662954" w:rsidP="004C7C26">
      <w:pPr>
        <w:rPr>
          <w:sz w:val="28"/>
          <w:szCs w:val="28"/>
          <w:lang w:val="uk-UA"/>
        </w:rPr>
      </w:pPr>
      <w:r w:rsidRPr="004C7C26">
        <w:rPr>
          <w:sz w:val="28"/>
          <w:szCs w:val="28"/>
        </w:rPr>
        <w:t xml:space="preserve"> </w:t>
      </w:r>
    </w:p>
    <w:p w:rsidR="00662954" w:rsidRPr="004C7C26" w:rsidRDefault="00662954" w:rsidP="004C7C26">
      <w:pPr>
        <w:rPr>
          <w:b/>
          <w:sz w:val="28"/>
          <w:szCs w:val="28"/>
          <w:lang w:val="uk-UA"/>
        </w:rPr>
      </w:pPr>
      <w:r w:rsidRPr="004C7C26">
        <w:rPr>
          <w:b/>
          <w:sz w:val="28"/>
          <w:szCs w:val="28"/>
          <w:lang w:val="uk-UA"/>
        </w:rPr>
        <w:t>Слова ведучої</w:t>
      </w:r>
      <w:r>
        <w:rPr>
          <w:b/>
          <w:sz w:val="28"/>
          <w:szCs w:val="28"/>
          <w:lang w:val="uk-UA"/>
        </w:rPr>
        <w:t>: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 xml:space="preserve">Буває пісня тугою налита,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 xml:space="preserve">І туга душу накрізь пропече.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 xml:space="preserve">Бува така, що наче серед літа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>Срібляста річка в сиву даль тече.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 xml:space="preserve"> Такого сплеску </w:t>
      </w:r>
      <w:r w:rsidRPr="001E7C90">
        <w:rPr>
          <w:sz w:val="28"/>
          <w:szCs w:val="28"/>
          <w:lang w:val="uk-UA"/>
        </w:rPr>
        <w:t>в</w:t>
      </w:r>
      <w:r w:rsidRPr="001E7C90">
        <w:rPr>
          <w:sz w:val="28"/>
          <w:szCs w:val="28"/>
        </w:rPr>
        <w:t xml:space="preserve"> музиці і співі,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>Вогню такого не пер</w:t>
      </w:r>
      <w:r>
        <w:rPr>
          <w:sz w:val="28"/>
          <w:szCs w:val="28"/>
          <w:lang w:val="uk-UA"/>
        </w:rPr>
        <w:t>е</w:t>
      </w:r>
      <w:r w:rsidRPr="001E7C90">
        <w:rPr>
          <w:sz w:val="28"/>
          <w:szCs w:val="28"/>
        </w:rPr>
        <w:t xml:space="preserve">даси </w:t>
      </w:r>
      <w:r w:rsidRPr="001E7C90">
        <w:rPr>
          <w:sz w:val="28"/>
          <w:szCs w:val="28"/>
          <w:lang w:val="uk-UA"/>
        </w:rPr>
        <w:t>н</w:t>
      </w:r>
      <w:r w:rsidRPr="001E7C90">
        <w:rPr>
          <w:sz w:val="28"/>
          <w:szCs w:val="28"/>
        </w:rPr>
        <w:t>ічим,</w:t>
      </w:r>
    </w:p>
    <w:p w:rsidR="00662954" w:rsidRPr="001E7C90" w:rsidRDefault="00662954" w:rsidP="004C7C26">
      <w:pPr>
        <w:rPr>
          <w:sz w:val="28"/>
          <w:szCs w:val="28"/>
        </w:rPr>
      </w:pPr>
      <w:r w:rsidRPr="001E7C90">
        <w:rPr>
          <w:sz w:val="28"/>
          <w:szCs w:val="28"/>
        </w:rPr>
        <w:t xml:space="preserve"> крім пісні, посестри любові,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</w:rPr>
        <w:t>Криниц</w:t>
      </w:r>
      <w:r w:rsidRPr="001E7C90">
        <w:rPr>
          <w:sz w:val="28"/>
          <w:szCs w:val="28"/>
          <w:lang w:val="uk-UA"/>
        </w:rPr>
        <w:t xml:space="preserve">і </w:t>
      </w:r>
      <w:r w:rsidRPr="001E7C90">
        <w:rPr>
          <w:sz w:val="28"/>
          <w:szCs w:val="28"/>
        </w:rPr>
        <w:t xml:space="preserve"> незечерпної краси.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  <w:lang w:val="uk-UA"/>
        </w:rPr>
        <w:t xml:space="preserve"> 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  <w:r w:rsidRPr="001E7C90">
        <w:rPr>
          <w:sz w:val="28"/>
          <w:szCs w:val="28"/>
          <w:lang w:val="uk-UA"/>
        </w:rPr>
        <w:t>Ми вітаємо учасн</w:t>
      </w:r>
      <w:r>
        <w:rPr>
          <w:sz w:val="28"/>
          <w:szCs w:val="28"/>
          <w:lang w:val="uk-UA"/>
        </w:rPr>
        <w:t>иків свята</w:t>
      </w:r>
      <w:r w:rsidRPr="001E7C90">
        <w:rPr>
          <w:sz w:val="28"/>
          <w:szCs w:val="28"/>
          <w:lang w:val="uk-UA"/>
        </w:rPr>
        <w:t xml:space="preserve"> інсценізованої української народної пісні</w:t>
      </w:r>
      <w:r>
        <w:rPr>
          <w:sz w:val="28"/>
          <w:szCs w:val="28"/>
          <w:lang w:val="uk-UA"/>
        </w:rPr>
        <w:t xml:space="preserve"> «Віночок народних пісень»</w:t>
      </w:r>
      <w:r w:rsidRPr="001E7C90">
        <w:rPr>
          <w:sz w:val="28"/>
          <w:szCs w:val="28"/>
          <w:lang w:val="uk-UA"/>
        </w:rPr>
        <w:t xml:space="preserve">. </w:t>
      </w:r>
    </w:p>
    <w:p w:rsidR="00662954" w:rsidRPr="001E7C90" w:rsidRDefault="00662954" w:rsidP="004C7C26">
      <w:pPr>
        <w:rPr>
          <w:sz w:val="28"/>
          <w:szCs w:val="28"/>
        </w:rPr>
      </w:pPr>
      <w:r w:rsidRPr="001E7C90">
        <w:rPr>
          <w:sz w:val="28"/>
          <w:szCs w:val="28"/>
        </w:rPr>
        <w:t xml:space="preserve">І так , як </w:t>
      </w:r>
      <w:r>
        <w:rPr>
          <w:sz w:val="28"/>
          <w:szCs w:val="28"/>
          <w:lang w:val="uk-UA"/>
        </w:rPr>
        <w:t xml:space="preserve">і </w:t>
      </w:r>
      <w:r w:rsidRPr="001E7C90">
        <w:rPr>
          <w:sz w:val="28"/>
          <w:szCs w:val="28"/>
        </w:rPr>
        <w:t xml:space="preserve">на всіх </w:t>
      </w:r>
      <w:r>
        <w:rPr>
          <w:sz w:val="28"/>
          <w:szCs w:val="28"/>
        </w:rPr>
        <w:t>відомих конкурсах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оцінюватиме в</w:t>
      </w:r>
      <w:r w:rsidRPr="001E7C90">
        <w:rPr>
          <w:sz w:val="28"/>
          <w:szCs w:val="28"/>
        </w:rPr>
        <w:t xml:space="preserve">иступи наших </w:t>
      </w:r>
    </w:p>
    <w:p w:rsidR="00662954" w:rsidRDefault="00662954" w:rsidP="004C7C26">
      <w:pPr>
        <w:rPr>
          <w:sz w:val="28"/>
          <w:szCs w:val="28"/>
          <w:lang w:val="uk-UA"/>
        </w:rPr>
      </w:pPr>
      <w:r>
        <w:rPr>
          <w:sz w:val="28"/>
          <w:szCs w:val="28"/>
        </w:rPr>
        <w:t>учнів вельмишановне журі</w:t>
      </w:r>
      <w:r>
        <w:rPr>
          <w:sz w:val="28"/>
          <w:szCs w:val="28"/>
          <w:lang w:val="uk-UA"/>
        </w:rPr>
        <w:t>:______________________________________________________________</w:t>
      </w:r>
    </w:p>
    <w:p w:rsidR="00662954" w:rsidRPr="001E7C90" w:rsidRDefault="00662954" w:rsidP="004C7C26">
      <w:pPr>
        <w:rPr>
          <w:sz w:val="28"/>
          <w:szCs w:val="28"/>
          <w:lang w:val="uk-UA"/>
        </w:rPr>
      </w:pPr>
    </w:p>
    <w:p w:rsidR="00662954" w:rsidRPr="001E7C90" w:rsidRDefault="00662954" w:rsidP="001E7C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 ведучий</w:t>
      </w:r>
      <w:r w:rsidRPr="001E7C90">
        <w:rPr>
          <w:b/>
          <w:sz w:val="28"/>
          <w:szCs w:val="28"/>
          <w:lang w:val="uk-UA"/>
        </w:rPr>
        <w:t>:</w:t>
      </w:r>
    </w:p>
    <w:p w:rsidR="00662954" w:rsidRPr="001E7C90" w:rsidRDefault="00662954" w:rsidP="001E7C90">
      <w:pPr>
        <w:rPr>
          <w:sz w:val="28"/>
          <w:szCs w:val="28"/>
        </w:rPr>
      </w:pPr>
      <w:r w:rsidRPr="001E7C90">
        <w:rPr>
          <w:sz w:val="28"/>
          <w:szCs w:val="28"/>
        </w:rPr>
        <w:t>А хіба на світі є щось прекрасніше, ніж вона?</w:t>
      </w:r>
    </w:p>
    <w:p w:rsidR="00662954" w:rsidRPr="001E7C90" w:rsidRDefault="00662954" w:rsidP="001E7C90">
      <w:pPr>
        <w:rPr>
          <w:b/>
          <w:sz w:val="28"/>
          <w:szCs w:val="28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 w:rsidRPr="001E7C90">
        <w:rPr>
          <w:b/>
          <w:sz w:val="28"/>
          <w:szCs w:val="28"/>
        </w:rPr>
        <w:t xml:space="preserve">. </w:t>
      </w:r>
    </w:p>
    <w:p w:rsidR="00662954" w:rsidRPr="001E7C90" w:rsidRDefault="00662954" w:rsidP="001E7C90">
      <w:pPr>
        <w:rPr>
          <w:sz w:val="28"/>
          <w:szCs w:val="28"/>
        </w:rPr>
      </w:pPr>
      <w:r w:rsidRPr="001E7C90">
        <w:rPr>
          <w:sz w:val="28"/>
          <w:szCs w:val="28"/>
        </w:rPr>
        <w:t>Ти що, знову закохався?</w:t>
      </w:r>
    </w:p>
    <w:p w:rsidR="00662954" w:rsidRPr="001E7C90" w:rsidRDefault="00662954" w:rsidP="001E7C90">
      <w:pPr>
        <w:rPr>
          <w:b/>
          <w:sz w:val="28"/>
          <w:szCs w:val="28"/>
        </w:rPr>
      </w:pPr>
      <w:r w:rsidRPr="001E7C90">
        <w:rPr>
          <w:b/>
          <w:sz w:val="28"/>
          <w:szCs w:val="28"/>
        </w:rPr>
        <w:t>1 ведучий.</w:t>
      </w:r>
    </w:p>
    <w:p w:rsidR="00662954" w:rsidRPr="001E7C90" w:rsidRDefault="00662954" w:rsidP="001E7C90">
      <w:pPr>
        <w:rPr>
          <w:sz w:val="28"/>
          <w:szCs w:val="28"/>
        </w:rPr>
      </w:pPr>
      <w:r w:rsidRPr="001E7C90">
        <w:rPr>
          <w:sz w:val="28"/>
          <w:szCs w:val="28"/>
        </w:rPr>
        <w:t>Та ні, я про пісню.</w:t>
      </w:r>
    </w:p>
    <w:p w:rsidR="00662954" w:rsidRPr="001E7C90" w:rsidRDefault="00662954" w:rsidP="001E7C90">
      <w:pPr>
        <w:rPr>
          <w:sz w:val="28"/>
          <w:szCs w:val="28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 w:rsidRPr="001E7C90">
        <w:rPr>
          <w:sz w:val="28"/>
          <w:szCs w:val="28"/>
        </w:rPr>
        <w:t xml:space="preserve">. </w:t>
      </w:r>
    </w:p>
    <w:p w:rsidR="00662954" w:rsidRPr="001E7C90" w:rsidRDefault="00662954" w:rsidP="001E7C90">
      <w:pPr>
        <w:rPr>
          <w:sz w:val="28"/>
          <w:szCs w:val="28"/>
          <w:lang w:val="uk-UA"/>
        </w:rPr>
      </w:pPr>
      <w:r>
        <w:rPr>
          <w:sz w:val="28"/>
          <w:szCs w:val="28"/>
        </w:rPr>
        <w:t>А я дума</w:t>
      </w:r>
      <w:r>
        <w:rPr>
          <w:sz w:val="28"/>
          <w:szCs w:val="28"/>
          <w:lang w:val="uk-UA"/>
        </w:rPr>
        <w:t>ла</w:t>
      </w:r>
      <w:r>
        <w:rPr>
          <w:sz w:val="28"/>
          <w:szCs w:val="28"/>
        </w:rPr>
        <w:t xml:space="preserve">, ти про </w:t>
      </w:r>
      <w:r>
        <w:rPr>
          <w:sz w:val="28"/>
          <w:szCs w:val="28"/>
          <w:lang w:val="uk-UA"/>
        </w:rPr>
        <w:t xml:space="preserve">чорнявих </w:t>
      </w:r>
      <w:r>
        <w:rPr>
          <w:sz w:val="28"/>
          <w:szCs w:val="28"/>
        </w:rPr>
        <w:t xml:space="preserve">дівчат з </w:t>
      </w:r>
      <w:r>
        <w:rPr>
          <w:sz w:val="28"/>
          <w:szCs w:val="28"/>
          <w:lang w:val="uk-UA"/>
        </w:rPr>
        <w:t>2-Б класу</w:t>
      </w:r>
    </w:p>
    <w:p w:rsidR="00662954" w:rsidRPr="001E7C90" w:rsidRDefault="00662954" w:rsidP="001E7C90">
      <w:pPr>
        <w:rPr>
          <w:b/>
          <w:sz w:val="28"/>
          <w:szCs w:val="28"/>
        </w:rPr>
      </w:pPr>
      <w:r w:rsidRPr="001E7C90">
        <w:rPr>
          <w:b/>
          <w:sz w:val="28"/>
          <w:szCs w:val="28"/>
        </w:rPr>
        <w:t xml:space="preserve">1 ведучий. </w:t>
      </w:r>
    </w:p>
    <w:p w:rsidR="00662954" w:rsidRPr="001E7C90" w:rsidRDefault="00662954" w:rsidP="001E7C90">
      <w:pPr>
        <w:rPr>
          <w:sz w:val="28"/>
          <w:szCs w:val="28"/>
        </w:rPr>
      </w:pPr>
      <w:r w:rsidRPr="001E7C90">
        <w:rPr>
          <w:sz w:val="28"/>
          <w:szCs w:val="28"/>
        </w:rPr>
        <w:t>Та ні, я їх навіть не роздивився.</w:t>
      </w:r>
    </w:p>
    <w:p w:rsidR="00662954" w:rsidRPr="001E7C90" w:rsidRDefault="00662954" w:rsidP="001E7C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Pr="001E7C90" w:rsidRDefault="00662954" w:rsidP="001E7C90">
      <w:pPr>
        <w:rPr>
          <w:sz w:val="28"/>
          <w:szCs w:val="28"/>
        </w:rPr>
      </w:pPr>
      <w:r>
        <w:rPr>
          <w:sz w:val="28"/>
          <w:szCs w:val="28"/>
        </w:rPr>
        <w:t xml:space="preserve">А ми зараз </w:t>
      </w:r>
      <w:r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</w:rPr>
        <w:t xml:space="preserve"> роздивимось, і почуємо </w:t>
      </w:r>
      <w:r w:rsidRPr="001E7C90">
        <w:rPr>
          <w:sz w:val="28"/>
          <w:szCs w:val="28"/>
        </w:rPr>
        <w:t>.</w:t>
      </w:r>
    </w:p>
    <w:p w:rsidR="00662954" w:rsidRDefault="00662954" w:rsidP="001E7C90">
      <w:pPr>
        <w:rPr>
          <w:sz w:val="28"/>
          <w:szCs w:val="28"/>
        </w:rPr>
      </w:pPr>
      <w:r>
        <w:rPr>
          <w:sz w:val="28"/>
          <w:szCs w:val="28"/>
        </w:rPr>
        <w:t xml:space="preserve">Отож, зустрічайте </w:t>
      </w:r>
      <w:r>
        <w:rPr>
          <w:sz w:val="28"/>
          <w:szCs w:val="28"/>
          <w:lang w:val="uk-UA"/>
        </w:rPr>
        <w:t>2-Б клас</w:t>
      </w:r>
      <w:r w:rsidRPr="001E7C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із піснею</w:t>
      </w:r>
    </w:p>
    <w:p w:rsidR="00662954" w:rsidRDefault="00662954" w:rsidP="001E7C9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0EC3">
        <w:rPr>
          <w:b/>
          <w:i/>
          <w:sz w:val="28"/>
          <w:szCs w:val="28"/>
        </w:rPr>
        <w:t>«</w:t>
      </w:r>
      <w:r w:rsidRPr="00290EC3">
        <w:rPr>
          <w:b/>
          <w:i/>
          <w:sz w:val="28"/>
          <w:szCs w:val="28"/>
          <w:lang w:val="uk-UA"/>
        </w:rPr>
        <w:t>А я чорнява</w:t>
      </w:r>
      <w:r w:rsidRPr="00290EC3">
        <w:rPr>
          <w:b/>
          <w:i/>
          <w:sz w:val="28"/>
          <w:szCs w:val="28"/>
        </w:rPr>
        <w:t>».</w:t>
      </w:r>
    </w:p>
    <w:p w:rsidR="00662954" w:rsidRDefault="00662954" w:rsidP="001E7C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 (звертається до ведучих)</w:t>
      </w:r>
    </w:p>
    <w:p w:rsidR="00662954" w:rsidRPr="0096496C" w:rsidRDefault="00662954" w:rsidP="001E7C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як ви думаєте, глядачі вміють відгадувати загадки? Давайте перевіремо.</w:t>
      </w:r>
    </w:p>
    <w:p w:rsidR="00662954" w:rsidRPr="0096496C" w:rsidRDefault="00662954" w:rsidP="0096496C">
      <w:pPr>
        <w:rPr>
          <w:b/>
          <w:sz w:val="28"/>
          <w:szCs w:val="28"/>
          <w:lang w:val="uk-UA"/>
        </w:rPr>
      </w:pPr>
      <w:r w:rsidRPr="0096496C">
        <w:rPr>
          <w:sz w:val="28"/>
          <w:szCs w:val="28"/>
        </w:rPr>
        <w:t xml:space="preserve">Дивний журавель стоїть, </w:t>
      </w:r>
      <w:r w:rsidRPr="0096496C">
        <w:rPr>
          <w:sz w:val="28"/>
          <w:szCs w:val="28"/>
        </w:rPr>
        <w:br/>
        <w:t xml:space="preserve">Що нікуди не летить. </w:t>
      </w:r>
      <w:r w:rsidRPr="0096496C">
        <w:rPr>
          <w:sz w:val="28"/>
          <w:szCs w:val="28"/>
        </w:rPr>
        <w:br/>
        <w:t xml:space="preserve">Можеш ти води напиться, </w:t>
      </w:r>
      <w:r w:rsidRPr="0096496C">
        <w:rPr>
          <w:sz w:val="28"/>
          <w:szCs w:val="28"/>
        </w:rPr>
        <w:br/>
        <w:t xml:space="preserve">Називається </w:t>
      </w:r>
      <w:r w:rsidRPr="0096496C">
        <w:rPr>
          <w:b/>
          <w:sz w:val="28"/>
          <w:szCs w:val="28"/>
        </w:rPr>
        <w:t>…</w:t>
      </w:r>
      <w:r w:rsidRPr="0096496C">
        <w:rPr>
          <w:b/>
          <w:sz w:val="28"/>
          <w:szCs w:val="28"/>
          <w:lang w:val="uk-UA"/>
        </w:rPr>
        <w:t>(криниця)</w:t>
      </w:r>
    </w:p>
    <w:p w:rsidR="00662954" w:rsidRDefault="00662954" w:rsidP="00B5759A">
      <w:pPr>
        <w:rPr>
          <w:b/>
          <w:i/>
          <w:sz w:val="28"/>
          <w:szCs w:val="28"/>
          <w:lang w:val="uk-UA"/>
        </w:rPr>
      </w:pPr>
      <w:r w:rsidRPr="0096496C">
        <w:rPr>
          <w:sz w:val="28"/>
          <w:szCs w:val="28"/>
          <w:lang w:val="uk-UA"/>
        </w:rPr>
        <w:t>В українських</w:t>
      </w:r>
      <w:r>
        <w:rPr>
          <w:sz w:val="28"/>
          <w:szCs w:val="28"/>
          <w:lang w:val="uk-UA"/>
        </w:rPr>
        <w:t xml:space="preserve"> піснях дуже часто оспівується  це джерело чистої, прохолодної  води. Інсценування однієї такої пісні приготували учні 3-Б класу . То ж до вашої уваги пісня  </w:t>
      </w:r>
      <w:r w:rsidRPr="00B5759A">
        <w:rPr>
          <w:b/>
          <w:i/>
          <w:sz w:val="28"/>
          <w:szCs w:val="28"/>
          <w:lang w:val="uk-UA"/>
        </w:rPr>
        <w:t>«Розпрягайте, хлопці, коні»</w:t>
      </w:r>
    </w:p>
    <w:p w:rsidR="00662954" w:rsidRDefault="00662954" w:rsidP="00B5759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Виходять ведучі та сперечаються за коромисло.</w:t>
      </w:r>
    </w:p>
    <w:p w:rsidR="00662954" w:rsidRDefault="00662954" w:rsidP="00B5759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Зачекайте, а що тут у вас трапилося?</w:t>
      </w:r>
    </w:p>
    <w:p w:rsidR="00662954" w:rsidRDefault="00662954" w:rsidP="00B5759A">
      <w:pPr>
        <w:rPr>
          <w:b/>
          <w:sz w:val="28"/>
          <w:szCs w:val="28"/>
          <w:lang w:val="uk-UA"/>
        </w:rPr>
      </w:pPr>
      <w:r w:rsidRPr="001E7C90">
        <w:rPr>
          <w:b/>
          <w:sz w:val="28"/>
          <w:szCs w:val="28"/>
        </w:rPr>
        <w:t>1 ведучий</w:t>
      </w:r>
      <w:r>
        <w:rPr>
          <w:b/>
          <w:sz w:val="28"/>
          <w:szCs w:val="28"/>
          <w:lang w:val="uk-UA"/>
        </w:rPr>
        <w:t>: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ось знайшов якусь криву палицю та хочу її викинути.</w:t>
      </w:r>
    </w:p>
    <w:p w:rsidR="00662954" w:rsidRPr="001E7C90" w:rsidRDefault="00662954" w:rsidP="00691417">
      <w:pPr>
        <w:rPr>
          <w:sz w:val="28"/>
          <w:szCs w:val="28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:</w:t>
      </w:r>
      <w:r w:rsidRPr="001E7C90">
        <w:rPr>
          <w:sz w:val="28"/>
          <w:szCs w:val="28"/>
        </w:rPr>
        <w:t xml:space="preserve"> </w:t>
      </w:r>
    </w:p>
    <w:p w:rsidR="00662954" w:rsidRPr="00691417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ти що? Вона така незвичайна, мабуть корисна?</w:t>
      </w:r>
    </w:p>
    <w:p w:rsidR="00662954" w:rsidRDefault="00662954" w:rsidP="0069141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Pr="00691417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Звичайно, ця річ для наших предків була необхідною . Називають її коромисло. За допомогою нього господині та господарі носили від криниці воду. Коромисло було у кожній хаті. Тому часто згадували про коромисло у народних піснях.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Тож продовжить наш конкурс пісня </w:t>
      </w:r>
      <w:r w:rsidRPr="00B5759A">
        <w:rPr>
          <w:b/>
          <w:i/>
          <w:sz w:val="28"/>
          <w:szCs w:val="28"/>
          <w:lang w:val="uk-UA"/>
        </w:rPr>
        <w:t>«Несе Галя воду»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виконанні учнів 4-А класу.</w:t>
      </w:r>
    </w:p>
    <w:p w:rsidR="00662954" w:rsidRPr="00316649" w:rsidRDefault="00662954" w:rsidP="000A63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</w:t>
      </w:r>
      <w:r w:rsidRPr="001E7C90">
        <w:rPr>
          <w:b/>
          <w:sz w:val="28"/>
          <w:szCs w:val="28"/>
        </w:rPr>
        <w:t>ведучий</w:t>
      </w:r>
      <w:r>
        <w:rPr>
          <w:b/>
          <w:sz w:val="28"/>
          <w:szCs w:val="28"/>
          <w:lang w:val="uk-UA"/>
        </w:rPr>
        <w:t>:</w:t>
      </w:r>
    </w:p>
    <w:p w:rsidR="00662954" w:rsidRPr="00316649" w:rsidRDefault="00662954" w:rsidP="000A63F1">
      <w:pPr>
        <w:rPr>
          <w:sz w:val="28"/>
          <w:szCs w:val="28"/>
        </w:rPr>
      </w:pPr>
      <w:r w:rsidRPr="00316649">
        <w:rPr>
          <w:sz w:val="28"/>
          <w:szCs w:val="28"/>
        </w:rPr>
        <w:t xml:space="preserve">Що й кому не говори, </w:t>
      </w:r>
    </w:p>
    <w:p w:rsidR="00662954" w:rsidRPr="00316649" w:rsidRDefault="00662954" w:rsidP="000A63F1">
      <w:pPr>
        <w:rPr>
          <w:sz w:val="28"/>
          <w:szCs w:val="28"/>
        </w:rPr>
      </w:pPr>
      <w:r w:rsidRPr="00316649">
        <w:rPr>
          <w:sz w:val="28"/>
          <w:szCs w:val="28"/>
        </w:rPr>
        <w:t xml:space="preserve">В нас дівчата... хоч куди! </w:t>
      </w:r>
    </w:p>
    <w:p w:rsidR="00662954" w:rsidRPr="00316649" w:rsidRDefault="00662954" w:rsidP="000A63F1">
      <w:pPr>
        <w:rPr>
          <w:sz w:val="28"/>
          <w:szCs w:val="28"/>
        </w:rPr>
      </w:pPr>
      <w:r w:rsidRPr="00316649">
        <w:rPr>
          <w:sz w:val="28"/>
          <w:szCs w:val="28"/>
        </w:rPr>
        <w:t xml:space="preserve">В цілім світі не знайдеш: </w:t>
      </w:r>
    </w:p>
    <w:p w:rsidR="00662954" w:rsidRDefault="00662954" w:rsidP="000A63F1">
      <w:pPr>
        <w:rPr>
          <w:sz w:val="28"/>
          <w:szCs w:val="28"/>
          <w:lang w:val="uk-UA"/>
        </w:rPr>
      </w:pPr>
      <w:r w:rsidRPr="00316649">
        <w:rPr>
          <w:sz w:val="28"/>
          <w:szCs w:val="28"/>
        </w:rPr>
        <w:t xml:space="preserve">Чи проїдеш, чи пройдеш – </w:t>
      </w:r>
    </w:p>
    <w:p w:rsidR="00662954" w:rsidRDefault="00662954" w:rsidP="000A63F1">
      <w:pPr>
        <w:rPr>
          <w:sz w:val="28"/>
          <w:szCs w:val="28"/>
          <w:lang w:val="uk-UA"/>
        </w:rPr>
      </w:pPr>
    </w:p>
    <w:p w:rsidR="00662954" w:rsidRDefault="00662954" w:rsidP="000A63F1">
      <w:pPr>
        <w:rPr>
          <w:b/>
          <w:sz w:val="28"/>
          <w:szCs w:val="28"/>
          <w:lang w:val="uk-UA"/>
        </w:rPr>
      </w:pPr>
    </w:p>
    <w:p w:rsidR="00662954" w:rsidRPr="00D448FE" w:rsidRDefault="00662954" w:rsidP="000A63F1">
      <w:pPr>
        <w:rPr>
          <w:b/>
          <w:sz w:val="28"/>
          <w:szCs w:val="28"/>
          <w:lang w:val="uk-UA"/>
        </w:rPr>
      </w:pPr>
      <w:r w:rsidRPr="00D448FE">
        <w:rPr>
          <w:b/>
          <w:sz w:val="28"/>
          <w:szCs w:val="28"/>
          <w:lang w:val="uk-UA"/>
        </w:rPr>
        <w:t>2 ведуча:</w:t>
      </w:r>
    </w:p>
    <w:p w:rsidR="00662954" w:rsidRPr="006A491F" w:rsidRDefault="00662954" w:rsidP="000A63F1">
      <w:pPr>
        <w:rPr>
          <w:sz w:val="28"/>
          <w:szCs w:val="28"/>
          <w:lang w:val="uk-UA"/>
        </w:rPr>
      </w:pPr>
      <w:r w:rsidRPr="006A491F">
        <w:rPr>
          <w:sz w:val="28"/>
          <w:szCs w:val="28"/>
          <w:lang w:val="uk-UA"/>
        </w:rPr>
        <w:t xml:space="preserve">Україночки - найкращі, </w:t>
      </w:r>
    </w:p>
    <w:p w:rsidR="00662954" w:rsidRPr="006A491F" w:rsidRDefault="00662954" w:rsidP="000A63F1">
      <w:pPr>
        <w:rPr>
          <w:sz w:val="28"/>
          <w:szCs w:val="28"/>
          <w:lang w:val="uk-UA"/>
        </w:rPr>
      </w:pPr>
      <w:r w:rsidRPr="006A491F">
        <w:rPr>
          <w:sz w:val="28"/>
          <w:szCs w:val="28"/>
          <w:lang w:val="uk-UA"/>
        </w:rPr>
        <w:t xml:space="preserve">Найвродливіші й багатші. </w:t>
      </w:r>
    </w:p>
    <w:p w:rsidR="00662954" w:rsidRPr="00316649" w:rsidRDefault="00662954" w:rsidP="000A63F1">
      <w:pPr>
        <w:rPr>
          <w:sz w:val="28"/>
          <w:szCs w:val="28"/>
        </w:rPr>
      </w:pPr>
      <w:r w:rsidRPr="00316649">
        <w:rPr>
          <w:sz w:val="28"/>
          <w:szCs w:val="28"/>
        </w:rPr>
        <w:t>Як полюблять... на усе!</w:t>
      </w:r>
    </w:p>
    <w:p w:rsidR="00662954" w:rsidRDefault="00662954" w:rsidP="000A63F1">
      <w:pPr>
        <w:rPr>
          <w:sz w:val="28"/>
          <w:szCs w:val="28"/>
          <w:lang w:val="uk-UA"/>
        </w:rPr>
      </w:pPr>
      <w:r w:rsidRPr="00316649">
        <w:rPr>
          <w:sz w:val="28"/>
          <w:szCs w:val="28"/>
        </w:rPr>
        <w:t xml:space="preserve"> То, і дійсно - повезе.</w:t>
      </w:r>
    </w:p>
    <w:p w:rsidR="00662954" w:rsidRPr="00316649" w:rsidRDefault="00662954" w:rsidP="000A63F1">
      <w:pPr>
        <w:rPr>
          <w:sz w:val="28"/>
          <w:szCs w:val="28"/>
          <w:lang w:val="uk-UA"/>
        </w:rPr>
      </w:pPr>
    </w:p>
    <w:p w:rsidR="00662954" w:rsidRDefault="00662954" w:rsidP="000A63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0A63F1">
      <w:pPr>
        <w:rPr>
          <w:sz w:val="28"/>
          <w:szCs w:val="28"/>
          <w:lang w:val="uk-UA"/>
        </w:rPr>
      </w:pPr>
      <w:r w:rsidRPr="00316649">
        <w:rPr>
          <w:sz w:val="28"/>
          <w:szCs w:val="28"/>
          <w:lang w:val="uk-UA"/>
        </w:rPr>
        <w:t>Дійсно, дівчата на Україні працьовиті, вродливі, розумні.</w:t>
      </w:r>
      <w:r>
        <w:rPr>
          <w:sz w:val="28"/>
          <w:szCs w:val="28"/>
          <w:lang w:val="uk-UA"/>
        </w:rPr>
        <w:t xml:space="preserve"> Чи мало українських  жартівливих пісень оспівують дівочу вроду.</w:t>
      </w:r>
    </w:p>
    <w:p w:rsidR="00662954" w:rsidRPr="005811AC" w:rsidRDefault="00662954" w:rsidP="000A63F1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Тож запрошуємо на сцену учнів 3-А класу з піснею </w:t>
      </w:r>
      <w:r>
        <w:rPr>
          <w:b/>
          <w:i/>
          <w:sz w:val="28"/>
          <w:szCs w:val="28"/>
          <w:lang w:val="uk-UA"/>
        </w:rPr>
        <w:t>«Як було у хлопця 5 дівок»</w:t>
      </w:r>
    </w:p>
    <w:p w:rsidR="00662954" w:rsidRPr="00AB3E6B" w:rsidRDefault="00662954" w:rsidP="000A63F1">
      <w:pPr>
        <w:rPr>
          <w:b/>
          <w:i/>
          <w:sz w:val="28"/>
          <w:szCs w:val="28"/>
          <w:lang w:val="uk-UA"/>
        </w:rPr>
      </w:pPr>
    </w:p>
    <w:p w:rsidR="00662954" w:rsidRDefault="00662954" w:rsidP="005811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3166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Ось така жартівлива пісня про парубка, котрий не міг обрати  собі дружину.</w:t>
      </w:r>
    </w:p>
    <w:p w:rsidR="00662954" w:rsidRDefault="00662954" w:rsidP="003166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 і про чоловіків теж складено чимало жартівливих пісень. Через пісню висміювалось ледарство, лінь. Одну із таких пісень нам покажуть учні 2-В класу. А пісня називається </w:t>
      </w:r>
      <w:r>
        <w:rPr>
          <w:b/>
          <w:i/>
          <w:sz w:val="28"/>
          <w:szCs w:val="28"/>
          <w:lang w:val="uk-UA"/>
        </w:rPr>
        <w:t>«Грицю, Грицю до роботи..</w:t>
      </w:r>
      <w:r w:rsidRPr="00140605">
        <w:rPr>
          <w:b/>
          <w:i/>
          <w:sz w:val="28"/>
          <w:szCs w:val="28"/>
          <w:lang w:val="uk-UA"/>
        </w:rPr>
        <w:t>.»</w:t>
      </w:r>
      <w:r>
        <w:rPr>
          <w:sz w:val="28"/>
          <w:szCs w:val="28"/>
          <w:lang w:val="uk-UA"/>
        </w:rPr>
        <w:t xml:space="preserve"> </w:t>
      </w:r>
    </w:p>
    <w:p w:rsidR="00662954" w:rsidRDefault="00662954" w:rsidP="0073581D">
      <w:pPr>
        <w:rPr>
          <w:sz w:val="28"/>
          <w:szCs w:val="28"/>
          <w:lang w:val="uk-UA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:</w:t>
      </w:r>
      <w:r w:rsidRPr="001E7C90">
        <w:rPr>
          <w:sz w:val="28"/>
          <w:szCs w:val="28"/>
        </w:rPr>
        <w:t xml:space="preserve"> </w:t>
      </w:r>
    </w:p>
    <w:p w:rsidR="00662954" w:rsidRDefault="00662954" w:rsidP="007358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 біда! Що ж робити з таким Грицьком?</w:t>
      </w:r>
    </w:p>
    <w:p w:rsidR="00662954" w:rsidRDefault="00662954" w:rsidP="007358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7358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легка складалася  доля у тієї жінки, котрій  попадеться такий чоловік. А куди подіти те, що самому непотрібне? </w:t>
      </w:r>
    </w:p>
    <w:p w:rsidR="00662954" w:rsidRPr="00316649" w:rsidRDefault="00662954" w:rsidP="00DF28E2">
      <w:pPr>
        <w:rPr>
          <w:b/>
          <w:sz w:val="28"/>
          <w:szCs w:val="28"/>
          <w:lang w:val="uk-UA"/>
        </w:rPr>
      </w:pPr>
      <w:r w:rsidRPr="001E7C90">
        <w:rPr>
          <w:b/>
          <w:sz w:val="28"/>
          <w:szCs w:val="28"/>
        </w:rPr>
        <w:t>1 ведучий</w:t>
      </w:r>
      <w:r>
        <w:rPr>
          <w:b/>
          <w:sz w:val="28"/>
          <w:szCs w:val="28"/>
          <w:lang w:val="uk-UA"/>
        </w:rPr>
        <w:t>:</w:t>
      </w:r>
    </w:p>
    <w:p w:rsidR="00662954" w:rsidRDefault="00662954" w:rsidP="007358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я знаю! Продати!</w:t>
      </w:r>
    </w:p>
    <w:p w:rsidR="00662954" w:rsidRDefault="00662954" w:rsidP="00DF28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Слова ведучої: </w:t>
      </w:r>
    </w:p>
    <w:p w:rsidR="00662954" w:rsidRDefault="00662954" w:rsidP="00316649">
      <w:pPr>
        <w:rPr>
          <w:sz w:val="28"/>
          <w:szCs w:val="28"/>
          <w:lang w:val="uk-UA"/>
        </w:rPr>
      </w:pPr>
      <w:r w:rsidRPr="00DF28E2">
        <w:rPr>
          <w:sz w:val="28"/>
          <w:szCs w:val="28"/>
          <w:lang w:val="uk-UA"/>
        </w:rPr>
        <w:t>Звичайно!</w:t>
      </w:r>
      <w:r>
        <w:rPr>
          <w:sz w:val="28"/>
          <w:szCs w:val="28"/>
          <w:lang w:val="uk-UA"/>
        </w:rPr>
        <w:t xml:space="preserve"> Саме про це наступна пісня, яку приготували учні  2-А класу,</w:t>
      </w:r>
      <w:r w:rsidRPr="00DF28E2">
        <w:rPr>
          <w:b/>
          <w:i/>
          <w:sz w:val="28"/>
          <w:szCs w:val="28"/>
          <w:lang w:val="uk-UA"/>
        </w:rPr>
        <w:t xml:space="preserve"> «Ой там на то</w:t>
      </w:r>
      <w:r>
        <w:rPr>
          <w:b/>
          <w:i/>
          <w:sz w:val="28"/>
          <w:szCs w:val="28"/>
          <w:lang w:val="uk-UA"/>
        </w:rPr>
        <w:t>в</w:t>
      </w:r>
      <w:r w:rsidRPr="00DF28E2">
        <w:rPr>
          <w:b/>
          <w:i/>
          <w:sz w:val="28"/>
          <w:szCs w:val="28"/>
          <w:lang w:val="uk-UA"/>
        </w:rPr>
        <w:t>чку, на базарі</w:t>
      </w:r>
      <w:r>
        <w:rPr>
          <w:sz w:val="28"/>
          <w:szCs w:val="28"/>
          <w:lang w:val="uk-UA"/>
        </w:rPr>
        <w:t>»</w:t>
      </w:r>
    </w:p>
    <w:p w:rsidR="00662954" w:rsidRPr="00140605" w:rsidRDefault="00662954" w:rsidP="00316649">
      <w:pPr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Виходять ведучі </w:t>
      </w:r>
      <w:r w:rsidRPr="00140605">
        <w:rPr>
          <w:b/>
          <w:i/>
          <w:sz w:val="28"/>
          <w:szCs w:val="28"/>
          <w:lang w:val="uk-UA"/>
        </w:rPr>
        <w:t>(2 ведуча притупує ніжками та наспівує ..Ой гоп черевички..)</w:t>
      </w:r>
    </w:p>
    <w:p w:rsidR="00662954" w:rsidRDefault="00662954" w:rsidP="00316649">
      <w:pPr>
        <w:rPr>
          <w:sz w:val="28"/>
          <w:szCs w:val="28"/>
          <w:lang w:val="uk-UA"/>
        </w:rPr>
      </w:pPr>
      <w:r w:rsidRPr="001E7C90">
        <w:rPr>
          <w:b/>
          <w:sz w:val="28"/>
          <w:szCs w:val="28"/>
        </w:rPr>
        <w:t>1 ведучий</w:t>
      </w:r>
      <w:r>
        <w:rPr>
          <w:b/>
          <w:sz w:val="28"/>
          <w:szCs w:val="28"/>
          <w:lang w:val="uk-UA"/>
        </w:rPr>
        <w:t>:</w:t>
      </w:r>
    </w:p>
    <w:p w:rsidR="00662954" w:rsidRPr="00140605" w:rsidRDefault="00662954" w:rsidP="00316649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що це ти там бурмочеш?</w:t>
      </w:r>
    </w:p>
    <w:p w:rsidR="00662954" w:rsidRPr="001E7C90" w:rsidRDefault="00662954" w:rsidP="00140605">
      <w:pPr>
        <w:rPr>
          <w:sz w:val="28"/>
          <w:szCs w:val="28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:</w:t>
      </w:r>
      <w:r w:rsidRPr="001E7C90">
        <w:rPr>
          <w:sz w:val="28"/>
          <w:szCs w:val="28"/>
        </w:rPr>
        <w:t xml:space="preserve"> 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ти знаєш, почула щойно таку веселу пісеньку, що не можу зупинитися. Ноги самі так і просяться до танцю.</w:t>
      </w:r>
    </w:p>
    <w:p w:rsidR="00662954" w:rsidRDefault="00662954" w:rsidP="0014060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B5759A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Немає проблем. Давайте запросимо наших наступних учасників конкурсу, учнів 4-Б класу  та потанцюємо разом з ними. Тож до вашої уваги інсценування української народної пісні </w:t>
      </w:r>
      <w:r w:rsidRPr="00140605">
        <w:rPr>
          <w:b/>
          <w:i/>
          <w:sz w:val="28"/>
          <w:szCs w:val="28"/>
          <w:lang w:val="uk-UA"/>
        </w:rPr>
        <w:t>«Топ-гоп  черевички»</w:t>
      </w:r>
    </w:p>
    <w:p w:rsidR="00662954" w:rsidRDefault="00662954" w:rsidP="008057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Слова ведучої: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Ну що ж, програму нашого конкурсу вичерпано.</w:t>
      </w:r>
    </w:p>
    <w:p w:rsidR="00662954" w:rsidRDefault="00662954" w:rsidP="00B5759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поки наше журі буде визначатися з нагородами я пропоную нам всім разом дружно виконати декілька українських народних  пісень.</w:t>
      </w:r>
    </w:p>
    <w:p w:rsidR="00662954" w:rsidRPr="008057CA" w:rsidRDefault="00662954" w:rsidP="00B5759A">
      <w:pPr>
        <w:rPr>
          <w:b/>
          <w:sz w:val="28"/>
          <w:szCs w:val="28"/>
          <w:lang w:val="uk-UA"/>
        </w:rPr>
      </w:pPr>
      <w:r w:rsidRPr="008057CA">
        <w:rPr>
          <w:b/>
          <w:sz w:val="28"/>
          <w:szCs w:val="28"/>
          <w:lang w:val="uk-UA"/>
        </w:rPr>
        <w:t xml:space="preserve">(Діти співають пісні карооке) </w:t>
      </w:r>
    </w:p>
    <w:p w:rsidR="00662954" w:rsidRPr="00BE13BB" w:rsidRDefault="00662954" w:rsidP="00BE13BB">
      <w:pPr>
        <w:rPr>
          <w:sz w:val="28"/>
          <w:szCs w:val="28"/>
        </w:rPr>
      </w:pPr>
      <w:r w:rsidRPr="00691417">
        <w:rPr>
          <w:sz w:val="28"/>
          <w:szCs w:val="28"/>
          <w:lang w:val="uk-UA"/>
        </w:rPr>
        <w:t>А зараз для підведення підсумків та нагоро</w:t>
      </w:r>
      <w:r w:rsidRPr="00BE13BB">
        <w:rPr>
          <w:sz w:val="28"/>
          <w:szCs w:val="28"/>
        </w:rPr>
        <w:t xml:space="preserve">дження переможців </w:t>
      </w:r>
    </w:p>
    <w:p w:rsidR="00662954" w:rsidRPr="00BE13BB" w:rsidRDefault="00662954" w:rsidP="00BE13BB">
      <w:pPr>
        <w:rPr>
          <w:sz w:val="28"/>
          <w:szCs w:val="28"/>
        </w:rPr>
      </w:pPr>
      <w:r>
        <w:rPr>
          <w:sz w:val="28"/>
          <w:szCs w:val="28"/>
        </w:rPr>
        <w:t xml:space="preserve">запрошуємо </w:t>
      </w:r>
      <w:r w:rsidRPr="00BE13BB">
        <w:rPr>
          <w:sz w:val="28"/>
          <w:szCs w:val="28"/>
        </w:rPr>
        <w:t xml:space="preserve"> наше вельмишановне журі.</w:t>
      </w:r>
    </w:p>
    <w:p w:rsidR="00662954" w:rsidRPr="00BE13BB" w:rsidRDefault="00662954" w:rsidP="00BE13BB">
      <w:pPr>
        <w:rPr>
          <w:b/>
          <w:i/>
          <w:sz w:val="28"/>
          <w:szCs w:val="28"/>
          <w:lang w:val="uk-UA"/>
        </w:rPr>
      </w:pPr>
      <w:r w:rsidRPr="00BE13BB">
        <w:rPr>
          <w:b/>
          <w:i/>
          <w:sz w:val="28"/>
          <w:szCs w:val="28"/>
          <w:lang w:val="uk-UA"/>
        </w:rPr>
        <w:t>(</w:t>
      </w:r>
      <w:r w:rsidRPr="00BE13BB">
        <w:rPr>
          <w:b/>
          <w:i/>
          <w:sz w:val="28"/>
          <w:szCs w:val="28"/>
        </w:rPr>
        <w:t>Виступ журі, нагородження переможців.</w:t>
      </w:r>
      <w:r w:rsidRPr="00BE13BB">
        <w:rPr>
          <w:b/>
          <w:i/>
          <w:sz w:val="28"/>
          <w:szCs w:val="28"/>
          <w:lang w:val="uk-UA"/>
        </w:rPr>
        <w:t>)</w:t>
      </w:r>
    </w:p>
    <w:p w:rsidR="00662954" w:rsidRPr="00BE13BB" w:rsidRDefault="00662954" w:rsidP="00BE13BB">
      <w:r w:rsidRPr="00BE13BB">
        <w:rPr>
          <w:b/>
          <w:sz w:val="28"/>
          <w:szCs w:val="28"/>
        </w:rPr>
        <w:t>1 ведучий</w:t>
      </w:r>
      <w:r w:rsidRPr="00BE13BB">
        <w:t>.</w:t>
      </w:r>
    </w:p>
    <w:p w:rsidR="00662954" w:rsidRDefault="00662954" w:rsidP="00BE13BB">
      <w:pPr>
        <w:rPr>
          <w:sz w:val="28"/>
          <w:szCs w:val="28"/>
          <w:lang w:val="uk-UA"/>
        </w:rPr>
      </w:pPr>
      <w:r w:rsidRPr="00316649">
        <w:rPr>
          <w:sz w:val="28"/>
          <w:szCs w:val="28"/>
        </w:rPr>
        <w:t>Скільки б не співали, а закінчувати час,</w:t>
      </w:r>
    </w:p>
    <w:p w:rsidR="00662954" w:rsidRPr="008057CA" w:rsidRDefault="00662954" w:rsidP="00BE13BB">
      <w:pPr>
        <w:rPr>
          <w:sz w:val="28"/>
          <w:szCs w:val="28"/>
          <w:lang w:val="uk-UA"/>
        </w:rPr>
      </w:pPr>
      <w:r w:rsidRPr="001E7C90">
        <w:rPr>
          <w:b/>
          <w:sz w:val="28"/>
          <w:szCs w:val="28"/>
        </w:rPr>
        <w:t>2 ведуч</w:t>
      </w:r>
      <w:r w:rsidRPr="001E7C90"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:</w:t>
      </w:r>
      <w:r w:rsidRPr="001E7C90">
        <w:rPr>
          <w:sz w:val="28"/>
          <w:szCs w:val="28"/>
        </w:rPr>
        <w:t xml:space="preserve"> </w:t>
      </w:r>
    </w:p>
    <w:p w:rsidR="00662954" w:rsidRPr="00316649" w:rsidRDefault="00662954" w:rsidP="00BE13BB">
      <w:pPr>
        <w:rPr>
          <w:sz w:val="28"/>
          <w:szCs w:val="28"/>
          <w:lang w:val="uk-UA"/>
        </w:rPr>
      </w:pPr>
      <w:r w:rsidRPr="00316649">
        <w:rPr>
          <w:sz w:val="28"/>
          <w:szCs w:val="28"/>
        </w:rPr>
        <w:t>Кращі побажання ви прийміть від нас.</w:t>
      </w:r>
    </w:p>
    <w:p w:rsidR="00662954" w:rsidRPr="00316649" w:rsidRDefault="00662954" w:rsidP="00BE13BB">
      <w:pPr>
        <w:rPr>
          <w:b/>
          <w:sz w:val="28"/>
          <w:szCs w:val="28"/>
          <w:lang w:val="uk-UA"/>
        </w:rPr>
      </w:pPr>
      <w:r w:rsidRPr="00316649">
        <w:rPr>
          <w:b/>
          <w:sz w:val="28"/>
          <w:szCs w:val="28"/>
          <w:lang w:val="uk-UA"/>
        </w:rPr>
        <w:t>Разом</w:t>
      </w:r>
    </w:p>
    <w:p w:rsidR="00662954" w:rsidRPr="00316649" w:rsidRDefault="00662954" w:rsidP="00BE13BB">
      <w:pPr>
        <w:rPr>
          <w:sz w:val="28"/>
          <w:szCs w:val="28"/>
        </w:rPr>
      </w:pPr>
      <w:r w:rsidRPr="00316649">
        <w:rPr>
          <w:sz w:val="28"/>
          <w:szCs w:val="28"/>
        </w:rPr>
        <w:t>І в вас, і в нас хай буде гаразд,</w:t>
      </w:r>
    </w:p>
    <w:p w:rsidR="00662954" w:rsidRPr="00316649" w:rsidRDefault="00662954" w:rsidP="00BE13BB">
      <w:pPr>
        <w:rPr>
          <w:sz w:val="28"/>
          <w:szCs w:val="28"/>
        </w:rPr>
      </w:pPr>
      <w:r w:rsidRPr="00316649">
        <w:rPr>
          <w:sz w:val="28"/>
          <w:szCs w:val="28"/>
        </w:rPr>
        <w:t>Щоб ви і ми щасливі були.</w:t>
      </w:r>
    </w:p>
    <w:p w:rsidR="00662954" w:rsidRPr="00316649" w:rsidRDefault="00662954">
      <w:pPr>
        <w:rPr>
          <w:b/>
          <w:i/>
          <w:sz w:val="28"/>
          <w:szCs w:val="28"/>
        </w:rPr>
      </w:pPr>
    </w:p>
    <w:sectPr w:rsidR="00662954" w:rsidRPr="00316649" w:rsidSect="001E7C9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12B"/>
    <w:rsid w:val="000A63F1"/>
    <w:rsid w:val="000D20E3"/>
    <w:rsid w:val="001314E5"/>
    <w:rsid w:val="00134432"/>
    <w:rsid w:val="00140605"/>
    <w:rsid w:val="001D508E"/>
    <w:rsid w:val="001E7C90"/>
    <w:rsid w:val="00290EC3"/>
    <w:rsid w:val="00316649"/>
    <w:rsid w:val="003E6ADC"/>
    <w:rsid w:val="00430450"/>
    <w:rsid w:val="004609E1"/>
    <w:rsid w:val="004733B2"/>
    <w:rsid w:val="004C706D"/>
    <w:rsid w:val="004C7C26"/>
    <w:rsid w:val="005811AC"/>
    <w:rsid w:val="00615888"/>
    <w:rsid w:val="00662954"/>
    <w:rsid w:val="00691417"/>
    <w:rsid w:val="006A491F"/>
    <w:rsid w:val="0073581D"/>
    <w:rsid w:val="00783DE1"/>
    <w:rsid w:val="008057CA"/>
    <w:rsid w:val="0093030E"/>
    <w:rsid w:val="0096496C"/>
    <w:rsid w:val="00AB3E6B"/>
    <w:rsid w:val="00B436CD"/>
    <w:rsid w:val="00B5759A"/>
    <w:rsid w:val="00BE13BB"/>
    <w:rsid w:val="00C55DE0"/>
    <w:rsid w:val="00D202D0"/>
    <w:rsid w:val="00D3112B"/>
    <w:rsid w:val="00D448FE"/>
    <w:rsid w:val="00DF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C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148</TotalTime>
  <Pages>4</Pages>
  <Words>680</Words>
  <Characters>3882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13</cp:revision>
  <dcterms:created xsi:type="dcterms:W3CDTF">2017-10-09T06:33:00Z</dcterms:created>
  <dcterms:modified xsi:type="dcterms:W3CDTF">2017-11-13T17:38:00Z</dcterms:modified>
</cp:coreProperties>
</file>