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sz w:val="24"/>
          <w:szCs w:val="24"/>
          <w:lang w:val="ru-RU"/>
        </w:rPr>
      </w:pPr>
      <w:r w:rsidRPr="00B82315">
        <w:rPr>
          <w:rFonts w:ascii="Times New Roman" w:hAnsi="Times New Roman"/>
          <w:sz w:val="24"/>
          <w:szCs w:val="24"/>
          <w:lang w:val="ru-RU"/>
        </w:rPr>
        <w:t>Комунальний заклад «Дошкільний навчальний заклад (ясла-садок) №54</w:t>
      </w:r>
    </w:p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sz w:val="24"/>
          <w:szCs w:val="24"/>
          <w:lang w:val="ru-RU"/>
        </w:rPr>
      </w:pPr>
      <w:r w:rsidRPr="00B82315">
        <w:rPr>
          <w:rFonts w:ascii="Times New Roman" w:hAnsi="Times New Roman"/>
          <w:sz w:val="24"/>
          <w:szCs w:val="24"/>
          <w:lang w:val="ru-RU"/>
        </w:rPr>
        <w:t xml:space="preserve"> комбінованого типу» Криворізької міської ради</w:t>
      </w:r>
    </w:p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F1E1D" w:rsidRPr="00B82315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B82315">
        <w:rPr>
          <w:rFonts w:ascii="Times New Roman" w:hAnsi="Times New Roman"/>
          <w:b/>
          <w:sz w:val="32"/>
          <w:szCs w:val="32"/>
          <w:lang w:val="ru-RU"/>
        </w:rPr>
        <w:t>Конспект інтегрованого заняття з математики</w:t>
      </w:r>
    </w:p>
    <w:p w:rsidR="003F1E1D" w:rsidRPr="00B82315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B82315">
        <w:rPr>
          <w:rFonts w:ascii="Times New Roman" w:hAnsi="Times New Roman"/>
          <w:b/>
          <w:sz w:val="32"/>
          <w:szCs w:val="32"/>
          <w:lang w:val="ru-RU"/>
        </w:rPr>
        <w:t xml:space="preserve"> для старшої групи</w:t>
      </w:r>
      <w:r>
        <w:rPr>
          <w:rFonts w:ascii="Times New Roman" w:hAnsi="Times New Roman"/>
          <w:b/>
          <w:sz w:val="32"/>
          <w:szCs w:val="32"/>
          <w:lang w:val="ru-RU"/>
        </w:rPr>
        <w:t xml:space="preserve"> ЗПР</w:t>
      </w:r>
    </w:p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B82315">
        <w:rPr>
          <w:rFonts w:ascii="Times New Roman" w:hAnsi="Times New Roman"/>
          <w:b/>
          <w:sz w:val="32"/>
          <w:szCs w:val="32"/>
          <w:lang w:val="ru-RU"/>
        </w:rPr>
        <w:t>«Дикі тварини. Число і цифра 5. Орієнтування в просторі»</w:t>
      </w:r>
    </w:p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3F1E1D" w:rsidRDefault="003F1E1D" w:rsidP="00EE485F">
      <w:pPr>
        <w:tabs>
          <w:tab w:val="left" w:pos="3765"/>
          <w:tab w:val="left" w:pos="7020"/>
        </w:tabs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3F1E1D" w:rsidRPr="00B82315" w:rsidRDefault="003F1E1D" w:rsidP="00EE485F">
      <w:pPr>
        <w:tabs>
          <w:tab w:val="left" w:pos="3765"/>
          <w:tab w:val="left" w:pos="7020"/>
        </w:tabs>
        <w:jc w:val="right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Вихователь: Горбенко В.Р.</w:t>
      </w:r>
    </w:p>
    <w:p w:rsidR="003F1E1D" w:rsidRDefault="003F1E1D" w:rsidP="00C73F44">
      <w:pPr>
        <w:tabs>
          <w:tab w:val="left" w:pos="3765"/>
          <w:tab w:val="left" w:pos="7020"/>
        </w:tabs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F1E1D" w:rsidRDefault="003F1E1D" w:rsidP="00C73F44">
      <w:pPr>
        <w:tabs>
          <w:tab w:val="left" w:pos="3765"/>
          <w:tab w:val="left" w:pos="7020"/>
        </w:tabs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F1E1D" w:rsidRDefault="003F1E1D" w:rsidP="00C73F44">
      <w:pPr>
        <w:tabs>
          <w:tab w:val="left" w:pos="3765"/>
          <w:tab w:val="left" w:pos="7020"/>
        </w:tabs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F1E1D" w:rsidRPr="00C73F44" w:rsidRDefault="003F1E1D" w:rsidP="00C73F44">
      <w:pPr>
        <w:tabs>
          <w:tab w:val="left" w:pos="3765"/>
          <w:tab w:val="left" w:pos="702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Корекційне інтегроване заняття з математики (старша група ЗПР)</w:t>
      </w:r>
    </w:p>
    <w:p w:rsidR="003F1E1D" w:rsidRPr="002E2451" w:rsidRDefault="003F1E1D" w:rsidP="008E2368">
      <w:pPr>
        <w:tabs>
          <w:tab w:val="left" w:pos="3765"/>
          <w:tab w:val="left" w:pos="7020"/>
        </w:tabs>
        <w:rPr>
          <w:rFonts w:ascii="Times New Roman" w:hAnsi="Times New Roman"/>
          <w:b/>
          <w:bCs/>
          <w:sz w:val="28"/>
          <w:szCs w:val="28"/>
        </w:rPr>
      </w:pPr>
      <w:r w:rsidRPr="002E2451">
        <w:rPr>
          <w:rFonts w:ascii="Times New Roman" w:hAnsi="Times New Roman"/>
          <w:b/>
          <w:bCs/>
          <w:sz w:val="28"/>
          <w:szCs w:val="28"/>
        </w:rPr>
        <w:t>Тема. Дикі тварини. Число і цифра 5. Орієнтування в просторі</w:t>
      </w:r>
    </w:p>
    <w:p w:rsidR="003F1E1D" w:rsidRDefault="003F1E1D" w:rsidP="003A4B8A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 w:rsidRPr="002E2451">
        <w:rPr>
          <w:rFonts w:ascii="Times New Roman" w:hAnsi="Times New Roman"/>
          <w:b/>
          <w:bCs/>
          <w:sz w:val="28"/>
          <w:szCs w:val="28"/>
        </w:rPr>
        <w:t>Мета:</w:t>
      </w:r>
      <w:r>
        <w:rPr>
          <w:rFonts w:ascii="Times New Roman" w:hAnsi="Times New Roman"/>
          <w:sz w:val="28"/>
          <w:szCs w:val="28"/>
        </w:rPr>
        <w:t xml:space="preserve"> розвивати вмінні складати описові розповіді про тварин; уточнювати вміння розпізнавати дорослих тварин та їх дитинчат за зовнішніми ознаками; спонукати до мовленнєвої активності; збагачувати та активізовувати словниковий запас; закріпити цифру 5, рахунок в межах 5; установити відповідність між цифрою і групою предметів, що позначаються цим числом; формувати знання про те, що будь-яке число можна утворити додаванням одиниці до попереднього; закріплювати вміння порівнювати дві множини за кількістю (збільшення або зменшення на 1) і визначення відношень: «на сікільки більше?», «на скільки менше?», «порівну», «стільки ж»; вправляти у визначенні чисел-«сусідів»; вправляти у лічбі предметів, розміщених у довільному порядку; закріплювати вміння розпізнавати та називати геометричні фігури; уточнити вміння дітей орієнтуватись у просторі; розвивати дрібну моторику. </w:t>
      </w:r>
    </w:p>
    <w:p w:rsidR="003F1E1D" w:rsidRPr="002E2451" w:rsidRDefault="003F1E1D" w:rsidP="002E2451">
      <w:pPr>
        <w:tabs>
          <w:tab w:val="left" w:pos="3765"/>
          <w:tab w:val="left" w:pos="702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2E2451">
        <w:rPr>
          <w:rFonts w:ascii="Times New Roman" w:hAnsi="Times New Roman"/>
          <w:b/>
          <w:bCs/>
          <w:sz w:val="28"/>
          <w:szCs w:val="28"/>
        </w:rPr>
        <w:t>Хід заняття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3F1E1D" w:rsidRPr="002E2451" w:rsidRDefault="003F1E1D" w:rsidP="008E2368">
      <w:pPr>
        <w:tabs>
          <w:tab w:val="left" w:pos="3765"/>
          <w:tab w:val="left" w:pos="7020"/>
        </w:tabs>
        <w:rPr>
          <w:rFonts w:ascii="Times New Roman" w:hAnsi="Times New Roman"/>
          <w:b/>
          <w:bCs/>
          <w:sz w:val="28"/>
          <w:szCs w:val="28"/>
        </w:rPr>
      </w:pPr>
      <w:r w:rsidRPr="002E2451">
        <w:rPr>
          <w:rFonts w:ascii="Times New Roman" w:hAnsi="Times New Roman"/>
          <w:b/>
          <w:bCs/>
          <w:sz w:val="28"/>
          <w:szCs w:val="28"/>
        </w:rPr>
        <w:t>І Організаційний момент</w:t>
      </w:r>
    </w:p>
    <w:p w:rsidR="003F1E1D" w:rsidRPr="002E2451" w:rsidRDefault="003F1E1D" w:rsidP="008E2368">
      <w:pPr>
        <w:tabs>
          <w:tab w:val="left" w:pos="3765"/>
          <w:tab w:val="left" w:pos="7020"/>
        </w:tabs>
        <w:rPr>
          <w:rFonts w:ascii="Times New Roman" w:hAnsi="Times New Roman"/>
          <w:b/>
          <w:bCs/>
          <w:sz w:val="28"/>
          <w:szCs w:val="28"/>
        </w:rPr>
      </w:pPr>
      <w:r w:rsidRPr="002E2451">
        <w:rPr>
          <w:rFonts w:ascii="Times New Roman" w:hAnsi="Times New Roman"/>
          <w:b/>
          <w:bCs/>
          <w:sz w:val="28"/>
          <w:szCs w:val="28"/>
        </w:rPr>
        <w:t>1. Пальчикова вправа привітання</w:t>
      </w:r>
    </w:p>
    <w:p w:rsidR="003F1E1D" w:rsidRDefault="003F1E1D" w:rsidP="008E2368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Добрий ранок, добрий день!</w:t>
      </w:r>
    </w:p>
    <w:p w:rsidR="003F1E1D" w:rsidRDefault="003F1E1D" w:rsidP="008E2368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Пальчики сказали.</w:t>
      </w:r>
    </w:p>
    <w:p w:rsidR="003F1E1D" w:rsidRDefault="003F1E1D" w:rsidP="008E2368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 сьогодні всіх дітей</w:t>
      </w:r>
    </w:p>
    <w:p w:rsidR="003F1E1D" w:rsidRDefault="003F1E1D" w:rsidP="008E2368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Зранку привітали (почергове торкання великого пальця з вказівним, середнім, безіменним, мізинцем).</w:t>
      </w:r>
    </w:p>
    <w:p w:rsidR="003F1E1D" w:rsidRPr="002E2451" w:rsidRDefault="003F1E1D" w:rsidP="00B84EFE">
      <w:pPr>
        <w:tabs>
          <w:tab w:val="left" w:pos="3765"/>
          <w:tab w:val="left" w:pos="7020"/>
        </w:tabs>
        <w:rPr>
          <w:rFonts w:ascii="Times New Roman" w:hAnsi="Times New Roman"/>
          <w:b/>
          <w:bCs/>
          <w:sz w:val="28"/>
          <w:szCs w:val="28"/>
        </w:rPr>
      </w:pPr>
      <w:r w:rsidRPr="002E2451">
        <w:rPr>
          <w:rFonts w:ascii="Times New Roman" w:hAnsi="Times New Roman"/>
          <w:b/>
          <w:bCs/>
          <w:sz w:val="28"/>
          <w:szCs w:val="28"/>
        </w:rPr>
        <w:t>2. Коробка- сюрприз</w:t>
      </w:r>
    </w:p>
    <w:p w:rsidR="003F1E1D" w:rsidRDefault="003F1E1D" w:rsidP="00B84EFE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Діти, подивіться, що це за коробка, ану ж мо відкриймо її. Почекайте, тут лист, зараз прочитаємо що тут.</w:t>
      </w:r>
    </w:p>
    <w:p w:rsidR="003F1E1D" w:rsidRDefault="003F1E1D" w:rsidP="00B84EFE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-Так набридо на віконці</w:t>
      </w:r>
    </w:p>
    <w:p w:rsidR="003F1E1D" w:rsidRDefault="003F1E1D" w:rsidP="00B84EFE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на сонечку сидіть. </w:t>
      </w:r>
    </w:p>
    <w:p w:rsidR="003F1E1D" w:rsidRDefault="003F1E1D" w:rsidP="00B84EFE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візьму і покочуся,</w:t>
      </w:r>
    </w:p>
    <w:p w:rsidR="003F1E1D" w:rsidRDefault="003F1E1D" w:rsidP="00B84EFE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Щоб побачити весь світ. (Колобок)</w:t>
      </w:r>
    </w:p>
    <w:p w:rsidR="003F1E1D" w:rsidRDefault="003F1E1D" w:rsidP="00C465E9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 кого ця загадка, здогадались? Ну а тепер перевіримо чи вірно ми відгадали, відкриємо коробку.</w:t>
      </w:r>
    </w:p>
    <w:p w:rsidR="003F1E1D" w:rsidRDefault="003F1E1D" w:rsidP="00C465E9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Так, це Колобок. Ой, а що це в нього за лист в руці? Погляньмо. В цьому листі написані завдання, а за їх виконання Колобок підготував нам сюрприз.</w:t>
      </w:r>
    </w:p>
    <w:p w:rsidR="003F1E1D" w:rsidRPr="002E2451" w:rsidRDefault="003F1E1D" w:rsidP="00C465E9">
      <w:pPr>
        <w:tabs>
          <w:tab w:val="left" w:pos="3765"/>
          <w:tab w:val="left" w:pos="7020"/>
        </w:tabs>
        <w:rPr>
          <w:rFonts w:ascii="Times New Roman" w:hAnsi="Times New Roman"/>
          <w:b/>
          <w:bCs/>
          <w:sz w:val="28"/>
          <w:szCs w:val="28"/>
        </w:rPr>
      </w:pPr>
      <w:r w:rsidRPr="002E2451">
        <w:rPr>
          <w:rFonts w:ascii="Times New Roman" w:hAnsi="Times New Roman"/>
          <w:b/>
          <w:bCs/>
          <w:sz w:val="28"/>
          <w:szCs w:val="28"/>
        </w:rPr>
        <w:t>3. СуДжок вправа</w:t>
      </w:r>
      <w:r>
        <w:rPr>
          <w:rFonts w:ascii="Times New Roman" w:hAnsi="Times New Roman"/>
          <w:b/>
          <w:bCs/>
          <w:sz w:val="28"/>
          <w:szCs w:val="28"/>
        </w:rPr>
        <w:t xml:space="preserve"> з масажними мячиками «Дорога Колобка до дитячого садочку»</w:t>
      </w:r>
    </w:p>
    <w:p w:rsidR="003F1E1D" w:rsidRPr="002E2451" w:rsidRDefault="003F1E1D" w:rsidP="00C465E9">
      <w:pPr>
        <w:tabs>
          <w:tab w:val="left" w:pos="3765"/>
          <w:tab w:val="left" w:pos="7020"/>
        </w:tabs>
        <w:rPr>
          <w:rFonts w:ascii="Times New Roman" w:hAnsi="Times New Roman"/>
          <w:b/>
          <w:bCs/>
          <w:sz w:val="28"/>
          <w:szCs w:val="28"/>
        </w:rPr>
      </w:pPr>
      <w:r w:rsidRPr="002E2451">
        <w:rPr>
          <w:rFonts w:ascii="Times New Roman" w:hAnsi="Times New Roman"/>
          <w:b/>
          <w:bCs/>
          <w:sz w:val="28"/>
          <w:szCs w:val="28"/>
        </w:rPr>
        <w:t>ІІ Основна частина</w:t>
      </w:r>
    </w:p>
    <w:p w:rsidR="003F1E1D" w:rsidRPr="002E2451" w:rsidRDefault="003F1E1D" w:rsidP="00C465E9">
      <w:pPr>
        <w:tabs>
          <w:tab w:val="left" w:pos="3765"/>
          <w:tab w:val="left" w:pos="7020"/>
        </w:tabs>
        <w:rPr>
          <w:rFonts w:ascii="Times New Roman" w:hAnsi="Times New Roman"/>
          <w:b/>
          <w:bCs/>
          <w:sz w:val="28"/>
          <w:szCs w:val="28"/>
        </w:rPr>
      </w:pPr>
      <w:r w:rsidRPr="002E2451">
        <w:rPr>
          <w:rFonts w:ascii="Times New Roman" w:hAnsi="Times New Roman"/>
          <w:b/>
          <w:bCs/>
          <w:sz w:val="28"/>
          <w:szCs w:val="28"/>
        </w:rPr>
        <w:t>1. Дидакт</w:t>
      </w:r>
      <w:r>
        <w:rPr>
          <w:rFonts w:ascii="Times New Roman" w:hAnsi="Times New Roman"/>
          <w:b/>
          <w:bCs/>
          <w:sz w:val="28"/>
          <w:szCs w:val="28"/>
        </w:rPr>
        <w:t>ична вправа «Впізнай за описом»</w:t>
      </w:r>
    </w:p>
    <w:p w:rsidR="003F1E1D" w:rsidRDefault="003F1E1D" w:rsidP="00C465E9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Допоможемо Колобочку дізнатьсь більше про тварин, та їх особливості. </w:t>
      </w:r>
    </w:p>
    <w:p w:rsidR="003F1E1D" w:rsidRDefault="003F1E1D" w:rsidP="00C465E9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Вихователь пропонує дітям предметні картинки із зображенням диких тварин. Дитина бере картинку з зображенням тварини і, не показуючи її, розповідає про зовнішній вигляд, смаки у їжі. Решта дітей має здогадатися, про які тварину йдеться. </w:t>
      </w:r>
    </w:p>
    <w:p w:rsidR="003F1E1D" w:rsidRDefault="003F1E1D" w:rsidP="00C465E9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Наприклад: </w:t>
      </w:r>
    </w:p>
    <w:p w:rsidR="003F1E1D" w:rsidRDefault="003F1E1D" w:rsidP="00C465E9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колючий, шарудливий, полюбляє яблучка .. (їжак);</w:t>
      </w:r>
    </w:p>
    <w:p w:rsidR="003F1E1D" w:rsidRDefault="003F1E1D" w:rsidP="00C465E9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швидка, добра, їсть горіхи .. (білка);</w:t>
      </w:r>
    </w:p>
    <w:p w:rsidR="003F1E1D" w:rsidRDefault="003F1E1D" w:rsidP="00C465E9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сірий, хижий .. (вовк);</w:t>
      </w:r>
    </w:p>
    <w:p w:rsidR="003F1E1D" w:rsidRPr="00B84EFE" w:rsidRDefault="003F1E1D" w:rsidP="00C465E9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великий, клишоногий .. (ведмідь).</w:t>
      </w:r>
    </w:p>
    <w:p w:rsidR="003F1E1D" w:rsidRPr="00263B90" w:rsidRDefault="003F1E1D" w:rsidP="00263B90">
      <w:pPr>
        <w:tabs>
          <w:tab w:val="left" w:pos="3765"/>
          <w:tab w:val="left" w:pos="7020"/>
        </w:tabs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2. Дидактична гра «Мама і маля»</w:t>
      </w:r>
    </w:p>
    <w:p w:rsidR="003F1E1D" w:rsidRDefault="003F1E1D" w:rsidP="008E2368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Вихователь показує дітям зображення маляти, діти називають його, а потім добирають картку із зображенням його мами. (Дикі тварини)</w:t>
      </w:r>
    </w:p>
    <w:p w:rsidR="003F1E1D" w:rsidRDefault="003F1E1D" w:rsidP="002B1198">
      <w:pPr>
        <w:tabs>
          <w:tab w:val="left" w:pos="3765"/>
          <w:tab w:val="left" w:pos="7020"/>
        </w:tabs>
        <w:rPr>
          <w:rFonts w:ascii="Times New Roman" w:hAnsi="Times New Roman"/>
          <w:b/>
          <w:bCs/>
          <w:sz w:val="28"/>
          <w:szCs w:val="28"/>
          <w:lang w:val="ru-RU"/>
        </w:rPr>
      </w:pPr>
      <w:r w:rsidRPr="002E2451">
        <w:rPr>
          <w:rFonts w:ascii="Times New Roman" w:hAnsi="Times New Roman"/>
          <w:b/>
          <w:bCs/>
          <w:sz w:val="28"/>
          <w:szCs w:val="28"/>
          <w:lang w:val="ru-RU"/>
        </w:rPr>
        <w:t>3.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Дихальна гімнастика «Вітерець»</w:t>
      </w:r>
    </w:p>
    <w:p w:rsidR="003F1E1D" w:rsidRPr="00263B90" w:rsidRDefault="003F1E1D" w:rsidP="00263B90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 w:rsidRPr="00263B90">
        <w:rPr>
          <w:rFonts w:ascii="Times New Roman" w:hAnsi="Times New Roman"/>
          <w:sz w:val="28"/>
          <w:szCs w:val="28"/>
          <w:lang w:val="ru-RU"/>
        </w:rPr>
        <w:t>Бабуся поклала Колобка студитись на віконце (поставити долоньки перед собою). Давайте допоможемо бабусі остудити Колобочка?</w:t>
      </w:r>
      <w:r>
        <w:rPr>
          <w:rFonts w:ascii="Times New Roman" w:hAnsi="Times New Roman"/>
          <w:sz w:val="28"/>
          <w:szCs w:val="28"/>
          <w:lang w:val="ru-RU"/>
        </w:rPr>
        <w:t xml:space="preserve"> Подмухаємо на нього.</w:t>
      </w:r>
    </w:p>
    <w:p w:rsidR="003F1E1D" w:rsidRPr="002E2451" w:rsidRDefault="003F1E1D" w:rsidP="008E2368">
      <w:pPr>
        <w:tabs>
          <w:tab w:val="left" w:pos="3765"/>
          <w:tab w:val="left" w:pos="7020"/>
        </w:tabs>
        <w:rPr>
          <w:rFonts w:ascii="Times New Roman" w:hAnsi="Times New Roman"/>
          <w:b/>
          <w:bCs/>
          <w:sz w:val="28"/>
          <w:szCs w:val="28"/>
          <w:lang w:val="ru-RU"/>
        </w:rPr>
      </w:pPr>
      <w:r w:rsidRPr="002E2451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Дидактична гра «Навколо ялинки»</w:t>
      </w:r>
    </w:p>
    <w:p w:rsidR="003F1E1D" w:rsidRDefault="003F1E1D" w:rsidP="008E2368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Вихователь пропонує дітям розглянути малюнок. (Слайд 1)</w:t>
      </w:r>
    </w:p>
    <w:p w:rsidR="003F1E1D" w:rsidRDefault="003F1E1D" w:rsidP="008E2368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Хто тут зображений? </w:t>
      </w:r>
    </w:p>
    <w:p w:rsidR="003F1E1D" w:rsidRDefault="003F1E1D" w:rsidP="008E2368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Давайте допоможемо Колобку порахувати зайчиків.</w:t>
      </w:r>
    </w:p>
    <w:p w:rsidR="003F1E1D" w:rsidRDefault="003F1E1D" w:rsidP="008E2368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Скільки великих зайчиків? </w:t>
      </w:r>
    </w:p>
    <w:p w:rsidR="003F1E1D" w:rsidRDefault="003F1E1D" w:rsidP="008E2368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З якого боку від ялинки вони розташовані?</w:t>
      </w:r>
    </w:p>
    <w:p w:rsidR="003F1E1D" w:rsidRDefault="003F1E1D" w:rsidP="008E2368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Скільки маленьких зайчиків? </w:t>
      </w:r>
    </w:p>
    <w:p w:rsidR="003F1E1D" w:rsidRDefault="003F1E1D" w:rsidP="008E2368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З якого боку від ялинки вони розташовані? </w:t>
      </w:r>
    </w:p>
    <w:p w:rsidR="003F1E1D" w:rsidRDefault="003F1E1D" w:rsidP="008E2368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Скільки всього зайчиків зібралось навкого ялинки? </w:t>
      </w:r>
    </w:p>
    <w:p w:rsidR="003F1E1D" w:rsidRDefault="003F1E1D" w:rsidP="00FF08A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Якойю цифрою можна позначити кількість зайчиків? (5)</w:t>
      </w:r>
    </w:p>
    <w:p w:rsidR="003F1E1D" w:rsidRDefault="003F1E1D" w:rsidP="000054FE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Вихователь демонструє цифру 5. (Слайд 2)</w:t>
      </w:r>
    </w:p>
    <w:p w:rsidR="003F1E1D" w:rsidRDefault="003F1E1D" w:rsidP="000054FE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Вихователь пропонує викласти цифру 5 з природного матеріалу (квасолі). </w:t>
      </w:r>
    </w:p>
    <w:p w:rsidR="003F1E1D" w:rsidRDefault="003F1E1D" w:rsidP="00FF08AF">
      <w:pPr>
        <w:tabs>
          <w:tab w:val="left" w:pos="3765"/>
          <w:tab w:val="left" w:pos="7020"/>
        </w:tabs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5. Фізкультхвилинка (Слайд 3)</w:t>
      </w:r>
    </w:p>
    <w:p w:rsidR="003F1E1D" w:rsidRPr="00A6170F" w:rsidRDefault="003F1E1D" w:rsidP="00FF08A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A6170F">
        <w:rPr>
          <w:rFonts w:ascii="Times New Roman" w:hAnsi="Times New Roman"/>
          <w:sz w:val="28"/>
          <w:szCs w:val="28"/>
          <w:lang w:val="ru-RU"/>
        </w:rPr>
        <w:t xml:space="preserve">Колобок, мабуть, стомився займатись, пора відпочити. </w:t>
      </w:r>
    </w:p>
    <w:p w:rsidR="003F1E1D" w:rsidRDefault="003F1E1D" w:rsidP="00FF08A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 країні казочок жив веселий Колобок.</w:t>
      </w:r>
    </w:p>
    <w:p w:rsidR="003F1E1D" w:rsidRDefault="003F1E1D" w:rsidP="00FF08A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Разом з ним усі звірятка вишикувались на зарядку.</w:t>
      </w:r>
    </w:p>
    <w:p w:rsidR="003F1E1D" w:rsidRDefault="003F1E1D" w:rsidP="00FF08A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Похитали головою, раз - притупнули ногою, </w:t>
      </w:r>
    </w:p>
    <w:p w:rsidR="003F1E1D" w:rsidRDefault="003F1E1D" w:rsidP="00FF08A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Руки вгору піднесли, трішки ними потрясли, </w:t>
      </w:r>
    </w:p>
    <w:p w:rsidR="003F1E1D" w:rsidRDefault="003F1E1D" w:rsidP="00FF08A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Нахилились вліво, вправо, та цього іще замало.</w:t>
      </w:r>
    </w:p>
    <w:p w:rsidR="003F1E1D" w:rsidRDefault="003F1E1D" w:rsidP="00FF08A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Руки вгору, руки вниз, раз - присіли, піднялись. </w:t>
      </w:r>
    </w:p>
    <w:p w:rsidR="003F1E1D" w:rsidRDefault="003F1E1D" w:rsidP="00FF08A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Головою похитали й працювати звону стали. </w:t>
      </w:r>
    </w:p>
    <w:p w:rsidR="003F1E1D" w:rsidRDefault="003F1E1D" w:rsidP="00FF08A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 w:rsidRPr="002E2451">
        <w:rPr>
          <w:rFonts w:ascii="Times New Roman" w:hAnsi="Times New Roman"/>
          <w:b/>
          <w:bCs/>
          <w:sz w:val="28"/>
          <w:szCs w:val="28"/>
          <w:lang w:val="ru-RU"/>
        </w:rPr>
        <w:t xml:space="preserve">6. Закріплення цифри 5. Лічба в межах 5. </w:t>
      </w:r>
    </w:p>
    <w:p w:rsidR="003F1E1D" w:rsidRDefault="003F1E1D" w:rsidP="00FF08A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Вихователь демонструє зображення 5 білочок. Допоможемо Колобочку порахувати білочок та горішки. (Слайд4)</w:t>
      </w:r>
    </w:p>
    <w:p w:rsidR="003F1E1D" w:rsidRDefault="003F1E1D" w:rsidP="00FF08A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Скільки білочок?</w:t>
      </w:r>
    </w:p>
    <w:p w:rsidR="003F1E1D" w:rsidRDefault="003F1E1D" w:rsidP="00FF08A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Скільки горішків? </w:t>
      </w:r>
    </w:p>
    <w:p w:rsidR="003F1E1D" w:rsidRDefault="003F1E1D" w:rsidP="003A4B8A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Чи вистачить білочкам горішків?</w:t>
      </w:r>
      <w:r w:rsidRPr="003A4B8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F1E1D" w:rsidRDefault="003F1E1D" w:rsidP="003A4B8A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Чого більше: горішків чи білочок? </w:t>
      </w:r>
    </w:p>
    <w:p w:rsidR="003F1E1D" w:rsidRDefault="003F1E1D" w:rsidP="003A4B8A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На скільки більше білочок? </w:t>
      </w:r>
    </w:p>
    <w:p w:rsidR="003F1E1D" w:rsidRDefault="003F1E1D" w:rsidP="003A4B8A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 скільки менше горішків?</w:t>
      </w:r>
    </w:p>
    <w:p w:rsidR="003F1E1D" w:rsidRDefault="003F1E1D" w:rsidP="00FF08A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Що слід зробити, щоб вистачило всім?</w:t>
      </w:r>
    </w:p>
    <w:p w:rsidR="003F1E1D" w:rsidRDefault="003F1E1D" w:rsidP="00FF08A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Як зробити, щоб стало порівну? </w:t>
      </w:r>
    </w:p>
    <w:p w:rsidR="003F1E1D" w:rsidRDefault="003F1E1D" w:rsidP="00FF08A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Вихователь пропонує додати ще один горішок.</w:t>
      </w:r>
    </w:p>
    <w:p w:rsidR="003F1E1D" w:rsidRDefault="003F1E1D" w:rsidP="00FF08A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Скільки стало білочок? Горішків? </w:t>
      </w:r>
    </w:p>
    <w:p w:rsidR="003F1E1D" w:rsidRDefault="003F1E1D" w:rsidP="003A4B8A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Так, тепер горішків стільки ж, скільки й білочок. Це означає, що їх порівну.</w:t>
      </w:r>
    </w:p>
    <w:p w:rsidR="003F1E1D" w:rsidRDefault="003F1E1D" w:rsidP="002B1198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Вишукувати 5 дітей в одну лінію. </w:t>
      </w:r>
    </w:p>
    <w:p w:rsidR="003F1E1D" w:rsidRDefault="003F1E1D" w:rsidP="002B1198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Скільки дітей?</w:t>
      </w:r>
    </w:p>
    <w:p w:rsidR="003F1E1D" w:rsidRDefault="003F1E1D" w:rsidP="002B1198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Хто зліва від Ані, Міши? </w:t>
      </w:r>
    </w:p>
    <w:p w:rsidR="003F1E1D" w:rsidRDefault="003F1E1D" w:rsidP="002B1198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Хто зправа від Дмитра, Олексія …? </w:t>
      </w:r>
    </w:p>
    <w:p w:rsidR="003F1E1D" w:rsidRDefault="003F1E1D" w:rsidP="002B1198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Чи порівну хлопчиків і дівчаток? </w:t>
      </w:r>
    </w:p>
    <w:p w:rsidR="003F1E1D" w:rsidRPr="002E2451" w:rsidRDefault="003F1E1D" w:rsidP="003A4B8A">
      <w:pPr>
        <w:tabs>
          <w:tab w:val="left" w:pos="3765"/>
          <w:tab w:val="left" w:pos="7020"/>
        </w:tabs>
        <w:rPr>
          <w:rFonts w:ascii="Times New Roman" w:hAnsi="Times New Roman"/>
          <w:b/>
          <w:bCs/>
          <w:sz w:val="28"/>
          <w:szCs w:val="28"/>
          <w:lang w:val="ru-RU"/>
        </w:rPr>
      </w:pPr>
      <w:r w:rsidRPr="002E2451">
        <w:rPr>
          <w:rFonts w:ascii="Times New Roman" w:hAnsi="Times New Roman"/>
          <w:b/>
          <w:bCs/>
          <w:sz w:val="28"/>
          <w:szCs w:val="28"/>
          <w:lang w:val="ru-RU"/>
        </w:rPr>
        <w:t>8. Дида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ктична гра «Знайди місце цифрі»</w:t>
      </w:r>
    </w:p>
    <w:p w:rsidR="003F1E1D" w:rsidRDefault="003F1E1D" w:rsidP="003A4B8A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Вихователь роздає дітям картки з цифрами 1,2,3,4,5. Те ж саме виконує на фланеграфі.</w:t>
      </w:r>
    </w:p>
    <w:p w:rsidR="003F1E1D" w:rsidRDefault="003F1E1D" w:rsidP="003A4B8A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Покладіть перед собою зліва на право цифри від 1 до 4. Як ви вважаєте, після якої цифри ми поставимо цифру 5? Покладіть картку з цифрою 5. </w:t>
      </w:r>
    </w:p>
    <w:p w:rsidR="003F1E1D" w:rsidRDefault="003F1E1D" w:rsidP="003A4B8A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Яка цифра стоїть лівороч від цифри 4?</w:t>
      </w:r>
    </w:p>
    <w:p w:rsidR="003F1E1D" w:rsidRDefault="003F1E1D" w:rsidP="003A4B8A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Між якими цифрами стоїть цифра 2? 3?</w:t>
      </w:r>
    </w:p>
    <w:p w:rsidR="003F1E1D" w:rsidRDefault="003F1E1D" w:rsidP="003A4B8A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Яка цифра стоїть перед цифрою 5?</w:t>
      </w:r>
    </w:p>
    <w:p w:rsidR="003F1E1D" w:rsidRPr="002E2451" w:rsidRDefault="003F1E1D" w:rsidP="00350CE6">
      <w:pPr>
        <w:tabs>
          <w:tab w:val="left" w:pos="3765"/>
          <w:tab w:val="left" w:pos="7020"/>
        </w:tabs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7. Дидактична гра «Допоможи Колобку порахувати»</w:t>
      </w:r>
    </w:p>
    <w:p w:rsidR="003F1E1D" w:rsidRDefault="003F1E1D" w:rsidP="00350CE6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Вихователь рпопонує дітям розглянути малюнок. (Слайд 5)</w:t>
      </w:r>
    </w:p>
    <w:p w:rsidR="003F1E1D" w:rsidRDefault="003F1E1D" w:rsidP="00350CE6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Хто зображений на малюнку? </w:t>
      </w:r>
    </w:p>
    <w:p w:rsidR="003F1E1D" w:rsidRDefault="003F1E1D" w:rsidP="00350CE6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Куди йде дівчинка стежинкою в лісі?</w:t>
      </w:r>
    </w:p>
    <w:p w:rsidR="003F1E1D" w:rsidRDefault="003F1E1D" w:rsidP="00350CE6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Хто сховався від дівчинки?</w:t>
      </w:r>
    </w:p>
    <w:p w:rsidR="003F1E1D" w:rsidRDefault="003F1E1D" w:rsidP="000054FE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Покажіть карткою з цифрою  скільки грибочків? </w:t>
      </w:r>
    </w:p>
    <w:p w:rsidR="003F1E1D" w:rsidRDefault="003F1E1D" w:rsidP="00350CE6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Покажіть карткою з цифрою  скільки яблучок на гілочках їжачка?</w:t>
      </w:r>
    </w:p>
    <w:p w:rsidR="003F1E1D" w:rsidRDefault="003F1E1D" w:rsidP="00350CE6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Покажіть карткою з цифрою скільки ялинок?</w:t>
      </w:r>
    </w:p>
    <w:p w:rsidR="003F1E1D" w:rsidRDefault="003F1E1D" w:rsidP="00350CE6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Покажіть карткою з цифрою скільки жолудів?</w:t>
      </w:r>
    </w:p>
    <w:p w:rsidR="003F1E1D" w:rsidRPr="00A6170F" w:rsidRDefault="003F1E1D" w:rsidP="00A6170F">
      <w:pPr>
        <w:tabs>
          <w:tab w:val="left" w:pos="3765"/>
          <w:tab w:val="left" w:pos="7020"/>
        </w:tabs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9. Рінгл Дінг кольорові резиночки (за ілюстративним зразком).</w:t>
      </w:r>
    </w:p>
    <w:p w:rsidR="003F1E1D" w:rsidRPr="002E2451" w:rsidRDefault="003F1E1D" w:rsidP="00350CE6">
      <w:pPr>
        <w:tabs>
          <w:tab w:val="left" w:pos="3765"/>
          <w:tab w:val="left" w:pos="7020"/>
        </w:tabs>
        <w:rPr>
          <w:rFonts w:ascii="Times New Roman" w:hAnsi="Times New Roman"/>
          <w:b/>
          <w:bCs/>
          <w:sz w:val="28"/>
          <w:szCs w:val="28"/>
          <w:lang w:val="ru-RU"/>
        </w:rPr>
      </w:pPr>
      <w:r w:rsidRPr="002E2451">
        <w:rPr>
          <w:rFonts w:ascii="Times New Roman" w:hAnsi="Times New Roman"/>
          <w:b/>
          <w:bCs/>
          <w:sz w:val="28"/>
          <w:szCs w:val="28"/>
          <w:lang w:val="ru-RU"/>
        </w:rPr>
        <w:t>10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. Дидактична гра «Назви фігуру»</w:t>
      </w:r>
      <w:r w:rsidRPr="00A6170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(Слайд 6).</w:t>
      </w:r>
    </w:p>
    <w:p w:rsidR="003F1E1D" w:rsidRDefault="003F1E1D" w:rsidP="00A6170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Колобок не бачив в лісі геометричних фігур. Давайте його познайомимо з ними. Вихователь демонструє дітям зображення геометричних фігур.</w:t>
      </w:r>
    </w:p>
    <w:p w:rsidR="003F1E1D" w:rsidRDefault="003F1E1D" w:rsidP="00A6170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Скільки геометричних фігур ви бачите?</w:t>
      </w:r>
    </w:p>
    <w:p w:rsidR="003F1E1D" w:rsidRDefault="003F1E1D" w:rsidP="00A6170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Назвіть геометричні фігури. </w:t>
      </w:r>
    </w:p>
    <w:p w:rsidR="003F1E1D" w:rsidRDefault="003F1E1D" w:rsidP="00350CE6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Назвіть предмети, схожі на них за формою.</w:t>
      </w:r>
    </w:p>
    <w:p w:rsidR="003F1E1D" w:rsidRPr="002E2451" w:rsidRDefault="003F1E1D" w:rsidP="00350CE6">
      <w:pPr>
        <w:tabs>
          <w:tab w:val="left" w:pos="3765"/>
          <w:tab w:val="left" w:pos="7020"/>
        </w:tabs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11. Вправа «Будь уважним!»</w:t>
      </w:r>
    </w:p>
    <w:p w:rsidR="003F1E1D" w:rsidRDefault="003F1E1D" w:rsidP="00692EFD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Вихователь називає геометричні фігури і пропонує  дітям по черзі пройти по геометричній доріжці. (Геометричні фігури різних кольорів, зокрема квадрати, трикутники, круги, прикріплені до підлоги клейкої стрічкою) </w:t>
      </w:r>
    </w:p>
    <w:p w:rsidR="003F1E1D" w:rsidRPr="002E2451" w:rsidRDefault="003F1E1D" w:rsidP="00692EFD">
      <w:pPr>
        <w:tabs>
          <w:tab w:val="left" w:pos="3765"/>
          <w:tab w:val="left" w:pos="7020"/>
        </w:tabs>
        <w:rPr>
          <w:rFonts w:ascii="Times New Roman" w:hAnsi="Times New Roman"/>
          <w:b/>
          <w:bCs/>
          <w:sz w:val="28"/>
          <w:szCs w:val="28"/>
          <w:lang w:val="ru-RU"/>
        </w:rPr>
      </w:pPr>
      <w:r w:rsidRPr="002E2451">
        <w:rPr>
          <w:rFonts w:ascii="Times New Roman" w:hAnsi="Times New Roman"/>
          <w:b/>
          <w:bCs/>
          <w:sz w:val="28"/>
          <w:szCs w:val="28"/>
          <w:lang w:val="ru-RU"/>
        </w:rPr>
        <w:t>ІІІ Підсумок</w:t>
      </w:r>
    </w:p>
    <w:p w:rsidR="003F1E1D" w:rsidRDefault="003F1E1D" w:rsidP="00D14C30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Хто до нас сьогодні прийходив у гості?</w:t>
      </w:r>
    </w:p>
    <w:p w:rsidR="003F1E1D" w:rsidRDefault="003F1E1D" w:rsidP="00A6170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Про яких тварин ми сьогодні говорили?</w:t>
      </w:r>
    </w:p>
    <w:p w:rsidR="003F1E1D" w:rsidRDefault="003F1E1D" w:rsidP="00692EFD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Яку цифру повторили?</w:t>
      </w:r>
    </w:p>
    <w:p w:rsidR="003F1E1D" w:rsidRDefault="003F1E1D" w:rsidP="00A6170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Яку вправу ми виконували? </w:t>
      </w:r>
    </w:p>
    <w:p w:rsidR="003F1E1D" w:rsidRDefault="003F1E1D" w:rsidP="00C335A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У яку гру ми грали?</w:t>
      </w:r>
    </w:p>
    <w:p w:rsidR="003F1E1D" w:rsidRPr="002E2451" w:rsidRDefault="003F1E1D" w:rsidP="00692EFD">
      <w:pPr>
        <w:tabs>
          <w:tab w:val="left" w:pos="3765"/>
          <w:tab w:val="left" w:pos="7020"/>
        </w:tabs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Сюрпризний момент</w:t>
      </w:r>
    </w:p>
    <w:p w:rsidR="003F1E1D" w:rsidRDefault="003F1E1D" w:rsidP="00A6170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Усі завдання ми виконали добре. Тож запитаймо Колобка чи час відкривати наш подаруночок? </w:t>
      </w:r>
    </w:p>
    <w:p w:rsidR="003F1E1D" w:rsidRDefault="003F1E1D" w:rsidP="00A6170F">
      <w:pPr>
        <w:tabs>
          <w:tab w:val="left" w:pos="3765"/>
          <w:tab w:val="left" w:pos="7020"/>
        </w:tabs>
        <w:rPr>
          <w:rFonts w:ascii="Times New Roman" w:hAnsi="Times New Roman"/>
          <w:sz w:val="28"/>
          <w:szCs w:val="28"/>
          <w:lang w:val="ru-RU"/>
        </w:rPr>
      </w:pPr>
    </w:p>
    <w:sectPr w:rsidR="003F1E1D" w:rsidSect="00DA022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957"/>
    <w:rsid w:val="000054FE"/>
    <w:rsid w:val="00046D30"/>
    <w:rsid w:val="00193DBC"/>
    <w:rsid w:val="00263B90"/>
    <w:rsid w:val="002A26AD"/>
    <w:rsid w:val="002A6EC9"/>
    <w:rsid w:val="002B1198"/>
    <w:rsid w:val="002E2451"/>
    <w:rsid w:val="002E53ED"/>
    <w:rsid w:val="00342F47"/>
    <w:rsid w:val="00350CE6"/>
    <w:rsid w:val="0037204C"/>
    <w:rsid w:val="00373F5C"/>
    <w:rsid w:val="003A4B8A"/>
    <w:rsid w:val="003F1E1D"/>
    <w:rsid w:val="004B2BAA"/>
    <w:rsid w:val="004C011C"/>
    <w:rsid w:val="005A5957"/>
    <w:rsid w:val="00633098"/>
    <w:rsid w:val="00662A4B"/>
    <w:rsid w:val="00692EFD"/>
    <w:rsid w:val="00765A42"/>
    <w:rsid w:val="008E2368"/>
    <w:rsid w:val="00907BC5"/>
    <w:rsid w:val="00937146"/>
    <w:rsid w:val="00955C76"/>
    <w:rsid w:val="00A264F7"/>
    <w:rsid w:val="00A2776B"/>
    <w:rsid w:val="00A418BA"/>
    <w:rsid w:val="00A6170F"/>
    <w:rsid w:val="00B43533"/>
    <w:rsid w:val="00B61586"/>
    <w:rsid w:val="00B773C0"/>
    <w:rsid w:val="00B82315"/>
    <w:rsid w:val="00B84EFE"/>
    <w:rsid w:val="00BD7F74"/>
    <w:rsid w:val="00C335AF"/>
    <w:rsid w:val="00C465E9"/>
    <w:rsid w:val="00C73F44"/>
    <w:rsid w:val="00D070D6"/>
    <w:rsid w:val="00D14C30"/>
    <w:rsid w:val="00DA022F"/>
    <w:rsid w:val="00E069E0"/>
    <w:rsid w:val="00E80AB9"/>
    <w:rsid w:val="00EE485F"/>
    <w:rsid w:val="00FF0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EC9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E236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84E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DefaultParagraphFont"/>
    <w:uiPriority w:val="99"/>
    <w:rsid w:val="00B84EFE"/>
    <w:rPr>
      <w:rFonts w:cs="Times New Roman"/>
    </w:rPr>
  </w:style>
  <w:style w:type="character" w:styleId="Hyperlink">
    <w:name w:val="Hyperlink"/>
    <w:basedOn w:val="DefaultParagraphFont"/>
    <w:uiPriority w:val="99"/>
    <w:rsid w:val="00B84EFE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2B1198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3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312</TotalTime>
  <Pages>6</Pages>
  <Words>932</Words>
  <Characters>5315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</dc:creator>
  <cp:keywords/>
  <dc:description/>
  <cp:lastModifiedBy>111</cp:lastModifiedBy>
  <cp:revision>13</cp:revision>
  <cp:lastPrinted>2017-11-14T10:44:00Z</cp:lastPrinted>
  <dcterms:created xsi:type="dcterms:W3CDTF">2015-07-09T14:51:00Z</dcterms:created>
  <dcterms:modified xsi:type="dcterms:W3CDTF">2017-12-13T11:50:00Z</dcterms:modified>
</cp:coreProperties>
</file>