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495" w:rsidRPr="00F34675" w:rsidRDefault="00020495" w:rsidP="00EC7679">
      <w:pPr>
        <w:rPr>
          <w:sz w:val="40"/>
          <w:szCs w:val="40"/>
          <w:lang w:val="uk-UA"/>
        </w:rPr>
      </w:pPr>
    </w:p>
    <w:p w:rsidR="00020495" w:rsidRPr="00F34675" w:rsidRDefault="00020495" w:rsidP="005C48CB">
      <w:pPr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F34675">
        <w:rPr>
          <w:rFonts w:ascii="Times New Roman" w:hAnsi="Times New Roman"/>
          <w:b/>
          <w:sz w:val="40"/>
          <w:szCs w:val="40"/>
          <w:lang w:val="uk-UA"/>
        </w:rPr>
        <w:t>Виховний захід</w:t>
      </w:r>
    </w:p>
    <w:p w:rsidR="00020495" w:rsidRPr="00F34675" w:rsidRDefault="00020495" w:rsidP="00B253CD">
      <w:pPr>
        <w:jc w:val="right"/>
        <w:rPr>
          <w:rFonts w:ascii="Times New Roman" w:hAnsi="Times New Roman"/>
          <w:b/>
          <w:i/>
          <w:sz w:val="24"/>
          <w:szCs w:val="24"/>
          <w:lang w:val="uk-UA"/>
        </w:rPr>
      </w:pPr>
      <w:r w:rsidRPr="00B253CD">
        <w:rPr>
          <w:b/>
          <w:i/>
          <w:sz w:val="28"/>
          <w:szCs w:val="28"/>
          <w:lang w:val="uk-UA"/>
        </w:rPr>
        <w:t xml:space="preserve">                                                                                                        </w:t>
      </w:r>
      <w:r w:rsidRPr="00F34675">
        <w:rPr>
          <w:rFonts w:ascii="Times New Roman" w:hAnsi="Times New Roman"/>
          <w:b/>
          <w:i/>
          <w:sz w:val="24"/>
          <w:szCs w:val="24"/>
          <w:lang w:val="uk-UA"/>
        </w:rPr>
        <w:t>Ганна Міхіль,</w:t>
      </w:r>
    </w:p>
    <w:p w:rsidR="00020495" w:rsidRPr="00F34675" w:rsidRDefault="00020495" w:rsidP="00B253CD">
      <w:pPr>
        <w:jc w:val="right"/>
        <w:rPr>
          <w:rFonts w:ascii="Times New Roman" w:hAnsi="Times New Roman"/>
          <w:b/>
          <w:i/>
          <w:sz w:val="24"/>
          <w:szCs w:val="24"/>
          <w:lang w:val="uk-UA"/>
        </w:rPr>
      </w:pPr>
      <w:r w:rsidRPr="00F34675">
        <w:rPr>
          <w:rFonts w:ascii="Times New Roman" w:hAnsi="Times New Roman"/>
          <w:b/>
          <w:i/>
          <w:sz w:val="24"/>
          <w:szCs w:val="24"/>
          <w:lang w:val="uk-UA"/>
        </w:rPr>
        <w:t xml:space="preserve">                                                                                     Спеціаліст  вищої категорії </w:t>
      </w:r>
    </w:p>
    <w:p w:rsidR="00020495" w:rsidRPr="00F34675" w:rsidRDefault="00020495" w:rsidP="00B253CD">
      <w:pPr>
        <w:jc w:val="right"/>
        <w:rPr>
          <w:rFonts w:ascii="Times New Roman" w:hAnsi="Times New Roman"/>
          <w:b/>
          <w:i/>
          <w:sz w:val="24"/>
          <w:szCs w:val="24"/>
          <w:lang w:val="uk-UA"/>
        </w:rPr>
      </w:pPr>
      <w:r w:rsidRPr="00F34675">
        <w:rPr>
          <w:rFonts w:ascii="Times New Roman" w:hAnsi="Times New Roman"/>
          <w:b/>
          <w:i/>
          <w:sz w:val="24"/>
          <w:szCs w:val="24"/>
          <w:lang w:val="uk-UA"/>
        </w:rPr>
        <w:t xml:space="preserve">Дейкалівської ЗОШ </w:t>
      </w:r>
      <w:r w:rsidRPr="00F34675">
        <w:rPr>
          <w:rFonts w:ascii="Times New Roman" w:hAnsi="Times New Roman"/>
          <w:b/>
          <w:i/>
          <w:sz w:val="24"/>
          <w:szCs w:val="24"/>
          <w:lang w:val="en-US"/>
        </w:rPr>
        <w:t>I</w:t>
      </w:r>
      <w:r w:rsidRPr="00F34675">
        <w:rPr>
          <w:rFonts w:ascii="Times New Roman" w:hAnsi="Times New Roman"/>
          <w:b/>
          <w:i/>
          <w:sz w:val="24"/>
          <w:szCs w:val="24"/>
          <w:lang w:val="uk-UA"/>
        </w:rPr>
        <w:t>-</w:t>
      </w:r>
      <w:r w:rsidRPr="00F34675">
        <w:rPr>
          <w:rFonts w:ascii="Times New Roman" w:hAnsi="Times New Roman"/>
          <w:b/>
          <w:i/>
          <w:sz w:val="24"/>
          <w:szCs w:val="24"/>
          <w:lang w:val="en-US"/>
        </w:rPr>
        <w:t>III</w:t>
      </w:r>
      <w:r w:rsidRPr="00F34675">
        <w:rPr>
          <w:rFonts w:ascii="Times New Roman" w:hAnsi="Times New Roman"/>
          <w:b/>
          <w:i/>
          <w:sz w:val="24"/>
          <w:szCs w:val="24"/>
          <w:lang w:val="uk-UA"/>
        </w:rPr>
        <w:t xml:space="preserve"> ст.</w:t>
      </w:r>
    </w:p>
    <w:p w:rsidR="00020495" w:rsidRPr="00F34675" w:rsidRDefault="00020495" w:rsidP="00B253CD">
      <w:pPr>
        <w:jc w:val="right"/>
        <w:rPr>
          <w:rFonts w:ascii="Times New Roman" w:hAnsi="Times New Roman"/>
          <w:b/>
          <w:i/>
          <w:sz w:val="24"/>
          <w:szCs w:val="24"/>
          <w:lang w:val="uk-UA"/>
        </w:rPr>
      </w:pPr>
      <w:r w:rsidRPr="00F34675">
        <w:rPr>
          <w:rFonts w:ascii="Times New Roman" w:hAnsi="Times New Roman"/>
          <w:b/>
          <w:i/>
          <w:sz w:val="24"/>
          <w:szCs w:val="24"/>
          <w:lang w:val="uk-UA"/>
        </w:rPr>
        <w:t xml:space="preserve">                                                                                      Зіньківського  району</w:t>
      </w:r>
    </w:p>
    <w:p w:rsidR="00020495" w:rsidRDefault="00020495" w:rsidP="00B253CD">
      <w:pPr>
        <w:jc w:val="right"/>
        <w:rPr>
          <w:rFonts w:ascii="Times New Roman" w:hAnsi="Times New Roman"/>
          <w:b/>
          <w:i/>
          <w:sz w:val="24"/>
          <w:szCs w:val="24"/>
          <w:lang w:val="uk-UA"/>
        </w:rPr>
      </w:pPr>
      <w:r w:rsidRPr="00F34675">
        <w:rPr>
          <w:rFonts w:ascii="Times New Roman" w:hAnsi="Times New Roman"/>
          <w:b/>
          <w:i/>
          <w:sz w:val="24"/>
          <w:szCs w:val="24"/>
          <w:lang w:val="uk-UA"/>
        </w:rPr>
        <w:t xml:space="preserve"> Полтавської області</w:t>
      </w:r>
    </w:p>
    <w:p w:rsidR="00020495" w:rsidRPr="00F34675" w:rsidRDefault="00020495" w:rsidP="00F34675">
      <w:pPr>
        <w:jc w:val="both"/>
        <w:rPr>
          <w:rFonts w:ascii="Times New Roman" w:hAnsi="Times New Roman"/>
          <w:sz w:val="32"/>
          <w:szCs w:val="32"/>
          <w:lang w:val="uk-UA"/>
        </w:rPr>
      </w:pPr>
      <w:r w:rsidRPr="00F34675">
        <w:rPr>
          <w:rFonts w:ascii="Times New Roman" w:hAnsi="Times New Roman"/>
          <w:b/>
          <w:sz w:val="32"/>
          <w:szCs w:val="32"/>
          <w:lang w:val="uk-UA"/>
        </w:rPr>
        <w:t>Тема:</w:t>
      </w:r>
      <w:r w:rsidRPr="00F34675">
        <w:rPr>
          <w:rFonts w:ascii="Times New Roman" w:hAnsi="Times New Roman"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Уклін </w:t>
      </w:r>
      <w:r w:rsidRPr="00F34675">
        <w:rPr>
          <w:rFonts w:ascii="Times New Roman" w:hAnsi="Times New Roman"/>
          <w:sz w:val="28"/>
          <w:szCs w:val="28"/>
          <w:lang w:val="uk-UA"/>
        </w:rPr>
        <w:t>тобі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F34675">
        <w:rPr>
          <w:rFonts w:ascii="Times New Roman" w:hAnsi="Times New Roman"/>
          <w:sz w:val="28"/>
          <w:szCs w:val="28"/>
          <w:lang w:val="uk-UA"/>
        </w:rPr>
        <w:t xml:space="preserve"> Тарасе!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Pr="005C48CB">
        <w:rPr>
          <w:rFonts w:ascii="Times New Roman" w:hAnsi="Times New Roman"/>
          <w:b/>
          <w:sz w:val="28"/>
          <w:szCs w:val="28"/>
          <w:lang w:val="uk-UA"/>
        </w:rPr>
        <w:t>Мета</w:t>
      </w:r>
      <w:r w:rsidRPr="005C48CB">
        <w:rPr>
          <w:rFonts w:ascii="Times New Roman" w:hAnsi="Times New Roman"/>
          <w:sz w:val="28"/>
          <w:szCs w:val="28"/>
          <w:lang w:val="uk-UA"/>
        </w:rPr>
        <w:t>: познайомити  учнів із життям і творчістю Т. Г.Шевченка; розкрити полум’яну любов поета до України, віру в перемогу волі, правди; збагачувати словни</w:t>
      </w:r>
      <w:r>
        <w:rPr>
          <w:rFonts w:ascii="Times New Roman" w:hAnsi="Times New Roman"/>
          <w:sz w:val="28"/>
          <w:szCs w:val="28"/>
          <w:lang w:val="uk-UA"/>
        </w:rPr>
        <w:t>ковий запас школярів; розвивати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 творчі здібності дітей,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музичний слух, ритмічне відчуття; виховувати гордість за народ</w:t>
      </w:r>
      <w:r>
        <w:rPr>
          <w:rFonts w:ascii="Times New Roman" w:hAnsi="Times New Roman"/>
          <w:sz w:val="28"/>
          <w:szCs w:val="28"/>
          <w:lang w:val="uk-UA"/>
        </w:rPr>
        <w:t>, який дав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світові геніального </w:t>
      </w:r>
      <w:r w:rsidRPr="005C48CB">
        <w:rPr>
          <w:rFonts w:ascii="Times New Roman" w:hAnsi="Times New Roman"/>
          <w:sz w:val="28"/>
          <w:szCs w:val="28"/>
          <w:lang w:val="uk-UA"/>
        </w:rPr>
        <w:t>Кобзаря.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b/>
          <w:sz w:val="28"/>
          <w:szCs w:val="28"/>
          <w:lang w:val="uk-UA"/>
        </w:rPr>
        <w:t>Обладнання</w:t>
      </w:r>
      <w:r w:rsidRPr="005C48CB">
        <w:rPr>
          <w:rFonts w:ascii="Times New Roman" w:hAnsi="Times New Roman"/>
          <w:sz w:val="28"/>
          <w:szCs w:val="28"/>
          <w:lang w:val="uk-UA"/>
        </w:rPr>
        <w:t>: портрет Т.Г.Шевченка, рушники, хліб, підсвічник, «Кобзар», букет живих квітів,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українські костюми,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відеоролик «Дитинство Тараса»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5C48CB">
        <w:rPr>
          <w:rFonts w:ascii="Times New Roman" w:hAnsi="Times New Roman"/>
          <w:sz w:val="28"/>
          <w:szCs w:val="28"/>
          <w:lang w:val="uk-UA"/>
        </w:rPr>
        <w:t>презентація життєвого і творчого шляху поета після звільнення із кріпацтва, проектор, екран.</w:t>
      </w:r>
    </w:p>
    <w:p w:rsidR="00020495" w:rsidRPr="00C8059F" w:rsidRDefault="00020495" w:rsidP="00B253CD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8059F">
        <w:rPr>
          <w:rFonts w:ascii="Times New Roman" w:hAnsi="Times New Roman"/>
          <w:b/>
          <w:sz w:val="28"/>
          <w:szCs w:val="28"/>
          <w:lang w:val="uk-UA"/>
        </w:rPr>
        <w:t>Хід уроку:</w:t>
      </w:r>
    </w:p>
    <w:p w:rsidR="00020495" w:rsidRPr="0049641F" w:rsidRDefault="00020495" w:rsidP="00B253CD">
      <w:pPr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49641F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>Вчитель:</w:t>
      </w:r>
    </w:p>
    <w:p w:rsidR="00020495" w:rsidRPr="0049641F" w:rsidRDefault="00020495" w:rsidP="00B253CD">
      <w:pPr>
        <w:jc w:val="both"/>
        <w:rPr>
          <w:rFonts w:ascii="Times New Roman" w:hAnsi="Times New Roman"/>
          <w:i/>
          <w:sz w:val="26"/>
          <w:szCs w:val="26"/>
        </w:rPr>
      </w:pPr>
      <w:r w:rsidRPr="0049641F">
        <w:rPr>
          <w:rFonts w:ascii="Times New Roman" w:hAnsi="Times New Roman"/>
          <w:i/>
          <w:sz w:val="26"/>
          <w:szCs w:val="26"/>
          <w:lang w:val="uk-UA"/>
        </w:rPr>
        <w:t>(Звучить музика «Реве та стогне Дніпр широкий»)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5C48CB">
        <w:rPr>
          <w:rFonts w:ascii="Times New Roman" w:hAnsi="Times New Roman"/>
          <w:sz w:val="28"/>
          <w:szCs w:val="28"/>
          <w:lang w:val="uk-UA"/>
        </w:rPr>
        <w:t>Сурмлять вітри. Синіють луки.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>Остання тане сивина.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>До сонця, простягнувши руки,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>З</w:t>
      </w:r>
      <w:r w:rsidRPr="005C48CB">
        <w:rPr>
          <w:rFonts w:ascii="Times New Roman" w:hAnsi="Times New Roman"/>
          <w:sz w:val="28"/>
          <w:szCs w:val="28"/>
        </w:rPr>
        <w:t>’</w:t>
      </w:r>
      <w:r w:rsidRPr="005C48CB">
        <w:rPr>
          <w:rFonts w:ascii="Times New Roman" w:hAnsi="Times New Roman"/>
          <w:sz w:val="28"/>
          <w:szCs w:val="28"/>
          <w:lang w:val="uk-UA"/>
        </w:rPr>
        <w:t>явилася Шевченкова весна.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Саме</w:t>
      </w:r>
      <w:r>
        <w:rPr>
          <w:rFonts w:ascii="Times New Roman" w:hAnsi="Times New Roman"/>
          <w:sz w:val="28"/>
          <w:szCs w:val="28"/>
          <w:lang w:val="uk-UA"/>
        </w:rPr>
        <w:t xml:space="preserve"> в цю прекрасну  пору року все 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прогресивне людство вшановує </w:t>
      </w:r>
      <w:r w:rsidRPr="005C48CB">
        <w:rPr>
          <w:rFonts w:ascii="Times New Roman" w:hAnsi="Times New Roman"/>
          <w:sz w:val="28"/>
          <w:szCs w:val="28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великого Кобзаря.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Сьогодні ми зібралися в цій світлиці, щоб також уклонитися Тарасу.</w:t>
      </w:r>
    </w:p>
    <w:p w:rsidR="00020495" w:rsidRPr="0049641F" w:rsidRDefault="00020495" w:rsidP="00B253CD">
      <w:pPr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49641F">
        <w:rPr>
          <w:rFonts w:ascii="Times New Roman" w:hAnsi="Times New Roman"/>
          <w:i/>
          <w:sz w:val="28"/>
          <w:szCs w:val="28"/>
          <w:lang w:val="uk-UA"/>
        </w:rPr>
        <w:t xml:space="preserve"> (</w:t>
      </w:r>
      <w:r w:rsidRPr="0049641F">
        <w:rPr>
          <w:rFonts w:ascii="Times New Roman" w:hAnsi="Times New Roman"/>
          <w:i/>
          <w:sz w:val="26"/>
          <w:szCs w:val="26"/>
          <w:lang w:val="uk-UA"/>
        </w:rPr>
        <w:t>Заходить дівчинка  в українському костюмі зі свічкою в руках,  стає навколішки    перед портретом Т.Шевченка, читає)</w:t>
      </w:r>
      <w:r w:rsidRPr="0049641F">
        <w:rPr>
          <w:rFonts w:ascii="Times New Roman" w:hAnsi="Times New Roman"/>
          <w:i/>
          <w:sz w:val="28"/>
          <w:szCs w:val="28"/>
          <w:lang w:val="uk-UA"/>
        </w:rPr>
        <w:t>: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Свічку поставлю, свічку поставлю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І перед образом, й перед тобою.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І хоч у мріях народ свій заставлю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Стати навколішки ,поряд зі мною,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І помолитись за тебе, Кобзарю,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Щиро, – хоч раз би!</w:t>
      </w:r>
      <w:r w:rsidRPr="0049641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 як перед Богом.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Все ж українці ми, а не хазари.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Гори ж моя свічко, гори нам ще довго.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дівчинка  підводиться і йде.</w:t>
      </w:r>
    </w:p>
    <w:p w:rsidR="00020495" w:rsidRPr="0049641F" w:rsidRDefault="00020495" w:rsidP="00B253CD">
      <w:pPr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>Вчитель:</w:t>
      </w:r>
    </w:p>
    <w:p w:rsidR="00020495" w:rsidRPr="0049641F" w:rsidRDefault="00020495" w:rsidP="00B253CD">
      <w:pPr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49641F">
        <w:rPr>
          <w:rFonts w:ascii="Times New Roman" w:hAnsi="Times New Roman"/>
          <w:i/>
          <w:sz w:val="28"/>
          <w:szCs w:val="28"/>
          <w:lang w:val="uk-UA"/>
        </w:rPr>
        <w:t xml:space="preserve"> (Звучить музика «Гори, гори, моя свіча»)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  Є люди, як свічки, –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Згоряють, відходять у небуття.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Є люди, як зірки,</w:t>
      </w:r>
      <w:r w:rsidRPr="0049641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–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Горять і світяться все життя.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Та ні, це не зірки, холодні, мертві.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Вони –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 сонця,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засвічені у небі,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Які горять, обігрівають все і не згаснуть.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І не загинуть…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В. Сухомлинський</w:t>
      </w:r>
    </w:p>
    <w:p w:rsidR="00020495" w:rsidRPr="0049641F" w:rsidRDefault="00020495" w:rsidP="00B253CD">
      <w:pPr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49641F">
        <w:rPr>
          <w:rFonts w:ascii="Times New Roman" w:hAnsi="Times New Roman"/>
          <w:sz w:val="28"/>
          <w:szCs w:val="28"/>
          <w:u w:val="single"/>
          <w:lang w:val="uk-UA"/>
        </w:rPr>
        <w:t xml:space="preserve">   </w:t>
      </w:r>
      <w:r w:rsidRPr="0049641F">
        <w:rPr>
          <w:rFonts w:ascii="Times New Roman" w:hAnsi="Times New Roman"/>
          <w:b/>
          <w:sz w:val="28"/>
          <w:szCs w:val="28"/>
          <w:u w:val="single"/>
          <w:lang w:val="uk-UA"/>
        </w:rPr>
        <w:t>Інсценізація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9641F">
        <w:rPr>
          <w:rFonts w:ascii="Times New Roman" w:hAnsi="Times New Roman"/>
          <w:i/>
          <w:sz w:val="28"/>
          <w:szCs w:val="28"/>
          <w:lang w:val="uk-UA"/>
        </w:rPr>
        <w:t xml:space="preserve">  Хлопчик</w:t>
      </w:r>
      <w:r w:rsidRPr="005C48CB">
        <w:rPr>
          <w:rFonts w:ascii="Times New Roman" w:hAnsi="Times New Roman"/>
          <w:sz w:val="28"/>
          <w:szCs w:val="28"/>
          <w:lang w:val="uk-UA"/>
        </w:rPr>
        <w:t>. Матусю, а правда, що небо на залізних стовпах тримається?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9641F">
        <w:rPr>
          <w:rFonts w:ascii="Times New Roman" w:hAnsi="Times New Roman"/>
          <w:i/>
          <w:sz w:val="28"/>
          <w:szCs w:val="28"/>
          <w:lang w:val="uk-UA"/>
        </w:rPr>
        <w:t>Мати.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 Так, мій, синочку, правда.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9641F">
        <w:rPr>
          <w:rFonts w:ascii="Times New Roman" w:hAnsi="Times New Roman"/>
          <w:i/>
          <w:sz w:val="28"/>
          <w:szCs w:val="28"/>
          <w:lang w:val="uk-UA"/>
        </w:rPr>
        <w:t xml:space="preserve">  Хлопчик.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 А чому так багато зірок на небі?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9641F">
        <w:rPr>
          <w:rFonts w:ascii="Times New Roman" w:hAnsi="Times New Roman"/>
          <w:i/>
          <w:sz w:val="28"/>
          <w:szCs w:val="28"/>
          <w:lang w:val="uk-UA"/>
        </w:rPr>
        <w:t xml:space="preserve">  Мати</w:t>
      </w:r>
      <w:r w:rsidRPr="005C48CB">
        <w:rPr>
          <w:rFonts w:ascii="Times New Roman" w:hAnsi="Times New Roman"/>
          <w:sz w:val="28"/>
          <w:szCs w:val="28"/>
          <w:lang w:val="uk-UA"/>
        </w:rPr>
        <w:t>. Це коли людина на світ приходить,Бог свічку запалює. І горить та свічка, поки людина не помре. А як помре - свічка згасне, зірочка падає. Бачив?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9641F">
        <w:rPr>
          <w:rFonts w:ascii="Times New Roman" w:hAnsi="Times New Roman"/>
          <w:i/>
          <w:sz w:val="28"/>
          <w:szCs w:val="28"/>
          <w:lang w:val="uk-UA"/>
        </w:rPr>
        <w:t xml:space="preserve">  Хлопчик.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 Бачив, матусю, бачив…  Матусечко,  а чому одні зірочки ясні, великі,а інші ледь видно?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9641F">
        <w:rPr>
          <w:rFonts w:ascii="Times New Roman" w:hAnsi="Times New Roman"/>
          <w:i/>
          <w:sz w:val="28"/>
          <w:szCs w:val="28"/>
          <w:lang w:val="uk-UA"/>
        </w:rPr>
        <w:t>Мати</w:t>
      </w:r>
      <w:r w:rsidRPr="005C48CB">
        <w:rPr>
          <w:rFonts w:ascii="Times New Roman" w:hAnsi="Times New Roman"/>
          <w:sz w:val="28"/>
          <w:szCs w:val="28"/>
          <w:lang w:val="uk-UA"/>
        </w:rPr>
        <w:t>. Бо коли людина зла, заздрісна,скупа, то її свічка ледь-ледь тліє. А коли добра, робить людям добро, тоді свічечка світить ясно, і світло це далеко видно.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9641F">
        <w:rPr>
          <w:rFonts w:ascii="Times New Roman" w:hAnsi="Times New Roman"/>
          <w:i/>
          <w:sz w:val="28"/>
          <w:szCs w:val="28"/>
          <w:lang w:val="uk-UA"/>
        </w:rPr>
        <w:t>Хлопчик.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 Матусю, я буду добрим. Я хочу, щоб моя свічечка світила найясніше.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9641F">
        <w:rPr>
          <w:rFonts w:ascii="Times New Roman" w:hAnsi="Times New Roman"/>
          <w:i/>
          <w:sz w:val="28"/>
          <w:szCs w:val="28"/>
          <w:lang w:val="uk-UA"/>
        </w:rPr>
        <w:t xml:space="preserve"> Мати.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 Старайся,мій хлопчику.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9641F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Вчитель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 Чи здогадалися ви,діти, хто дійові особи цієї інсценізації?Що ви знаєте про цю людину? Розкажіть у віршованій формі.</w:t>
      </w:r>
    </w:p>
    <w:p w:rsidR="00020495" w:rsidRPr="0049641F" w:rsidRDefault="00020495" w:rsidP="00B253CD">
      <w:pPr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9641F">
        <w:rPr>
          <w:rFonts w:ascii="Times New Roman" w:hAnsi="Times New Roman"/>
          <w:b/>
          <w:sz w:val="28"/>
          <w:szCs w:val="28"/>
          <w:u w:val="single"/>
          <w:lang w:val="uk-UA"/>
        </w:rPr>
        <w:t>Читання учнями віршованих рядків</w:t>
      </w:r>
    </w:p>
    <w:p w:rsidR="00020495" w:rsidRPr="0049641F" w:rsidRDefault="00020495" w:rsidP="00B253CD">
      <w:pPr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49641F">
        <w:rPr>
          <w:rFonts w:ascii="Times New Roman" w:hAnsi="Times New Roman"/>
          <w:i/>
          <w:sz w:val="28"/>
          <w:szCs w:val="28"/>
          <w:lang w:val="uk-UA"/>
        </w:rPr>
        <w:t xml:space="preserve">  1-й учень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Щовесни, коли тануть сніги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І на рясті ясніє веселка, 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Повні сил і живої снаги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Ми вшановуєм пам'ять Шевченка .</w:t>
      </w:r>
    </w:p>
    <w:p w:rsidR="00020495" w:rsidRPr="0049641F" w:rsidRDefault="00020495" w:rsidP="00B253CD">
      <w:pPr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49641F">
        <w:rPr>
          <w:rFonts w:ascii="Times New Roman" w:hAnsi="Times New Roman"/>
          <w:i/>
          <w:sz w:val="28"/>
          <w:szCs w:val="28"/>
          <w:lang w:val="uk-UA"/>
        </w:rPr>
        <w:t xml:space="preserve">  2-учень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В похилій хаті,  край села,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Над ставом чистим і прозорим,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Життя Тарасику  дала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Кріпачка - мати, вбита горем.</w:t>
      </w:r>
    </w:p>
    <w:p w:rsidR="00020495" w:rsidRPr="0049641F" w:rsidRDefault="00020495" w:rsidP="00B253CD">
      <w:pPr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49641F">
        <w:rPr>
          <w:rFonts w:ascii="Times New Roman" w:hAnsi="Times New Roman"/>
          <w:i/>
          <w:sz w:val="28"/>
          <w:szCs w:val="28"/>
          <w:lang w:val="uk-UA"/>
        </w:rPr>
        <w:t xml:space="preserve">  3-й учень 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 У тяжкій неволі 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  Ріс малий Тарас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Він не вчився в школі,  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Він ягнята пас.</w:t>
      </w:r>
    </w:p>
    <w:p w:rsidR="00020495" w:rsidRPr="0049641F" w:rsidRDefault="00020495" w:rsidP="00B253CD">
      <w:pPr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49641F">
        <w:rPr>
          <w:rFonts w:ascii="Times New Roman" w:hAnsi="Times New Roman"/>
          <w:i/>
          <w:sz w:val="28"/>
          <w:szCs w:val="28"/>
          <w:lang w:val="uk-UA"/>
        </w:rPr>
        <w:t xml:space="preserve">  4-й учень</w:t>
      </w:r>
    </w:p>
    <w:p w:rsidR="00020495" w:rsidRPr="005C48CB" w:rsidRDefault="00020495" w:rsidP="00B253CD">
      <w:pPr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5C48CB">
        <w:rPr>
          <w:rFonts w:ascii="Times New Roman" w:hAnsi="Times New Roman"/>
          <w:i/>
          <w:sz w:val="28"/>
          <w:szCs w:val="28"/>
          <w:lang w:val="uk-UA"/>
        </w:rPr>
        <w:t xml:space="preserve">  В пана бусурмана 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В Петербурзі дім.</w:t>
      </w:r>
    </w:p>
    <w:p w:rsidR="00020495" w:rsidRPr="005C48CB" w:rsidRDefault="00020495" w:rsidP="00B253CD">
      <w:pPr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Козачком у пана 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Був Тарас у нім.  </w:t>
      </w:r>
    </w:p>
    <w:p w:rsidR="00020495" w:rsidRPr="0049641F" w:rsidRDefault="00020495" w:rsidP="00B253CD">
      <w:pPr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49641F">
        <w:rPr>
          <w:rFonts w:ascii="Times New Roman" w:hAnsi="Times New Roman"/>
          <w:i/>
          <w:sz w:val="28"/>
          <w:szCs w:val="28"/>
          <w:lang w:val="uk-UA"/>
        </w:rPr>
        <w:t xml:space="preserve">  5- учень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Хоче малювати,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Прагне він до знань,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 Та за це багато 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 Зазнає знущань. </w:t>
      </w:r>
    </w:p>
    <w:p w:rsidR="00020495" w:rsidRPr="0049641F" w:rsidRDefault="00020495" w:rsidP="00B253CD">
      <w:pPr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49641F">
        <w:rPr>
          <w:rFonts w:ascii="Times New Roman" w:hAnsi="Times New Roman"/>
          <w:i/>
          <w:sz w:val="28"/>
          <w:szCs w:val="28"/>
          <w:lang w:val="uk-UA"/>
        </w:rPr>
        <w:t xml:space="preserve">  6-й учень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Він був поетом волі в час неволі,  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Поетом доброти в засиллі зла.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Була у нього надзвичайна доля,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Та доля Україною була.</w:t>
      </w:r>
    </w:p>
    <w:p w:rsidR="00020495" w:rsidRPr="0049641F" w:rsidRDefault="00020495" w:rsidP="00B253CD">
      <w:pPr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9641F">
        <w:rPr>
          <w:rFonts w:ascii="Times New Roman" w:hAnsi="Times New Roman"/>
          <w:b/>
          <w:sz w:val="28"/>
          <w:szCs w:val="28"/>
          <w:u w:val="single"/>
          <w:lang w:val="uk-UA"/>
        </w:rPr>
        <w:t>Словникова робота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Кріпак – </w:t>
      </w:r>
      <w:r w:rsidRPr="005C48CB">
        <w:rPr>
          <w:rFonts w:ascii="Times New Roman" w:hAnsi="Times New Roman"/>
          <w:sz w:val="28"/>
          <w:szCs w:val="28"/>
          <w:lang w:val="uk-UA"/>
        </w:rPr>
        <w:t>це людина,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закріплена за паном, яка працює на нього. Пан міг кріпака продати купити, виміняти, як річ.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Козачок-прислужник.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9641F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D107A4">
        <w:rPr>
          <w:rFonts w:ascii="Times New Roman" w:hAnsi="Times New Roman"/>
          <w:b/>
          <w:sz w:val="28"/>
          <w:szCs w:val="28"/>
          <w:u w:val="single"/>
          <w:lang w:val="uk-UA"/>
        </w:rPr>
        <w:t>Вчитель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: </w:t>
      </w:r>
      <w:r w:rsidRPr="005C48CB">
        <w:rPr>
          <w:rFonts w:ascii="Times New Roman" w:hAnsi="Times New Roman"/>
          <w:sz w:val="28"/>
          <w:szCs w:val="28"/>
          <w:lang w:val="uk-UA"/>
        </w:rPr>
        <w:t>А зараз, діти,  ознайомтеся з дитинством Тараса.</w:t>
      </w:r>
    </w:p>
    <w:p w:rsidR="00020495" w:rsidRPr="00D107A4" w:rsidRDefault="00020495" w:rsidP="00B253CD">
      <w:pPr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D107A4">
        <w:rPr>
          <w:rFonts w:ascii="Times New Roman" w:hAnsi="Times New Roman"/>
          <w:b/>
          <w:i/>
          <w:sz w:val="28"/>
          <w:szCs w:val="28"/>
          <w:lang w:val="uk-UA"/>
        </w:rPr>
        <w:t xml:space="preserve">  </w:t>
      </w:r>
      <w:r w:rsidRPr="00D107A4">
        <w:rPr>
          <w:rFonts w:ascii="Times New Roman" w:hAnsi="Times New Roman"/>
          <w:i/>
          <w:sz w:val="28"/>
          <w:szCs w:val="28"/>
          <w:lang w:val="uk-UA"/>
        </w:rPr>
        <w:t>(Перегляд відеоролика «Дитинство Тараса»)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9641F">
        <w:rPr>
          <w:rFonts w:ascii="Times New Roman" w:hAnsi="Times New Roman"/>
          <w:i/>
          <w:sz w:val="28"/>
          <w:szCs w:val="28"/>
          <w:lang w:val="uk-UA"/>
        </w:rPr>
        <w:t>Слайд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49641F">
        <w:rPr>
          <w:rFonts w:ascii="Times New Roman" w:hAnsi="Times New Roman"/>
          <w:i/>
          <w:sz w:val="28"/>
          <w:szCs w:val="28"/>
          <w:lang w:val="uk-UA"/>
        </w:rPr>
        <w:t>1.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 9 березня 1814 </w:t>
      </w:r>
      <w:bookmarkStart w:id="0" w:name="_GoBack"/>
      <w:bookmarkEnd w:id="0"/>
      <w:r w:rsidRPr="005C48CB">
        <w:rPr>
          <w:rFonts w:ascii="Times New Roman" w:hAnsi="Times New Roman"/>
          <w:sz w:val="28"/>
          <w:szCs w:val="28"/>
          <w:lang w:val="uk-UA"/>
        </w:rPr>
        <w:t>року в селі Моринці на Черкащині народився малий Тарас.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9641F">
        <w:rPr>
          <w:rFonts w:ascii="Times New Roman" w:hAnsi="Times New Roman"/>
          <w:i/>
          <w:sz w:val="28"/>
          <w:szCs w:val="28"/>
          <w:lang w:val="uk-UA"/>
        </w:rPr>
        <w:t>Слайд 2.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Зображення хати Т. Г. Шевченка в селі Моринці.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9641F">
        <w:rPr>
          <w:rFonts w:ascii="Times New Roman" w:hAnsi="Times New Roman"/>
          <w:i/>
          <w:sz w:val="28"/>
          <w:szCs w:val="28"/>
          <w:lang w:val="uk-UA"/>
        </w:rPr>
        <w:t>Слайд 3</w:t>
      </w:r>
      <w:r w:rsidRPr="005C48CB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Його батьки Григорій Шевченко і Катерина Бойко були кріпаками.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9641F">
        <w:rPr>
          <w:rFonts w:ascii="Times New Roman" w:hAnsi="Times New Roman"/>
          <w:i/>
          <w:sz w:val="28"/>
          <w:szCs w:val="28"/>
          <w:lang w:val="uk-UA"/>
        </w:rPr>
        <w:t>Слайд 4</w:t>
      </w:r>
      <w:r w:rsidRPr="005C48CB">
        <w:rPr>
          <w:rFonts w:ascii="Times New Roman" w:hAnsi="Times New Roman"/>
          <w:sz w:val="28"/>
          <w:szCs w:val="28"/>
          <w:lang w:val="uk-UA"/>
        </w:rPr>
        <w:t>. Зображення матері і батька Шевченка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9641F">
        <w:rPr>
          <w:rFonts w:ascii="Times New Roman" w:hAnsi="Times New Roman"/>
          <w:i/>
          <w:sz w:val="28"/>
          <w:szCs w:val="28"/>
          <w:lang w:val="uk-UA"/>
        </w:rPr>
        <w:t>Слайд 5</w:t>
      </w:r>
      <w:r w:rsidRPr="005C48CB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Згодом сім</w:t>
      </w:r>
      <w:r w:rsidRPr="005C48CB">
        <w:rPr>
          <w:rFonts w:ascii="Times New Roman" w:hAnsi="Times New Roman"/>
          <w:sz w:val="28"/>
          <w:szCs w:val="28"/>
        </w:rPr>
        <w:t>’</w:t>
      </w:r>
      <w:r w:rsidRPr="005C48CB">
        <w:rPr>
          <w:rFonts w:ascii="Times New Roman" w:hAnsi="Times New Roman"/>
          <w:sz w:val="28"/>
          <w:szCs w:val="28"/>
          <w:lang w:val="uk-UA"/>
        </w:rPr>
        <w:t>я переїжджає в село Кирилівку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9641F">
        <w:rPr>
          <w:rFonts w:ascii="Times New Roman" w:hAnsi="Times New Roman"/>
          <w:i/>
          <w:sz w:val="28"/>
          <w:szCs w:val="28"/>
          <w:lang w:val="uk-UA"/>
        </w:rPr>
        <w:t>Слайд 6.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Зображення села Кирилівки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9641F">
        <w:rPr>
          <w:rFonts w:ascii="Times New Roman" w:hAnsi="Times New Roman"/>
          <w:i/>
          <w:sz w:val="28"/>
          <w:szCs w:val="28"/>
          <w:lang w:val="uk-UA"/>
        </w:rPr>
        <w:t>Слайд 7.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Тарас ріс допитливим. Він хоче все пізнати, все зрозуміти.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</w:rPr>
      </w:pPr>
      <w:r w:rsidRPr="0049641F">
        <w:rPr>
          <w:rFonts w:ascii="Times New Roman" w:hAnsi="Times New Roman"/>
          <w:i/>
          <w:sz w:val="28"/>
          <w:szCs w:val="28"/>
          <w:lang w:val="uk-UA"/>
        </w:rPr>
        <w:t>Слайд 8.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Зображення Тараса, який сидить у бур</w:t>
      </w:r>
      <w:r w:rsidRPr="005C48CB">
        <w:rPr>
          <w:rFonts w:ascii="Times New Roman" w:hAnsi="Times New Roman"/>
          <w:sz w:val="28"/>
          <w:szCs w:val="28"/>
        </w:rPr>
        <w:t>’</w:t>
      </w:r>
      <w:r w:rsidRPr="005C48CB">
        <w:rPr>
          <w:rFonts w:ascii="Times New Roman" w:hAnsi="Times New Roman"/>
          <w:sz w:val="28"/>
          <w:szCs w:val="28"/>
          <w:lang w:val="uk-UA"/>
        </w:rPr>
        <w:t>янах і читає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9641F">
        <w:rPr>
          <w:rFonts w:ascii="Times New Roman" w:hAnsi="Times New Roman"/>
          <w:i/>
          <w:sz w:val="28"/>
          <w:szCs w:val="28"/>
          <w:lang w:val="uk-UA"/>
        </w:rPr>
        <w:t>Слайд 9</w:t>
      </w:r>
      <w:r w:rsidRPr="005C48CB">
        <w:rPr>
          <w:rFonts w:ascii="Times New Roman" w:hAnsi="Times New Roman"/>
          <w:sz w:val="28"/>
          <w:szCs w:val="28"/>
          <w:lang w:val="uk-UA"/>
        </w:rPr>
        <w:t>. Батьки тяжко працювали на панщині.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9641F">
        <w:rPr>
          <w:rFonts w:ascii="Times New Roman" w:hAnsi="Times New Roman"/>
          <w:i/>
          <w:sz w:val="28"/>
          <w:szCs w:val="28"/>
          <w:lang w:val="uk-UA"/>
        </w:rPr>
        <w:t>Слайд 10</w:t>
      </w:r>
      <w:r w:rsidRPr="005C48CB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Зображення кріпаків, які косять пшеницю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30EAC">
        <w:rPr>
          <w:rFonts w:ascii="Times New Roman" w:hAnsi="Times New Roman"/>
          <w:i/>
          <w:sz w:val="28"/>
          <w:szCs w:val="28"/>
          <w:lang w:val="uk-UA"/>
        </w:rPr>
        <w:t xml:space="preserve">Слайд 11. </w:t>
      </w:r>
      <w:r w:rsidRPr="005C48CB">
        <w:rPr>
          <w:rFonts w:ascii="Times New Roman" w:hAnsi="Times New Roman"/>
          <w:sz w:val="28"/>
          <w:szCs w:val="28"/>
          <w:lang w:val="uk-UA"/>
        </w:rPr>
        <w:t>Хлопця віддали до дяка в науку.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9641F">
        <w:rPr>
          <w:rFonts w:ascii="Times New Roman" w:hAnsi="Times New Roman"/>
          <w:i/>
          <w:sz w:val="28"/>
          <w:szCs w:val="28"/>
          <w:lang w:val="uk-UA"/>
        </w:rPr>
        <w:t>Слайд 12.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 Зображення дяка біля учнів із різкою в руках. Серед них малий Тарас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9641F">
        <w:rPr>
          <w:rFonts w:ascii="Times New Roman" w:hAnsi="Times New Roman"/>
          <w:i/>
          <w:sz w:val="28"/>
          <w:szCs w:val="28"/>
          <w:lang w:val="uk-UA"/>
        </w:rPr>
        <w:t>Слайд 13</w:t>
      </w:r>
      <w:r w:rsidRPr="005C48CB">
        <w:rPr>
          <w:rFonts w:ascii="Times New Roman" w:hAnsi="Times New Roman"/>
          <w:sz w:val="28"/>
          <w:szCs w:val="28"/>
          <w:lang w:val="uk-UA"/>
        </w:rPr>
        <w:t>.Та недовго тривала Тарасова «наука»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9641F">
        <w:rPr>
          <w:rFonts w:ascii="Times New Roman" w:hAnsi="Times New Roman"/>
          <w:i/>
          <w:sz w:val="28"/>
          <w:szCs w:val="28"/>
          <w:lang w:val="uk-UA"/>
        </w:rPr>
        <w:t>Слайд 14</w:t>
      </w:r>
      <w:r w:rsidRPr="005C48CB">
        <w:rPr>
          <w:rFonts w:ascii="Times New Roman" w:hAnsi="Times New Roman"/>
          <w:sz w:val="28"/>
          <w:szCs w:val="28"/>
          <w:lang w:val="uk-UA"/>
        </w:rPr>
        <w:t>. Замучена важкою працею померла мати.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9641F">
        <w:rPr>
          <w:rFonts w:ascii="Times New Roman" w:hAnsi="Times New Roman"/>
          <w:i/>
          <w:sz w:val="28"/>
          <w:szCs w:val="28"/>
          <w:lang w:val="uk-UA"/>
        </w:rPr>
        <w:t>Слайд 15</w:t>
      </w:r>
      <w:r w:rsidRPr="005C48CB">
        <w:rPr>
          <w:rFonts w:ascii="Times New Roman" w:hAnsi="Times New Roman"/>
          <w:sz w:val="28"/>
          <w:szCs w:val="28"/>
          <w:lang w:val="uk-UA"/>
        </w:rPr>
        <w:t>.Зображення матері Тараса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9641F">
        <w:rPr>
          <w:rFonts w:ascii="Times New Roman" w:hAnsi="Times New Roman"/>
          <w:i/>
          <w:sz w:val="28"/>
          <w:szCs w:val="28"/>
          <w:lang w:val="uk-UA"/>
        </w:rPr>
        <w:t>Слайд 16.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 Через деякий час помирає батько.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9641F">
        <w:rPr>
          <w:rFonts w:ascii="Times New Roman" w:hAnsi="Times New Roman"/>
          <w:i/>
          <w:sz w:val="28"/>
          <w:szCs w:val="28"/>
          <w:lang w:val="uk-UA"/>
        </w:rPr>
        <w:t>Слайд 17.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 Зображення батька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9641F">
        <w:rPr>
          <w:rFonts w:ascii="Times New Roman" w:hAnsi="Times New Roman"/>
          <w:i/>
          <w:sz w:val="28"/>
          <w:szCs w:val="28"/>
          <w:lang w:val="uk-UA"/>
        </w:rPr>
        <w:t>Слайд 18.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 Тарас наймитує в школі.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9641F">
        <w:rPr>
          <w:rFonts w:ascii="Times New Roman" w:hAnsi="Times New Roman"/>
          <w:i/>
          <w:sz w:val="28"/>
          <w:szCs w:val="28"/>
          <w:lang w:val="uk-UA"/>
        </w:rPr>
        <w:t>Слайд 19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. Зображення Тараса, який несе воду 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9641F">
        <w:rPr>
          <w:rFonts w:ascii="Times New Roman" w:hAnsi="Times New Roman"/>
          <w:i/>
          <w:sz w:val="28"/>
          <w:szCs w:val="28"/>
          <w:lang w:val="uk-UA"/>
        </w:rPr>
        <w:t>Слайд 20.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Пасе громадську череду.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9641F">
        <w:rPr>
          <w:rFonts w:ascii="Times New Roman" w:hAnsi="Times New Roman"/>
          <w:i/>
          <w:sz w:val="28"/>
          <w:szCs w:val="28"/>
          <w:lang w:val="uk-UA"/>
        </w:rPr>
        <w:t>Слайд 21.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 Зображення Тараса,який пасе череду і малює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9641F">
        <w:rPr>
          <w:rFonts w:ascii="Times New Roman" w:hAnsi="Times New Roman"/>
          <w:i/>
          <w:sz w:val="28"/>
          <w:szCs w:val="28"/>
          <w:lang w:val="uk-UA"/>
        </w:rPr>
        <w:t>Слайд 22.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 Але думка знайти людину, яка б навчила його малювати, не покидає хлопчика.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9641F">
        <w:rPr>
          <w:rFonts w:ascii="Times New Roman" w:hAnsi="Times New Roman"/>
          <w:i/>
          <w:sz w:val="28"/>
          <w:szCs w:val="28"/>
          <w:lang w:val="uk-UA"/>
        </w:rPr>
        <w:t>Слайд 23</w:t>
      </w:r>
      <w:r w:rsidRPr="005C48CB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Зображення Тараса,який пасе вівці і дивиться вдалечінь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9641F">
        <w:rPr>
          <w:rFonts w:ascii="Times New Roman" w:hAnsi="Times New Roman"/>
          <w:i/>
          <w:sz w:val="28"/>
          <w:szCs w:val="28"/>
          <w:lang w:val="uk-UA"/>
        </w:rPr>
        <w:t>Слайд 24.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Згодом він вирушає в світ і  потрапляє до хлипнівського маляра.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9641F">
        <w:rPr>
          <w:rFonts w:ascii="Times New Roman" w:hAnsi="Times New Roman"/>
          <w:i/>
          <w:sz w:val="28"/>
          <w:szCs w:val="28"/>
          <w:lang w:val="uk-UA"/>
        </w:rPr>
        <w:t>Слайд 25</w:t>
      </w:r>
      <w:r w:rsidRPr="005C48CB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Зображення Тараса в солом’яному брилику,з торбою за плечима,який мандрує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</w:rPr>
      </w:pPr>
      <w:r w:rsidRPr="0049641F">
        <w:rPr>
          <w:rFonts w:ascii="Times New Roman" w:hAnsi="Times New Roman"/>
          <w:i/>
          <w:sz w:val="28"/>
          <w:szCs w:val="28"/>
          <w:lang w:val="uk-UA"/>
        </w:rPr>
        <w:t>Слайд 26</w:t>
      </w:r>
      <w:r w:rsidRPr="005C48CB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Однак пан Енгельгард забирає його. Тарас стає козачком.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9641F">
        <w:rPr>
          <w:rFonts w:ascii="Times New Roman" w:hAnsi="Times New Roman"/>
          <w:i/>
          <w:sz w:val="28"/>
          <w:szCs w:val="28"/>
          <w:lang w:val="uk-UA"/>
        </w:rPr>
        <w:t>Слайд 27.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 Так пройшло дитинство Тараса.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9641F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Вчитель.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  Лише  на 24 році життя,а саме 22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квітня 1838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року, Шевченко став вільною людиною.</w:t>
      </w:r>
    </w:p>
    <w:p w:rsidR="00020495" w:rsidRPr="00D107A4" w:rsidRDefault="00020495" w:rsidP="00B253CD">
      <w:pPr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Pr="00D107A4">
        <w:rPr>
          <w:rFonts w:ascii="Times New Roman" w:hAnsi="Times New Roman"/>
          <w:i/>
          <w:sz w:val="28"/>
          <w:szCs w:val="28"/>
          <w:lang w:val="uk-UA"/>
        </w:rPr>
        <w:t>Презентація життєвого і творчого шляху поета після звільнення із кріпацтва</w:t>
      </w:r>
      <w:r>
        <w:rPr>
          <w:rFonts w:ascii="Times New Roman" w:hAnsi="Times New Roman"/>
          <w:i/>
          <w:sz w:val="28"/>
          <w:szCs w:val="28"/>
          <w:lang w:val="uk-UA"/>
        </w:rPr>
        <w:t>)</w:t>
      </w:r>
    </w:p>
    <w:p w:rsidR="00020495" w:rsidRPr="005C48CB" w:rsidRDefault="00020495" w:rsidP="00E90F7E">
      <w:pPr>
        <w:jc w:val="both"/>
        <w:rPr>
          <w:rFonts w:ascii="Times New Roman" w:hAnsi="Times New Roman"/>
          <w:sz w:val="28"/>
          <w:szCs w:val="28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107A4">
        <w:rPr>
          <w:rFonts w:ascii="Times New Roman" w:hAnsi="Times New Roman"/>
          <w:i/>
          <w:sz w:val="28"/>
          <w:szCs w:val="28"/>
          <w:lang w:val="uk-UA"/>
        </w:rPr>
        <w:t>Слайд 1.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 Зображення Академії  мистецтв</w:t>
      </w:r>
    </w:p>
    <w:p w:rsidR="00020495" w:rsidRPr="005C48CB" w:rsidRDefault="00020495" w:rsidP="00E90F7E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107A4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Вчитель</w:t>
      </w:r>
      <w:r w:rsidRPr="00D107A4">
        <w:rPr>
          <w:rFonts w:ascii="Times New Roman" w:hAnsi="Times New Roman"/>
          <w:sz w:val="28"/>
          <w:szCs w:val="28"/>
          <w:u w:val="single"/>
          <w:lang w:val="uk-UA"/>
        </w:rPr>
        <w:t>: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 Цього ж року Т.Г.Шевченко вступає в Академію мистецтв:вчиться на художника і пише вірші про тяжке життя народу.</w:t>
      </w:r>
    </w:p>
    <w:p w:rsidR="00020495" w:rsidRPr="005C48CB" w:rsidRDefault="00020495" w:rsidP="00E90F7E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107A4">
        <w:rPr>
          <w:rFonts w:ascii="Times New Roman" w:hAnsi="Times New Roman"/>
          <w:i/>
          <w:sz w:val="28"/>
          <w:szCs w:val="28"/>
          <w:lang w:val="uk-UA"/>
        </w:rPr>
        <w:t>Слайд 2.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Зображення збірки «Кобзар».</w:t>
      </w:r>
    </w:p>
    <w:p w:rsidR="00020495" w:rsidRPr="005C48CB" w:rsidRDefault="00020495" w:rsidP="00E90F7E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107A4">
        <w:rPr>
          <w:rFonts w:ascii="Times New Roman" w:hAnsi="Times New Roman"/>
          <w:b/>
          <w:sz w:val="28"/>
          <w:szCs w:val="28"/>
          <w:u w:val="single"/>
          <w:lang w:val="uk-UA"/>
        </w:rPr>
        <w:t>Вчитель: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 В 1840році окремою книжкою під назвою «Кобзар» вийшли Шевченкові поезії та поеми.  Україна радо зустріла його.</w:t>
      </w:r>
    </w:p>
    <w:p w:rsidR="00020495" w:rsidRPr="005C48CB" w:rsidRDefault="00020495" w:rsidP="00E90F7E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107A4">
        <w:rPr>
          <w:rFonts w:ascii="Times New Roman" w:hAnsi="Times New Roman"/>
          <w:i/>
          <w:sz w:val="28"/>
          <w:szCs w:val="28"/>
          <w:lang w:val="uk-UA"/>
        </w:rPr>
        <w:t>Слайд 3.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Зображення музичного інструменту-кобзи</w:t>
      </w:r>
    </w:p>
    <w:p w:rsidR="00020495" w:rsidRPr="005C48CB" w:rsidRDefault="00020495" w:rsidP="00E90F7E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107A4">
        <w:rPr>
          <w:rFonts w:ascii="Times New Roman" w:hAnsi="Times New Roman"/>
          <w:b/>
          <w:sz w:val="28"/>
          <w:szCs w:val="28"/>
          <w:u w:val="single"/>
          <w:lang w:val="uk-UA"/>
        </w:rPr>
        <w:t>Вчитель: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 Назва збірки творів походить від назви старовинного інструменту-кобзи. </w:t>
      </w:r>
    </w:p>
    <w:p w:rsidR="00020495" w:rsidRPr="005C48CB" w:rsidRDefault="00020495" w:rsidP="00E90F7E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107A4">
        <w:rPr>
          <w:rFonts w:ascii="Times New Roman" w:hAnsi="Times New Roman"/>
          <w:i/>
          <w:sz w:val="28"/>
          <w:szCs w:val="28"/>
          <w:lang w:val="uk-UA"/>
        </w:rPr>
        <w:t>Слайд 4.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Зображення кобзарів, які співають на дорогах України</w:t>
      </w:r>
    </w:p>
    <w:p w:rsidR="00020495" w:rsidRPr="005C48CB" w:rsidRDefault="00020495" w:rsidP="00E90F7E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107A4">
        <w:rPr>
          <w:rFonts w:ascii="Times New Roman" w:hAnsi="Times New Roman"/>
          <w:b/>
          <w:sz w:val="28"/>
          <w:szCs w:val="28"/>
          <w:u w:val="single"/>
          <w:lang w:val="uk-UA"/>
        </w:rPr>
        <w:t>Вчитель: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 Шевченко не грав на кобзі, не співав пісень на дорогах України,як це робили кобзарі.</w:t>
      </w:r>
    </w:p>
    <w:p w:rsidR="00020495" w:rsidRPr="005C48CB" w:rsidRDefault="00020495" w:rsidP="00E90F7E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107A4">
        <w:rPr>
          <w:rFonts w:ascii="Times New Roman" w:hAnsi="Times New Roman"/>
          <w:i/>
          <w:sz w:val="28"/>
          <w:szCs w:val="28"/>
          <w:lang w:val="uk-UA"/>
        </w:rPr>
        <w:t>Слайд 5</w:t>
      </w:r>
      <w:r w:rsidRPr="005C48CB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Зображення кобзарів, які жебракують</w:t>
      </w:r>
    </w:p>
    <w:p w:rsidR="00020495" w:rsidRPr="005C48CB" w:rsidRDefault="00020495" w:rsidP="00E90F7E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107A4">
        <w:rPr>
          <w:rFonts w:ascii="Times New Roman" w:hAnsi="Times New Roman"/>
          <w:b/>
          <w:sz w:val="28"/>
          <w:szCs w:val="28"/>
          <w:u w:val="single"/>
          <w:lang w:val="uk-UA"/>
        </w:rPr>
        <w:t>Вчитель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>: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 Але, коли читаєш його твори, то ніби чуєш сумну пісню про тяжке життя в неволі.</w:t>
      </w:r>
    </w:p>
    <w:p w:rsidR="00020495" w:rsidRPr="005C48CB" w:rsidRDefault="00020495" w:rsidP="00E90F7E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107A4">
        <w:rPr>
          <w:rFonts w:ascii="Times New Roman" w:hAnsi="Times New Roman"/>
          <w:i/>
          <w:sz w:val="28"/>
          <w:szCs w:val="28"/>
          <w:lang w:val="uk-UA"/>
        </w:rPr>
        <w:t xml:space="preserve">Слайд 6. </w:t>
      </w:r>
      <w:r w:rsidRPr="005C48CB">
        <w:rPr>
          <w:rFonts w:ascii="Times New Roman" w:hAnsi="Times New Roman"/>
          <w:sz w:val="28"/>
          <w:szCs w:val="28"/>
          <w:lang w:val="uk-UA"/>
        </w:rPr>
        <w:t>Зображення краєвидів України</w:t>
      </w:r>
    </w:p>
    <w:p w:rsidR="00020495" w:rsidRPr="005C48CB" w:rsidRDefault="00020495" w:rsidP="00E90F7E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107A4">
        <w:rPr>
          <w:rFonts w:ascii="Times New Roman" w:hAnsi="Times New Roman"/>
          <w:b/>
          <w:sz w:val="28"/>
          <w:szCs w:val="28"/>
          <w:lang w:val="uk-UA"/>
        </w:rPr>
        <w:t xml:space="preserve"> Вчитель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 В 1845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році Шевченко закінчує навчання в академії й виїжджає на Україну.</w:t>
      </w:r>
    </w:p>
    <w:p w:rsidR="00020495" w:rsidRPr="005C48CB" w:rsidRDefault="00020495" w:rsidP="00E90F7E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107A4">
        <w:rPr>
          <w:rFonts w:ascii="Times New Roman" w:hAnsi="Times New Roman"/>
          <w:i/>
          <w:sz w:val="28"/>
          <w:szCs w:val="28"/>
          <w:lang w:val="uk-UA"/>
        </w:rPr>
        <w:t>Слайд 7.</w:t>
      </w:r>
      <w:r w:rsidRPr="005C48CB">
        <w:rPr>
          <w:rFonts w:ascii="Times New Roman" w:hAnsi="Times New Roman"/>
          <w:sz w:val="28"/>
          <w:szCs w:val="28"/>
          <w:lang w:val="uk-UA"/>
        </w:rPr>
        <w:t>Зображення арешту Шевченка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107A4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Вчитель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За боротьбу проти кріпацтва та правдивий опис життя знедоленого народу  у 1847 році цар наказав заарештувати і заслати Тараса Шевченка до Окремого Оренбурзького корпусу рядовим солдатом  із забороною писати й малювати.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107A4">
        <w:rPr>
          <w:rFonts w:ascii="Times New Roman" w:hAnsi="Times New Roman"/>
          <w:i/>
          <w:sz w:val="28"/>
          <w:szCs w:val="28"/>
          <w:lang w:val="uk-UA"/>
        </w:rPr>
        <w:t>Слайд 8.</w:t>
      </w:r>
      <w:r>
        <w:rPr>
          <w:rFonts w:ascii="Times New Roman" w:hAnsi="Times New Roman"/>
          <w:sz w:val="28"/>
          <w:szCs w:val="28"/>
          <w:lang w:val="uk-UA"/>
        </w:rPr>
        <w:t xml:space="preserve"> Зображення Шевченка-</w:t>
      </w:r>
      <w:r w:rsidRPr="005C48CB">
        <w:rPr>
          <w:rFonts w:ascii="Times New Roman" w:hAnsi="Times New Roman"/>
          <w:sz w:val="28"/>
          <w:szCs w:val="28"/>
          <w:lang w:val="uk-UA"/>
        </w:rPr>
        <w:t>солдата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107A4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Вчитель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>: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 Десять довгих років пробув поет на засланні без книжок.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107A4">
        <w:rPr>
          <w:rFonts w:ascii="Times New Roman" w:hAnsi="Times New Roman"/>
          <w:i/>
          <w:sz w:val="28"/>
          <w:szCs w:val="28"/>
          <w:lang w:val="uk-UA"/>
        </w:rPr>
        <w:t>Слайд 9</w:t>
      </w:r>
      <w:r w:rsidRPr="005C48CB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Зображення напису –</w:t>
      </w:r>
      <w:r w:rsidRPr="005C48CB">
        <w:rPr>
          <w:rFonts w:ascii="Times New Roman" w:hAnsi="Times New Roman"/>
          <w:sz w:val="28"/>
          <w:szCs w:val="28"/>
          <w:lang w:val="uk-UA"/>
        </w:rPr>
        <w:t>1857рік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107A4">
        <w:rPr>
          <w:rFonts w:ascii="Times New Roman" w:hAnsi="Times New Roman"/>
          <w:b/>
          <w:sz w:val="28"/>
          <w:szCs w:val="28"/>
          <w:u w:val="single"/>
          <w:lang w:val="uk-UA"/>
        </w:rPr>
        <w:t>Вчитель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: 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 Лише в 1857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році друзі добилися звільнення і повернення Шевченка із заслання. Але здоров’я було підірване. Поет боровся із хворобою.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107A4">
        <w:rPr>
          <w:rFonts w:ascii="Times New Roman" w:hAnsi="Times New Roman"/>
          <w:i/>
          <w:sz w:val="28"/>
          <w:szCs w:val="28"/>
          <w:lang w:val="uk-UA"/>
        </w:rPr>
        <w:t>Слайд 10.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 Зображення букваря Шевченка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107A4">
        <w:rPr>
          <w:rFonts w:ascii="Times New Roman" w:hAnsi="Times New Roman"/>
          <w:b/>
          <w:sz w:val="28"/>
          <w:szCs w:val="28"/>
          <w:u w:val="single"/>
          <w:lang w:val="uk-UA"/>
        </w:rPr>
        <w:t>Вчитель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 В 1861 році ще видав « Буквар» для дітей України.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107A4">
        <w:rPr>
          <w:rFonts w:ascii="Times New Roman" w:hAnsi="Times New Roman"/>
          <w:i/>
          <w:sz w:val="28"/>
          <w:szCs w:val="28"/>
          <w:lang w:val="uk-UA"/>
        </w:rPr>
        <w:t>Слайд 11.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Зображення першого поховання Шевченка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107A4">
        <w:rPr>
          <w:rFonts w:ascii="Times New Roman" w:hAnsi="Times New Roman"/>
          <w:b/>
          <w:sz w:val="28"/>
          <w:szCs w:val="28"/>
          <w:u w:val="single"/>
          <w:lang w:val="uk-UA"/>
        </w:rPr>
        <w:t>Вчитель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>: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 Але 10 березня цього ж року перестало битися серце великого Пророка. Поховали Тараса в Петербурзі.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107A4">
        <w:rPr>
          <w:rFonts w:ascii="Times New Roman" w:hAnsi="Times New Roman"/>
          <w:i/>
          <w:sz w:val="28"/>
          <w:szCs w:val="28"/>
          <w:lang w:val="uk-UA"/>
        </w:rPr>
        <w:t>Слайд 12.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 Зображення перепоховання Шевченка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107A4">
        <w:rPr>
          <w:rFonts w:ascii="Times New Roman" w:hAnsi="Times New Roman"/>
          <w:b/>
          <w:sz w:val="28"/>
          <w:szCs w:val="28"/>
          <w:u w:val="single"/>
          <w:lang w:val="uk-UA"/>
        </w:rPr>
        <w:t>Вчитель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>: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 В травні 1861року тіло Великого Кобзаря було перевезено в Україну.  Як заповідав поет,  його могила на Чернечій горі біля міста Канева над  Дніпром в Україні.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Діти,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то що ж нам заповідав Тарас?</w:t>
      </w:r>
    </w:p>
    <w:p w:rsidR="00020495" w:rsidRPr="00D107A4" w:rsidRDefault="00020495" w:rsidP="00B253CD">
      <w:pPr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(</w:t>
      </w:r>
      <w:r w:rsidRPr="00D107A4">
        <w:rPr>
          <w:rFonts w:ascii="Times New Roman" w:hAnsi="Times New Roman"/>
          <w:i/>
          <w:sz w:val="28"/>
          <w:szCs w:val="28"/>
          <w:lang w:val="uk-UA"/>
        </w:rPr>
        <w:t xml:space="preserve"> Всі учні розповідають «Заповіт»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Т.Г. </w:t>
      </w:r>
      <w:r w:rsidRPr="00D107A4">
        <w:rPr>
          <w:rFonts w:ascii="Times New Roman" w:hAnsi="Times New Roman"/>
          <w:i/>
          <w:sz w:val="28"/>
          <w:szCs w:val="28"/>
          <w:lang w:val="uk-UA"/>
        </w:rPr>
        <w:t>Шевченка</w:t>
      </w:r>
      <w:r>
        <w:rPr>
          <w:rFonts w:ascii="Times New Roman" w:hAnsi="Times New Roman"/>
          <w:i/>
          <w:sz w:val="28"/>
          <w:szCs w:val="28"/>
          <w:lang w:val="uk-UA"/>
        </w:rPr>
        <w:t>)</w:t>
      </w:r>
    </w:p>
    <w:p w:rsidR="00020495" w:rsidRPr="00D107A4" w:rsidRDefault="00020495" w:rsidP="00B253CD">
      <w:pPr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D107A4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Вчитель: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5C48CB">
        <w:rPr>
          <w:rFonts w:ascii="Times New Roman" w:hAnsi="Times New Roman"/>
          <w:sz w:val="28"/>
          <w:szCs w:val="28"/>
          <w:lang w:val="uk-UA"/>
        </w:rPr>
        <w:t>До кого звернувся поет у цьому вірші?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(До сучасників та наступних поколінь)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5C48CB">
        <w:rPr>
          <w:rFonts w:ascii="Times New Roman" w:hAnsi="Times New Roman"/>
          <w:sz w:val="28"/>
          <w:szCs w:val="28"/>
          <w:lang w:val="uk-UA"/>
        </w:rPr>
        <w:t>Про що мріє Кобзар?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(Кобзар мріє про добру пам'ять, хоче, щоб його згадував рідний народ. Він сподівається, що його ім</w:t>
      </w:r>
      <w:r w:rsidRPr="005C48CB">
        <w:rPr>
          <w:rFonts w:ascii="Times New Roman" w:hAnsi="Times New Roman"/>
          <w:sz w:val="28"/>
          <w:szCs w:val="28"/>
        </w:rPr>
        <w:t>’</w:t>
      </w:r>
      <w:r w:rsidRPr="005C48CB">
        <w:rPr>
          <w:rFonts w:ascii="Times New Roman" w:hAnsi="Times New Roman"/>
          <w:sz w:val="28"/>
          <w:szCs w:val="28"/>
          <w:lang w:val="uk-UA"/>
        </w:rPr>
        <w:t>я й творчість ніколи не забудуть)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5C48CB">
        <w:rPr>
          <w:rFonts w:ascii="Times New Roman" w:hAnsi="Times New Roman"/>
          <w:sz w:val="28"/>
          <w:szCs w:val="28"/>
          <w:lang w:val="uk-UA"/>
        </w:rPr>
        <w:t>Над чим поет роздумує у вірші?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(Поет роздумує над  долею рідної України,яка хвилює його найбільше. Він ніби забув про особистий мотив, яким розпочав вірш, смерть для нього не страшна)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5C48CB">
        <w:rPr>
          <w:rFonts w:ascii="Times New Roman" w:hAnsi="Times New Roman"/>
          <w:sz w:val="28"/>
          <w:szCs w:val="28"/>
          <w:lang w:val="uk-UA"/>
        </w:rPr>
        <w:t>До чого закликав поет?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(Порвати кайдани, вибороти волю)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5C48CB">
        <w:rPr>
          <w:rFonts w:ascii="Times New Roman" w:hAnsi="Times New Roman"/>
          <w:sz w:val="28"/>
          <w:szCs w:val="28"/>
          <w:lang w:val="uk-UA"/>
        </w:rPr>
        <w:t>Де Тарас просить себе поховати?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( «Серед степу широкого,на Вкраїні милій)</w:t>
      </w:r>
    </w:p>
    <w:p w:rsidR="00020495" w:rsidRPr="005C48CB" w:rsidRDefault="00020495" w:rsidP="00B253CD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5C48CB">
        <w:rPr>
          <w:rFonts w:ascii="Times New Roman" w:hAnsi="Times New Roman"/>
          <w:b/>
          <w:sz w:val="28"/>
          <w:szCs w:val="28"/>
          <w:lang w:val="uk-UA"/>
        </w:rPr>
        <w:t>Фізкультхвилинка</w:t>
      </w:r>
    </w:p>
    <w:p w:rsidR="00020495" w:rsidRPr="00D107A4" w:rsidRDefault="00020495" w:rsidP="00B253CD">
      <w:pPr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D107A4">
        <w:rPr>
          <w:rFonts w:ascii="Times New Roman" w:hAnsi="Times New Roman"/>
          <w:i/>
          <w:sz w:val="28"/>
          <w:szCs w:val="28"/>
          <w:lang w:val="uk-UA"/>
        </w:rPr>
        <w:t xml:space="preserve"> (Звучить спів пташок)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Працювали,  всі стомились,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А, щоб сили відновити,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Нам потрібно відпочити.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Ми крокуєм в цю хвилинку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На стежинку відпочинку. 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З сонечком вітаємось.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З джерельця вмиваємось.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Слухаємо солов</w:t>
      </w:r>
      <w:r w:rsidRPr="005C48CB">
        <w:rPr>
          <w:rFonts w:ascii="Times New Roman" w:hAnsi="Times New Roman"/>
          <w:sz w:val="28"/>
          <w:szCs w:val="28"/>
        </w:rPr>
        <w:t>’</w:t>
      </w:r>
      <w:r w:rsidRPr="005C48CB">
        <w:rPr>
          <w:rFonts w:ascii="Times New Roman" w:hAnsi="Times New Roman"/>
          <w:sz w:val="28"/>
          <w:szCs w:val="28"/>
          <w:lang w:val="uk-UA"/>
        </w:rPr>
        <w:t>я,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Всі щасливі: ти і я,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На сопілці граємо,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Край наш прославляємо.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107A4">
        <w:rPr>
          <w:rFonts w:ascii="Times New Roman" w:hAnsi="Times New Roman"/>
          <w:b/>
          <w:sz w:val="28"/>
          <w:szCs w:val="28"/>
          <w:u w:val="single"/>
          <w:lang w:val="uk-UA"/>
        </w:rPr>
        <w:t>Вчитель: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 Т. Г. Шевченко </w:t>
      </w:r>
      <w:r w:rsidRPr="005C48CB">
        <w:rPr>
          <w:rFonts w:ascii="Times New Roman" w:hAnsi="Times New Roman"/>
          <w:sz w:val="28"/>
          <w:szCs w:val="28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любив милуватися краєвидами рідної природи. Про її красу він розповів у своїх віршах.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107A4">
        <w:rPr>
          <w:rFonts w:ascii="Times New Roman" w:hAnsi="Times New Roman"/>
          <w:b/>
          <w:sz w:val="28"/>
          <w:szCs w:val="28"/>
          <w:u w:val="single"/>
          <w:lang w:val="uk-UA"/>
        </w:rPr>
        <w:t>Вчитель: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А які вірші поета ви,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діти,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хочете нам прочитати?</w:t>
      </w:r>
    </w:p>
    <w:p w:rsidR="00020495" w:rsidRPr="00D107A4" w:rsidRDefault="00020495" w:rsidP="00B253CD">
      <w:pPr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Pr="00D107A4">
        <w:rPr>
          <w:rFonts w:ascii="Times New Roman" w:hAnsi="Times New Roman"/>
          <w:i/>
          <w:sz w:val="28"/>
          <w:szCs w:val="28"/>
          <w:lang w:val="uk-UA"/>
        </w:rPr>
        <w:t>Декламування учнями віршів Великого Кобзаря «Світає», «По діброві вітер віє», «Тече вода з-під явора», «Сонце заходить»)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107A4">
        <w:rPr>
          <w:rFonts w:ascii="Times New Roman" w:hAnsi="Times New Roman"/>
          <w:b/>
          <w:sz w:val="28"/>
          <w:szCs w:val="28"/>
          <w:u w:val="single"/>
          <w:lang w:val="uk-UA"/>
        </w:rPr>
        <w:t>Вчитель:</w:t>
      </w:r>
      <w:r>
        <w:rPr>
          <w:rFonts w:ascii="Times New Roman" w:hAnsi="Times New Roman"/>
          <w:sz w:val="28"/>
          <w:szCs w:val="28"/>
          <w:lang w:val="uk-UA"/>
        </w:rPr>
        <w:t xml:space="preserve"> Т.Г.</w:t>
      </w:r>
      <w:r w:rsidRPr="005C48CB">
        <w:rPr>
          <w:rFonts w:ascii="Times New Roman" w:hAnsi="Times New Roman"/>
          <w:sz w:val="28"/>
          <w:szCs w:val="28"/>
          <w:lang w:val="uk-UA"/>
        </w:rPr>
        <w:t>Шевченко, за словами його друга П.Куліша, дуже гарно співав українські пісні. Він був на ту пору найліпшим на всю Україну сп</w:t>
      </w:r>
      <w:r>
        <w:rPr>
          <w:rFonts w:ascii="Times New Roman" w:hAnsi="Times New Roman"/>
          <w:sz w:val="28"/>
          <w:szCs w:val="28"/>
          <w:lang w:val="uk-UA"/>
        </w:rPr>
        <w:t>іваком народних пісень. Можливо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, тому його пісні й стали народними.  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– Діти, а які пісні на вірші </w:t>
      </w:r>
      <w:r w:rsidRPr="005C48CB">
        <w:rPr>
          <w:rFonts w:ascii="Times New Roman" w:hAnsi="Times New Roman"/>
          <w:sz w:val="28"/>
          <w:szCs w:val="28"/>
          <w:lang w:val="uk-UA"/>
        </w:rPr>
        <w:t>Т.Шевченка ви знаєте? («Садок вишневий коло хати», «Зацвіла в долині», «Якби мені черевички», «Реве та стогне Дніпр широкий», «Зоре моя вечірняя».) Заспівайте одну з них.</w:t>
      </w:r>
    </w:p>
    <w:p w:rsidR="00020495" w:rsidRPr="00D107A4" w:rsidRDefault="00020495" w:rsidP="00B253CD">
      <w:pPr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D107A4">
        <w:rPr>
          <w:rFonts w:ascii="Times New Roman" w:hAnsi="Times New Roman"/>
          <w:i/>
          <w:sz w:val="28"/>
          <w:szCs w:val="28"/>
          <w:lang w:val="uk-UA"/>
        </w:rPr>
        <w:t>(Виконання</w:t>
      </w:r>
      <w:r w:rsidRPr="00D107A4">
        <w:rPr>
          <w:rFonts w:ascii="Times New Roman" w:hAnsi="Times New Roman"/>
          <w:i/>
          <w:sz w:val="28"/>
          <w:szCs w:val="28"/>
        </w:rPr>
        <w:t xml:space="preserve"> </w:t>
      </w:r>
      <w:r w:rsidRPr="00D107A4">
        <w:rPr>
          <w:rFonts w:ascii="Times New Roman" w:hAnsi="Times New Roman"/>
          <w:i/>
          <w:sz w:val="28"/>
          <w:szCs w:val="28"/>
          <w:lang w:val="uk-UA"/>
        </w:rPr>
        <w:t>учнями  пісні «Зоре моя вечірняя»)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34675">
        <w:rPr>
          <w:rFonts w:ascii="Times New Roman" w:hAnsi="Times New Roman"/>
          <w:b/>
          <w:sz w:val="28"/>
          <w:szCs w:val="28"/>
          <w:u w:val="single"/>
          <w:lang w:val="uk-UA"/>
        </w:rPr>
        <w:t>Вчитель: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 Ми пам’ятаємо Т.Г.Шевченка ще й як талановитого художника. Тарас малював  автопортрети, портрети,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картини, ілюстрував свої вірші. </w:t>
      </w:r>
    </w:p>
    <w:p w:rsidR="00020495" w:rsidRPr="00F34675" w:rsidRDefault="00020495" w:rsidP="00B253CD">
      <w:pPr>
        <w:jc w:val="both"/>
        <w:rPr>
          <w:rFonts w:ascii="Times New Roman" w:hAnsi="Times New Roman"/>
          <w:i/>
          <w:sz w:val="28"/>
          <w:szCs w:val="28"/>
        </w:rPr>
      </w:pPr>
      <w:r w:rsidRPr="00F34675">
        <w:rPr>
          <w:rFonts w:ascii="Times New Roman" w:hAnsi="Times New Roman"/>
          <w:i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i/>
          <w:sz w:val="28"/>
          <w:szCs w:val="28"/>
          <w:lang w:val="uk-UA"/>
        </w:rPr>
        <w:t>(</w:t>
      </w:r>
      <w:r w:rsidRPr="00F34675">
        <w:rPr>
          <w:rFonts w:ascii="Times New Roman" w:hAnsi="Times New Roman"/>
          <w:i/>
          <w:sz w:val="28"/>
          <w:szCs w:val="28"/>
          <w:lang w:val="uk-UA"/>
        </w:rPr>
        <w:t>Перегляд учнями слайдів  і</w:t>
      </w:r>
      <w:r>
        <w:rPr>
          <w:rFonts w:ascii="Times New Roman" w:hAnsi="Times New Roman"/>
          <w:i/>
          <w:sz w:val="28"/>
          <w:szCs w:val="28"/>
          <w:lang w:val="uk-UA"/>
        </w:rPr>
        <w:t>з  зображенням  робіт художника)</w:t>
      </w:r>
    </w:p>
    <w:p w:rsidR="00020495" w:rsidRPr="005C48CB" w:rsidRDefault="00020495" w:rsidP="0075158B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34675">
        <w:rPr>
          <w:rFonts w:ascii="Times New Roman" w:hAnsi="Times New Roman"/>
          <w:i/>
          <w:sz w:val="28"/>
          <w:szCs w:val="28"/>
          <w:lang w:val="uk-UA"/>
        </w:rPr>
        <w:t>Слайд 1.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 Автопортрет</w:t>
      </w:r>
    </w:p>
    <w:p w:rsidR="00020495" w:rsidRPr="005C48CB" w:rsidRDefault="00020495" w:rsidP="0075158B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34675">
        <w:rPr>
          <w:rFonts w:ascii="Times New Roman" w:hAnsi="Times New Roman"/>
          <w:i/>
          <w:sz w:val="28"/>
          <w:szCs w:val="28"/>
          <w:lang w:val="uk-UA"/>
        </w:rPr>
        <w:t>Слайд 2</w:t>
      </w:r>
      <w:r w:rsidRPr="005C48CB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Портрет Пана Енгельгарда 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34675">
        <w:rPr>
          <w:rFonts w:ascii="Times New Roman" w:hAnsi="Times New Roman"/>
          <w:i/>
          <w:sz w:val="28"/>
          <w:szCs w:val="28"/>
          <w:lang w:val="uk-UA"/>
        </w:rPr>
        <w:t>Слайд 3</w:t>
      </w:r>
      <w:r w:rsidRPr="005C48CB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Картина «Селянська родина»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34675">
        <w:rPr>
          <w:rFonts w:ascii="Times New Roman" w:hAnsi="Times New Roman"/>
          <w:i/>
          <w:sz w:val="28"/>
          <w:szCs w:val="28"/>
          <w:lang w:val="uk-UA"/>
        </w:rPr>
        <w:t>Слайд 4.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Ілюстрація до вірша «Тече вода з-під явора»</w:t>
      </w:r>
    </w:p>
    <w:p w:rsidR="00020495" w:rsidRPr="00F34675" w:rsidRDefault="00020495" w:rsidP="00B253CD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F34675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Творча робота. «Зберіть прислів’я». 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Про Великого сина народу складено прислів</w:t>
      </w:r>
      <w:r w:rsidRPr="005C48CB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Pr="005C48CB">
        <w:rPr>
          <w:rFonts w:ascii="Times New Roman" w:hAnsi="Times New Roman"/>
          <w:sz w:val="28"/>
          <w:szCs w:val="28"/>
          <w:lang w:val="uk-UA"/>
        </w:rPr>
        <w:t>. Ось  деякі з них. Складіть їх з двох частин.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Шевченко Тарас наче…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 зорі.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>Шевченкові твори сяють,мов…                     сонце для нас.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Шевченків «Кобзар»-то для народу…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 не забудем.</w:t>
      </w:r>
    </w:p>
    <w:p w:rsidR="00020495" w:rsidRPr="00F34675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34675">
        <w:rPr>
          <w:rFonts w:ascii="Times New Roman" w:hAnsi="Times New Roman"/>
          <w:sz w:val="28"/>
          <w:szCs w:val="28"/>
          <w:lang w:val="uk-UA"/>
        </w:rPr>
        <w:t>Ми Шевченка славить будем і ніколи…          великий дар.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34675">
        <w:rPr>
          <w:rFonts w:ascii="Times New Roman" w:hAnsi="Times New Roman"/>
          <w:sz w:val="28"/>
          <w:szCs w:val="28"/>
          <w:u w:val="single"/>
          <w:lang w:val="uk-UA"/>
        </w:rPr>
        <w:t xml:space="preserve">  </w:t>
      </w:r>
      <w:r w:rsidRPr="00F34675">
        <w:rPr>
          <w:rFonts w:ascii="Times New Roman" w:hAnsi="Times New Roman"/>
          <w:b/>
          <w:sz w:val="28"/>
          <w:szCs w:val="28"/>
          <w:u w:val="single"/>
          <w:lang w:val="uk-UA"/>
        </w:rPr>
        <w:t>Гра «Дерево життя і творчості Шевченка»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34675">
        <w:rPr>
          <w:rFonts w:ascii="Times New Roman" w:hAnsi="Times New Roman"/>
          <w:sz w:val="28"/>
          <w:szCs w:val="28"/>
          <w:lang w:val="uk-UA"/>
        </w:rPr>
        <w:t>(</w:t>
      </w:r>
      <w:r w:rsidRPr="005C48CB">
        <w:rPr>
          <w:rFonts w:ascii="Times New Roman" w:hAnsi="Times New Roman"/>
          <w:sz w:val="28"/>
          <w:szCs w:val="28"/>
          <w:lang w:val="uk-UA"/>
        </w:rPr>
        <w:t>Діти дають відповіді на запитання вчителя про основні події в житті поета, прикрашають дерево листочками).</w:t>
      </w:r>
    </w:p>
    <w:p w:rsidR="00020495" w:rsidRPr="00F34675" w:rsidRDefault="00020495" w:rsidP="00B253CD">
      <w:pPr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F34675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 Запитання до учнів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– </w:t>
      </w:r>
      <w:r w:rsidRPr="005C48CB">
        <w:rPr>
          <w:rFonts w:ascii="Times New Roman" w:hAnsi="Times New Roman"/>
          <w:sz w:val="28"/>
          <w:szCs w:val="28"/>
          <w:lang w:val="uk-UA"/>
        </w:rPr>
        <w:t>Коли і де народився Шевченко?(14березня 1814року, село Моринці)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– </w:t>
      </w:r>
      <w:r w:rsidRPr="005C48CB">
        <w:rPr>
          <w:rFonts w:ascii="Times New Roman" w:hAnsi="Times New Roman"/>
          <w:sz w:val="28"/>
          <w:szCs w:val="28"/>
          <w:lang w:val="uk-UA"/>
        </w:rPr>
        <w:t>Коли Т араса Григоровича було викуплено з неволі?(22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квітня 1838 року)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– </w:t>
      </w:r>
      <w:r w:rsidRPr="005C48CB">
        <w:rPr>
          <w:rFonts w:ascii="Times New Roman" w:hAnsi="Times New Roman"/>
          <w:sz w:val="28"/>
          <w:szCs w:val="28"/>
          <w:lang w:val="uk-UA"/>
        </w:rPr>
        <w:t>Коли Тарас вступив до Академії мистецтв?(1838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рік)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5C48CB">
        <w:rPr>
          <w:rFonts w:ascii="Times New Roman" w:hAnsi="Times New Roman"/>
          <w:sz w:val="28"/>
          <w:szCs w:val="28"/>
          <w:lang w:val="uk-UA"/>
        </w:rPr>
        <w:t>Коли вийшла його перша книжка «Кобзар»(1840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рік)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– </w:t>
      </w:r>
      <w:r w:rsidRPr="005C48CB">
        <w:rPr>
          <w:rFonts w:ascii="Times New Roman" w:hAnsi="Times New Roman"/>
          <w:sz w:val="28"/>
          <w:szCs w:val="28"/>
          <w:lang w:val="uk-UA"/>
        </w:rPr>
        <w:t>Коли Т. Г. Шевченко закінчив Академію мистецтв?(1845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рік)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– </w:t>
      </w:r>
      <w:r w:rsidRPr="005C48CB">
        <w:rPr>
          <w:rFonts w:ascii="Times New Roman" w:hAnsi="Times New Roman"/>
          <w:sz w:val="28"/>
          <w:szCs w:val="28"/>
          <w:lang w:val="uk-UA"/>
        </w:rPr>
        <w:t>Коли і за що був заарештований Шевченко?(1847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рік, за виступ проти кріпацтва та правдивий опис життя знедоленого народу)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– </w:t>
      </w:r>
      <w:r w:rsidRPr="005C48CB">
        <w:rPr>
          <w:rFonts w:ascii="Times New Roman" w:hAnsi="Times New Roman"/>
          <w:sz w:val="28"/>
          <w:szCs w:val="28"/>
          <w:lang w:val="uk-UA"/>
        </w:rPr>
        <w:t>Скільки років Тарас пробув на засланні?(10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років)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– </w:t>
      </w:r>
      <w:r w:rsidRPr="005C48CB">
        <w:rPr>
          <w:rFonts w:ascii="Times New Roman" w:hAnsi="Times New Roman"/>
          <w:sz w:val="28"/>
          <w:szCs w:val="28"/>
          <w:lang w:val="uk-UA"/>
        </w:rPr>
        <w:t>Коли  помер великий поет?(1861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рік)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34675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Вчитель:</w:t>
      </w:r>
      <w:r w:rsidRPr="005C48CB">
        <w:rPr>
          <w:rFonts w:ascii="Times New Roman" w:hAnsi="Times New Roman"/>
          <w:sz w:val="28"/>
          <w:szCs w:val="28"/>
          <w:lang w:val="uk-UA"/>
        </w:rPr>
        <w:t xml:space="preserve"> Прожив поет всього 47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48CB">
        <w:rPr>
          <w:rFonts w:ascii="Times New Roman" w:hAnsi="Times New Roman"/>
          <w:sz w:val="28"/>
          <w:szCs w:val="28"/>
          <w:lang w:val="uk-UA"/>
        </w:rPr>
        <w:t>років. Але народ пам’ятає свог</w:t>
      </w:r>
      <w:r>
        <w:rPr>
          <w:rFonts w:ascii="Times New Roman" w:hAnsi="Times New Roman"/>
          <w:sz w:val="28"/>
          <w:szCs w:val="28"/>
          <w:lang w:val="uk-UA"/>
        </w:rPr>
        <w:t>о Кобзаря,вшановує його пам'ять</w:t>
      </w:r>
      <w:r w:rsidRPr="005C48CB">
        <w:rPr>
          <w:rFonts w:ascii="Times New Roman" w:hAnsi="Times New Roman"/>
          <w:sz w:val="28"/>
          <w:szCs w:val="28"/>
          <w:lang w:val="uk-UA"/>
        </w:rPr>
        <w:t>. Його іменем названі міста і села, вулиці, театри, а пам’ятники побудовані не лише в Україні, а й далеко за її межами. А ми пам’ятаємо слова: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«Учітесь, читайте,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І чужому научайтесь, 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Й свого не цурайтесь».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Що ж ми скажемо у відповідь Великому Кобзареві?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34675">
        <w:rPr>
          <w:rFonts w:ascii="Times New Roman" w:hAnsi="Times New Roman"/>
          <w:i/>
          <w:sz w:val="28"/>
          <w:szCs w:val="28"/>
          <w:lang w:val="uk-UA"/>
        </w:rPr>
        <w:t>1-й учень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F34675">
        <w:rPr>
          <w:rFonts w:ascii="Times New Roman" w:hAnsi="Times New Roman"/>
          <w:i/>
          <w:sz w:val="28"/>
          <w:szCs w:val="28"/>
          <w:lang w:val="uk-UA"/>
        </w:rPr>
        <w:t>(звертається до портрета Т.Г. Шевченка)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Ми здійснили, наш Тарасе,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твої заповіти: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«І Вражою ,злою кров</w:t>
      </w:r>
      <w:r w:rsidRPr="005C48CB">
        <w:rPr>
          <w:rFonts w:ascii="Times New Roman" w:hAnsi="Times New Roman"/>
          <w:sz w:val="28"/>
          <w:szCs w:val="28"/>
        </w:rPr>
        <w:t>’</w:t>
      </w:r>
      <w:r w:rsidRPr="005C48CB">
        <w:rPr>
          <w:rFonts w:ascii="Times New Roman" w:hAnsi="Times New Roman"/>
          <w:sz w:val="28"/>
          <w:szCs w:val="28"/>
          <w:lang w:val="uk-UA"/>
        </w:rPr>
        <w:t>ю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волю окропіте…»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І ніщо вже не затьмарить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І краси, і згоди.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І тебе в сім</w:t>
      </w:r>
      <w:r w:rsidRPr="005C48CB">
        <w:rPr>
          <w:rFonts w:ascii="Times New Roman" w:hAnsi="Times New Roman"/>
          <w:sz w:val="28"/>
          <w:szCs w:val="28"/>
        </w:rPr>
        <w:t>’</w:t>
      </w:r>
      <w:r w:rsidRPr="005C48CB">
        <w:rPr>
          <w:rFonts w:ascii="Times New Roman" w:hAnsi="Times New Roman"/>
          <w:sz w:val="28"/>
          <w:szCs w:val="28"/>
          <w:lang w:val="uk-UA"/>
        </w:rPr>
        <w:t>ї великій,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В сім</w:t>
      </w:r>
      <w:r w:rsidRPr="005C48CB">
        <w:rPr>
          <w:rFonts w:ascii="Times New Roman" w:hAnsi="Times New Roman"/>
          <w:sz w:val="28"/>
          <w:szCs w:val="28"/>
        </w:rPr>
        <w:t>’</w:t>
      </w:r>
      <w:r w:rsidRPr="005C48CB">
        <w:rPr>
          <w:rFonts w:ascii="Times New Roman" w:hAnsi="Times New Roman"/>
          <w:sz w:val="28"/>
          <w:szCs w:val="28"/>
          <w:lang w:val="uk-UA"/>
        </w:rPr>
        <w:t>ї вольній, новій,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Ми врочисто споминаєм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Своїм вдячним словом.</w:t>
      </w:r>
    </w:p>
    <w:p w:rsidR="00020495" w:rsidRPr="00F34675" w:rsidRDefault="00020495" w:rsidP="00B253CD">
      <w:pPr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F34675">
        <w:rPr>
          <w:rFonts w:ascii="Times New Roman" w:hAnsi="Times New Roman"/>
          <w:i/>
          <w:sz w:val="28"/>
          <w:szCs w:val="28"/>
          <w:lang w:val="uk-UA"/>
        </w:rPr>
        <w:t xml:space="preserve">  2-й учень(Гасить свічку)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Наша свічка згасла,але слово твоє горітиме вічно. Як буде вічною пам'ять про тебе. 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Уклін тобі, Тарасе!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Вчитель.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Уклін тобі, Тарасе! За те, що ти любив Україну,  боровся за долю народу,пророкував щасливе життя. То ж нехай буде так як ти сказав: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І на оновленій землі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Врага не буде, супостата,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А буде син, і буде мати, </w:t>
      </w:r>
    </w:p>
    <w:p w:rsidR="00020495" w:rsidRPr="005C48CB" w:rsidRDefault="00020495" w:rsidP="00B253C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8CB">
        <w:rPr>
          <w:rFonts w:ascii="Times New Roman" w:hAnsi="Times New Roman"/>
          <w:sz w:val="28"/>
          <w:szCs w:val="28"/>
          <w:lang w:val="uk-UA"/>
        </w:rPr>
        <w:t xml:space="preserve">  І будуть люде на землі.  </w:t>
      </w:r>
    </w:p>
    <w:sectPr w:rsidR="00020495" w:rsidRPr="005C48CB" w:rsidSect="00DC2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00E2"/>
    <w:rsid w:val="00007030"/>
    <w:rsid w:val="00020495"/>
    <w:rsid w:val="00024E9F"/>
    <w:rsid w:val="000451AA"/>
    <w:rsid w:val="00077DDF"/>
    <w:rsid w:val="0009644D"/>
    <w:rsid w:val="00102F05"/>
    <w:rsid w:val="00135103"/>
    <w:rsid w:val="00143367"/>
    <w:rsid w:val="001500E2"/>
    <w:rsid w:val="00153292"/>
    <w:rsid w:val="001877F3"/>
    <w:rsid w:val="001A1D84"/>
    <w:rsid w:val="001C3F8C"/>
    <w:rsid w:val="00203DA6"/>
    <w:rsid w:val="00256275"/>
    <w:rsid w:val="002569AF"/>
    <w:rsid w:val="002804B5"/>
    <w:rsid w:val="00280CAA"/>
    <w:rsid w:val="002C0CFF"/>
    <w:rsid w:val="0030264F"/>
    <w:rsid w:val="003434C4"/>
    <w:rsid w:val="0034714F"/>
    <w:rsid w:val="00387912"/>
    <w:rsid w:val="00390F15"/>
    <w:rsid w:val="003C0A26"/>
    <w:rsid w:val="00417A13"/>
    <w:rsid w:val="00427392"/>
    <w:rsid w:val="00431478"/>
    <w:rsid w:val="00436790"/>
    <w:rsid w:val="00470341"/>
    <w:rsid w:val="004704FF"/>
    <w:rsid w:val="00476E67"/>
    <w:rsid w:val="00484CD3"/>
    <w:rsid w:val="0049641F"/>
    <w:rsid w:val="004A4F8C"/>
    <w:rsid w:val="004C7861"/>
    <w:rsid w:val="004E6BF1"/>
    <w:rsid w:val="0050560A"/>
    <w:rsid w:val="005077A3"/>
    <w:rsid w:val="0053104F"/>
    <w:rsid w:val="00547D60"/>
    <w:rsid w:val="005800C9"/>
    <w:rsid w:val="005874FB"/>
    <w:rsid w:val="005B661C"/>
    <w:rsid w:val="005C48CB"/>
    <w:rsid w:val="005D0660"/>
    <w:rsid w:val="00620FB0"/>
    <w:rsid w:val="006310E7"/>
    <w:rsid w:val="00684768"/>
    <w:rsid w:val="006A7D7D"/>
    <w:rsid w:val="006B7EEB"/>
    <w:rsid w:val="006C36CF"/>
    <w:rsid w:val="006D33AC"/>
    <w:rsid w:val="00702FDC"/>
    <w:rsid w:val="00705F2A"/>
    <w:rsid w:val="007122F6"/>
    <w:rsid w:val="00721EFC"/>
    <w:rsid w:val="0074273D"/>
    <w:rsid w:val="0075158B"/>
    <w:rsid w:val="007534E0"/>
    <w:rsid w:val="007B2842"/>
    <w:rsid w:val="007B3DC2"/>
    <w:rsid w:val="007C2E1B"/>
    <w:rsid w:val="007C399A"/>
    <w:rsid w:val="008017A7"/>
    <w:rsid w:val="00801CFB"/>
    <w:rsid w:val="00806F83"/>
    <w:rsid w:val="0081390D"/>
    <w:rsid w:val="00841C7E"/>
    <w:rsid w:val="00845503"/>
    <w:rsid w:val="00856671"/>
    <w:rsid w:val="0086184F"/>
    <w:rsid w:val="008663FA"/>
    <w:rsid w:val="008672F0"/>
    <w:rsid w:val="0089346B"/>
    <w:rsid w:val="008C1A46"/>
    <w:rsid w:val="008D0E5B"/>
    <w:rsid w:val="008D3866"/>
    <w:rsid w:val="008F1525"/>
    <w:rsid w:val="00910D07"/>
    <w:rsid w:val="00946216"/>
    <w:rsid w:val="00955FFB"/>
    <w:rsid w:val="00957296"/>
    <w:rsid w:val="009907A1"/>
    <w:rsid w:val="009D55F3"/>
    <w:rsid w:val="009E5072"/>
    <w:rsid w:val="00A06DFA"/>
    <w:rsid w:val="00A17378"/>
    <w:rsid w:val="00A36C1D"/>
    <w:rsid w:val="00A5245F"/>
    <w:rsid w:val="00A71452"/>
    <w:rsid w:val="00A87921"/>
    <w:rsid w:val="00AB3965"/>
    <w:rsid w:val="00AD0319"/>
    <w:rsid w:val="00AD4F93"/>
    <w:rsid w:val="00AE3214"/>
    <w:rsid w:val="00AE7199"/>
    <w:rsid w:val="00B253CD"/>
    <w:rsid w:val="00B25DC1"/>
    <w:rsid w:val="00B352F4"/>
    <w:rsid w:val="00B63B5E"/>
    <w:rsid w:val="00B646FF"/>
    <w:rsid w:val="00B64AB6"/>
    <w:rsid w:val="00B86A46"/>
    <w:rsid w:val="00BC34C1"/>
    <w:rsid w:val="00BD01B7"/>
    <w:rsid w:val="00BD700B"/>
    <w:rsid w:val="00C11890"/>
    <w:rsid w:val="00C20ABE"/>
    <w:rsid w:val="00C8059F"/>
    <w:rsid w:val="00CC60AB"/>
    <w:rsid w:val="00CD012A"/>
    <w:rsid w:val="00CF6357"/>
    <w:rsid w:val="00D107A4"/>
    <w:rsid w:val="00D11EB3"/>
    <w:rsid w:val="00D22384"/>
    <w:rsid w:val="00D30EAC"/>
    <w:rsid w:val="00D563E9"/>
    <w:rsid w:val="00D5747D"/>
    <w:rsid w:val="00D77AB6"/>
    <w:rsid w:val="00D835E8"/>
    <w:rsid w:val="00DC2D85"/>
    <w:rsid w:val="00DC3B0B"/>
    <w:rsid w:val="00DE1A44"/>
    <w:rsid w:val="00DE1C3B"/>
    <w:rsid w:val="00DE1FA9"/>
    <w:rsid w:val="00E22C50"/>
    <w:rsid w:val="00E33905"/>
    <w:rsid w:val="00E90F7E"/>
    <w:rsid w:val="00E94E52"/>
    <w:rsid w:val="00EC17AF"/>
    <w:rsid w:val="00EC7679"/>
    <w:rsid w:val="00ED1568"/>
    <w:rsid w:val="00F13E21"/>
    <w:rsid w:val="00F34675"/>
    <w:rsid w:val="00F432F0"/>
    <w:rsid w:val="00F4547C"/>
    <w:rsid w:val="00F4627F"/>
    <w:rsid w:val="00F51A70"/>
    <w:rsid w:val="00F64FC2"/>
    <w:rsid w:val="00FA0F62"/>
    <w:rsid w:val="00FA22E7"/>
    <w:rsid w:val="00FA77C7"/>
    <w:rsid w:val="00FB5727"/>
    <w:rsid w:val="00FC6DE0"/>
    <w:rsid w:val="00FD243A"/>
    <w:rsid w:val="00FE275E"/>
    <w:rsid w:val="00FF1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D85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1169</TotalTime>
  <Pages>10</Pages>
  <Words>7356</Words>
  <Characters>4194</Characters>
  <Application>Microsoft Office Outlook</Application>
  <DocSecurity>0</DocSecurity>
  <Lines>0</Lines>
  <Paragraphs>0</Paragraphs>
  <ScaleCrop>false</ScaleCrop>
  <Company>DreamLair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 Admin</dc:creator>
  <cp:keywords/>
  <dc:description/>
  <cp:lastModifiedBy>Olga</cp:lastModifiedBy>
  <cp:revision>55</cp:revision>
  <dcterms:created xsi:type="dcterms:W3CDTF">2001-12-31T22:03:00Z</dcterms:created>
  <dcterms:modified xsi:type="dcterms:W3CDTF">2018-02-28T09:13:00Z</dcterms:modified>
</cp:coreProperties>
</file>