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16"/>
        <w:gridCol w:w="5316"/>
      </w:tblGrid>
      <w:tr w:rsidR="00A56DE8" w:rsidRPr="00872F38" w:rsidTr="00872F38">
        <w:tc>
          <w:tcPr>
            <w:tcW w:w="5316" w:type="dxa"/>
          </w:tcPr>
          <w:p w:rsidR="00A56DE8" w:rsidRPr="00872F38" w:rsidRDefault="00A56DE8" w:rsidP="00872F38">
            <w:pPr>
              <w:spacing w:after="0" w:line="240" w:lineRule="auto"/>
              <w:ind w:hanging="142"/>
            </w:pPr>
            <w:r>
              <w:rPr>
                <w:noProof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2" o:spid="_x0000_s1026" type="#_x0000_t202" style="position:absolute;margin-left:18pt;margin-top:-3.05pt;width:2in;height:102.75pt;z-index:25164697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" filled="f" stroked="f">
                  <v:fill o:detectmouseclick="t"/>
                  <v:textbox>
                    <w:txbxContent>
                      <w:p w:rsidR="00A56DE8" w:rsidRPr="00511C42" w:rsidRDefault="00A56DE8" w:rsidP="00B93C0A">
                        <w:pPr>
                          <w:jc w:val="center"/>
                          <w:rPr>
                            <w:b/>
                            <w:shadow/>
                            <w:color w:val="0000FF"/>
                            <w:sz w:val="144"/>
                            <w:szCs w:val="144"/>
                            <w:lang w:val="uk-UA"/>
                          </w:rPr>
                        </w:pPr>
                        <w:r w:rsidRPr="00511C42">
                          <w:rPr>
                            <w:b/>
                            <w:shadow/>
                            <w:color w:val="0000FF"/>
                            <w:sz w:val="144"/>
                            <w:szCs w:val="144"/>
                            <w:lang w:val="uk-UA"/>
                          </w:rPr>
                          <w:t>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7" type="#_x0000_t75" style="position:absolute;margin-left:72.7pt;margin-top:10.05pt;width:167.75pt;height:95.6pt;z-index:-251670528;visibility:visible" wrapcoords="-96 0 -96 21430 21600 21430 21600 0 -96 0">
                  <v:imagedata r:id="rId4" o:title=""/>
                  <w10:wrap type="tight"/>
                </v:shape>
              </w:pict>
            </w:r>
          </w:p>
        </w:tc>
        <w:tc>
          <w:tcPr>
            <w:tcW w:w="5316" w:type="dxa"/>
          </w:tcPr>
          <w:p w:rsidR="00A56DE8" w:rsidRPr="00872F38" w:rsidRDefault="00A56DE8" w:rsidP="00872F38">
            <w:pPr>
              <w:spacing w:after="0" w:line="240" w:lineRule="auto"/>
            </w:pPr>
            <w:r>
              <w:rPr>
                <w:noProof/>
                <w:lang w:eastAsia="ru-RU"/>
              </w:rPr>
              <w:pict>
                <v:shape id="Поле 18" o:spid="_x0000_s1028" type="#_x0000_t202" style="position:absolute;margin-left:15.65pt;margin-top:-3.05pt;width:2in;height:2in;z-index:251657216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" filled="f" stroked="f">
                  <v:fill o:detectmouseclick="t"/>
                  <v:textbox style="mso-fit-shape-to-text:t">
                    <w:txbxContent>
                      <w:p w:rsidR="00A56DE8" w:rsidRPr="00511C42" w:rsidRDefault="00A56DE8" w:rsidP="00B93C0A">
                        <w:pPr>
                          <w:rPr>
                            <w:b/>
                            <w:caps/>
                            <w:shadow/>
                            <w:noProof/>
                            <w:color w:val="800080"/>
                            <w:sz w:val="144"/>
                            <w:szCs w:val="144"/>
                            <w:lang w:val="uk-UA"/>
                          </w:rPr>
                        </w:pPr>
                        <w:r w:rsidRPr="00511C42">
                          <w:rPr>
                            <w:b/>
                            <w:caps/>
                            <w:shadow/>
                            <w:noProof/>
                            <w:color w:val="800080"/>
                            <w:sz w:val="144"/>
                            <w:szCs w:val="144"/>
                            <w:lang w:val="uk-UA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pict>
                <v:shape id="Рисунок 3" o:spid="_x0000_s1029" type="#_x0000_t75" style="position:absolute;margin-left:77.9pt;margin-top:4.8pt;width:167.75pt;height:95.6pt;z-index:-251668480;visibility:visible;mso-position-horizontal-relative:text;mso-position-vertical-relative:text" wrapcoords="-96 0 -96 21430 21600 21430 21600 0 -96 0">
                  <v:imagedata r:id="rId4" o:title=""/>
                  <w10:wrap type="tight"/>
                </v:shape>
              </w:pict>
            </w:r>
          </w:p>
        </w:tc>
      </w:tr>
      <w:tr w:rsidR="00A56DE8" w:rsidRPr="00872F38" w:rsidTr="00872F38">
        <w:tc>
          <w:tcPr>
            <w:tcW w:w="5316" w:type="dxa"/>
          </w:tcPr>
          <w:p w:rsidR="00A56DE8" w:rsidRPr="00872F38" w:rsidRDefault="00A56DE8" w:rsidP="00872F38">
            <w:pPr>
              <w:spacing w:after="0" w:line="240" w:lineRule="auto"/>
            </w:pPr>
            <w:r>
              <w:rPr>
                <w:noProof/>
                <w:lang w:eastAsia="ru-RU"/>
              </w:rPr>
              <w:pict>
                <v:shape id="Поле 19" o:spid="_x0000_s1030" type="#_x0000_t202" style="position:absolute;margin-left:10.4pt;margin-top:4.1pt;width:2in;height:2in;z-index:251658240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" filled="f" stroked="f">
                  <v:fill o:detectmouseclick="t"/>
                  <v:textbox style="mso-fit-shape-to-text:t">
                    <w:txbxContent>
                      <w:p w:rsidR="00A56DE8" w:rsidRPr="00511C42" w:rsidRDefault="00A56DE8" w:rsidP="00B93C0A">
                        <w:pPr>
                          <w:jc w:val="center"/>
                          <w:rPr>
                            <w:b/>
                            <w:shadow/>
                            <w:noProof/>
                            <w:color w:val="9BBB59"/>
                            <w:sz w:val="144"/>
                            <w:szCs w:val="144"/>
                            <w:lang w:val="uk-UA"/>
                          </w:rPr>
                        </w:pPr>
                        <w:r w:rsidRPr="00511C42">
                          <w:rPr>
                            <w:b/>
                            <w:shadow/>
                            <w:noProof/>
                            <w:color w:val="9BBB59"/>
                            <w:sz w:val="144"/>
                            <w:szCs w:val="144"/>
                            <w:lang w:val="uk-UA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pict>
                <v:shape id="Рисунок 4" o:spid="_x0000_s1031" type="#_x0000_t75" style="position:absolute;margin-left:72.8pt;margin-top:11.25pt;width:167.75pt;height:95.6pt;z-index:-251667456;visibility:visible;mso-position-horizontal-relative:text;mso-position-vertical-relative:text" wrapcoords="-96 0 -96 21430 21600 21430 21600 0 -96 0">
                  <v:imagedata r:id="rId4" o:title=""/>
                  <w10:wrap type="tight"/>
                </v:shape>
              </w:pict>
            </w:r>
          </w:p>
        </w:tc>
        <w:tc>
          <w:tcPr>
            <w:tcW w:w="5316" w:type="dxa"/>
          </w:tcPr>
          <w:p w:rsidR="00A56DE8" w:rsidRPr="00872F38" w:rsidRDefault="00A56DE8" w:rsidP="00872F38">
            <w:pPr>
              <w:spacing w:after="0" w:line="240" w:lineRule="auto"/>
            </w:pPr>
            <w:r>
              <w:rPr>
                <w:noProof/>
                <w:lang w:eastAsia="ru-RU"/>
              </w:rPr>
              <w:pict>
                <v:shape id="Поле 20" o:spid="_x0000_s1032" type="#_x0000_t202" style="position:absolute;margin-left:15.75pt;margin-top:2.3pt;width:2in;height:2in;z-index:251659264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" filled="f" stroked="f">
                  <v:fill o:detectmouseclick="t"/>
                  <v:textbox style="mso-fit-shape-to-text:t">
                    <w:txbxContent>
                      <w:p w:rsidR="00A56DE8" w:rsidRPr="00511C42" w:rsidRDefault="00A56DE8" w:rsidP="00B93C0A">
                        <w:pPr>
                          <w:jc w:val="center"/>
                          <w:rPr>
                            <w:b/>
                            <w:caps/>
                            <w:shadow/>
                            <w:noProof/>
                            <w:color w:val="008000"/>
                            <w:sz w:val="144"/>
                            <w:szCs w:val="144"/>
                            <w:lang w:val="uk-UA"/>
                          </w:rPr>
                        </w:pPr>
                        <w:r w:rsidRPr="00511C42">
                          <w:rPr>
                            <w:b/>
                            <w:caps/>
                            <w:shadow/>
                            <w:noProof/>
                            <w:color w:val="008000"/>
                            <w:sz w:val="144"/>
                            <w:szCs w:val="144"/>
                            <w:lang w:val="uk-UA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pict>
                <v:shape id="Рисунок 5" o:spid="_x0000_s1033" type="#_x0000_t75" style="position:absolute;margin-left:77.45pt;margin-top:6.75pt;width:167.75pt;height:95.6pt;z-index:-251666432;visibility:visible;mso-position-horizontal-relative:text;mso-position-vertical-relative:text" wrapcoords="-96 0 -96 21430 21600 21430 21600 0 -96 0">
                  <v:imagedata r:id="rId4" o:title=""/>
                  <w10:wrap type="tight"/>
                </v:shape>
              </w:pict>
            </w:r>
          </w:p>
        </w:tc>
      </w:tr>
      <w:tr w:rsidR="00A56DE8" w:rsidRPr="00872F38" w:rsidTr="00872F38">
        <w:tc>
          <w:tcPr>
            <w:tcW w:w="5316" w:type="dxa"/>
          </w:tcPr>
          <w:p w:rsidR="00A56DE8" w:rsidRPr="00872F38" w:rsidRDefault="00A56DE8" w:rsidP="00872F38">
            <w:pPr>
              <w:spacing w:after="0" w:line="240" w:lineRule="auto"/>
            </w:pPr>
            <w:r>
              <w:rPr>
                <w:noProof/>
                <w:lang w:eastAsia="ru-RU"/>
              </w:rPr>
              <w:pict>
                <v:shape id="Поле 21" o:spid="_x0000_s1034" type="#_x0000_t202" style="position:absolute;margin-left:10.5pt;margin-top:5.15pt;width:2in;height:2in;z-index:251660288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" filled="f" stroked="f">
                  <v:fill o:detectmouseclick="t"/>
                  <v:textbox style="mso-fit-shape-to-text:t">
                    <w:txbxContent>
                      <w:p w:rsidR="00A56DE8" w:rsidRPr="00511C42" w:rsidRDefault="00A56DE8" w:rsidP="00B93C0A">
                        <w:pPr>
                          <w:jc w:val="center"/>
                          <w:rPr>
                            <w:b/>
                            <w:shadow/>
                            <w:noProof/>
                            <w:color w:val="800000"/>
                            <w:sz w:val="144"/>
                            <w:szCs w:val="144"/>
                            <w:lang w:val="uk-UA"/>
                          </w:rPr>
                        </w:pPr>
                        <w:r w:rsidRPr="00511C42">
                          <w:rPr>
                            <w:b/>
                            <w:shadow/>
                            <w:noProof/>
                            <w:color w:val="800000"/>
                            <w:sz w:val="144"/>
                            <w:szCs w:val="144"/>
                            <w:lang w:val="uk-UA"/>
                          </w:rPr>
                          <w:t>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pict>
                <v:shape id="Рисунок 6" o:spid="_x0000_s1035" type="#_x0000_t75" style="position:absolute;margin-left:72.7pt;margin-top:-.75pt;width:167.75pt;height:95.6pt;z-index:-251665408;visibility:visible;mso-position-horizontal-relative:text;mso-position-vertical-relative:text" wrapcoords="-96 0 -96 21430 21600 21430 21600 0 -96 0">
                  <v:imagedata r:id="rId4" o:title=""/>
                  <w10:wrap type="tight"/>
                </v:shape>
              </w:pict>
            </w:r>
          </w:p>
        </w:tc>
        <w:tc>
          <w:tcPr>
            <w:tcW w:w="5316" w:type="dxa"/>
          </w:tcPr>
          <w:p w:rsidR="00A56DE8" w:rsidRPr="00872F38" w:rsidRDefault="00A56DE8" w:rsidP="00872F38">
            <w:pPr>
              <w:spacing w:after="0" w:line="240" w:lineRule="auto"/>
            </w:pPr>
            <w:r>
              <w:rPr>
                <w:noProof/>
                <w:lang w:eastAsia="ru-RU"/>
              </w:rPr>
              <w:pict>
                <v:shape id="Поле 24" o:spid="_x0000_s1036" type="#_x0000_t202" style="position:absolute;margin-left:14.15pt;margin-top:92.75pt;width:2in;height:2in;z-index:251663360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" filled="f" stroked="f">
                  <v:fill o:detectmouseclick="t"/>
                  <v:textbox style="mso-fit-shape-to-text:t">
                    <w:txbxContent>
                      <w:p w:rsidR="00A56DE8" w:rsidRPr="00511C42" w:rsidRDefault="00A56DE8" w:rsidP="00B93C0A">
                        <w:pPr>
                          <w:jc w:val="center"/>
                          <w:rPr>
                            <w:b/>
                            <w:shadow/>
                            <w:noProof/>
                            <w:color w:val="0000FF"/>
                            <w:sz w:val="144"/>
                            <w:szCs w:val="144"/>
                            <w:lang w:val="uk-UA"/>
                          </w:rPr>
                        </w:pPr>
                        <w:r w:rsidRPr="00511C42">
                          <w:rPr>
                            <w:b/>
                            <w:shadow/>
                            <w:noProof/>
                            <w:color w:val="0000FF"/>
                            <w:sz w:val="144"/>
                            <w:szCs w:val="144"/>
                            <w:lang w:val="uk-UA"/>
                          </w:rPr>
                          <w:t>8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pict>
                <v:shape id="Поле 22" o:spid="_x0000_s1037" type="#_x0000_t202" style="position:absolute;margin-left:15.75pt;margin-top:6.3pt;width:2in;height:2in;z-index:251661312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" filled="f" stroked="f">
                  <v:fill o:detectmouseclick="t"/>
                  <v:textbox style="mso-fit-shape-to-text:t">
                    <w:txbxContent>
                      <w:p w:rsidR="00A56DE8" w:rsidRPr="00511C42" w:rsidRDefault="00A56DE8" w:rsidP="00B93C0A">
                        <w:pPr>
                          <w:jc w:val="center"/>
                          <w:rPr>
                            <w:b/>
                            <w:shadow/>
                            <w:noProof/>
                            <w:color w:val="FF00FF"/>
                            <w:sz w:val="144"/>
                            <w:szCs w:val="144"/>
                            <w:lang w:val="uk-UA"/>
                          </w:rPr>
                        </w:pPr>
                        <w:r w:rsidRPr="00511C42">
                          <w:rPr>
                            <w:b/>
                            <w:shadow/>
                            <w:noProof/>
                            <w:color w:val="FF00FF"/>
                            <w:sz w:val="144"/>
                            <w:szCs w:val="144"/>
                            <w:lang w:val="uk-UA"/>
                          </w:rPr>
                          <w:t>6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pict>
                <v:shape id="Рисунок 7" o:spid="_x0000_s1038" type="#_x0000_t75" style="position:absolute;margin-left:77.35pt;margin-top:5.25pt;width:167.75pt;height:95.6pt;z-index:-251664384;visibility:visible;mso-position-horizontal-relative:text;mso-position-vertical-relative:text" wrapcoords="-96 0 -96 21430 21600 21430 21600 0 -96 0">
                  <v:imagedata r:id="rId4" o:title=""/>
                  <w10:wrap type="tight"/>
                </v:shape>
              </w:pict>
            </w:r>
          </w:p>
        </w:tc>
      </w:tr>
      <w:tr w:rsidR="00A56DE8" w:rsidRPr="00872F38" w:rsidTr="00872F38">
        <w:tc>
          <w:tcPr>
            <w:tcW w:w="5316" w:type="dxa"/>
          </w:tcPr>
          <w:p w:rsidR="00A56DE8" w:rsidRPr="00872F38" w:rsidRDefault="00A56DE8" w:rsidP="00872F38">
            <w:pPr>
              <w:spacing w:after="0" w:line="240" w:lineRule="auto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Поле 23" o:spid="_x0000_s1039" type="#_x0000_t202" style="position:absolute;margin-left:8.9pt;margin-top:-.9pt;width:2in;height:2in;z-index:251662336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" filled="f" stroked="f">
                  <v:fill o:detectmouseclick="t"/>
                  <v:textbox style="mso-fit-shape-to-text:t">
                    <w:txbxContent>
                      <w:p w:rsidR="00A56DE8" w:rsidRPr="00511C42" w:rsidRDefault="00A56DE8" w:rsidP="00B93C0A">
                        <w:pPr>
                          <w:jc w:val="center"/>
                          <w:rPr>
                            <w:b/>
                            <w:shadow/>
                            <w:noProof/>
                            <w:color w:val="993366"/>
                            <w:sz w:val="144"/>
                            <w:szCs w:val="144"/>
                            <w:lang w:val="uk-UA"/>
                          </w:rPr>
                        </w:pPr>
                        <w:r w:rsidRPr="00511C42">
                          <w:rPr>
                            <w:b/>
                            <w:shadow/>
                            <w:noProof/>
                            <w:color w:val="993366"/>
                            <w:sz w:val="144"/>
                            <w:szCs w:val="144"/>
                            <w:lang w:val="uk-UA"/>
                          </w:rPr>
                          <w:t>7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pict>
                <v:shape id="Рисунок 8" o:spid="_x0000_s1040" type="#_x0000_t75" style="position:absolute;margin-left:68.85pt;margin-top:-.75pt;width:167.75pt;height:95.6pt;z-index:-251663360;visibility:visible;mso-position-horizontal-relative:text;mso-position-vertical-relative:text" wrapcoords="-96 0 -96 21430 21600 21430 21600 0 -96 0">
                  <v:imagedata r:id="rId4" o:title=""/>
                  <w10:wrap type="tight"/>
                </v:shape>
              </w:pict>
            </w:r>
          </w:p>
        </w:tc>
        <w:tc>
          <w:tcPr>
            <w:tcW w:w="5316" w:type="dxa"/>
          </w:tcPr>
          <w:p w:rsidR="00A56DE8" w:rsidRPr="00872F38" w:rsidRDefault="00A56DE8" w:rsidP="00872F38">
            <w:pPr>
              <w:spacing w:after="0" w:line="240" w:lineRule="auto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Рисунок 9" o:spid="_x0000_s1041" type="#_x0000_t75" style="position:absolute;margin-left:78.2pt;margin-top:0;width:167.75pt;height:95.6pt;z-index:-251662336;visibility:visible;mso-position-horizontal-relative:text;mso-position-vertical-relative:text" wrapcoords="-96 0 -96 21430 21600 21430 21600 0 -96 0">
                  <v:imagedata r:id="rId4" o:title=""/>
                  <w10:wrap type="tight"/>
                </v:shape>
              </w:pict>
            </w:r>
          </w:p>
        </w:tc>
      </w:tr>
      <w:tr w:rsidR="00A56DE8" w:rsidRPr="00872F38" w:rsidTr="00872F38">
        <w:tc>
          <w:tcPr>
            <w:tcW w:w="5316" w:type="dxa"/>
          </w:tcPr>
          <w:p w:rsidR="00A56DE8" w:rsidRPr="00872F38" w:rsidRDefault="00A56DE8" w:rsidP="00872F38">
            <w:pPr>
              <w:spacing w:after="0" w:line="240" w:lineRule="auto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Поле 30" o:spid="_x0000_s1042" type="#_x0000_t202" style="position:absolute;margin-left:258pt;margin-top:11.1pt;width:93pt;height:2in;z-index:2516674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" filled="f" stroked="f">
                  <v:fill o:detectmouseclick="t"/>
                  <v:textbox style="mso-fit-shape-to-text:t">
                    <w:txbxContent>
                      <w:p w:rsidR="00A56DE8" w:rsidRPr="00511C42" w:rsidRDefault="00A56DE8" w:rsidP="00B93C0A">
                        <w:pPr>
                          <w:jc w:val="center"/>
                          <w:rPr>
                            <w:b/>
                            <w:shadow/>
                            <w:noProof/>
                            <w:color w:val="FF6600"/>
                            <w:spacing w:val="10"/>
                            <w:sz w:val="144"/>
                            <w:szCs w:val="144"/>
                            <w:lang w:val="uk-UA"/>
                          </w:rPr>
                        </w:pPr>
                        <w:r w:rsidRPr="00511C42">
                          <w:rPr>
                            <w:b/>
                            <w:shadow/>
                            <w:noProof/>
                            <w:color w:val="FF6600"/>
                            <w:spacing w:val="10"/>
                            <w:sz w:val="144"/>
                            <w:szCs w:val="144"/>
                            <w:lang w:val="uk-UA"/>
                          </w:rPr>
                          <w:t>11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pict>
                <v:shape id="Поле 29" o:spid="_x0000_s1043" type="#_x0000_t202" style="position:absolute;margin-left:3.95pt;margin-top:10.25pt;width:2in;height:2in;z-index:251666432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" filled="f" stroked="f">
                  <v:fill o:detectmouseclick="t"/>
                  <v:textbox style="mso-fit-shape-to-text:t">
                    <w:txbxContent>
                      <w:p w:rsidR="00A56DE8" w:rsidRPr="00511C42" w:rsidRDefault="00A56DE8" w:rsidP="00B93C0A">
                        <w:pPr>
                          <w:jc w:val="center"/>
                          <w:rPr>
                            <w:b/>
                            <w:shadow/>
                            <w:noProof/>
                            <w:color w:val="FFFF00"/>
                            <w:sz w:val="144"/>
                            <w:szCs w:val="144"/>
                            <w:lang w:val="uk-UA"/>
                          </w:rPr>
                        </w:pPr>
                        <w:r w:rsidRPr="00511C42">
                          <w:rPr>
                            <w:b/>
                            <w:shadow/>
                            <w:noProof/>
                            <w:color w:val="FFFF00"/>
                            <w:sz w:val="144"/>
                            <w:szCs w:val="144"/>
                            <w:lang w:val="uk-UA"/>
                          </w:rPr>
                          <w:t>9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pict>
                <v:shape id="Рисунок 11" o:spid="_x0000_s1044" type="#_x0000_t75" style="position:absolute;margin-left:65.4pt;margin-top:10.5pt;width:167.75pt;height:95.6pt;z-index:-251661312;visibility:visible;mso-position-horizontal-relative:text;mso-position-vertical-relative:text" wrapcoords="-96 0 -96 21430 21600 21430 21600 0 -96 0">
                  <v:imagedata r:id="rId4" o:title=""/>
                  <w10:wrap type="tight"/>
                </v:shape>
              </w:pict>
            </w:r>
          </w:p>
        </w:tc>
        <w:tc>
          <w:tcPr>
            <w:tcW w:w="5316" w:type="dxa"/>
          </w:tcPr>
          <w:p w:rsidR="00A56DE8" w:rsidRPr="00872F38" w:rsidRDefault="00A56DE8" w:rsidP="00872F38">
            <w:pPr>
              <w:spacing w:after="0" w:line="240" w:lineRule="auto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Поле 33" o:spid="_x0000_s1045" type="#_x0000_t202" style="position:absolute;margin-left:-8.65pt;margin-top:105.1pt;width:2in;height:2in;z-index:251669504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" filled="f" stroked="f">
                  <v:fill o:detectmouseclick="t"/>
                  <v:textbox style="mso-fit-shape-to-text:t">
                    <w:txbxContent>
                      <w:p w:rsidR="00A56DE8" w:rsidRPr="00511C42" w:rsidRDefault="00A56DE8" w:rsidP="00344FC1">
                        <w:pPr>
                          <w:jc w:val="center"/>
                          <w:rPr>
                            <w:b/>
                            <w:shadow/>
                            <w:noProof/>
                            <w:color w:val="9BBB59"/>
                            <w:sz w:val="144"/>
                            <w:szCs w:val="144"/>
                            <w:lang w:val="uk-UA"/>
                          </w:rPr>
                        </w:pPr>
                        <w:r w:rsidRPr="00511C42">
                          <w:rPr>
                            <w:b/>
                            <w:shadow/>
                            <w:noProof/>
                            <w:color w:val="9BBB59"/>
                            <w:sz w:val="144"/>
                            <w:szCs w:val="144"/>
                            <w:lang w:val="uk-UA"/>
                          </w:rPr>
                          <w:t>10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pict>
                <v:shape id="Рисунок 12" o:spid="_x0000_s1046" type="#_x0000_t75" style="position:absolute;margin-left:77.35pt;margin-top:10.5pt;width:167.75pt;height:95.6pt;z-index:-251660288;visibility:visible;mso-position-horizontal-relative:text;mso-position-vertical-relative:text" wrapcoords="-96 0 -96 21430 21600 21430 21600 0 -96 0">
                  <v:imagedata r:id="rId4" o:title=""/>
                  <w10:wrap type="tight"/>
                </v:shape>
              </w:pict>
            </w:r>
          </w:p>
        </w:tc>
        <w:bookmarkStart w:id="0" w:name="_GoBack"/>
        <w:bookmarkEnd w:id="0"/>
      </w:tr>
      <w:tr w:rsidR="00A56DE8" w:rsidRPr="00872F38" w:rsidTr="00872F38">
        <w:tc>
          <w:tcPr>
            <w:tcW w:w="5316" w:type="dxa"/>
          </w:tcPr>
          <w:p w:rsidR="00A56DE8" w:rsidRPr="00872F38" w:rsidRDefault="00A56DE8" w:rsidP="00872F38">
            <w:pPr>
              <w:spacing w:after="0" w:line="240" w:lineRule="auto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Поле 32" o:spid="_x0000_s1047" type="#_x0000_t202" style="position:absolute;margin-left:-14.65pt;margin-top:-.75pt;width:2in;height:2in;z-index:251668480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" filled="f" stroked="f">
                  <v:fill o:detectmouseclick="t"/>
                  <v:textbox style="mso-fit-shape-to-text:t">
                    <w:txbxContent>
                      <w:p w:rsidR="00A56DE8" w:rsidRPr="00511C42" w:rsidRDefault="00A56DE8" w:rsidP="00344FC1">
                        <w:pPr>
                          <w:jc w:val="center"/>
                          <w:rPr>
                            <w:b/>
                            <w:shadow/>
                            <w:noProof/>
                            <w:color w:val="FF0000"/>
                            <w:sz w:val="144"/>
                            <w:szCs w:val="144"/>
                            <w:lang w:val="uk-UA"/>
                          </w:rPr>
                        </w:pPr>
                        <w:r w:rsidRPr="00511C42">
                          <w:rPr>
                            <w:b/>
                            <w:shadow/>
                            <w:noProof/>
                            <w:color w:val="FF0000"/>
                            <w:sz w:val="144"/>
                            <w:szCs w:val="144"/>
                            <w:lang w:val="uk-UA"/>
                          </w:rPr>
                          <w:t>12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ru-RU"/>
              </w:rPr>
              <w:pict>
                <v:shape id="Рисунок 25" o:spid="_x0000_s1048" type="#_x0000_t75" style="position:absolute;margin-left:72.9pt;margin-top:-.75pt;width:167.75pt;height:95.6pt;z-index:-251652096;visibility:visible;mso-position-horizontal-relative:text;mso-position-vertical-relative:text" wrapcoords="-96 0 -96 21430 21600 21430 21600 0 -96 0">
                  <v:imagedata r:id="rId4" o:title=""/>
                  <w10:wrap type="tight"/>
                </v:shape>
              </w:pict>
            </w:r>
          </w:p>
        </w:tc>
        <w:tc>
          <w:tcPr>
            <w:tcW w:w="5316" w:type="dxa"/>
          </w:tcPr>
          <w:p w:rsidR="00A56DE8" w:rsidRPr="00872F38" w:rsidRDefault="00A56DE8" w:rsidP="00872F38">
            <w:pPr>
              <w:spacing w:after="0" w:line="240" w:lineRule="auto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pict>
                <v:shape id="Рисунок 27" o:spid="_x0000_s1049" type="#_x0000_t75" style="position:absolute;margin-left:77.35pt;margin-top:.75pt;width:167.75pt;height:95.6pt;z-index:-251651072;visibility:visible;mso-position-horizontal-relative:text;mso-position-vertical-relative:text" wrapcoords="-96 0 -96 21430 21600 21430 21600 0 -96 0">
                  <v:imagedata r:id="rId4" o:title=""/>
                  <w10:wrap type="tight"/>
                </v:shape>
              </w:pict>
            </w:r>
          </w:p>
        </w:tc>
      </w:tr>
      <w:tr w:rsidR="00A56DE8" w:rsidRPr="00872F38" w:rsidTr="00872F38">
        <w:tc>
          <w:tcPr>
            <w:tcW w:w="5316" w:type="dxa"/>
          </w:tcPr>
          <w:p w:rsidR="00A56DE8" w:rsidRPr="00872F38" w:rsidRDefault="00A56DE8" w:rsidP="00872F38">
            <w:pPr>
              <w:spacing w:after="0" w:line="240" w:lineRule="auto"/>
              <w:rPr>
                <w:noProof/>
                <w:lang w:eastAsia="ru-RU"/>
              </w:rPr>
            </w:pPr>
          </w:p>
        </w:tc>
        <w:tc>
          <w:tcPr>
            <w:tcW w:w="5316" w:type="dxa"/>
          </w:tcPr>
          <w:p w:rsidR="00A56DE8" w:rsidRPr="00872F38" w:rsidRDefault="00A56DE8" w:rsidP="00872F38">
            <w:pPr>
              <w:spacing w:after="0" w:line="240" w:lineRule="auto"/>
              <w:rPr>
                <w:noProof/>
                <w:lang w:eastAsia="ru-RU"/>
              </w:rPr>
            </w:pPr>
          </w:p>
        </w:tc>
      </w:tr>
    </w:tbl>
    <w:p w:rsidR="00A56DE8" w:rsidRDefault="00A56DE8"/>
    <w:sectPr w:rsidR="00A56DE8" w:rsidSect="00B93C0A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3C0A"/>
    <w:rsid w:val="00006EF7"/>
    <w:rsid w:val="00344FC1"/>
    <w:rsid w:val="003A4C00"/>
    <w:rsid w:val="00511C42"/>
    <w:rsid w:val="00872F38"/>
    <w:rsid w:val="009B3DA2"/>
    <w:rsid w:val="00A56DE8"/>
    <w:rsid w:val="00B93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DA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93C0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93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3C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1</Pages>
  <Words>6</Words>
  <Characters>40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Ольга</cp:lastModifiedBy>
  <cp:revision>2</cp:revision>
  <cp:lastPrinted>2018-02-11T12:57:00Z</cp:lastPrinted>
  <dcterms:created xsi:type="dcterms:W3CDTF">2018-02-07T17:02:00Z</dcterms:created>
  <dcterms:modified xsi:type="dcterms:W3CDTF">2018-02-11T12:57:00Z</dcterms:modified>
</cp:coreProperties>
</file>