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917" w:rsidRPr="00CD355A" w:rsidRDefault="00476917" w:rsidP="00473462">
      <w:pPr>
        <w:spacing w:after="0"/>
        <w:jc w:val="center"/>
        <w:rPr>
          <w:rFonts w:ascii="Times New Roman" w:hAnsi="Times New Roman"/>
          <w:b/>
          <w:sz w:val="36"/>
          <w:szCs w:val="28"/>
          <w:lang w:val="ru-RU"/>
        </w:rPr>
      </w:pPr>
      <w:bookmarkStart w:id="0" w:name="_GoBack"/>
      <w:r>
        <w:rPr>
          <w:rFonts w:ascii="Times New Roman" w:hAnsi="Times New Roman"/>
          <w:b/>
          <w:sz w:val="36"/>
          <w:szCs w:val="28"/>
        </w:rPr>
        <w:t xml:space="preserve"> </w:t>
      </w:r>
      <w:r>
        <w:rPr>
          <w:rFonts w:ascii="Times New Roman" w:hAnsi="Times New Roman"/>
          <w:b/>
          <w:sz w:val="36"/>
          <w:szCs w:val="28"/>
          <w:lang w:val="ru-RU"/>
        </w:rPr>
        <w:t>Виховний за</w:t>
      </w:r>
      <w:r>
        <w:rPr>
          <w:rFonts w:ascii="Times New Roman" w:hAnsi="Times New Roman"/>
          <w:b/>
          <w:sz w:val="36"/>
          <w:szCs w:val="28"/>
        </w:rPr>
        <w:t xml:space="preserve">хід - квест </w:t>
      </w:r>
    </w:p>
    <w:p w:rsidR="00476917" w:rsidRPr="00FA2C46" w:rsidRDefault="00476917" w:rsidP="001F4822">
      <w:pPr>
        <w:spacing w:after="0"/>
        <w:jc w:val="both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Pr="004264F1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  Я вивчаю  Україну .</w:t>
      </w:r>
    </w:p>
    <w:p w:rsidR="00476917" w:rsidRDefault="00476917" w:rsidP="001F4822">
      <w:pPr>
        <w:pStyle w:val="normal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645CDF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645CDF">
        <w:rPr>
          <w:rFonts w:ascii="Times New Roman" w:hAnsi="Times New Roman" w:cs="Times New Roman"/>
          <w:sz w:val="28"/>
          <w:szCs w:val="28"/>
          <w:lang w:val="uk-UA"/>
        </w:rPr>
        <w:t>озширити та уточнити знання учнів про Україну та де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ржавні і народні символи; </w:t>
      </w:r>
    </w:p>
    <w:p w:rsidR="00476917" w:rsidRDefault="00476917" w:rsidP="001F4822">
      <w:pPr>
        <w:pStyle w:val="normal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45C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45CDF">
        <w:rPr>
          <w:rFonts w:ascii="Times New Roman" w:hAnsi="Times New Roman" w:cs="Times New Roman"/>
          <w:sz w:val="28"/>
          <w:szCs w:val="28"/>
          <w:lang w:val="uk-UA"/>
        </w:rPr>
        <w:t>сприяти формуванню національної свідомості, критичного мислення та прагнення бути</w:t>
      </w:r>
    </w:p>
    <w:p w:rsidR="00476917" w:rsidRDefault="00476917" w:rsidP="001F4822">
      <w:pPr>
        <w:pStyle w:val="normal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5C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45CDF">
        <w:rPr>
          <w:rFonts w:ascii="Times New Roman" w:hAnsi="Times New Roman" w:cs="Times New Roman"/>
          <w:sz w:val="28"/>
          <w:szCs w:val="28"/>
          <w:lang w:val="uk-UA"/>
        </w:rPr>
        <w:t>свідомим громадянином України;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з життєвим і творчим шляхом великого</w:t>
      </w:r>
    </w:p>
    <w:p w:rsidR="00476917" w:rsidRDefault="00476917" w:rsidP="001F4822">
      <w:pPr>
        <w:pStyle w:val="normal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педагога В. О. Сухомлинського;</w:t>
      </w:r>
      <w:r w:rsidRPr="00645CDF">
        <w:rPr>
          <w:rFonts w:ascii="Times New Roman" w:hAnsi="Times New Roman" w:cs="Times New Roman"/>
          <w:sz w:val="28"/>
          <w:szCs w:val="28"/>
          <w:lang w:val="uk-UA"/>
        </w:rPr>
        <w:t xml:space="preserve"> збагачувати словниковий запас учнів; формувати </w:t>
      </w:r>
    </w:p>
    <w:p w:rsidR="00476917" w:rsidRDefault="00476917" w:rsidP="001F4822">
      <w:pPr>
        <w:pStyle w:val="normal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645CDF">
        <w:rPr>
          <w:rFonts w:ascii="Times New Roman" w:hAnsi="Times New Roman" w:cs="Times New Roman"/>
          <w:sz w:val="28"/>
          <w:szCs w:val="28"/>
          <w:lang w:val="uk-UA"/>
        </w:rPr>
        <w:t>пізнавальний інтерес; виховувати патріотичні почуття та почуття любові до своєї</w:t>
      </w:r>
    </w:p>
    <w:p w:rsidR="00476917" w:rsidRPr="00FA2C46" w:rsidRDefault="00476917" w:rsidP="001F4822">
      <w:pPr>
        <w:pStyle w:val="normal0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45C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45CDF">
        <w:rPr>
          <w:rFonts w:ascii="Times New Roman" w:hAnsi="Times New Roman" w:cs="Times New Roman"/>
          <w:sz w:val="28"/>
          <w:szCs w:val="28"/>
          <w:lang w:val="uk-UA"/>
        </w:rPr>
        <w:t>Батьківщини. Розвивати пам'ять, творчі здібності.</w:t>
      </w:r>
    </w:p>
    <w:p w:rsidR="00476917" w:rsidRDefault="00476917" w:rsidP="001F482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C16100">
        <w:rPr>
          <w:rFonts w:ascii="Times New Roman" w:hAnsi="Times New Roman"/>
          <w:b/>
          <w:sz w:val="28"/>
          <w:szCs w:val="28"/>
        </w:rPr>
        <w:t xml:space="preserve">     </w:t>
      </w:r>
      <w:r w:rsidRPr="004264F1">
        <w:rPr>
          <w:rFonts w:ascii="Times New Roman" w:hAnsi="Times New Roman"/>
          <w:b/>
          <w:sz w:val="28"/>
          <w:szCs w:val="28"/>
        </w:rPr>
        <w:t>Обладнання: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мультимедійна дошка, презентація Сім чудес України</w:t>
      </w:r>
      <w:r w:rsidRPr="007452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, презентація </w:t>
      </w:r>
    </w:p>
    <w:p w:rsidR="00476917" w:rsidRDefault="00476917" w:rsidP="001F482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1610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«В. О. Сухомлинський», малюнки до творі</w:t>
      </w:r>
      <w:r w:rsidRPr="001D438E">
        <w:rPr>
          <w:rFonts w:ascii="Times New Roman" w:hAnsi="Times New Roman"/>
          <w:sz w:val="28"/>
          <w:szCs w:val="28"/>
        </w:rPr>
        <w:t>в В.</w:t>
      </w:r>
      <w:r>
        <w:rPr>
          <w:rFonts w:ascii="Times New Roman" w:hAnsi="Times New Roman"/>
          <w:sz w:val="28"/>
          <w:szCs w:val="28"/>
        </w:rPr>
        <w:t xml:space="preserve">О. Сухомлинського, презентація- гра  за </w:t>
      </w:r>
    </w:p>
    <w:p w:rsidR="00476917" w:rsidRDefault="00476917" w:rsidP="001F482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>
        <w:rPr>
          <w:rFonts w:ascii="Times New Roman" w:hAnsi="Times New Roman"/>
          <w:sz w:val="28"/>
          <w:szCs w:val="28"/>
        </w:rPr>
        <w:t>творами Сухомлинського, картки із завданнями, картки з буквами, світлини з</w:t>
      </w:r>
    </w:p>
    <w:p w:rsidR="00476917" w:rsidRPr="00C16100" w:rsidRDefault="00476917" w:rsidP="001F48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</w:rPr>
        <w:t>краєвидами України, таблиці з Ейдетики, кросворди, аудіо записи пісень і флешмобу.</w:t>
      </w:r>
    </w:p>
    <w:bookmarkEnd w:id="0"/>
    <w:p w:rsidR="00476917" w:rsidRPr="001D438E" w:rsidRDefault="00476917" w:rsidP="001F48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476917" w:rsidRDefault="00476917" w:rsidP="001F4822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4264F1">
        <w:rPr>
          <w:rFonts w:ascii="Times New Roman" w:hAnsi="Times New Roman"/>
          <w:b/>
          <w:sz w:val="28"/>
          <w:szCs w:val="28"/>
        </w:rPr>
        <w:t>Хід уроку</w:t>
      </w:r>
    </w:p>
    <w:p w:rsidR="00476917" w:rsidRPr="00054565" w:rsidRDefault="00476917" w:rsidP="001F4822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76917" w:rsidRPr="004264F1" w:rsidRDefault="00476917" w:rsidP="001F482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Pr="004264F1">
        <w:rPr>
          <w:rFonts w:ascii="Times New Roman" w:hAnsi="Times New Roman"/>
          <w:b/>
          <w:sz w:val="28"/>
          <w:szCs w:val="28"/>
        </w:rPr>
        <w:t>І. Організація навчальної діяльності</w:t>
      </w:r>
    </w:p>
    <w:p w:rsidR="00476917" w:rsidRPr="00FC4D74" w:rsidRDefault="00476917" w:rsidP="001F482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>ІІ</w:t>
      </w:r>
      <w:r w:rsidRPr="00FC4D74">
        <w:rPr>
          <w:rFonts w:ascii="Times New Roman" w:hAnsi="Times New Roman"/>
          <w:b/>
          <w:sz w:val="28"/>
          <w:szCs w:val="28"/>
        </w:rPr>
        <w:t>. Повідомлення теми і завдань уроку</w:t>
      </w:r>
    </w:p>
    <w:p w:rsidR="00476917" w:rsidRDefault="00476917" w:rsidP="001F4822">
      <w:pPr>
        <w:pStyle w:val="ListParagraph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476917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Україна –  це наша Батьківщина, наша рідна земля, наша Вітчизна – і в житті немає палкішого, глибшого і священнішого почуття, як любов до неї. </w:t>
      </w:r>
    </w:p>
    <w:p w:rsidR="00476917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 святий обов’язок – любити країну, яка випоїла і вигодувала нас, як рідна мати.</w:t>
      </w:r>
    </w:p>
    <w:p w:rsidR="00476917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86403">
        <w:rPr>
          <w:rFonts w:ascii="Times New Roman" w:hAnsi="Times New Roman"/>
          <w:sz w:val="28"/>
          <w:szCs w:val="28"/>
          <w:u w:val="single"/>
        </w:rPr>
        <w:t>Прочитайте тему нашого уроку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76917" w:rsidRPr="000E2BF4" w:rsidRDefault="00476917" w:rsidP="001F4822">
      <w:pPr>
        <w:pStyle w:val="ListParagraph"/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(Діти з </w:t>
      </w:r>
      <w:r>
        <w:rPr>
          <w:rFonts w:ascii="Times New Roman" w:hAnsi="Times New Roman"/>
          <w:sz w:val="28"/>
          <w:szCs w:val="28"/>
          <w:lang w:val="ru-RU"/>
        </w:rPr>
        <w:t>дошки</w:t>
      </w:r>
      <w:r>
        <w:rPr>
          <w:rFonts w:ascii="Times New Roman" w:hAnsi="Times New Roman"/>
          <w:sz w:val="28"/>
          <w:szCs w:val="28"/>
        </w:rPr>
        <w:t xml:space="preserve"> читають </w:t>
      </w:r>
      <w:r w:rsidRPr="00FC4D74">
        <w:rPr>
          <w:rFonts w:ascii="Times New Roman" w:hAnsi="Times New Roman"/>
          <w:b/>
          <w:sz w:val="28"/>
          <w:szCs w:val="28"/>
        </w:rPr>
        <w:t>тему «</w:t>
      </w:r>
      <w:r>
        <w:rPr>
          <w:rFonts w:ascii="Times New Roman" w:hAnsi="Times New Roman"/>
          <w:b/>
          <w:sz w:val="28"/>
          <w:szCs w:val="28"/>
        </w:rPr>
        <w:t>Я вивчаю Україну»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476917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Як і рідну матір ми не вибираємо, так і Батьківщину людина не обирає, але прикипає до неї всім серцем, як  до рідної неньки, проймається великою і світлою любов’ю на все своє життя. </w:t>
      </w:r>
    </w:p>
    <w:p w:rsidR="00476917" w:rsidRDefault="00476917" w:rsidP="001F4822">
      <w:pPr>
        <w:pStyle w:val="ListParagraph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76917" w:rsidRDefault="00476917" w:rsidP="001F4822">
      <w:pPr>
        <w:pStyle w:val="ListParagraph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Любов – найвище в світі почуття,</w:t>
      </w:r>
    </w:p>
    <w:p w:rsidR="00476917" w:rsidRDefault="00476917" w:rsidP="001F4822">
      <w:pPr>
        <w:pStyle w:val="ListParagraph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>Вона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має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меж – безкрая.</w:t>
      </w:r>
    </w:p>
    <w:p w:rsidR="00476917" w:rsidRDefault="00476917" w:rsidP="001F4822">
      <w:pPr>
        <w:pStyle w:val="ListParagraph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З любові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починається 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</w:rPr>
        <w:t>життя,</w:t>
      </w:r>
    </w:p>
    <w:p w:rsidR="00476917" w:rsidRDefault="00476917" w:rsidP="001F4822">
      <w:pPr>
        <w:pStyle w:val="ListParagraph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>Вона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усе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найкраще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починає.</w:t>
      </w:r>
    </w:p>
    <w:p w:rsidR="00476917" w:rsidRPr="00344EC0" w:rsidRDefault="00476917" w:rsidP="001F4822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476917" w:rsidRPr="00344EC0" w:rsidRDefault="00476917" w:rsidP="001F4822">
      <w:pPr>
        <w:pStyle w:val="ListParagraph"/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Асоціативний кущ </w:t>
      </w:r>
      <w:r w:rsidRPr="00344EC0">
        <w:rPr>
          <w:rFonts w:ascii="Times New Roman" w:hAnsi="Times New Roman"/>
          <w:b/>
          <w:sz w:val="28"/>
          <w:szCs w:val="28"/>
        </w:rPr>
        <w:t xml:space="preserve"> </w:t>
      </w:r>
    </w:p>
    <w:p w:rsidR="00476917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Які почуття викликає у вас саме слово Україна? </w:t>
      </w:r>
      <w:r>
        <w:rPr>
          <w:rFonts w:ascii="Times New Roman" w:hAnsi="Times New Roman"/>
          <w:sz w:val="28"/>
          <w:szCs w:val="28"/>
          <w:lang w:val="ru-RU"/>
        </w:rPr>
        <w:t xml:space="preserve"> Давайте  </w:t>
      </w:r>
      <w:r w:rsidRPr="0098031F">
        <w:rPr>
          <w:rFonts w:ascii="Times New Roman" w:hAnsi="Times New Roman"/>
          <w:sz w:val="28"/>
          <w:szCs w:val="28"/>
        </w:rPr>
        <w:t>складемо  асоціативний</w:t>
      </w:r>
      <w:r>
        <w:rPr>
          <w:rFonts w:ascii="Times New Roman" w:hAnsi="Times New Roman"/>
          <w:sz w:val="28"/>
          <w:szCs w:val="28"/>
          <w:lang w:val="ru-RU"/>
        </w:rPr>
        <w:t xml:space="preserve"> кущ. </w:t>
      </w:r>
      <w:r>
        <w:rPr>
          <w:rFonts w:ascii="Times New Roman" w:hAnsi="Times New Roman"/>
          <w:sz w:val="28"/>
          <w:szCs w:val="28"/>
        </w:rPr>
        <w:t>(Відповіді дітей.)</w:t>
      </w:r>
    </w:p>
    <w:p w:rsidR="00476917" w:rsidRDefault="00476917" w:rsidP="001F4822">
      <w:pPr>
        <w:pStyle w:val="ListParagraph"/>
        <w:tabs>
          <w:tab w:val="left" w:pos="4245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ab/>
      </w:r>
    </w:p>
    <w:p w:rsidR="00476917" w:rsidRPr="0007243D" w:rsidRDefault="00476917" w:rsidP="001F4822">
      <w:pPr>
        <w:pStyle w:val="ListParagraph"/>
        <w:tabs>
          <w:tab w:val="left" w:pos="424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pict>
          <v:line id="Прямая соединительная линия 26" o:spid="_x0000_s1026" style="position:absolute;left:0;text-align:left;flip:x y;z-index:251663872;visibility:visible" from="88.3pt,15.35pt" to="261.55pt,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" strokecolor="#4579b8"/>
        </w:pict>
      </w:r>
      <w:r>
        <w:rPr>
          <w:noProof/>
          <w:lang w:val="ru-RU" w:eastAsia="ru-RU"/>
        </w:rPr>
        <w:pict>
          <v:line id="Прямая соединительная линия 19" o:spid="_x0000_s1027" style="position:absolute;left:0;text-align:left;flip:x y;z-index:251656704;visibility:visible" from="149.05pt,15.35pt" to="261.55pt,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" strokecolor="#4579b8"/>
        </w:pict>
      </w:r>
      <w:r>
        <w:rPr>
          <w:noProof/>
          <w:lang w:val="ru-RU" w:eastAsia="ru-RU"/>
        </w:rPr>
        <w:pict>
          <v:line id="Прямая соединительная линия 12" o:spid="_x0000_s1028" style="position:absolute;left:0;text-align:left;flip:y;z-index:251654656;visibility:visible" from="304.3pt,15.35pt" to="399.55pt,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" strokecolor="#4579b8"/>
        </w:pict>
      </w:r>
      <w:r>
        <w:rPr>
          <w:noProof/>
          <w:lang w:val="ru-RU" w:eastAsia="ru-RU"/>
        </w:rPr>
        <w:pict>
          <v:line id="Прямая соединительная линия 10" o:spid="_x0000_s1029" style="position:absolute;left:0;text-align:left;z-index:251653632;visibility:visible" from="275.05pt,15.35pt" to="275.05pt,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" strokecolor="#4579b8"/>
        </w:pict>
      </w:r>
      <w:r>
        <w:rPr>
          <w:rFonts w:ascii="Times New Roman" w:hAnsi="Times New Roman"/>
          <w:sz w:val="28"/>
          <w:szCs w:val="28"/>
          <w:lang w:val="ru-RU"/>
        </w:rPr>
        <w:t>р</w:t>
      </w:r>
      <w:r>
        <w:rPr>
          <w:rFonts w:ascii="Times New Roman" w:hAnsi="Times New Roman"/>
          <w:sz w:val="28"/>
          <w:szCs w:val="28"/>
        </w:rPr>
        <w:t>адість               вірність                 гордість          бережливе ставлення</w:t>
      </w:r>
    </w:p>
    <w:p w:rsidR="00476917" w:rsidRDefault="00476917" w:rsidP="001F4822">
      <w:pPr>
        <w:pStyle w:val="ListParagraph"/>
        <w:tabs>
          <w:tab w:val="left" w:pos="4245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6917" w:rsidRPr="0007243D" w:rsidRDefault="00476917" w:rsidP="001F4822">
      <w:pPr>
        <w:pStyle w:val="ListParagraph"/>
        <w:tabs>
          <w:tab w:val="left" w:pos="9195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line id="Прямая соединительная линия 25" o:spid="_x0000_s1030" style="position:absolute;left:0;text-align:left;flip:x y;z-index:251662848;visibility:visible" from="88.3pt,14.3pt" to="267.55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" strokecolor="#4579b8"/>
        </w:pict>
      </w:r>
      <w:r>
        <w:rPr>
          <w:noProof/>
          <w:lang w:val="ru-RU" w:eastAsia="ru-RU"/>
        </w:rPr>
        <w:pict>
          <v:line id="Прямая соединительная линия 18" o:spid="_x0000_s1031" style="position:absolute;left:0;text-align:left;flip:y;z-index:251655680;visibility:visible" from="314.8pt,14.3pt" to="435.55pt,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" strokecolor="#4579b8"/>
        </w:pict>
      </w:r>
      <w:r w:rsidRPr="0007243D">
        <w:rPr>
          <w:rFonts w:ascii="Times New Roman" w:hAnsi="Times New Roman"/>
          <w:sz w:val="28"/>
          <w:szCs w:val="28"/>
        </w:rPr>
        <w:t>повага</w:t>
      </w:r>
      <w:r>
        <w:rPr>
          <w:rFonts w:ascii="Times New Roman" w:hAnsi="Times New Roman"/>
          <w:sz w:val="28"/>
          <w:szCs w:val="28"/>
          <w:lang w:val="ru-RU"/>
        </w:rPr>
        <w:tab/>
      </w:r>
      <w:r w:rsidRPr="0007243D">
        <w:rPr>
          <w:rFonts w:ascii="Times New Roman" w:hAnsi="Times New Roman"/>
          <w:sz w:val="28"/>
          <w:szCs w:val="28"/>
        </w:rPr>
        <w:t>смуток</w:t>
      </w:r>
    </w:p>
    <w:p w:rsidR="00476917" w:rsidRDefault="00476917" w:rsidP="001F4822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476917" w:rsidRPr="0007243D" w:rsidRDefault="00476917" w:rsidP="001F4822">
      <w:pPr>
        <w:tabs>
          <w:tab w:val="left" w:pos="8790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pict>
          <v:line id="Прямая соединительная линия 24" o:spid="_x0000_s1032" style="position:absolute;left:0;text-align:left;flip:x;z-index:251661824;visibility:visible" from="104.8pt,13.3pt" to="267.5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" strokecolor="#4579b8"/>
        </w:pict>
      </w:r>
      <w:r>
        <w:rPr>
          <w:noProof/>
          <w:lang w:val="ru-RU" w:eastAsia="ru-RU"/>
        </w:rPr>
        <w:pict>
          <v:line id="Прямая соединительная линия 23" o:spid="_x0000_s1033" style="position:absolute;left:0;text-align:left;flip:x;z-index:251660800;visibility:visible" from="191.8pt,17.05pt" to="281.0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" strokecolor="#4579b8"/>
        </w:pict>
      </w:r>
      <w:r>
        <w:rPr>
          <w:noProof/>
          <w:lang w:val="ru-RU" w:eastAsia="ru-RU"/>
        </w:rPr>
        <w:pict>
          <v:line id="Прямая соединительная линия 22" o:spid="_x0000_s1034" style="position:absolute;left:0;text-align:left;z-index:251659776;visibility:visible" from="287.8pt,17.05pt" to="287.8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" strokecolor="#4579b8"/>
        </w:pict>
      </w:r>
      <w:r>
        <w:rPr>
          <w:noProof/>
          <w:lang w:val="ru-RU" w:eastAsia="ru-RU"/>
        </w:rPr>
        <w:pict>
          <v:line id="Прямая соединительная линия 21" o:spid="_x0000_s1035" style="position:absolute;left:0;text-align:left;z-index:251658752;visibility:visible" from="304.3pt,17.05pt" to="372.5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" strokecolor="#4579b8"/>
        </w:pict>
      </w:r>
      <w:r>
        <w:rPr>
          <w:noProof/>
          <w:lang w:val="ru-RU" w:eastAsia="ru-RU"/>
        </w:rPr>
        <w:pict>
          <v:line id="Прямая соединительная линия 20" o:spid="_x0000_s1036" style="position:absolute;left:0;text-align:left;flip:y;z-index:251657728;visibility:visible" from="314.8pt,8.05pt" to="435.5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" strokecolor="#4579b8"/>
        </w:pic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Україна     </w:t>
      </w:r>
      <w:r>
        <w:rPr>
          <w:rFonts w:ascii="Times New Roman" w:hAnsi="Times New Roman"/>
          <w:b/>
          <w:sz w:val="28"/>
          <w:szCs w:val="28"/>
        </w:rPr>
        <w:tab/>
      </w:r>
      <w:r w:rsidRPr="0007243D">
        <w:rPr>
          <w:rFonts w:ascii="Times New Roman" w:hAnsi="Times New Roman"/>
          <w:sz w:val="28"/>
          <w:szCs w:val="28"/>
        </w:rPr>
        <w:t>єдність</w:t>
      </w:r>
    </w:p>
    <w:p w:rsidR="00476917" w:rsidRPr="0007243D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07243D">
        <w:rPr>
          <w:rFonts w:ascii="Times New Roman" w:hAnsi="Times New Roman"/>
          <w:sz w:val="28"/>
          <w:szCs w:val="28"/>
        </w:rPr>
        <w:t xml:space="preserve">          любов</w:t>
      </w:r>
    </w:p>
    <w:p w:rsidR="00476917" w:rsidRPr="0007243D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07243D">
        <w:rPr>
          <w:rFonts w:ascii="Times New Roman" w:hAnsi="Times New Roman"/>
          <w:sz w:val="28"/>
          <w:szCs w:val="28"/>
        </w:rPr>
        <w:t xml:space="preserve">                                  впевненість</w:t>
      </w:r>
      <w:r>
        <w:rPr>
          <w:rFonts w:ascii="Times New Roman" w:hAnsi="Times New Roman"/>
          <w:sz w:val="28"/>
          <w:szCs w:val="28"/>
        </w:rPr>
        <w:t xml:space="preserve">             відвертість             щирість</w:t>
      </w:r>
    </w:p>
    <w:p w:rsidR="00476917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476917" w:rsidRDefault="00476917" w:rsidP="001F4822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476917" w:rsidRPr="00DD3CE2" w:rsidRDefault="00476917" w:rsidP="001F4822">
      <w:pPr>
        <w:pStyle w:val="ListParagraph"/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DD3CE2">
        <w:rPr>
          <w:rFonts w:ascii="Times New Roman" w:hAnsi="Times New Roman"/>
          <w:b/>
          <w:sz w:val="28"/>
          <w:szCs w:val="28"/>
        </w:rPr>
        <w:t>Осмислення та усвідомлення матеріалу уроку</w:t>
      </w:r>
    </w:p>
    <w:p w:rsidR="00476917" w:rsidRPr="003D05D4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Сьогодні у нас  незвичайний урок   – квест ( в перекладі з англійської це пригода, пошук).  Квест- це інтелектуальне змагання, основою якого є послідовне виконання завдань командами або групами, чи окремими гравцями, що веде до певної мети  через подолання труднощів. Зараз клас об’єднається у 3 групи і буде виконувати завдання. </w:t>
      </w:r>
      <w:r w:rsidRPr="001119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кожне правильно виконане завдання група  отримає букву, а виконавши всі завдання правильно, кожна група  зможе скласти слово з цих букв. А в кінці уроку об’єднавши  ваші слова і прочитавши їх , ви </w:t>
      </w:r>
      <w:r w:rsidRPr="00111936">
        <w:rPr>
          <w:rFonts w:ascii="Times New Roman" w:hAnsi="Times New Roman"/>
          <w:b/>
          <w:i/>
          <w:sz w:val="28"/>
          <w:szCs w:val="28"/>
        </w:rPr>
        <w:t>отримаєте сюрприз</w:t>
      </w:r>
      <w:r>
        <w:rPr>
          <w:rFonts w:ascii="Times New Roman" w:hAnsi="Times New Roman"/>
          <w:sz w:val="28"/>
          <w:szCs w:val="28"/>
        </w:rPr>
        <w:t>.</w:t>
      </w:r>
    </w:p>
    <w:p w:rsidR="00476917" w:rsidRPr="00FE05DD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11936">
        <w:rPr>
          <w:rFonts w:ascii="Times New Roman" w:hAnsi="Times New Roman"/>
          <w:sz w:val="28"/>
          <w:szCs w:val="28"/>
        </w:rPr>
        <w:t>Виконуючи завдання квест</w:t>
      </w:r>
      <w:r>
        <w:rPr>
          <w:rFonts w:ascii="Times New Roman" w:hAnsi="Times New Roman"/>
          <w:sz w:val="28"/>
          <w:szCs w:val="28"/>
        </w:rPr>
        <w:t>у ми систематизуємо і розширимо  свої знання про Україну,</w:t>
      </w:r>
      <w:r w:rsidRPr="00111936">
        <w:rPr>
          <w:rFonts w:ascii="Times New Roman" w:hAnsi="Times New Roman"/>
          <w:sz w:val="28"/>
          <w:szCs w:val="28"/>
        </w:rPr>
        <w:t xml:space="preserve"> ще раз переконаємось, яка чудова</w:t>
      </w:r>
      <w:r>
        <w:rPr>
          <w:rFonts w:ascii="Times New Roman" w:hAnsi="Times New Roman"/>
          <w:sz w:val="28"/>
          <w:szCs w:val="28"/>
        </w:rPr>
        <w:t xml:space="preserve">  і унікальна наша Батьківщина і люди , які в ній живуть. </w:t>
      </w:r>
      <w:r w:rsidRPr="00111936">
        <w:rPr>
          <w:rFonts w:ascii="Times New Roman" w:hAnsi="Times New Roman"/>
          <w:sz w:val="28"/>
          <w:szCs w:val="28"/>
        </w:rPr>
        <w:t xml:space="preserve"> Вирушаємо у подорож Україною, щоб дізнатися якими саме скарбами володіє наш народ.  </w:t>
      </w:r>
    </w:p>
    <w:p w:rsidR="00476917" w:rsidRPr="00111936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76917" w:rsidRDefault="00476917" w:rsidP="001F4822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11936">
        <w:rPr>
          <w:rFonts w:ascii="Times New Roman" w:hAnsi="Times New Roman"/>
          <w:b/>
          <w:sz w:val="28"/>
          <w:szCs w:val="28"/>
        </w:rPr>
        <w:t>Знайомство з планом уроку</w:t>
      </w:r>
    </w:p>
    <w:p w:rsidR="00476917" w:rsidRPr="00054565" w:rsidRDefault="00476917" w:rsidP="001F4822">
      <w:pPr>
        <w:spacing w:after="0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На уроці ми будемо працювати за таким маршрутом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476917" w:rsidRDefault="00476917" w:rsidP="001F4822">
      <w:pPr>
        <w:pStyle w:val="ListParagraph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76917" w:rsidRPr="00225148" w:rsidRDefault="00476917" w:rsidP="001F482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225148">
        <w:rPr>
          <w:rFonts w:ascii="Times New Roman" w:hAnsi="Times New Roman"/>
          <w:sz w:val="28"/>
          <w:szCs w:val="28"/>
        </w:rPr>
        <w:t>Пазли. Карта України</w:t>
      </w:r>
    </w:p>
    <w:p w:rsidR="00476917" w:rsidRPr="00225148" w:rsidRDefault="00476917" w:rsidP="001F482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225148">
        <w:rPr>
          <w:rFonts w:ascii="Times New Roman" w:hAnsi="Times New Roman"/>
          <w:sz w:val="28"/>
          <w:szCs w:val="28"/>
        </w:rPr>
        <w:t>Подорож містами України</w:t>
      </w:r>
    </w:p>
    <w:p w:rsidR="00476917" w:rsidRPr="00225148" w:rsidRDefault="00476917" w:rsidP="001F482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225148">
        <w:rPr>
          <w:rFonts w:ascii="Times New Roman" w:hAnsi="Times New Roman"/>
          <w:sz w:val="28"/>
          <w:szCs w:val="28"/>
        </w:rPr>
        <w:t>Встанови відповідність</w:t>
      </w:r>
    </w:p>
    <w:p w:rsidR="00476917" w:rsidRPr="00225148" w:rsidRDefault="00476917" w:rsidP="001F482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Музична</w:t>
      </w:r>
    </w:p>
    <w:p w:rsidR="00476917" w:rsidRPr="00225148" w:rsidRDefault="00476917" w:rsidP="001F482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Символи України</w:t>
      </w:r>
    </w:p>
    <w:p w:rsidR="00476917" w:rsidRPr="00225148" w:rsidRDefault="00476917" w:rsidP="001F4822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225148">
        <w:rPr>
          <w:rFonts w:ascii="Times New Roman" w:hAnsi="Times New Roman"/>
          <w:sz w:val="28"/>
          <w:szCs w:val="28"/>
        </w:rPr>
        <w:t>Поетична</w:t>
      </w:r>
    </w:p>
    <w:p w:rsidR="00476917" w:rsidRPr="00225148" w:rsidRDefault="00476917" w:rsidP="001F4822">
      <w:pPr>
        <w:pStyle w:val="ListParagraph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7. Славетні Українці.</w:t>
      </w:r>
    </w:p>
    <w:p w:rsidR="00476917" w:rsidRDefault="00476917" w:rsidP="001F4822">
      <w:pPr>
        <w:pStyle w:val="ListParagraph"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7939A2">
        <w:rPr>
          <w:rFonts w:ascii="Times New Roman" w:hAnsi="Times New Roman"/>
          <w:b/>
          <w:sz w:val="28"/>
          <w:szCs w:val="28"/>
        </w:rPr>
        <w:t xml:space="preserve">    2.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 w:rsidRPr="00AD344B">
        <w:rPr>
          <w:rFonts w:ascii="Times New Roman" w:hAnsi="Times New Roman"/>
          <w:b/>
          <w:sz w:val="28"/>
          <w:szCs w:val="28"/>
        </w:rPr>
        <w:t>Утворення груп.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Учні об’єднуються</w:t>
      </w:r>
      <w:r w:rsidRPr="007939A2">
        <w:rPr>
          <w:rFonts w:ascii="Times New Roman" w:hAnsi="Times New Roman"/>
          <w:sz w:val="28"/>
          <w:szCs w:val="28"/>
        </w:rPr>
        <w:t xml:space="preserve"> в групи за кольорами.</w:t>
      </w:r>
    </w:p>
    <w:p w:rsidR="00476917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 ви вважаєте чому саме ці кольори? (Діти висловлюють свої думки.)</w:t>
      </w:r>
    </w:p>
    <w:p w:rsidR="00476917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Діти, тому що саме ці кольори ви можете побачити поглянувши на карту України. Синій – колір води, жовтий – височини, зелений – рівнини (низовини) (</w:t>
      </w:r>
      <w:r w:rsidRPr="00224143">
        <w:rPr>
          <w:rFonts w:ascii="Times New Roman" w:hAnsi="Times New Roman"/>
          <w:b/>
          <w:sz w:val="28"/>
          <w:szCs w:val="28"/>
        </w:rPr>
        <w:t>слайд</w:t>
      </w:r>
      <w:r>
        <w:rPr>
          <w:rFonts w:ascii="Times New Roman" w:hAnsi="Times New Roman"/>
          <w:sz w:val="28"/>
          <w:szCs w:val="28"/>
        </w:rPr>
        <w:t xml:space="preserve">.) </w:t>
      </w:r>
    </w:p>
    <w:p w:rsidR="00476917" w:rsidRPr="00AD344B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Подивіться уважно на карту.  Саме з неї ми почнемо виконувати наші завдання.</w:t>
      </w:r>
    </w:p>
    <w:p w:rsidR="00476917" w:rsidRDefault="00476917" w:rsidP="001F4822">
      <w:pPr>
        <w:pStyle w:val="ListParagraph"/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24143">
        <w:rPr>
          <w:rFonts w:ascii="Times New Roman" w:hAnsi="Times New Roman"/>
          <w:b/>
          <w:sz w:val="28"/>
          <w:szCs w:val="28"/>
          <w:u w:val="single"/>
        </w:rPr>
        <w:t xml:space="preserve">1 </w:t>
      </w:r>
      <w:r>
        <w:rPr>
          <w:rFonts w:ascii="Times New Roman" w:hAnsi="Times New Roman"/>
          <w:b/>
          <w:sz w:val="28"/>
          <w:szCs w:val="28"/>
          <w:u w:val="single"/>
        </w:rPr>
        <w:t>зупинка</w:t>
      </w:r>
      <w:r w:rsidRPr="003D05D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.  Пазли  карта</w:t>
      </w:r>
      <w:r w:rsidRPr="003D05D4">
        <w:rPr>
          <w:rFonts w:ascii="Times New Roman" w:hAnsi="Times New Roman"/>
          <w:b/>
          <w:sz w:val="28"/>
          <w:szCs w:val="28"/>
          <w:u w:val="single"/>
        </w:rPr>
        <w:t xml:space="preserve"> України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(слайд)</w:t>
      </w:r>
    </w:p>
    <w:p w:rsidR="00476917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пропоную вам із пазлів скласти карту України.  Якщо ви її правильно складете, то отримаєте  </w:t>
      </w:r>
      <w:r w:rsidRPr="00491D7D">
        <w:rPr>
          <w:rFonts w:ascii="Times New Roman" w:hAnsi="Times New Roman"/>
          <w:sz w:val="28"/>
          <w:szCs w:val="28"/>
          <w:u w:val="single"/>
        </w:rPr>
        <w:t>букву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476917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225148">
        <w:rPr>
          <w:rFonts w:ascii="Times New Roman" w:hAnsi="Times New Roman"/>
          <w:sz w:val="28"/>
          <w:szCs w:val="28"/>
        </w:rPr>
        <w:t xml:space="preserve">Поки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учні виконують завдання, звучить пісня </w:t>
      </w:r>
      <w:r>
        <w:rPr>
          <w:rFonts w:ascii="Times New Roman" w:hAnsi="Times New Roman"/>
          <w:sz w:val="28"/>
          <w:szCs w:val="28"/>
          <w:lang w:val="ru-RU"/>
        </w:rPr>
        <w:t xml:space="preserve"> у виконанн</w:t>
      </w:r>
      <w:r>
        <w:rPr>
          <w:rFonts w:ascii="Times New Roman" w:hAnsi="Times New Roman"/>
          <w:sz w:val="28"/>
          <w:szCs w:val="28"/>
        </w:rPr>
        <w:t xml:space="preserve">і </w:t>
      </w:r>
      <w:r>
        <w:rPr>
          <w:rFonts w:ascii="Times New Roman" w:hAnsi="Times New Roman"/>
          <w:sz w:val="28"/>
          <w:szCs w:val="28"/>
          <w:lang w:val="ru-RU"/>
        </w:rPr>
        <w:t xml:space="preserve"> Тіни Кароль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</w:rPr>
        <w:t>Україна – це ти</w:t>
      </w:r>
      <w:r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</w:rPr>
        <w:t xml:space="preserve"> .</w:t>
      </w:r>
    </w:p>
    <w:p w:rsidR="00476917" w:rsidRPr="00ED304A" w:rsidRDefault="00476917" w:rsidP="001F482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6917" w:rsidRPr="00293EF9" w:rsidRDefault="00476917" w:rsidP="001F4822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2 </w:t>
      </w:r>
      <w:r w:rsidRPr="007E5B46">
        <w:rPr>
          <w:rFonts w:ascii="Times New Roman" w:hAnsi="Times New Roman"/>
          <w:b/>
          <w:sz w:val="28"/>
          <w:szCs w:val="28"/>
          <w:u w:val="single"/>
        </w:rPr>
        <w:t>з</w:t>
      </w:r>
      <w:r>
        <w:rPr>
          <w:rFonts w:ascii="Times New Roman" w:hAnsi="Times New Roman"/>
          <w:b/>
          <w:sz w:val="28"/>
          <w:szCs w:val="28"/>
          <w:u w:val="single"/>
        </w:rPr>
        <w:t>упинка</w:t>
      </w:r>
      <w:r w:rsidRPr="00293EF9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Pr="00293EF9">
        <w:rPr>
          <w:rFonts w:ascii="Times New Roman" w:hAnsi="Times New Roman"/>
          <w:b/>
          <w:sz w:val="28"/>
          <w:szCs w:val="28"/>
          <w:u w:val="single"/>
        </w:rPr>
        <w:t>Подорож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293EF9">
        <w:rPr>
          <w:rFonts w:ascii="Times New Roman" w:hAnsi="Times New Roman"/>
          <w:b/>
          <w:sz w:val="28"/>
          <w:szCs w:val="28"/>
          <w:u w:val="single"/>
        </w:rPr>
        <w:t xml:space="preserve"> містами України (слайд)</w:t>
      </w:r>
    </w:p>
    <w:p w:rsidR="00476917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Ваше завдання позначити маршрут подорожі Україною, що пролягає через міста, назви яких мають:</w:t>
      </w:r>
    </w:p>
    <w:p w:rsidR="00476917" w:rsidRPr="008B20FE" w:rsidRDefault="00476917" w:rsidP="001F4822">
      <w:pPr>
        <w:spacing w:after="0"/>
        <w:ind w:left="360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група:  два склади </w:t>
      </w:r>
      <w:r w:rsidRPr="008B20FE">
        <w:rPr>
          <w:rFonts w:ascii="Times New Roman" w:hAnsi="Times New Roman"/>
          <w:b/>
          <w:sz w:val="24"/>
          <w:szCs w:val="28"/>
        </w:rPr>
        <w:t>(Рівне – Київ – Суми – Харків – Луганськ – Донецьк – Дніпро – Херсон)</w:t>
      </w:r>
    </w:p>
    <w:p w:rsidR="00476917" w:rsidRPr="000D0D86" w:rsidRDefault="00476917" w:rsidP="001F4822">
      <w:pPr>
        <w:spacing w:after="0"/>
        <w:ind w:left="360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група:  три склади </w:t>
      </w:r>
      <w:r w:rsidRPr="000D0D86">
        <w:rPr>
          <w:rFonts w:ascii="Times New Roman" w:hAnsi="Times New Roman"/>
          <w:b/>
          <w:sz w:val="24"/>
          <w:szCs w:val="28"/>
        </w:rPr>
        <w:t>(Чернівці – Ужгород – Тернопіль – Хмельницький – Житомир – Вінниця – Чернігів – Черкаси – Одеса – Полтава )</w:t>
      </w:r>
    </w:p>
    <w:p w:rsidR="00476917" w:rsidRPr="0088148E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3 група:  чотири склади </w:t>
      </w:r>
      <w:r>
        <w:rPr>
          <w:rFonts w:ascii="Times New Roman" w:hAnsi="Times New Roman"/>
          <w:b/>
          <w:sz w:val="24"/>
          <w:szCs w:val="28"/>
        </w:rPr>
        <w:t xml:space="preserve"> (Кропивницький</w:t>
      </w:r>
      <w:r w:rsidRPr="000D0D86">
        <w:rPr>
          <w:rFonts w:ascii="Times New Roman" w:hAnsi="Times New Roman"/>
          <w:b/>
          <w:sz w:val="24"/>
          <w:szCs w:val="28"/>
        </w:rPr>
        <w:t xml:space="preserve"> – Миколаїв – Запоріжжя – Сімферополь</w:t>
      </w:r>
      <w:r>
        <w:rPr>
          <w:rFonts w:ascii="Times New Roman" w:hAnsi="Times New Roman"/>
          <w:b/>
          <w:sz w:val="24"/>
          <w:szCs w:val="28"/>
        </w:rPr>
        <w:t>)</w:t>
      </w:r>
      <w:r w:rsidRPr="000D0D86">
        <w:rPr>
          <w:rFonts w:ascii="Times New Roman" w:hAnsi="Times New Roman"/>
          <w:b/>
          <w:sz w:val="24"/>
          <w:szCs w:val="28"/>
        </w:rPr>
        <w:t xml:space="preserve"> </w:t>
      </w:r>
    </w:p>
    <w:p w:rsidR="00476917" w:rsidRPr="00417129" w:rsidRDefault="00476917" w:rsidP="001F4822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476917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Учні виконують завдання.  Перевірка виконаного завдання. </w:t>
      </w:r>
    </w:p>
    <w:p w:rsidR="00476917" w:rsidRDefault="00476917" w:rsidP="001F4822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476917" w:rsidRPr="008206D2" w:rsidRDefault="00476917" w:rsidP="001F4822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 </w:t>
      </w:r>
      <w:r w:rsidRPr="00B8768A">
        <w:rPr>
          <w:rFonts w:ascii="Times New Roman" w:hAnsi="Times New Roman"/>
          <w:b/>
          <w:sz w:val="28"/>
          <w:szCs w:val="28"/>
          <w:u w:val="single"/>
        </w:rPr>
        <w:t>з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упинка.  Встанови відповідність  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>.</w:t>
      </w:r>
    </w:p>
    <w:p w:rsidR="00476917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Поєднати видатні куточки нашої  Батьківщини з містами, де вони розташовані.</w:t>
      </w:r>
    </w:p>
    <w:p w:rsidR="00476917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Перевірка виконаного завдання. ( Див. світлини в папці  Встанови відповідність.)   </w:t>
      </w:r>
    </w:p>
    <w:p w:rsidR="00476917" w:rsidRDefault="00476917" w:rsidP="001F4822">
      <w:pPr>
        <w:pStyle w:val="normal0"/>
        <w:jc w:val="both"/>
        <w:rPr>
          <w:rFonts w:ascii="Arial" w:hAnsi="Arial" w:cs="Arial"/>
          <w:sz w:val="24"/>
          <w:szCs w:val="24"/>
          <w:lang w:val="uk-UA"/>
        </w:rPr>
      </w:pPr>
      <w:r w:rsidRPr="008206D2">
        <w:rPr>
          <w:rFonts w:ascii="Times New Roman" w:hAnsi="Times New Roman" w:cs="Times New Roman"/>
          <w:sz w:val="28"/>
          <w:szCs w:val="28"/>
          <w:lang w:val="uk-UA"/>
        </w:rPr>
        <w:t xml:space="preserve">     Читання вчит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елем легенди « Наша земля». </w:t>
      </w:r>
      <w:r w:rsidRPr="008206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Arial" w:hAnsi="Arial" w:cs="Arial"/>
          <w:sz w:val="24"/>
          <w:szCs w:val="24"/>
          <w:lang w:val="uk-UA"/>
        </w:rPr>
        <w:t xml:space="preserve">  </w:t>
      </w:r>
    </w:p>
    <w:p w:rsidR="00476917" w:rsidRPr="005E54AA" w:rsidRDefault="00476917" w:rsidP="001F4822">
      <w:pPr>
        <w:pStyle w:val="normal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 </w:t>
      </w:r>
      <w:r w:rsidRPr="005E54AA">
        <w:rPr>
          <w:rFonts w:ascii="Times New Roman" w:hAnsi="Times New Roman" w:cs="Times New Roman"/>
          <w:sz w:val="28"/>
          <w:szCs w:val="28"/>
        </w:rPr>
        <w:t xml:space="preserve">Колись давно Бог створив народи, і кожному наділив землю. Наші предки  кинулися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E54AA">
        <w:rPr>
          <w:rFonts w:ascii="Times New Roman" w:hAnsi="Times New Roman" w:cs="Times New Roman"/>
          <w:sz w:val="28"/>
          <w:szCs w:val="28"/>
        </w:rPr>
        <w:t>пізніше, але</w:t>
      </w:r>
      <w:r>
        <w:rPr>
          <w:rFonts w:ascii="Times New Roman" w:hAnsi="Times New Roman" w:cs="Times New Roman"/>
          <w:sz w:val="28"/>
          <w:szCs w:val="28"/>
        </w:rPr>
        <w:t xml:space="preserve"> землі їм уже не дісталося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Тож вони прийшли до Бога, та він у цей час молився.Люди не посміли йому щось сказати, і терпеливо почали </w:t>
      </w:r>
      <w:r w:rsidRPr="005E54AA">
        <w:rPr>
          <w:rFonts w:ascii="Times New Roman" w:hAnsi="Times New Roman" w:cs="Times New Roman"/>
          <w:sz w:val="28"/>
          <w:szCs w:val="28"/>
        </w:rPr>
        <w:t xml:space="preserve"> чекати. Через деякий час Бог озирнувся і побачив людей. Він сказав, що вони дуже чемні та запитав</w:t>
      </w:r>
      <w:r>
        <w:rPr>
          <w:rFonts w:ascii="Times New Roman" w:hAnsi="Times New Roman" w:cs="Times New Roman"/>
          <w:sz w:val="28"/>
          <w:szCs w:val="28"/>
        </w:rPr>
        <w:t xml:space="preserve">, чого </w:t>
      </w:r>
      <w:r w:rsidRPr="005E54AA">
        <w:rPr>
          <w:rFonts w:ascii="Times New Roman" w:hAnsi="Times New Roman" w:cs="Times New Roman"/>
          <w:sz w:val="28"/>
          <w:szCs w:val="28"/>
        </w:rPr>
        <w:t xml:space="preserve"> вони чекають. Дізнавшись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E54AA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 xml:space="preserve">ого пращури прийшли до нього, </w:t>
      </w:r>
      <w:r w:rsidRPr="005E54AA">
        <w:rPr>
          <w:rFonts w:ascii="Times New Roman" w:hAnsi="Times New Roman" w:cs="Times New Roman"/>
          <w:sz w:val="28"/>
          <w:szCs w:val="28"/>
        </w:rPr>
        <w:t xml:space="preserve"> Бог запропонував їм чорну землю.</w:t>
      </w:r>
    </w:p>
    <w:p w:rsidR="00476917" w:rsidRPr="005E54AA" w:rsidRDefault="00476917" w:rsidP="001F4822">
      <w:pPr>
        <w:pStyle w:val="normal0"/>
        <w:numPr>
          <w:ilvl w:val="0"/>
          <w:numId w:val="12"/>
        </w:numPr>
        <w:spacing w:after="0" w:line="276" w:lineRule="auto"/>
        <w:ind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4AA">
        <w:rPr>
          <w:rFonts w:ascii="Times New Roman" w:hAnsi="Times New Roman" w:cs="Times New Roman"/>
          <w:sz w:val="28"/>
          <w:szCs w:val="28"/>
        </w:rPr>
        <w:t xml:space="preserve">Ні, - відповіли пращури,- там </w:t>
      </w:r>
      <w:r>
        <w:rPr>
          <w:rFonts w:ascii="Times New Roman" w:hAnsi="Times New Roman" w:cs="Times New Roman"/>
          <w:sz w:val="28"/>
          <w:szCs w:val="28"/>
        </w:rPr>
        <w:t>уже живуть німці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E54AA">
        <w:rPr>
          <w:rFonts w:ascii="Times New Roman" w:hAnsi="Times New Roman" w:cs="Times New Roman"/>
          <w:sz w:val="28"/>
          <w:szCs w:val="28"/>
        </w:rPr>
        <w:t xml:space="preserve"> французи, іспанці, італійці.</w:t>
      </w:r>
    </w:p>
    <w:p w:rsidR="00476917" w:rsidRPr="005E54AA" w:rsidRDefault="00476917" w:rsidP="001F4822">
      <w:pPr>
        <w:pStyle w:val="normal0"/>
        <w:numPr>
          <w:ilvl w:val="0"/>
          <w:numId w:val="12"/>
        </w:numPr>
        <w:spacing w:after="200" w:line="276" w:lineRule="auto"/>
        <w:ind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4AA">
        <w:rPr>
          <w:rFonts w:ascii="Times New Roman" w:hAnsi="Times New Roman" w:cs="Times New Roman"/>
          <w:sz w:val="28"/>
          <w:szCs w:val="28"/>
        </w:rPr>
        <w:t>Ну, тоді вам я дам землю, ту що залишив для Раю, там є все: річки, озера, ліси, степи. Але пам’ятайте, якщо будете її берегти, то вона буде вашою, а ні – то ворога.</w:t>
      </w:r>
    </w:p>
    <w:p w:rsidR="00476917" w:rsidRPr="005E54AA" w:rsidRDefault="00476917" w:rsidP="001F4822">
      <w:pPr>
        <w:spacing w:after="0"/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  <w:r w:rsidRPr="005E54AA">
        <w:rPr>
          <w:rFonts w:ascii="Times New Roman" w:hAnsi="Times New Roman"/>
          <w:sz w:val="28"/>
          <w:szCs w:val="28"/>
        </w:rPr>
        <w:t xml:space="preserve">     Пішли наші предки на ту землю , оселилися й живуть донині. А країну свою вони назвали Україною.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6917" w:rsidRPr="008262AB" w:rsidRDefault="00476917" w:rsidP="001F4822">
      <w:pPr>
        <w:spacing w:after="0"/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76917" w:rsidRPr="00217919" w:rsidRDefault="00476917" w:rsidP="001F482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595959"/>
          <w:sz w:val="28"/>
          <w:szCs w:val="28"/>
          <w:lang w:eastAsia="ru-RU"/>
        </w:rPr>
      </w:pPr>
      <w:r w:rsidRPr="00217919">
        <w:rPr>
          <w:rFonts w:ascii="Times New Roman" w:hAnsi="Times New Roman"/>
          <w:color w:val="595959"/>
          <w:sz w:val="28"/>
          <w:szCs w:val="28"/>
          <w:lang w:eastAsia="ru-RU"/>
        </w:rPr>
        <w:t>Краса, як відомо, і рятує життя і править світом.</w:t>
      </w:r>
      <w:r w:rsidRPr="00217919">
        <w:rPr>
          <w:rFonts w:ascii="Times New Roman" w:hAnsi="Times New Roman"/>
          <w:b/>
          <w:bCs/>
          <w:color w:val="595959"/>
          <w:sz w:val="28"/>
          <w:szCs w:val="28"/>
          <w:bdr w:val="none" w:sz="0" w:space="0" w:color="auto" w:frame="1"/>
          <w:lang w:eastAsia="ru-RU"/>
        </w:rPr>
        <w:t> Краса природи</w:t>
      </w:r>
      <w:r w:rsidRPr="00217919">
        <w:rPr>
          <w:rFonts w:ascii="Times New Roman" w:hAnsi="Times New Roman"/>
          <w:color w:val="595959"/>
          <w:sz w:val="28"/>
          <w:szCs w:val="28"/>
          <w:lang w:eastAsia="ru-RU"/>
        </w:rPr>
        <w:t> – це дар Всесвіту, яким можна і потрібно насолоджуватися. </w:t>
      </w:r>
      <w:r w:rsidRPr="00217919">
        <w:rPr>
          <w:rFonts w:ascii="Times New Roman" w:hAnsi="Times New Roman"/>
          <w:b/>
          <w:bCs/>
          <w:color w:val="595959"/>
          <w:sz w:val="28"/>
          <w:szCs w:val="28"/>
          <w:bdr w:val="none" w:sz="0" w:space="0" w:color="auto" w:frame="1"/>
          <w:lang w:eastAsia="ru-RU"/>
        </w:rPr>
        <w:t>Куди поїхати</w:t>
      </w:r>
      <w:r w:rsidRPr="00217919">
        <w:rPr>
          <w:rFonts w:ascii="Times New Roman" w:hAnsi="Times New Roman"/>
          <w:color w:val="595959"/>
          <w:sz w:val="28"/>
          <w:szCs w:val="28"/>
          <w:lang w:eastAsia="ru-RU"/>
        </w:rPr>
        <w:t> за величезним потоком натхнення і сил? Де побачити справжню казку і відчути нескінченне щастя?</w:t>
      </w:r>
      <w:r w:rsidRPr="009842CA">
        <w:rPr>
          <w:rFonts w:ascii="Times New Roman" w:hAnsi="Times New Roman"/>
          <w:b/>
          <w:color w:val="595959"/>
          <w:sz w:val="28"/>
          <w:szCs w:val="28"/>
          <w:lang w:eastAsia="ru-RU"/>
        </w:rPr>
        <w:t xml:space="preserve"> </w:t>
      </w:r>
    </w:p>
    <w:p w:rsidR="00476917" w:rsidRDefault="00476917" w:rsidP="001F4822">
      <w:pPr>
        <w:pStyle w:val="ListParagraph"/>
        <w:shd w:val="clear" w:color="auto" w:fill="FFFFFF"/>
        <w:spacing w:before="300" w:after="300" w:line="300" w:lineRule="atLeast"/>
        <w:jc w:val="both"/>
        <w:textAlignment w:val="baseline"/>
        <w:outlineLvl w:val="2"/>
        <w:rPr>
          <w:rFonts w:ascii="Times New Roman" w:hAnsi="Times New Roman"/>
          <w:b/>
          <w:bCs/>
          <w:color w:val="303030"/>
          <w:spacing w:val="-2"/>
          <w:sz w:val="29"/>
          <w:szCs w:val="29"/>
          <w:lang w:val="ru-RU" w:eastAsia="ru-RU"/>
        </w:rPr>
      </w:pPr>
    </w:p>
    <w:p w:rsidR="00476917" w:rsidRPr="006059C8" w:rsidRDefault="00476917" w:rsidP="001F4822">
      <w:pPr>
        <w:pStyle w:val="ListParagraph"/>
        <w:shd w:val="clear" w:color="auto" w:fill="FFFFFF"/>
        <w:spacing w:before="300" w:after="300" w:line="300" w:lineRule="atLeast"/>
        <w:jc w:val="both"/>
        <w:textAlignment w:val="baseline"/>
        <w:outlineLvl w:val="2"/>
        <w:rPr>
          <w:rFonts w:ascii="Times New Roman" w:hAnsi="Times New Roman"/>
          <w:b/>
          <w:bCs/>
          <w:color w:val="303030"/>
          <w:spacing w:val="-2"/>
          <w:sz w:val="29"/>
          <w:szCs w:val="29"/>
          <w:lang w:val="ru-RU" w:eastAsia="ru-RU"/>
        </w:rPr>
      </w:pPr>
      <w:r w:rsidRPr="006059C8">
        <w:rPr>
          <w:rFonts w:ascii="Times New Roman" w:hAnsi="Times New Roman"/>
          <w:b/>
          <w:bCs/>
          <w:color w:val="303030"/>
          <w:spacing w:val="-2"/>
          <w:sz w:val="29"/>
          <w:szCs w:val="29"/>
          <w:lang w:val="ru-RU" w:eastAsia="ru-RU"/>
        </w:rPr>
        <w:t xml:space="preserve">Актовський каньйон     </w:t>
      </w:r>
    </w:p>
    <w:p w:rsidR="00476917" w:rsidRPr="00217919" w:rsidRDefault="00476917" w:rsidP="001F4822">
      <w:pPr>
        <w:pStyle w:val="ListParagraph"/>
        <w:shd w:val="clear" w:color="auto" w:fill="FFFFFF"/>
        <w:spacing w:before="150" w:after="150" w:line="240" w:lineRule="auto"/>
        <w:jc w:val="both"/>
        <w:textAlignment w:val="baseline"/>
        <w:rPr>
          <w:rFonts w:ascii="Arial" w:hAnsi="Arial" w:cs="Arial"/>
          <w:color w:val="595959"/>
          <w:sz w:val="23"/>
          <w:szCs w:val="23"/>
          <w:lang w:val="ru-RU" w:eastAsia="ru-RU"/>
        </w:rPr>
      </w:pPr>
      <w:r w:rsidRPr="006A3018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5" o:spid="_x0000_i1025" type="#_x0000_t75" alt="https://www.ukraine-is.com/wp-content/uploads/2017/01/trikraty_6.jpg" style="width:262.5pt;height:162pt;visibility:visible">
            <v:imagedata r:id="rId5" o:title=""/>
          </v:shape>
        </w:pict>
      </w:r>
      <w:r>
        <w:rPr>
          <w:rFonts w:ascii="Arial" w:hAnsi="Arial" w:cs="Arial"/>
          <w:color w:val="595959"/>
          <w:sz w:val="23"/>
          <w:szCs w:val="23"/>
          <w:lang w:val="ru-RU" w:eastAsia="ru-RU"/>
        </w:rPr>
        <w:t xml:space="preserve">   </w:t>
      </w:r>
    </w:p>
    <w:p w:rsidR="00476917" w:rsidRDefault="00476917" w:rsidP="001F4822">
      <w:pPr>
        <w:pStyle w:val="ListParagraph"/>
        <w:shd w:val="clear" w:color="auto" w:fill="FFFFFF"/>
        <w:spacing w:before="300" w:after="300" w:line="300" w:lineRule="atLeast"/>
        <w:jc w:val="both"/>
        <w:textAlignment w:val="baseline"/>
        <w:outlineLvl w:val="2"/>
        <w:rPr>
          <w:rFonts w:ascii="Arial" w:hAnsi="Arial" w:cs="Arial"/>
          <w:b/>
          <w:bCs/>
          <w:color w:val="303030"/>
          <w:spacing w:val="-2"/>
          <w:sz w:val="29"/>
          <w:szCs w:val="29"/>
          <w:lang w:eastAsia="ru-RU"/>
        </w:rPr>
      </w:pPr>
    </w:p>
    <w:p w:rsidR="00476917" w:rsidRPr="006059C8" w:rsidRDefault="00476917" w:rsidP="001F4822">
      <w:pPr>
        <w:pStyle w:val="ListParagraph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595959"/>
          <w:sz w:val="28"/>
          <w:szCs w:val="28"/>
          <w:lang w:eastAsia="ru-RU"/>
        </w:rPr>
      </w:pPr>
      <w:r w:rsidRPr="006059C8">
        <w:rPr>
          <w:rFonts w:ascii="Times New Roman" w:hAnsi="Times New Roman"/>
          <w:color w:val="595959"/>
          <w:sz w:val="28"/>
          <w:szCs w:val="28"/>
          <w:lang w:eastAsia="ru-RU"/>
        </w:rPr>
        <w:t>Каньйон знаходиться в</w:t>
      </w:r>
      <w:r w:rsidRPr="006059C8">
        <w:rPr>
          <w:rFonts w:ascii="Times New Roman" w:hAnsi="Times New Roman"/>
          <w:b/>
          <w:bCs/>
          <w:color w:val="595959"/>
          <w:sz w:val="28"/>
          <w:szCs w:val="28"/>
          <w:bdr w:val="none" w:sz="0" w:space="0" w:color="auto" w:frame="1"/>
          <w:lang w:eastAsia="ru-RU"/>
        </w:rPr>
        <w:t> Миколаївській області</w:t>
      </w:r>
      <w:r w:rsidRPr="006059C8">
        <w:rPr>
          <w:rFonts w:ascii="Times New Roman" w:hAnsi="Times New Roman"/>
          <w:color w:val="595959"/>
          <w:sz w:val="28"/>
          <w:szCs w:val="28"/>
          <w:lang w:eastAsia="ru-RU"/>
        </w:rPr>
        <w:t> на річці Мертвовод.</w:t>
      </w:r>
    </w:p>
    <w:p w:rsidR="00476917" w:rsidRPr="006059C8" w:rsidRDefault="00476917" w:rsidP="001F4822">
      <w:pPr>
        <w:pStyle w:val="ListParagraph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595959"/>
          <w:sz w:val="28"/>
          <w:szCs w:val="28"/>
          <w:lang w:eastAsia="ru-RU"/>
        </w:rPr>
      </w:pPr>
      <w:r w:rsidRPr="006059C8">
        <w:rPr>
          <w:rFonts w:ascii="Times New Roman" w:hAnsi="Times New Roman"/>
          <w:b/>
          <w:bCs/>
          <w:color w:val="595959"/>
          <w:sz w:val="28"/>
          <w:szCs w:val="28"/>
          <w:bdr w:val="none" w:sz="0" w:space="0" w:color="auto" w:frame="1"/>
          <w:lang w:eastAsia="ru-RU"/>
        </w:rPr>
        <w:t>Чому варто відвідати це місце?</w:t>
      </w:r>
    </w:p>
    <w:p w:rsidR="00476917" w:rsidRPr="006059C8" w:rsidRDefault="00476917" w:rsidP="001F4822">
      <w:pPr>
        <w:pStyle w:val="ListParagraph"/>
        <w:shd w:val="clear" w:color="auto" w:fill="FFFFFF"/>
        <w:spacing w:before="150" w:after="150" w:line="240" w:lineRule="auto"/>
        <w:jc w:val="both"/>
        <w:textAlignment w:val="baseline"/>
        <w:rPr>
          <w:rFonts w:ascii="Times New Roman" w:hAnsi="Times New Roman"/>
          <w:color w:val="595959"/>
          <w:sz w:val="28"/>
          <w:szCs w:val="28"/>
          <w:lang w:eastAsia="ru-RU"/>
        </w:rPr>
      </w:pPr>
      <w:r w:rsidRPr="006059C8">
        <w:rPr>
          <w:rFonts w:ascii="Times New Roman" w:hAnsi="Times New Roman"/>
          <w:color w:val="595959"/>
          <w:sz w:val="28"/>
          <w:szCs w:val="28"/>
          <w:lang w:eastAsia="ru-RU"/>
        </w:rPr>
        <w:t>Площа території складає 250 гектарів, а глибина 40-50 метрів, тому робити тут можна в прямому сенсі що завгодно.</w:t>
      </w:r>
    </w:p>
    <w:p w:rsidR="00476917" w:rsidRPr="006059C8" w:rsidRDefault="00476917" w:rsidP="001F4822">
      <w:pPr>
        <w:pStyle w:val="ListParagraph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595959"/>
          <w:sz w:val="28"/>
          <w:szCs w:val="28"/>
          <w:lang w:eastAsia="ru-RU"/>
        </w:rPr>
      </w:pPr>
      <w:r w:rsidRPr="006059C8">
        <w:rPr>
          <w:rFonts w:ascii="Times New Roman" w:hAnsi="Times New Roman"/>
          <w:color w:val="595959"/>
          <w:sz w:val="28"/>
          <w:szCs w:val="28"/>
          <w:lang w:eastAsia="ru-RU"/>
        </w:rPr>
        <w:t>Потрібно відзначити, що  </w:t>
      </w:r>
      <w:r w:rsidRPr="006059C8">
        <w:rPr>
          <w:rFonts w:ascii="Times New Roman" w:hAnsi="Times New Roman"/>
          <w:b/>
          <w:bCs/>
          <w:color w:val="595959"/>
          <w:sz w:val="28"/>
          <w:szCs w:val="28"/>
          <w:bdr w:val="none" w:sz="0" w:space="0" w:color="auto" w:frame="1"/>
          <w:lang w:eastAsia="ru-RU"/>
        </w:rPr>
        <w:t>Актовський каньйон</w:t>
      </w:r>
      <w:r w:rsidRPr="006059C8">
        <w:rPr>
          <w:rFonts w:ascii="Times New Roman" w:hAnsi="Times New Roman"/>
          <w:color w:val="595959"/>
          <w:sz w:val="28"/>
          <w:szCs w:val="28"/>
          <w:lang w:eastAsia="ru-RU"/>
        </w:rPr>
        <w:t> – це унікальний симбіоз водної та лісової екосистем, які в сумі дають чисте повітря і мрійливий настрій.</w:t>
      </w:r>
    </w:p>
    <w:p w:rsidR="00476917" w:rsidRPr="006059C8" w:rsidRDefault="00476917" w:rsidP="001F4822">
      <w:pPr>
        <w:pStyle w:val="ListParagraph"/>
        <w:shd w:val="clear" w:color="auto" w:fill="FFFFFF"/>
        <w:spacing w:before="150" w:after="150" w:line="240" w:lineRule="auto"/>
        <w:jc w:val="both"/>
        <w:textAlignment w:val="baseline"/>
        <w:rPr>
          <w:rFonts w:ascii="Times New Roman" w:hAnsi="Times New Roman"/>
          <w:color w:val="595959"/>
          <w:sz w:val="28"/>
          <w:szCs w:val="28"/>
          <w:lang w:eastAsia="ru-RU"/>
        </w:rPr>
      </w:pPr>
      <w:r w:rsidRPr="006059C8">
        <w:rPr>
          <w:rFonts w:ascii="Times New Roman" w:hAnsi="Times New Roman"/>
          <w:color w:val="595959"/>
          <w:sz w:val="28"/>
          <w:szCs w:val="28"/>
          <w:lang w:eastAsia="ru-RU"/>
        </w:rPr>
        <w:t>Ансамбль скель і гранітних валунів, які розташовані на території каньйону – унікальне місце у всій Європі. Це неймовірно красиво!</w:t>
      </w:r>
    </w:p>
    <w:p w:rsidR="00476917" w:rsidRDefault="00476917" w:rsidP="001F4822">
      <w:pPr>
        <w:shd w:val="clear" w:color="auto" w:fill="FFFFFF"/>
        <w:spacing w:before="300" w:after="300" w:line="300" w:lineRule="atLeast"/>
        <w:jc w:val="both"/>
        <w:textAlignment w:val="baseline"/>
        <w:outlineLvl w:val="2"/>
        <w:rPr>
          <w:rFonts w:ascii="Times New Roman" w:hAnsi="Times New Roman"/>
          <w:b/>
          <w:bCs/>
          <w:color w:val="303030"/>
          <w:spacing w:val="-2"/>
          <w:sz w:val="29"/>
          <w:szCs w:val="29"/>
          <w:lang w:eastAsia="ru-RU"/>
        </w:rPr>
      </w:pPr>
    </w:p>
    <w:p w:rsidR="00476917" w:rsidRPr="006059C8" w:rsidRDefault="00476917" w:rsidP="001F4822">
      <w:pPr>
        <w:shd w:val="clear" w:color="auto" w:fill="FFFFFF"/>
        <w:spacing w:before="300" w:after="300" w:line="300" w:lineRule="atLeast"/>
        <w:jc w:val="both"/>
        <w:textAlignment w:val="baseline"/>
        <w:outlineLvl w:val="2"/>
        <w:rPr>
          <w:rFonts w:ascii="Times New Roman" w:hAnsi="Times New Roman"/>
          <w:b/>
          <w:bCs/>
          <w:color w:val="303030"/>
          <w:spacing w:val="-2"/>
          <w:sz w:val="29"/>
          <w:szCs w:val="29"/>
          <w:lang w:eastAsia="ru-RU"/>
        </w:rPr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7" o:spid="_x0000_s1037" type="#_x0000_t202" style="position:absolute;left:0;text-align:left;margin-left:324pt;margin-top:17.3pt;width:209.25pt;height:187.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" strokeweight=".5pt">
            <v:textbox>
              <w:txbxContent>
                <w:p w:rsidR="00476917" w:rsidRPr="00C61CE5" w:rsidRDefault="00476917" w:rsidP="00A32BB2">
                  <w:pPr>
                    <w:pStyle w:val="ListParagraph"/>
                    <w:shd w:val="clear" w:color="auto" w:fill="FFFFFF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595959"/>
                      <w:szCs w:val="28"/>
                      <w:lang w:eastAsia="ru-RU"/>
                    </w:rPr>
                  </w:pPr>
                  <w:r w:rsidRPr="00C61CE5">
                    <w:rPr>
                      <w:rFonts w:ascii="Times New Roman" w:hAnsi="Times New Roman"/>
                      <w:color w:val="595959"/>
                      <w:szCs w:val="28"/>
                      <w:lang w:eastAsia="ru-RU"/>
                    </w:rPr>
                    <w:t xml:space="preserve">В Україні є </w:t>
                  </w:r>
                  <w:r w:rsidRPr="00A32BB2">
                    <w:rPr>
                      <w:rFonts w:ascii="Times New Roman" w:hAnsi="Times New Roman"/>
                      <w:color w:val="595959"/>
                      <w:szCs w:val="28"/>
                      <w:lang w:eastAsia="ru-RU"/>
                    </w:rPr>
                    <w:t>власне </w:t>
                  </w:r>
                  <w:r w:rsidRPr="00A32BB2">
                    <w:rPr>
                      <w:rFonts w:ascii="Times New Roman" w:hAnsi="Times New Roman"/>
                      <w:bCs/>
                      <w:color w:val="595959"/>
                      <w:szCs w:val="28"/>
                      <w:bdr w:val="none" w:sz="0" w:space="0" w:color="auto" w:frame="1"/>
                      <w:lang w:eastAsia="ru-RU"/>
                    </w:rPr>
                    <w:t>мертве море</w:t>
                  </w:r>
                  <w:r w:rsidRPr="00A32BB2">
                    <w:rPr>
                      <w:rFonts w:ascii="Times New Roman" w:hAnsi="Times New Roman"/>
                      <w:color w:val="595959"/>
                      <w:szCs w:val="28"/>
                      <w:lang w:eastAsia="ru-RU"/>
                    </w:rPr>
                    <w:t>, розташоване поблизу </w:t>
                  </w:r>
                  <w:r w:rsidRPr="00A32BB2">
                    <w:rPr>
                      <w:rFonts w:ascii="Times New Roman" w:hAnsi="Times New Roman"/>
                      <w:bCs/>
                      <w:color w:val="595959"/>
                      <w:szCs w:val="28"/>
                      <w:bdr w:val="none" w:sz="0" w:space="0" w:color="auto" w:frame="1"/>
                      <w:lang w:eastAsia="ru-RU"/>
                    </w:rPr>
                    <w:t>Херсона</w:t>
                  </w:r>
                  <w:r w:rsidRPr="00A32BB2">
                    <w:rPr>
                      <w:rFonts w:ascii="Times New Roman" w:hAnsi="Times New Roman"/>
                      <w:color w:val="595959"/>
                      <w:szCs w:val="28"/>
                      <w:lang w:eastAsia="ru-RU"/>
                    </w:rPr>
                    <w:t>.</w:t>
                  </w:r>
                  <w:r w:rsidRPr="00C61CE5">
                    <w:rPr>
                      <w:rFonts w:ascii="Times New Roman" w:hAnsi="Times New Roman"/>
                      <w:color w:val="595959"/>
                      <w:szCs w:val="28"/>
                      <w:lang w:eastAsia="ru-RU"/>
                    </w:rPr>
                    <w:t xml:space="preserve"> Там його </w:t>
                  </w:r>
                  <w:r w:rsidRPr="00A32BB2">
                    <w:rPr>
                      <w:rFonts w:ascii="Times New Roman" w:hAnsi="Times New Roman"/>
                      <w:color w:val="595959"/>
                      <w:szCs w:val="28"/>
                      <w:lang w:eastAsia="ru-RU"/>
                    </w:rPr>
                    <w:t>називають  </w:t>
                  </w:r>
                  <w:r w:rsidRPr="00A32BB2">
                    <w:rPr>
                      <w:rFonts w:ascii="Times New Roman" w:hAnsi="Times New Roman"/>
                      <w:bCs/>
                      <w:color w:val="595959"/>
                      <w:szCs w:val="28"/>
                      <w:bdr w:val="none" w:sz="0" w:space="0" w:color="auto" w:frame="1"/>
                      <w:lang w:eastAsia="ru-RU"/>
                    </w:rPr>
                    <w:t>лемурійське</w:t>
                  </w:r>
                  <w:r w:rsidRPr="00C61CE5">
                    <w:rPr>
                      <w:rFonts w:ascii="Times New Roman" w:hAnsi="Times New Roman"/>
                      <w:color w:val="595959"/>
                      <w:szCs w:val="28"/>
                      <w:lang w:eastAsia="ru-RU"/>
                    </w:rPr>
                    <w:t>,  адже вода в цьому озері забарвлена в рожевий колір.</w:t>
                  </w:r>
                </w:p>
                <w:p w:rsidR="00476917" w:rsidRPr="00C61CE5" w:rsidRDefault="00476917" w:rsidP="00A32BB2">
                  <w:pPr>
                    <w:pStyle w:val="ListParagraph"/>
                    <w:shd w:val="clear" w:color="auto" w:fill="FFFFFF"/>
                    <w:spacing w:before="150" w:after="15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595959"/>
                      <w:szCs w:val="28"/>
                      <w:lang w:eastAsia="ru-RU"/>
                    </w:rPr>
                  </w:pPr>
                  <w:r w:rsidRPr="00C61CE5">
                    <w:rPr>
                      <w:rFonts w:ascii="Times New Roman" w:hAnsi="Times New Roman"/>
                      <w:color w:val="595959"/>
                      <w:szCs w:val="28"/>
                      <w:lang w:eastAsia="ru-RU"/>
                    </w:rPr>
                    <w:t>Та на цьому дива не закінчуються, адже ця вода вважається лікувальною і омолоджуючою.</w:t>
                  </w:r>
                </w:p>
                <w:p w:rsidR="00476917" w:rsidRPr="00A32BB2" w:rsidRDefault="00476917" w:rsidP="00A32BB2">
                  <w:pPr>
                    <w:pStyle w:val="ListParagraph"/>
                    <w:shd w:val="clear" w:color="auto" w:fill="FFFFFF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Cs/>
                      <w:color w:val="595959"/>
                      <w:szCs w:val="28"/>
                      <w:bdr w:val="none" w:sz="0" w:space="0" w:color="auto" w:frame="1"/>
                      <w:lang w:eastAsia="ru-RU"/>
                    </w:rPr>
                  </w:pPr>
                  <w:r w:rsidRPr="00C61CE5">
                    <w:rPr>
                      <w:rFonts w:ascii="Times New Roman" w:hAnsi="Times New Roman"/>
                      <w:color w:val="595959"/>
                      <w:szCs w:val="28"/>
                      <w:lang w:eastAsia="ru-RU"/>
                    </w:rPr>
                    <w:t xml:space="preserve">Найцікавіше те, що в нашому </w:t>
                  </w:r>
                  <w:r w:rsidRPr="00A32BB2">
                    <w:rPr>
                      <w:rFonts w:ascii="Times New Roman" w:hAnsi="Times New Roman"/>
                      <w:color w:val="595959"/>
                      <w:szCs w:val="28"/>
                      <w:lang w:eastAsia="ru-RU"/>
                    </w:rPr>
                    <w:t>Л</w:t>
                  </w:r>
                  <w:r w:rsidRPr="00A32BB2">
                    <w:rPr>
                      <w:rFonts w:ascii="Times New Roman" w:hAnsi="Times New Roman"/>
                      <w:bCs/>
                      <w:color w:val="595959"/>
                      <w:szCs w:val="28"/>
                      <w:bdr w:val="none" w:sz="0" w:space="0" w:color="auto" w:frame="1"/>
                      <w:lang w:eastAsia="ru-RU"/>
                    </w:rPr>
                    <w:t>емурійському озері на 5% більше солі, ніж в  мертвому морі!</w:t>
                  </w:r>
                </w:p>
                <w:p w:rsidR="00476917" w:rsidRDefault="00476917"/>
              </w:txbxContent>
            </v:textbox>
          </v:shape>
        </w:pict>
      </w:r>
      <w:r w:rsidRPr="006059C8">
        <w:rPr>
          <w:rFonts w:ascii="Times New Roman" w:hAnsi="Times New Roman"/>
          <w:b/>
          <w:bCs/>
          <w:color w:val="303030"/>
          <w:spacing w:val="-2"/>
          <w:sz w:val="29"/>
          <w:szCs w:val="29"/>
          <w:lang w:eastAsia="ru-RU"/>
        </w:rPr>
        <w:t>Українське мертве море</w:t>
      </w:r>
    </w:p>
    <w:p w:rsidR="00476917" w:rsidRPr="00C61CE5" w:rsidRDefault="00476917" w:rsidP="001F4822">
      <w:pPr>
        <w:pStyle w:val="ListParagraph"/>
        <w:shd w:val="clear" w:color="auto" w:fill="FFFFFF"/>
        <w:spacing w:before="150" w:after="150" w:line="240" w:lineRule="auto"/>
        <w:jc w:val="both"/>
        <w:textAlignment w:val="baseline"/>
        <w:rPr>
          <w:rFonts w:ascii="Arial" w:hAnsi="Arial" w:cs="Arial"/>
          <w:color w:val="595959"/>
          <w:sz w:val="23"/>
          <w:szCs w:val="23"/>
          <w:lang w:val="ru-RU" w:eastAsia="ru-RU"/>
        </w:rPr>
      </w:pPr>
      <w:r w:rsidRPr="006A3018">
        <w:rPr>
          <w:noProof/>
          <w:lang w:val="ru-RU" w:eastAsia="ru-RU"/>
        </w:rPr>
        <w:pict>
          <v:shape id="Рисунок 14" o:spid="_x0000_i1026" type="#_x0000_t75" alt="лемурівське озеро" style="width:258pt;height:161.25pt;visibility:visible">
            <v:imagedata r:id="rId6" o:title=""/>
          </v:shape>
        </w:pict>
      </w:r>
      <w:r>
        <w:rPr>
          <w:rFonts w:ascii="Arial" w:hAnsi="Arial" w:cs="Arial"/>
          <w:color w:val="595959"/>
          <w:sz w:val="23"/>
          <w:szCs w:val="23"/>
          <w:lang w:val="ru-RU" w:eastAsia="ru-RU"/>
        </w:rPr>
        <w:t xml:space="preserve">   </w:t>
      </w:r>
    </w:p>
    <w:p w:rsidR="00476917" w:rsidRPr="00A32BB2" w:rsidRDefault="00476917" w:rsidP="001F4822">
      <w:pPr>
        <w:shd w:val="clear" w:color="auto" w:fill="FFFFFF"/>
        <w:spacing w:before="300" w:after="300" w:line="300" w:lineRule="atLeast"/>
        <w:jc w:val="both"/>
        <w:textAlignment w:val="baseline"/>
        <w:outlineLvl w:val="2"/>
        <w:rPr>
          <w:rFonts w:ascii="Times New Roman" w:hAnsi="Times New Roman"/>
          <w:b/>
          <w:bCs/>
          <w:color w:val="303030"/>
          <w:spacing w:val="-2"/>
          <w:sz w:val="29"/>
          <w:szCs w:val="29"/>
          <w:lang w:val="ru-RU" w:eastAsia="ru-RU"/>
        </w:rPr>
      </w:pPr>
      <w:r w:rsidRPr="00A32BB2">
        <w:rPr>
          <w:rFonts w:ascii="Times New Roman" w:hAnsi="Times New Roman"/>
          <w:b/>
          <w:bCs/>
          <w:color w:val="303030"/>
          <w:spacing w:val="-2"/>
          <w:sz w:val="29"/>
          <w:szCs w:val="29"/>
          <w:lang w:val="ru-RU" w:eastAsia="ru-RU"/>
        </w:rPr>
        <w:t xml:space="preserve">  Вилкове</w:t>
      </w:r>
    </w:p>
    <w:p w:rsidR="00476917" w:rsidRPr="00C61CE5" w:rsidRDefault="00476917" w:rsidP="001F4822">
      <w:pPr>
        <w:shd w:val="clear" w:color="auto" w:fill="FFFFFF"/>
        <w:tabs>
          <w:tab w:val="left" w:pos="6315"/>
        </w:tabs>
        <w:spacing w:before="150" w:after="150" w:line="240" w:lineRule="auto"/>
        <w:jc w:val="both"/>
        <w:textAlignment w:val="baseline"/>
        <w:rPr>
          <w:rFonts w:ascii="Arial" w:hAnsi="Arial" w:cs="Arial"/>
          <w:color w:val="595959"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pict>
          <v:shape id="Поле 16" o:spid="_x0000_s1038" type="#_x0000_t202" style="position:absolute;left:0;text-align:left;margin-left:324pt;margin-top:2.6pt;width:202.5pt;height:184.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" strokeweight=".5pt">
            <v:textbox>
              <w:txbxContent>
                <w:p w:rsidR="00476917" w:rsidRPr="00A32BB2" w:rsidRDefault="00476917" w:rsidP="00A32BB2">
                  <w:pPr>
                    <w:pStyle w:val="ListParagraph"/>
                    <w:shd w:val="clear" w:color="auto" w:fill="FFFFFF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595959"/>
                      <w:lang w:val="ru-RU" w:eastAsia="ru-RU"/>
                    </w:rPr>
                  </w:pPr>
                  <w:r w:rsidRPr="00A32BB2">
                    <w:rPr>
                      <w:rFonts w:ascii="Times New Roman" w:hAnsi="Times New Roman"/>
                      <w:bCs/>
                      <w:color w:val="595959"/>
                      <w:bdr w:val="none" w:sz="0" w:space="0" w:color="auto" w:frame="1"/>
                      <w:lang w:val="ru-RU" w:eastAsia="ru-RU"/>
                    </w:rPr>
                    <w:t>Вилково</w:t>
                  </w:r>
                  <w:r w:rsidRPr="00A32BB2">
                    <w:rPr>
                      <w:rFonts w:ascii="Times New Roman" w:hAnsi="Times New Roman"/>
                      <w:color w:val="595959"/>
                      <w:lang w:val="ru-RU" w:eastAsia="ru-RU"/>
                    </w:rPr>
                    <w:t> розташувався на воді, як справжня </w:t>
                  </w:r>
                  <w:r w:rsidRPr="00A32BB2">
                    <w:rPr>
                      <w:rFonts w:ascii="Times New Roman" w:hAnsi="Times New Roman"/>
                      <w:bCs/>
                      <w:color w:val="595959"/>
                      <w:bdr w:val="none" w:sz="0" w:space="0" w:color="auto" w:frame="1"/>
                      <w:lang w:val="ru-RU" w:eastAsia="ru-RU"/>
                    </w:rPr>
                    <w:t>Венеція</w:t>
                  </w:r>
                  <w:r w:rsidRPr="00A32BB2">
                    <w:rPr>
                      <w:rFonts w:ascii="Times New Roman" w:hAnsi="Times New Roman"/>
                      <w:color w:val="595959"/>
                      <w:lang w:val="ru-RU" w:eastAsia="ru-RU"/>
                    </w:rPr>
                    <w:t>! За чудесами однозначно потрібно їхати сюди.</w:t>
                  </w:r>
                </w:p>
                <w:p w:rsidR="00476917" w:rsidRPr="00A32BB2" w:rsidRDefault="00476917" w:rsidP="00A32BB2">
                  <w:pPr>
                    <w:pStyle w:val="ListParagraph"/>
                    <w:shd w:val="clear" w:color="auto" w:fill="FFFFFF"/>
                    <w:spacing w:before="150"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595959"/>
                      <w:lang w:val="ru-RU" w:eastAsia="ru-RU"/>
                    </w:rPr>
                  </w:pPr>
                  <w:r w:rsidRPr="00A32BB2">
                    <w:rPr>
                      <w:rFonts w:ascii="Times New Roman" w:hAnsi="Times New Roman"/>
                      <w:color w:val="595959"/>
                      <w:lang w:val="ru-RU" w:eastAsia="ru-RU"/>
                    </w:rPr>
                    <w:t>Крім того, тут зливаються воєдино Дунай і Чорне море – видовище від якого неможливо відірватися. Це місце чуло тисячі зізнань у коханні. Місто – мрія.</w:t>
                  </w:r>
                </w:p>
                <w:p w:rsidR="00476917" w:rsidRPr="00C61CE5" w:rsidRDefault="00476917" w:rsidP="00C61CE5">
                  <w:pPr>
                    <w:rPr>
                      <w:b/>
                      <w:sz w:val="24"/>
                      <w:lang w:val="ru-RU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color w:val="595959"/>
          <w:sz w:val="23"/>
          <w:szCs w:val="23"/>
          <w:lang w:val="ru-RU" w:eastAsia="ru-RU"/>
        </w:rPr>
        <w:t xml:space="preserve">     </w:t>
      </w:r>
      <w:r w:rsidRPr="006A3018">
        <w:rPr>
          <w:noProof/>
          <w:lang w:val="ru-RU" w:eastAsia="ru-RU"/>
        </w:rPr>
        <w:pict>
          <v:shape id="Рисунок 13" o:spid="_x0000_i1027" type="#_x0000_t75" alt="1419ec8563dc" style="width:260.25pt;height:161.25pt;visibility:visible">
            <v:imagedata r:id="rId7" o:title=""/>
          </v:shape>
        </w:pict>
      </w:r>
      <w:r>
        <w:rPr>
          <w:rFonts w:ascii="Arial" w:hAnsi="Arial" w:cs="Arial"/>
          <w:color w:val="595959"/>
          <w:sz w:val="23"/>
          <w:szCs w:val="23"/>
          <w:lang w:val="ru-RU" w:eastAsia="ru-RU"/>
        </w:rPr>
        <w:tab/>
      </w:r>
    </w:p>
    <w:p w:rsidR="00476917" w:rsidRPr="00217919" w:rsidRDefault="00476917" w:rsidP="001F4822">
      <w:pPr>
        <w:pStyle w:val="ListParagraph"/>
        <w:shd w:val="clear" w:color="auto" w:fill="FFFFFF"/>
        <w:spacing w:before="150" w:after="150" w:line="240" w:lineRule="auto"/>
        <w:jc w:val="both"/>
        <w:textAlignment w:val="baseline"/>
        <w:rPr>
          <w:rFonts w:ascii="Arial" w:hAnsi="Arial" w:cs="Arial"/>
          <w:color w:val="595959"/>
          <w:sz w:val="23"/>
          <w:szCs w:val="23"/>
          <w:lang w:val="ru-RU" w:eastAsia="ru-RU"/>
        </w:rPr>
      </w:pPr>
    </w:p>
    <w:p w:rsidR="00476917" w:rsidRPr="00C61CE5" w:rsidRDefault="00476917" w:rsidP="001F4822">
      <w:pPr>
        <w:shd w:val="clear" w:color="auto" w:fill="FFFFFF"/>
        <w:spacing w:before="150" w:after="0" w:line="240" w:lineRule="auto"/>
        <w:jc w:val="both"/>
        <w:textAlignment w:val="baseline"/>
        <w:rPr>
          <w:rFonts w:ascii="Times New Roman" w:hAnsi="Times New Roman"/>
          <w:color w:val="595959"/>
          <w:sz w:val="23"/>
          <w:szCs w:val="23"/>
          <w:lang w:val="ru-RU" w:eastAsia="ru-RU"/>
        </w:rPr>
      </w:pPr>
    </w:p>
    <w:p w:rsidR="00476917" w:rsidRDefault="00476917" w:rsidP="001F4822">
      <w:pPr>
        <w:pStyle w:val="ListParagraph"/>
        <w:shd w:val="clear" w:color="auto" w:fill="FFFFFF"/>
        <w:spacing w:before="300" w:after="300" w:line="300" w:lineRule="atLeast"/>
        <w:jc w:val="both"/>
        <w:textAlignment w:val="baseline"/>
        <w:outlineLvl w:val="2"/>
        <w:rPr>
          <w:rFonts w:ascii="Times New Roman" w:hAnsi="Times New Roman"/>
          <w:b/>
          <w:bCs/>
          <w:color w:val="303030"/>
          <w:spacing w:val="-2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color w:val="303030"/>
          <w:spacing w:val="-2"/>
          <w:sz w:val="28"/>
          <w:szCs w:val="28"/>
          <w:lang w:val="ru-RU" w:eastAsia="ru-RU"/>
        </w:rPr>
        <w:t xml:space="preserve">     </w:t>
      </w:r>
    </w:p>
    <w:p w:rsidR="00476917" w:rsidRPr="00A32BB2" w:rsidRDefault="00476917" w:rsidP="001F4822">
      <w:pPr>
        <w:pStyle w:val="ListParagraph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595959"/>
          <w:sz w:val="28"/>
          <w:szCs w:val="28"/>
          <w:lang w:eastAsia="ru-RU"/>
        </w:rPr>
      </w:pPr>
      <w:r w:rsidRPr="00A32BB2">
        <w:rPr>
          <w:rFonts w:ascii="Times New Roman" w:hAnsi="Times New Roman"/>
          <w:color w:val="595959"/>
          <w:sz w:val="28"/>
          <w:szCs w:val="28"/>
          <w:lang w:val="ru-RU" w:eastAsia="ru-RU"/>
        </w:rPr>
        <w:t xml:space="preserve">Перегляд презентації </w:t>
      </w:r>
      <w:r>
        <w:rPr>
          <w:rFonts w:ascii="Times New Roman" w:hAnsi="Times New Roman"/>
          <w:color w:val="595959"/>
          <w:sz w:val="28"/>
          <w:szCs w:val="28"/>
          <w:lang w:val="ru-RU" w:eastAsia="ru-RU"/>
        </w:rPr>
        <w:t>«</w:t>
      </w:r>
      <w:r w:rsidRPr="00A32BB2">
        <w:rPr>
          <w:rFonts w:ascii="Times New Roman" w:hAnsi="Times New Roman"/>
          <w:color w:val="595959"/>
          <w:sz w:val="28"/>
          <w:szCs w:val="28"/>
          <w:lang w:val="ru-RU" w:eastAsia="ru-RU"/>
        </w:rPr>
        <w:t xml:space="preserve"> Сім чудес України</w:t>
      </w:r>
      <w:r>
        <w:rPr>
          <w:rFonts w:ascii="Times New Roman" w:hAnsi="Times New Roman"/>
          <w:color w:val="595959"/>
          <w:sz w:val="28"/>
          <w:szCs w:val="28"/>
          <w:lang w:val="ru-RU" w:eastAsia="ru-RU"/>
        </w:rPr>
        <w:t>»</w:t>
      </w:r>
      <w:r w:rsidRPr="00A32BB2">
        <w:rPr>
          <w:rFonts w:ascii="Times New Roman" w:hAnsi="Times New Roman"/>
          <w:color w:val="595959"/>
          <w:sz w:val="28"/>
          <w:szCs w:val="28"/>
          <w:lang w:val="ru-RU" w:eastAsia="ru-RU"/>
        </w:rPr>
        <w:t>.</w:t>
      </w:r>
    </w:p>
    <w:p w:rsidR="00476917" w:rsidRPr="00A32BB2" w:rsidRDefault="00476917" w:rsidP="001F482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b/>
          <w:color w:val="595959"/>
          <w:sz w:val="28"/>
          <w:szCs w:val="28"/>
          <w:lang w:eastAsia="ru-RU"/>
        </w:rPr>
      </w:pPr>
      <w:r w:rsidRPr="00A32BB2">
        <w:rPr>
          <w:rFonts w:ascii="Times New Roman" w:hAnsi="Times New Roman"/>
          <w:color w:val="595959"/>
          <w:sz w:val="28"/>
          <w:szCs w:val="28"/>
          <w:lang w:eastAsia="ru-RU"/>
        </w:rPr>
        <w:t>Отже Україна сповнена таїн і несподіванок! І це не всі мальовничі куточки нашої країни. Їх дуже багато. І можливо, хтось з вас відвідає їх у майбутньому.</w:t>
      </w:r>
    </w:p>
    <w:p w:rsidR="00476917" w:rsidRPr="00A32BB2" w:rsidRDefault="00476917" w:rsidP="001F482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b/>
          <w:color w:val="595959"/>
          <w:sz w:val="28"/>
          <w:szCs w:val="28"/>
          <w:lang w:eastAsia="ru-RU"/>
        </w:rPr>
      </w:pPr>
      <w:r w:rsidRPr="00A32BB2">
        <w:rPr>
          <w:rFonts w:ascii="Times New Roman" w:hAnsi="Times New Roman"/>
          <w:color w:val="595959"/>
          <w:sz w:val="28"/>
          <w:szCs w:val="28"/>
          <w:lang w:eastAsia="ru-RU"/>
        </w:rPr>
        <w:t>Переходимо до наступного завдання.</w:t>
      </w:r>
    </w:p>
    <w:p w:rsidR="00476917" w:rsidRDefault="00476917" w:rsidP="001F4822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476917" w:rsidRPr="007452B0" w:rsidRDefault="00476917" w:rsidP="001F4822">
      <w:pPr>
        <w:pStyle w:val="ListParagraph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4 зупинка</w:t>
      </w:r>
      <w:r w:rsidRPr="002272CB">
        <w:rPr>
          <w:rFonts w:ascii="Times New Roman" w:hAnsi="Times New Roman"/>
          <w:b/>
          <w:sz w:val="28"/>
          <w:szCs w:val="28"/>
          <w:u w:val="single"/>
        </w:rPr>
        <w:t xml:space="preserve"> Музична </w:t>
      </w:r>
      <w:r w:rsidRPr="00DC770F">
        <w:rPr>
          <w:rFonts w:ascii="Times New Roman" w:hAnsi="Times New Roman"/>
          <w:b/>
          <w:sz w:val="28"/>
          <w:szCs w:val="28"/>
          <w:u w:val="single"/>
        </w:rPr>
        <w:t xml:space="preserve">.  </w:t>
      </w:r>
      <w:r w:rsidRPr="00DC770F">
        <w:rPr>
          <w:rFonts w:ascii="Times New Roman" w:hAnsi="Times New Roman"/>
          <w:sz w:val="28"/>
          <w:szCs w:val="28"/>
        </w:rPr>
        <w:t>Наділяв Господь людей світу талантами. Французам дісталась елегантність і краса, угорцям – любов до господарювання, німцям – дисципліна і порядок, росіянам – владність, італійцям – хист до музики. А українцям діс</w:t>
      </w:r>
      <w:r>
        <w:rPr>
          <w:rFonts w:ascii="Times New Roman" w:hAnsi="Times New Roman"/>
          <w:sz w:val="28"/>
          <w:szCs w:val="28"/>
        </w:rPr>
        <w:t>талась пісня. Українська  пісня…</w:t>
      </w:r>
      <w:r w:rsidRPr="00DC770F">
        <w:rPr>
          <w:rFonts w:ascii="Times New Roman" w:hAnsi="Times New Roman"/>
          <w:sz w:val="28"/>
          <w:szCs w:val="28"/>
        </w:rPr>
        <w:t xml:space="preserve"> Вона, як сльоза, очищає душу, як свята мол</w:t>
      </w:r>
      <w:r>
        <w:rPr>
          <w:rFonts w:ascii="Times New Roman" w:hAnsi="Times New Roman"/>
          <w:sz w:val="28"/>
          <w:szCs w:val="28"/>
        </w:rPr>
        <w:t>итва, сповіщає і прощає. Українська</w:t>
      </w:r>
      <w:r w:rsidRPr="00DC770F">
        <w:rPr>
          <w:rFonts w:ascii="Times New Roman" w:hAnsi="Times New Roman"/>
          <w:sz w:val="28"/>
          <w:szCs w:val="28"/>
        </w:rPr>
        <w:t xml:space="preserve"> пісня, як життєдайна вода. Бо живе в ній наш родовід, в ній живе наша душа. Всі знають, що українці – співоча нація. Як вони люблять співати пісню: то сумну, то веселу, то жартівливу</w:t>
      </w:r>
      <w:r>
        <w:rPr>
          <w:rFonts w:ascii="Times New Roman" w:hAnsi="Times New Roman"/>
          <w:sz w:val="28"/>
          <w:szCs w:val="28"/>
        </w:rPr>
        <w:t>, то  урочисту</w:t>
      </w:r>
      <w:r w:rsidRPr="00DC77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(учень виконує пісню Андрія Князя «А у нас синє небо»)</w:t>
      </w:r>
      <w:r w:rsidRPr="00DC770F">
        <w:rPr>
          <w:rFonts w:ascii="Times New Roman" w:hAnsi="Times New Roman"/>
          <w:b/>
          <w:sz w:val="28"/>
          <w:szCs w:val="28"/>
          <w:u w:val="single"/>
        </w:rPr>
        <w:t xml:space="preserve">                                                                                                           </w:t>
      </w:r>
    </w:p>
    <w:p w:rsidR="00476917" w:rsidRPr="00A564DE" w:rsidRDefault="00476917" w:rsidP="001F4822">
      <w:pPr>
        <w:pStyle w:val="ListParagraph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Фізкультхвилинка- флешмоб ( див. у додатках до уроку).</w:t>
      </w:r>
    </w:p>
    <w:p w:rsidR="00476917" w:rsidRPr="007452B0" w:rsidRDefault="00476917" w:rsidP="001F4822">
      <w:pPr>
        <w:pStyle w:val="ListParagraph"/>
        <w:spacing w:after="0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476917" w:rsidRPr="003615FB" w:rsidRDefault="00476917" w:rsidP="001F4822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476917" w:rsidRDefault="00476917" w:rsidP="001F4822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476917" w:rsidRPr="00142D6D" w:rsidRDefault="00476917" w:rsidP="001F4822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5  зупинка.   </w:t>
      </w:r>
      <w:r w:rsidRPr="00142D6D">
        <w:rPr>
          <w:rFonts w:ascii="Times New Roman" w:hAnsi="Times New Roman"/>
          <w:b/>
          <w:sz w:val="28"/>
          <w:szCs w:val="28"/>
          <w:u w:val="single"/>
        </w:rPr>
        <w:t>Символи України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.</w:t>
      </w:r>
    </w:p>
    <w:p w:rsidR="00476917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Ваше завдання розв’язати кросворди і прочитати   слово, яке є одним із символів України. Розповісти все, що ви знаєте про цей символ.</w:t>
      </w:r>
    </w:p>
    <w:p w:rsidR="00476917" w:rsidRPr="007939A2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18"/>
          <w:szCs w:val="28"/>
        </w:rPr>
      </w:pPr>
      <w:r>
        <w:rPr>
          <w:rFonts w:ascii="Times New Roman" w:hAnsi="Times New Roman"/>
          <w:sz w:val="28"/>
          <w:szCs w:val="28"/>
        </w:rPr>
        <w:t>Учні виконують завдання, а потім розповідають про символи .</w:t>
      </w:r>
    </w:p>
    <w:p w:rsidR="00476917" w:rsidRPr="005778EC" w:rsidRDefault="00476917" w:rsidP="001F4822">
      <w:pPr>
        <w:pStyle w:val="ListParagraph"/>
        <w:spacing w:after="0"/>
        <w:ind w:left="360"/>
        <w:jc w:val="both"/>
        <w:rPr>
          <w:rFonts w:ascii="Times New Roman" w:hAnsi="Times New Roman"/>
          <w:sz w:val="18"/>
          <w:szCs w:val="28"/>
        </w:rPr>
      </w:pPr>
    </w:p>
    <w:p w:rsidR="00476917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960F88">
        <w:rPr>
          <w:rFonts w:ascii="Times New Roman" w:hAnsi="Times New Roman"/>
          <w:b/>
          <w:sz w:val="28"/>
          <w:szCs w:val="28"/>
        </w:rPr>
        <w:t xml:space="preserve">1 </w:t>
      </w:r>
      <w:r w:rsidRPr="00960F88">
        <w:rPr>
          <w:rFonts w:ascii="Times New Roman" w:hAnsi="Times New Roman"/>
          <w:b/>
          <w:sz w:val="28"/>
          <w:szCs w:val="28"/>
          <w:lang w:val="ru-RU"/>
        </w:rPr>
        <w:t>група</w:t>
      </w:r>
      <w:r>
        <w:rPr>
          <w:rFonts w:ascii="Times New Roman" w:hAnsi="Times New Roman"/>
          <w:sz w:val="28"/>
          <w:szCs w:val="28"/>
        </w:rPr>
        <w:t>: кросворд (</w:t>
      </w:r>
      <w:r w:rsidRPr="00960F88">
        <w:rPr>
          <w:rFonts w:ascii="Times New Roman" w:hAnsi="Times New Roman"/>
          <w:b/>
          <w:sz w:val="28"/>
          <w:szCs w:val="28"/>
        </w:rPr>
        <w:t>прапор</w:t>
      </w:r>
      <w:r>
        <w:rPr>
          <w:rFonts w:ascii="Times New Roman" w:hAnsi="Times New Roman"/>
          <w:sz w:val="28"/>
          <w:szCs w:val="28"/>
        </w:rPr>
        <w:t>)</w:t>
      </w:r>
    </w:p>
    <w:p w:rsidR="00476917" w:rsidRPr="00A32BB2" w:rsidRDefault="00476917" w:rsidP="001F482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A32BB2">
        <w:rPr>
          <w:rFonts w:ascii="Times New Roman" w:hAnsi="Times New Roman"/>
          <w:sz w:val="28"/>
          <w:szCs w:val="28"/>
        </w:rPr>
        <w:t xml:space="preserve">Найбільша річка України (Дніпро).                                            </w:t>
      </w:r>
    </w:p>
    <w:p w:rsidR="00476917" w:rsidRPr="00A32BB2" w:rsidRDefault="00476917" w:rsidP="001F482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A32BB2">
        <w:rPr>
          <w:rFonts w:ascii="Times New Roman" w:hAnsi="Times New Roman"/>
          <w:sz w:val="28"/>
          <w:szCs w:val="28"/>
        </w:rPr>
        <w:t xml:space="preserve">Державний герб України (тризуб).                                                   </w:t>
      </w:r>
    </w:p>
    <w:p w:rsidR="00476917" w:rsidRPr="00A32BB2" w:rsidRDefault="00476917" w:rsidP="001F482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A32BB2">
        <w:rPr>
          <w:rFonts w:ascii="Times New Roman" w:hAnsi="Times New Roman"/>
          <w:sz w:val="28"/>
          <w:szCs w:val="28"/>
        </w:rPr>
        <w:t xml:space="preserve">Скільки кольорів має український прапор? (два).                        </w:t>
      </w:r>
    </w:p>
    <w:p w:rsidR="00476917" w:rsidRPr="00A32BB2" w:rsidRDefault="00476917" w:rsidP="001F482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A32BB2">
        <w:rPr>
          <w:rFonts w:ascii="Times New Roman" w:hAnsi="Times New Roman"/>
          <w:sz w:val="28"/>
          <w:szCs w:val="28"/>
        </w:rPr>
        <w:t xml:space="preserve">Назва гір на заході України (Карпати).                                        </w:t>
      </w:r>
    </w:p>
    <w:p w:rsidR="00476917" w:rsidRPr="00A32BB2" w:rsidRDefault="00476917" w:rsidP="001F482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A32BB2">
        <w:rPr>
          <w:rFonts w:ascii="Times New Roman" w:hAnsi="Times New Roman"/>
          <w:sz w:val="28"/>
          <w:szCs w:val="28"/>
        </w:rPr>
        <w:t xml:space="preserve">Синій колір українського прапора символізує … (небо).          </w:t>
      </w:r>
    </w:p>
    <w:p w:rsidR="00476917" w:rsidRDefault="00476917" w:rsidP="001F482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A32BB2">
        <w:rPr>
          <w:rFonts w:ascii="Times New Roman" w:hAnsi="Times New Roman"/>
          <w:sz w:val="28"/>
          <w:szCs w:val="28"/>
        </w:rPr>
        <w:t xml:space="preserve">Жовтий колір прапора – це колір … (зерна).   </w:t>
      </w:r>
    </w:p>
    <w:p w:rsidR="00476917" w:rsidRPr="00A32BB2" w:rsidRDefault="00476917" w:rsidP="001F4822">
      <w:pPr>
        <w:pStyle w:val="ListParagraph"/>
        <w:spacing w:after="0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A32BB2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476917" w:rsidRPr="00A32BB2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A32BB2">
        <w:rPr>
          <w:rFonts w:ascii="Times New Roman" w:hAnsi="Times New Roman"/>
          <w:b/>
          <w:sz w:val="28"/>
          <w:szCs w:val="28"/>
        </w:rPr>
        <w:t xml:space="preserve">2 </w:t>
      </w:r>
      <w:r w:rsidRPr="00A32BB2">
        <w:rPr>
          <w:rFonts w:ascii="Times New Roman" w:hAnsi="Times New Roman"/>
          <w:b/>
          <w:sz w:val="28"/>
          <w:szCs w:val="28"/>
          <w:lang w:val="ru-RU"/>
        </w:rPr>
        <w:t>група</w:t>
      </w:r>
      <w:r w:rsidRPr="00A32BB2">
        <w:rPr>
          <w:rFonts w:ascii="Times New Roman" w:hAnsi="Times New Roman"/>
          <w:sz w:val="28"/>
          <w:szCs w:val="28"/>
        </w:rPr>
        <w:t>: кросворд (</w:t>
      </w:r>
      <w:r w:rsidRPr="00A32BB2">
        <w:rPr>
          <w:rFonts w:ascii="Times New Roman" w:hAnsi="Times New Roman"/>
          <w:b/>
          <w:sz w:val="28"/>
          <w:szCs w:val="28"/>
        </w:rPr>
        <w:t>тризуб)</w:t>
      </w:r>
    </w:p>
    <w:p w:rsidR="00476917" w:rsidRPr="00A32BB2" w:rsidRDefault="00476917" w:rsidP="001F4822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32BB2">
        <w:rPr>
          <w:rFonts w:ascii="Times New Roman" w:hAnsi="Times New Roman"/>
          <w:sz w:val="28"/>
          <w:szCs w:val="28"/>
        </w:rPr>
        <w:t xml:space="preserve">Основний Закон України (Конституція)                            </w:t>
      </w:r>
    </w:p>
    <w:p w:rsidR="00476917" w:rsidRPr="00A32BB2" w:rsidRDefault="00476917" w:rsidP="001F4822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Державною мовою України є </w:t>
      </w:r>
      <w:r w:rsidRPr="00A32BB2">
        <w:rPr>
          <w:rFonts w:ascii="Times New Roman" w:hAnsi="Times New Roman"/>
          <w:sz w:val="28"/>
          <w:szCs w:val="28"/>
        </w:rPr>
        <w:t xml:space="preserve">(українська)                         </w:t>
      </w:r>
    </w:p>
    <w:p w:rsidR="00476917" w:rsidRPr="00A32BB2" w:rsidRDefault="00476917" w:rsidP="001F4822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32BB2">
        <w:rPr>
          <w:rFonts w:ascii="Times New Roman" w:hAnsi="Times New Roman"/>
          <w:sz w:val="28"/>
          <w:szCs w:val="28"/>
        </w:rPr>
        <w:t xml:space="preserve">Символ України – кущ. (калина)                                           </w:t>
      </w:r>
    </w:p>
    <w:p w:rsidR="00476917" w:rsidRPr="00A32BB2" w:rsidRDefault="00476917" w:rsidP="001F4822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32BB2">
        <w:rPr>
          <w:rFonts w:ascii="Times New Roman" w:hAnsi="Times New Roman"/>
          <w:sz w:val="28"/>
          <w:szCs w:val="28"/>
        </w:rPr>
        <w:t xml:space="preserve">Найбільший звір в Україні. (зубр)                                               </w:t>
      </w:r>
    </w:p>
    <w:p w:rsidR="00476917" w:rsidRPr="00A32BB2" w:rsidRDefault="00476917" w:rsidP="001F4822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32BB2">
        <w:rPr>
          <w:rFonts w:ascii="Times New Roman" w:hAnsi="Times New Roman"/>
          <w:sz w:val="28"/>
          <w:szCs w:val="28"/>
        </w:rPr>
        <w:t xml:space="preserve">Державний герб України (тризуб)                                           </w:t>
      </w:r>
    </w:p>
    <w:p w:rsidR="00476917" w:rsidRPr="00A32BB2" w:rsidRDefault="00476917" w:rsidP="001F4822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32BB2">
        <w:rPr>
          <w:rFonts w:ascii="Times New Roman" w:hAnsi="Times New Roman"/>
          <w:sz w:val="28"/>
          <w:szCs w:val="28"/>
        </w:rPr>
        <w:t xml:space="preserve">Найрідніше, найкраще місце на землі (Батьківщина)                </w:t>
      </w:r>
    </w:p>
    <w:p w:rsidR="00476917" w:rsidRPr="00A32BB2" w:rsidRDefault="00476917" w:rsidP="001F4822">
      <w:pPr>
        <w:pStyle w:val="ListParagraph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76917" w:rsidRPr="00A32BB2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A32BB2">
        <w:rPr>
          <w:rFonts w:ascii="Times New Roman" w:hAnsi="Times New Roman"/>
          <w:b/>
          <w:sz w:val="28"/>
          <w:szCs w:val="28"/>
        </w:rPr>
        <w:t xml:space="preserve">3 </w:t>
      </w:r>
      <w:r w:rsidRPr="00A32BB2">
        <w:rPr>
          <w:rFonts w:ascii="Times New Roman" w:hAnsi="Times New Roman"/>
          <w:b/>
          <w:sz w:val="28"/>
          <w:szCs w:val="28"/>
          <w:lang w:val="ru-RU"/>
        </w:rPr>
        <w:t>група</w:t>
      </w:r>
      <w:r w:rsidRPr="00A32BB2">
        <w:rPr>
          <w:rFonts w:ascii="Times New Roman" w:hAnsi="Times New Roman"/>
          <w:sz w:val="28"/>
          <w:szCs w:val="28"/>
        </w:rPr>
        <w:t>: кросворд (</w:t>
      </w:r>
      <w:r>
        <w:rPr>
          <w:rFonts w:ascii="Times New Roman" w:hAnsi="Times New Roman"/>
          <w:b/>
          <w:sz w:val="28"/>
          <w:szCs w:val="28"/>
          <w:lang w:val="ru-RU"/>
        </w:rPr>
        <w:t>г</w:t>
      </w:r>
      <w:r w:rsidRPr="00A32BB2">
        <w:rPr>
          <w:rFonts w:ascii="Times New Roman" w:hAnsi="Times New Roman"/>
          <w:b/>
          <w:sz w:val="28"/>
          <w:szCs w:val="28"/>
          <w:lang w:val="ru-RU"/>
        </w:rPr>
        <w:t>імн</w:t>
      </w:r>
      <w:r w:rsidRPr="00A32BB2">
        <w:rPr>
          <w:rFonts w:ascii="Times New Roman" w:hAnsi="Times New Roman"/>
          <w:sz w:val="28"/>
          <w:szCs w:val="28"/>
        </w:rPr>
        <w:t>)</w:t>
      </w:r>
    </w:p>
    <w:p w:rsidR="00476917" w:rsidRPr="00A32BB2" w:rsidRDefault="00476917" w:rsidP="001F4822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32BB2">
        <w:rPr>
          <w:rFonts w:ascii="Times New Roman" w:hAnsi="Times New Roman"/>
          <w:sz w:val="28"/>
          <w:szCs w:val="28"/>
        </w:rPr>
        <w:t xml:space="preserve">Ділянки землі, високо підняті над поверхнею (гори)                                                                         </w:t>
      </w:r>
    </w:p>
    <w:p w:rsidR="00476917" w:rsidRPr="00A32BB2" w:rsidRDefault="00476917" w:rsidP="001F4822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32BB2">
        <w:rPr>
          <w:rFonts w:ascii="Times New Roman" w:hAnsi="Times New Roman"/>
          <w:sz w:val="28"/>
          <w:szCs w:val="28"/>
        </w:rPr>
        <w:t xml:space="preserve">Найбільша річка України (Дніпро)                                                                    </w:t>
      </w:r>
    </w:p>
    <w:p w:rsidR="00476917" w:rsidRPr="00A32BB2" w:rsidRDefault="00476917" w:rsidP="001F4822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32BB2">
        <w:rPr>
          <w:rFonts w:ascii="Times New Roman" w:hAnsi="Times New Roman"/>
          <w:sz w:val="28"/>
          <w:szCs w:val="28"/>
        </w:rPr>
        <w:t xml:space="preserve">Квітка символ рідної землі (мальва)                                                                              </w:t>
      </w:r>
    </w:p>
    <w:p w:rsidR="00476917" w:rsidRPr="00A32BB2" w:rsidRDefault="00476917" w:rsidP="001F4822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Назва символу </w:t>
      </w:r>
      <w:r w:rsidRPr="00A32BB2">
        <w:rPr>
          <w:rFonts w:ascii="Times New Roman" w:hAnsi="Times New Roman"/>
          <w:sz w:val="28"/>
          <w:szCs w:val="28"/>
        </w:rPr>
        <w:t xml:space="preserve">, який дівчата одягають на голову у свята (вінок)                       </w:t>
      </w:r>
    </w:p>
    <w:p w:rsidR="00476917" w:rsidRPr="00554791" w:rsidRDefault="00476917" w:rsidP="001F4822">
      <w:pPr>
        <w:pStyle w:val="ListParagraph"/>
        <w:spacing w:after="0"/>
        <w:jc w:val="both"/>
        <w:rPr>
          <w:rFonts w:ascii="Times New Roman" w:hAnsi="Times New Roman"/>
          <w:szCs w:val="28"/>
        </w:rPr>
      </w:pPr>
    </w:p>
    <w:p w:rsidR="00476917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Перевірка виконаного завдання.</w:t>
      </w:r>
    </w:p>
    <w:p w:rsidR="00476917" w:rsidRPr="000F1274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 ви знаєте про державні символи?</w:t>
      </w:r>
    </w:p>
    <w:p w:rsidR="00476917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</w:t>
      </w:r>
      <w:r>
        <w:rPr>
          <w:rFonts w:ascii="Times New Roman" w:hAnsi="Times New Roman"/>
          <w:sz w:val="28"/>
          <w:szCs w:val="28"/>
        </w:rPr>
        <w:t xml:space="preserve">Любімо свою землю, молімо Всевишнього про ласку і допомогу, вивчаймо, знаймо і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76917" w:rsidRPr="0090676F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</w:rPr>
        <w:t>поважаймо її символи, не даймо нікому скривдити рідну Вітчизну!</w:t>
      </w:r>
    </w:p>
    <w:p w:rsidR="00476917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</w:rPr>
        <w:t>Виконаємо наступне завдання.</w:t>
      </w:r>
    </w:p>
    <w:p w:rsidR="00476917" w:rsidRPr="0090676F" w:rsidRDefault="00476917" w:rsidP="001F4822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84659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u w:val="single"/>
        </w:rPr>
        <w:t>6 зупинка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.  </w:t>
      </w:r>
      <w:r w:rsidRPr="0090676F">
        <w:rPr>
          <w:rFonts w:ascii="Times New Roman" w:hAnsi="Times New Roman"/>
          <w:b/>
          <w:sz w:val="28"/>
          <w:szCs w:val="28"/>
          <w:u w:val="single"/>
        </w:rPr>
        <w:t xml:space="preserve"> «Поетична»</w:t>
      </w:r>
    </w:p>
    <w:p w:rsidR="00476917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885F08">
        <w:rPr>
          <w:rFonts w:ascii="Times New Roman" w:hAnsi="Times New Roman"/>
          <w:sz w:val="28"/>
          <w:szCs w:val="28"/>
        </w:rPr>
        <w:t xml:space="preserve">- Україна – це рідна мова, </w:t>
      </w:r>
      <w:r>
        <w:rPr>
          <w:rFonts w:ascii="Times New Roman" w:hAnsi="Times New Roman"/>
          <w:sz w:val="28"/>
          <w:szCs w:val="28"/>
        </w:rPr>
        <w:t>чарівна пісня, народні обряди, стародавні традиції, це земля зі славною багатовіковою історією, оспівана поетами і     возвеличена           художниками.</w:t>
      </w:r>
    </w:p>
    <w:p w:rsidR="00476917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Діти, я вам пропоную теж на мить стати поетами. Зараз кожна група спробує доповнити вірш, вставляючи останнє слово.</w:t>
      </w:r>
    </w:p>
    <w:p w:rsidR="00476917" w:rsidRPr="00557270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557270">
        <w:rPr>
          <w:rFonts w:ascii="Times New Roman" w:hAnsi="Times New Roman"/>
          <w:sz w:val="28"/>
          <w:szCs w:val="28"/>
        </w:rPr>
        <w:t>Ми дуже любим весь наш край,</w:t>
      </w:r>
    </w:p>
    <w:p w:rsidR="00476917" w:rsidRPr="00557270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557270">
        <w:rPr>
          <w:rFonts w:ascii="Times New Roman" w:hAnsi="Times New Roman"/>
          <w:sz w:val="28"/>
          <w:szCs w:val="28"/>
        </w:rPr>
        <w:t>І любим  _______ (Україну),</w:t>
      </w:r>
    </w:p>
    <w:p w:rsidR="00476917" w:rsidRPr="00557270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557270">
        <w:rPr>
          <w:rFonts w:ascii="Times New Roman" w:hAnsi="Times New Roman"/>
          <w:sz w:val="28"/>
          <w:szCs w:val="28"/>
        </w:rPr>
        <w:t>Її лани, зелений гай,</w:t>
      </w:r>
    </w:p>
    <w:p w:rsidR="00476917" w:rsidRPr="00557270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557270">
        <w:rPr>
          <w:rFonts w:ascii="Times New Roman" w:hAnsi="Times New Roman"/>
          <w:sz w:val="28"/>
          <w:szCs w:val="28"/>
        </w:rPr>
        <w:t>В саду рясну _______ (калину).</w:t>
      </w:r>
    </w:p>
    <w:p w:rsidR="00476917" w:rsidRPr="00557270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57270">
        <w:rPr>
          <w:rFonts w:ascii="Times New Roman" w:hAnsi="Times New Roman"/>
          <w:sz w:val="28"/>
          <w:szCs w:val="28"/>
        </w:rPr>
        <w:t>Там соловейко навесні</w:t>
      </w:r>
    </w:p>
    <w:p w:rsidR="00476917" w:rsidRPr="00557270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57270">
        <w:rPr>
          <w:rFonts w:ascii="Times New Roman" w:hAnsi="Times New Roman"/>
          <w:sz w:val="28"/>
          <w:szCs w:val="28"/>
        </w:rPr>
        <w:t>Співає між _______ (гілками),</w:t>
      </w:r>
    </w:p>
    <w:p w:rsidR="00476917" w:rsidRPr="00557270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7939A2">
        <w:rPr>
          <w:rFonts w:ascii="Times New Roman" w:hAnsi="Times New Roman"/>
          <w:sz w:val="28"/>
          <w:szCs w:val="28"/>
        </w:rPr>
        <w:t xml:space="preserve"> </w:t>
      </w:r>
      <w:r w:rsidRPr="00557270">
        <w:rPr>
          <w:rFonts w:ascii="Times New Roman" w:hAnsi="Times New Roman"/>
          <w:sz w:val="28"/>
          <w:szCs w:val="28"/>
        </w:rPr>
        <w:t>Та й ми співаємо _______ (пісні) –</w:t>
      </w:r>
    </w:p>
    <w:p w:rsidR="00476917" w:rsidRPr="00DC770F" w:rsidRDefault="00476917" w:rsidP="001F4822">
      <w:pPr>
        <w:spacing w:after="0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7939A2">
        <w:rPr>
          <w:rFonts w:ascii="Times New Roman" w:hAnsi="Times New Roman"/>
          <w:sz w:val="28"/>
          <w:szCs w:val="28"/>
        </w:rPr>
        <w:t xml:space="preserve"> </w:t>
      </w:r>
      <w:r w:rsidRPr="00557270">
        <w:rPr>
          <w:rFonts w:ascii="Times New Roman" w:hAnsi="Times New Roman"/>
          <w:sz w:val="28"/>
          <w:szCs w:val="28"/>
        </w:rPr>
        <w:t>Змагається він з нами!</w:t>
      </w:r>
    </w:p>
    <w:p w:rsidR="00476917" w:rsidRPr="00557270" w:rsidRDefault="00476917" w:rsidP="001F4822">
      <w:pPr>
        <w:pStyle w:val="normal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76917" w:rsidRDefault="00476917" w:rsidP="001F4822">
      <w:pPr>
        <w:pStyle w:val="normal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76917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C770F">
        <w:rPr>
          <w:rFonts w:ascii="Times New Roman" w:hAnsi="Times New Roman" w:cs="Times New Roman"/>
          <w:sz w:val="28"/>
          <w:szCs w:val="28"/>
        </w:rPr>
        <w:t xml:space="preserve"> Учениця1. </w:t>
      </w:r>
    </w:p>
    <w:p w:rsidR="00476917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</w:p>
    <w:p w:rsidR="00476917" w:rsidRPr="0043396F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3396F">
        <w:rPr>
          <w:rFonts w:ascii="Times New Roman" w:hAnsi="Times New Roman" w:cs="Times New Roman"/>
          <w:sz w:val="28"/>
          <w:szCs w:val="28"/>
        </w:rPr>
        <w:t xml:space="preserve">Під рідним небом жайворон співа,                                            </w:t>
      </w:r>
    </w:p>
    <w:p w:rsidR="00476917" w:rsidRPr="0043396F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3396F">
        <w:rPr>
          <w:rFonts w:ascii="Times New Roman" w:hAnsi="Times New Roman" w:cs="Times New Roman"/>
          <w:sz w:val="28"/>
          <w:szCs w:val="28"/>
        </w:rPr>
        <w:t>Я б рада знати тих пісень слова.</w:t>
      </w:r>
    </w:p>
    <w:p w:rsidR="00476917" w:rsidRPr="0043396F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3396F">
        <w:rPr>
          <w:rFonts w:ascii="Times New Roman" w:hAnsi="Times New Roman" w:cs="Times New Roman"/>
          <w:sz w:val="28"/>
          <w:szCs w:val="28"/>
        </w:rPr>
        <w:t>Я слухала і чула: співала та пташина</w:t>
      </w:r>
    </w:p>
    <w:p w:rsidR="00476917" w:rsidRPr="0043396F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3396F">
        <w:rPr>
          <w:rFonts w:ascii="Times New Roman" w:hAnsi="Times New Roman" w:cs="Times New Roman"/>
          <w:sz w:val="28"/>
          <w:szCs w:val="28"/>
        </w:rPr>
        <w:t>Одне святеє слово – Україна.</w:t>
      </w:r>
    </w:p>
    <w:p w:rsidR="00476917" w:rsidRPr="0043396F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</w:p>
    <w:p w:rsidR="00476917" w:rsidRPr="0043396F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</w:p>
    <w:p w:rsidR="00476917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3396F">
        <w:rPr>
          <w:rFonts w:ascii="Times New Roman" w:hAnsi="Times New Roman" w:cs="Times New Roman"/>
          <w:sz w:val="28"/>
          <w:szCs w:val="28"/>
        </w:rPr>
        <w:t>Учениця 2.</w:t>
      </w:r>
    </w:p>
    <w:p w:rsidR="00476917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</w:p>
    <w:p w:rsidR="00476917" w:rsidRPr="0043396F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3396F">
        <w:rPr>
          <w:rFonts w:ascii="Times New Roman" w:hAnsi="Times New Roman" w:cs="Times New Roman"/>
          <w:sz w:val="28"/>
          <w:szCs w:val="28"/>
        </w:rPr>
        <w:t>На ріднім полі шепчуть колоски…</w:t>
      </w:r>
    </w:p>
    <w:p w:rsidR="00476917" w:rsidRPr="0043396F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3396F">
        <w:rPr>
          <w:rFonts w:ascii="Times New Roman" w:hAnsi="Times New Roman" w:cs="Times New Roman"/>
          <w:sz w:val="28"/>
          <w:szCs w:val="28"/>
        </w:rPr>
        <w:t xml:space="preserve"> Я б рада знати тихі їх думки.</w:t>
      </w:r>
    </w:p>
    <w:p w:rsidR="00476917" w:rsidRPr="0043396F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3396F">
        <w:rPr>
          <w:rFonts w:ascii="Times New Roman" w:hAnsi="Times New Roman" w:cs="Times New Roman"/>
          <w:sz w:val="28"/>
          <w:szCs w:val="28"/>
        </w:rPr>
        <w:t>Я слухала і чула: кожна колосина</w:t>
      </w:r>
    </w:p>
    <w:p w:rsidR="00476917" w:rsidRPr="0043396F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3396F">
        <w:rPr>
          <w:rFonts w:ascii="Times New Roman" w:hAnsi="Times New Roman" w:cs="Times New Roman"/>
          <w:sz w:val="28"/>
          <w:szCs w:val="28"/>
        </w:rPr>
        <w:t>Шептала рідне слово – Україна.</w:t>
      </w:r>
    </w:p>
    <w:p w:rsidR="00476917" w:rsidRPr="0043396F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</w:p>
    <w:p w:rsidR="00476917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3396F">
        <w:rPr>
          <w:rFonts w:ascii="Times New Roman" w:hAnsi="Times New Roman" w:cs="Times New Roman"/>
          <w:sz w:val="28"/>
          <w:szCs w:val="28"/>
        </w:rPr>
        <w:t xml:space="preserve"> Учень 3 .</w:t>
      </w:r>
    </w:p>
    <w:p w:rsidR="00476917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917" w:rsidRPr="0043396F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3396F">
        <w:rPr>
          <w:rFonts w:ascii="Times New Roman" w:hAnsi="Times New Roman" w:cs="Times New Roman"/>
          <w:sz w:val="28"/>
          <w:szCs w:val="28"/>
        </w:rPr>
        <w:t>О Боже, дай повік любити край,</w:t>
      </w:r>
    </w:p>
    <w:p w:rsidR="00476917" w:rsidRPr="0043396F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3396F">
        <w:rPr>
          <w:rFonts w:ascii="Times New Roman" w:hAnsi="Times New Roman" w:cs="Times New Roman"/>
          <w:sz w:val="28"/>
          <w:szCs w:val="28"/>
        </w:rPr>
        <w:t>Де квітка, пташка і зелений гай,</w:t>
      </w:r>
    </w:p>
    <w:p w:rsidR="00476917" w:rsidRPr="0043396F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3396F">
        <w:rPr>
          <w:rFonts w:ascii="Times New Roman" w:hAnsi="Times New Roman" w:cs="Times New Roman"/>
          <w:sz w:val="28"/>
          <w:szCs w:val="28"/>
        </w:rPr>
        <w:t>Де кожна вірна тій землі дитина</w:t>
      </w:r>
    </w:p>
    <w:p w:rsidR="00476917" w:rsidRPr="0043396F" w:rsidRDefault="00476917" w:rsidP="001F4822">
      <w:pPr>
        <w:pStyle w:val="normal0"/>
        <w:spacing w:after="0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3396F">
        <w:rPr>
          <w:rFonts w:ascii="Times New Roman" w:hAnsi="Times New Roman" w:cs="Times New Roman"/>
          <w:sz w:val="28"/>
          <w:szCs w:val="28"/>
        </w:rPr>
        <w:t>Живе єдиним словом – Україна.</w:t>
      </w:r>
    </w:p>
    <w:p w:rsidR="00476917" w:rsidRDefault="00476917" w:rsidP="001F4822">
      <w:pPr>
        <w:pStyle w:val="normal0"/>
        <w:spacing w:after="0"/>
        <w:ind w:left="540" w:hanging="540"/>
        <w:jc w:val="both"/>
      </w:pPr>
    </w:p>
    <w:p w:rsidR="00476917" w:rsidRDefault="00476917" w:rsidP="001F4822">
      <w:pPr>
        <w:ind w:left="540" w:hanging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</w:t>
      </w:r>
      <w:r w:rsidRPr="00DC770F">
        <w:rPr>
          <w:rFonts w:ascii="Times New Roman" w:hAnsi="Times New Roman"/>
          <w:b/>
          <w:sz w:val="28"/>
          <w:szCs w:val="28"/>
        </w:rPr>
        <w:t xml:space="preserve"> </w:t>
      </w:r>
      <w:r w:rsidRPr="007939A2">
        <w:rPr>
          <w:rFonts w:ascii="Times New Roman" w:hAnsi="Times New Roman"/>
          <w:sz w:val="28"/>
          <w:szCs w:val="28"/>
          <w:lang w:val="ru-RU"/>
        </w:rPr>
        <w:t>У</w:t>
      </w:r>
      <w:r w:rsidRPr="007939A2">
        <w:rPr>
          <w:rFonts w:ascii="Times New Roman" w:hAnsi="Times New Roman"/>
          <w:sz w:val="28"/>
          <w:szCs w:val="28"/>
        </w:rPr>
        <w:t>чень</w:t>
      </w:r>
      <w:r w:rsidRPr="007939A2">
        <w:rPr>
          <w:rFonts w:ascii="Times New Roman" w:hAnsi="Times New Roman"/>
          <w:sz w:val="28"/>
          <w:szCs w:val="28"/>
          <w:lang w:val="ru-RU"/>
        </w:rPr>
        <w:t xml:space="preserve"> 4</w:t>
      </w:r>
      <w:r w:rsidRPr="007939A2">
        <w:rPr>
          <w:rFonts w:ascii="Times New Roman" w:hAnsi="Times New Roman"/>
          <w:sz w:val="28"/>
          <w:szCs w:val="28"/>
        </w:rPr>
        <w:t>.</w:t>
      </w:r>
      <w:r w:rsidRPr="00DC770F">
        <w:rPr>
          <w:rFonts w:ascii="Times New Roman" w:hAnsi="Times New Roman"/>
          <w:sz w:val="28"/>
          <w:szCs w:val="28"/>
        </w:rPr>
        <w:t xml:space="preserve"> </w:t>
      </w:r>
    </w:p>
    <w:p w:rsidR="00476917" w:rsidRDefault="00476917" w:rsidP="002B5723">
      <w:pPr>
        <w:ind w:left="540" w:hanging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DC770F">
        <w:rPr>
          <w:rFonts w:ascii="Times New Roman" w:hAnsi="Times New Roman"/>
          <w:sz w:val="28"/>
          <w:szCs w:val="28"/>
        </w:rPr>
        <w:t>Є багато країн на землі,</w:t>
      </w:r>
      <w:r w:rsidRPr="00DC770F">
        <w:rPr>
          <w:rFonts w:ascii="Times New Roman" w:hAnsi="Times New Roman"/>
          <w:sz w:val="28"/>
          <w:szCs w:val="28"/>
        </w:rPr>
        <w:br/>
        <w:t>В них озера, річки і долини.</w:t>
      </w:r>
      <w:r w:rsidRPr="00DC770F">
        <w:rPr>
          <w:rFonts w:ascii="Times New Roman" w:hAnsi="Times New Roman"/>
          <w:sz w:val="28"/>
          <w:szCs w:val="28"/>
        </w:rPr>
        <w:br/>
        <w:t>Є країни великі й малі,</w:t>
      </w:r>
      <w:r w:rsidRPr="00DC770F">
        <w:rPr>
          <w:rFonts w:ascii="Times New Roman" w:hAnsi="Times New Roman"/>
          <w:sz w:val="28"/>
          <w:szCs w:val="28"/>
        </w:rPr>
        <w:br/>
        <w:t>Та найкраща завжди – Батьківщина.</w:t>
      </w:r>
      <w:r w:rsidRPr="00DC770F">
        <w:rPr>
          <w:rFonts w:ascii="Times New Roman" w:hAnsi="Times New Roman"/>
          <w:sz w:val="28"/>
          <w:szCs w:val="28"/>
        </w:rPr>
        <w:br/>
      </w:r>
      <w:r w:rsidRPr="00DC770F">
        <w:rPr>
          <w:rFonts w:ascii="Times New Roman" w:hAnsi="Times New Roman"/>
          <w:sz w:val="28"/>
          <w:szCs w:val="28"/>
        </w:rPr>
        <w:br/>
      </w:r>
      <w:r w:rsidRPr="00DC770F">
        <w:rPr>
          <w:rFonts w:ascii="Times New Roman" w:hAnsi="Times New Roman"/>
          <w:b/>
          <w:sz w:val="28"/>
          <w:szCs w:val="28"/>
        </w:rPr>
        <w:t xml:space="preserve"> </w:t>
      </w:r>
      <w:r w:rsidRPr="007939A2">
        <w:rPr>
          <w:rFonts w:ascii="Times New Roman" w:hAnsi="Times New Roman"/>
          <w:sz w:val="28"/>
          <w:szCs w:val="28"/>
          <w:lang w:val="ru-RU"/>
        </w:rPr>
        <w:t>У</w:t>
      </w:r>
      <w:r w:rsidRPr="007939A2">
        <w:rPr>
          <w:rFonts w:ascii="Times New Roman" w:hAnsi="Times New Roman"/>
          <w:sz w:val="28"/>
          <w:szCs w:val="28"/>
        </w:rPr>
        <w:t>чень</w:t>
      </w:r>
      <w:r w:rsidRPr="007939A2">
        <w:rPr>
          <w:rFonts w:ascii="Times New Roman" w:hAnsi="Times New Roman"/>
          <w:sz w:val="28"/>
          <w:szCs w:val="28"/>
          <w:lang w:val="ru-RU"/>
        </w:rPr>
        <w:t xml:space="preserve"> 5</w:t>
      </w:r>
      <w:r w:rsidRPr="007939A2">
        <w:rPr>
          <w:rFonts w:ascii="Times New Roman" w:hAnsi="Times New Roman"/>
          <w:sz w:val="28"/>
          <w:szCs w:val="28"/>
        </w:rPr>
        <w:t>.</w:t>
      </w:r>
      <w:r w:rsidRPr="00DC770F">
        <w:rPr>
          <w:rFonts w:ascii="Times New Roman" w:hAnsi="Times New Roman"/>
          <w:sz w:val="28"/>
          <w:szCs w:val="28"/>
        </w:rPr>
        <w:t xml:space="preserve"> </w:t>
      </w:r>
    </w:p>
    <w:p w:rsidR="00476917" w:rsidRDefault="00476917" w:rsidP="002B5723">
      <w:pPr>
        <w:ind w:left="540" w:hanging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DC770F">
        <w:rPr>
          <w:rFonts w:ascii="Times New Roman" w:hAnsi="Times New Roman"/>
          <w:sz w:val="28"/>
          <w:szCs w:val="28"/>
        </w:rPr>
        <w:t>Є багато квіток запашних,</w:t>
      </w:r>
      <w:r w:rsidRPr="00DC770F">
        <w:rPr>
          <w:rFonts w:ascii="Times New Roman" w:hAnsi="Times New Roman"/>
          <w:sz w:val="28"/>
          <w:szCs w:val="28"/>
        </w:rPr>
        <w:br/>
        <w:t>Кожна квітка красу свою має.</w:t>
      </w:r>
      <w:r w:rsidRPr="00DC770F">
        <w:rPr>
          <w:rFonts w:ascii="Times New Roman" w:hAnsi="Times New Roman"/>
          <w:sz w:val="28"/>
          <w:szCs w:val="28"/>
        </w:rPr>
        <w:br/>
        <w:t>Та гарніші завжди поміж них</w:t>
      </w:r>
      <w:r w:rsidRPr="00DC770F">
        <w:rPr>
          <w:rFonts w:ascii="Times New Roman" w:hAnsi="Times New Roman"/>
          <w:sz w:val="28"/>
          <w:szCs w:val="28"/>
        </w:rPr>
        <w:br/>
        <w:t>Ті, що квітнуть у рідному краї.</w:t>
      </w:r>
      <w:r w:rsidRPr="00DC770F">
        <w:rPr>
          <w:rFonts w:ascii="Times New Roman" w:hAnsi="Times New Roman"/>
          <w:sz w:val="28"/>
          <w:szCs w:val="28"/>
        </w:rPr>
        <w:br/>
      </w:r>
      <w:r w:rsidRPr="00DC770F">
        <w:rPr>
          <w:rFonts w:ascii="Times New Roman" w:hAnsi="Times New Roman"/>
          <w:sz w:val="28"/>
          <w:szCs w:val="28"/>
        </w:rPr>
        <w:br/>
      </w:r>
      <w:r w:rsidRPr="007939A2">
        <w:rPr>
          <w:rFonts w:ascii="Times New Roman" w:hAnsi="Times New Roman"/>
          <w:sz w:val="28"/>
          <w:szCs w:val="28"/>
          <w:lang w:val="ru-RU"/>
        </w:rPr>
        <w:t>У</w:t>
      </w:r>
      <w:r w:rsidRPr="007939A2">
        <w:rPr>
          <w:rFonts w:ascii="Times New Roman" w:hAnsi="Times New Roman"/>
          <w:sz w:val="28"/>
          <w:szCs w:val="28"/>
        </w:rPr>
        <w:t>чень</w:t>
      </w:r>
      <w:r w:rsidRPr="007939A2">
        <w:rPr>
          <w:rFonts w:ascii="Times New Roman" w:hAnsi="Times New Roman"/>
          <w:sz w:val="28"/>
          <w:szCs w:val="28"/>
          <w:lang w:val="ru-RU"/>
        </w:rPr>
        <w:t xml:space="preserve"> 6</w:t>
      </w:r>
      <w:r w:rsidRPr="007939A2">
        <w:rPr>
          <w:rFonts w:ascii="Times New Roman" w:hAnsi="Times New Roman"/>
          <w:sz w:val="28"/>
          <w:szCs w:val="28"/>
        </w:rPr>
        <w:t>.</w:t>
      </w:r>
      <w:r w:rsidRPr="00DC770F">
        <w:rPr>
          <w:rFonts w:ascii="Times New Roman" w:hAnsi="Times New Roman"/>
          <w:sz w:val="28"/>
          <w:szCs w:val="28"/>
        </w:rPr>
        <w:t xml:space="preserve"> </w:t>
      </w:r>
    </w:p>
    <w:p w:rsidR="00476917" w:rsidRPr="007939A2" w:rsidRDefault="00476917" w:rsidP="002B5723">
      <w:pPr>
        <w:ind w:left="540" w:hanging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DC770F">
        <w:rPr>
          <w:rFonts w:ascii="Times New Roman" w:hAnsi="Times New Roman"/>
          <w:sz w:val="28"/>
          <w:szCs w:val="28"/>
        </w:rPr>
        <w:t>Є багато пташок голосних,</w:t>
      </w:r>
      <w:r w:rsidRPr="00DC770F">
        <w:rPr>
          <w:rFonts w:ascii="Times New Roman" w:hAnsi="Times New Roman"/>
          <w:sz w:val="28"/>
          <w:szCs w:val="28"/>
        </w:rPr>
        <w:br/>
        <w:t>Любі, милі нам співи пташині,</w:t>
      </w:r>
      <w:r w:rsidRPr="00DC770F">
        <w:rPr>
          <w:rFonts w:ascii="Times New Roman" w:hAnsi="Times New Roman"/>
          <w:sz w:val="28"/>
          <w:szCs w:val="28"/>
        </w:rPr>
        <w:br/>
        <w:t>Та завжди наймилішими з них</w:t>
      </w:r>
      <w:r w:rsidRPr="00DC770F">
        <w:rPr>
          <w:rFonts w:ascii="Times New Roman" w:hAnsi="Times New Roman"/>
          <w:sz w:val="28"/>
          <w:szCs w:val="28"/>
        </w:rPr>
        <w:br/>
        <w:t>Будуть ті, що у рідному краї.</w:t>
      </w:r>
      <w:r w:rsidRPr="00DC770F">
        <w:rPr>
          <w:rFonts w:ascii="Times New Roman" w:hAnsi="Times New Roman"/>
          <w:sz w:val="28"/>
          <w:szCs w:val="28"/>
        </w:rPr>
        <w:br/>
      </w:r>
      <w:r w:rsidRPr="00DC770F">
        <w:rPr>
          <w:rFonts w:ascii="Times New Roman" w:hAnsi="Times New Roman"/>
          <w:sz w:val="28"/>
          <w:szCs w:val="28"/>
        </w:rPr>
        <w:br/>
      </w:r>
      <w:r w:rsidRPr="007939A2">
        <w:rPr>
          <w:rFonts w:ascii="Times New Roman" w:hAnsi="Times New Roman"/>
          <w:sz w:val="28"/>
          <w:szCs w:val="28"/>
          <w:lang w:val="ru-RU"/>
        </w:rPr>
        <w:t>У</w:t>
      </w:r>
      <w:r w:rsidRPr="007939A2">
        <w:rPr>
          <w:rFonts w:ascii="Times New Roman" w:hAnsi="Times New Roman"/>
          <w:sz w:val="28"/>
          <w:szCs w:val="28"/>
        </w:rPr>
        <w:t>чень</w:t>
      </w:r>
      <w:r w:rsidRPr="007939A2">
        <w:rPr>
          <w:rFonts w:ascii="Times New Roman" w:hAnsi="Times New Roman"/>
          <w:sz w:val="28"/>
          <w:szCs w:val="28"/>
          <w:lang w:val="ru-RU"/>
        </w:rPr>
        <w:t xml:space="preserve"> 7</w:t>
      </w:r>
      <w:r w:rsidRPr="007939A2">
        <w:rPr>
          <w:rFonts w:ascii="Times New Roman" w:hAnsi="Times New Roman"/>
          <w:sz w:val="28"/>
          <w:szCs w:val="28"/>
        </w:rPr>
        <w:t xml:space="preserve">. </w:t>
      </w:r>
      <w:r w:rsidRPr="007939A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76917" w:rsidRDefault="00476917" w:rsidP="002B5723">
      <w:pPr>
        <w:ind w:left="540" w:hanging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DC770F">
        <w:rPr>
          <w:rFonts w:ascii="Times New Roman" w:hAnsi="Times New Roman"/>
          <w:sz w:val="28"/>
          <w:szCs w:val="28"/>
        </w:rPr>
        <w:t>І тому найдорожчою нам</w:t>
      </w:r>
      <w:r w:rsidRPr="00DC770F">
        <w:rPr>
          <w:rFonts w:ascii="Times New Roman" w:hAnsi="Times New Roman"/>
          <w:sz w:val="28"/>
          <w:szCs w:val="28"/>
        </w:rPr>
        <w:br/>
        <w:t>Є і буде у кожну хвилину</w:t>
      </w:r>
      <w:r w:rsidRPr="00DC770F">
        <w:rPr>
          <w:rFonts w:ascii="Times New Roman" w:hAnsi="Times New Roman"/>
          <w:sz w:val="28"/>
          <w:szCs w:val="28"/>
        </w:rPr>
        <w:br/>
        <w:t xml:space="preserve">Серед інших країн лиш </w:t>
      </w:r>
      <w:r>
        <w:rPr>
          <w:rFonts w:ascii="Times New Roman" w:hAnsi="Times New Roman"/>
          <w:sz w:val="28"/>
          <w:szCs w:val="28"/>
        </w:rPr>
        <w:t>одна –</w:t>
      </w:r>
      <w:r>
        <w:rPr>
          <w:rFonts w:ascii="Times New Roman" w:hAnsi="Times New Roman"/>
          <w:sz w:val="28"/>
          <w:szCs w:val="28"/>
        </w:rPr>
        <w:br/>
        <w:t>Дорога нам усім Україна!</w:t>
      </w:r>
    </w:p>
    <w:p w:rsidR="00476917" w:rsidRDefault="00476917" w:rsidP="001F4822">
      <w:pPr>
        <w:ind w:left="540" w:hanging="540"/>
        <w:jc w:val="both"/>
        <w:rPr>
          <w:rFonts w:ascii="Times New Roman" w:hAnsi="Times New Roman"/>
          <w:sz w:val="28"/>
          <w:szCs w:val="28"/>
        </w:rPr>
      </w:pPr>
    </w:p>
    <w:p w:rsidR="00476917" w:rsidRPr="0089063C" w:rsidRDefault="00476917" w:rsidP="001F4822">
      <w:pPr>
        <w:spacing w:after="0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3615FB">
        <w:rPr>
          <w:rFonts w:ascii="Times New Roman" w:hAnsi="Times New Roman"/>
          <w:b/>
          <w:sz w:val="28"/>
          <w:szCs w:val="28"/>
        </w:rPr>
        <w:t xml:space="preserve">     7</w:t>
      </w:r>
      <w:r w:rsidRPr="00CF1870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зупинка</w:t>
      </w:r>
      <w:r w:rsidRPr="00CF187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.    Славетні Українці  </w:t>
      </w:r>
    </w:p>
    <w:p w:rsidR="00476917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Українська земля багата також талановитими людьми. Скільки поетів та художників, спортсменів та співаків прославляють Батьківщину на рідних теренах та в усьому світі.</w:t>
      </w:r>
    </w:p>
    <w:p w:rsidR="00476917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 портретами ( див. додаток) назвіть українських діячів і розкажіть,  чим вони прославили Україну.</w:t>
      </w:r>
    </w:p>
    <w:p w:rsidR="00476917" w:rsidRPr="00C74EF8" w:rsidRDefault="00476917" w:rsidP="001F4822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476917" w:rsidRDefault="00476917" w:rsidP="001F4822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476917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3410C0">
        <w:rPr>
          <w:rFonts w:ascii="Times New Roman" w:hAnsi="Times New Roman"/>
          <w:b/>
          <w:sz w:val="28"/>
          <w:szCs w:val="28"/>
        </w:rPr>
        <w:t>1 група:</w:t>
      </w:r>
      <w:r>
        <w:rPr>
          <w:rFonts w:ascii="Times New Roman" w:hAnsi="Times New Roman"/>
          <w:sz w:val="28"/>
          <w:szCs w:val="28"/>
        </w:rPr>
        <w:t xml:space="preserve"> Л. Українка, Л. Каденюк, Б. Хмельницький.</w:t>
      </w:r>
    </w:p>
    <w:p w:rsidR="00476917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3410C0">
        <w:rPr>
          <w:rFonts w:ascii="Times New Roman" w:hAnsi="Times New Roman"/>
          <w:sz w:val="28"/>
          <w:szCs w:val="28"/>
        </w:rPr>
        <w:t>Інформація для вчителя.</w:t>
      </w:r>
      <w:r>
        <w:rPr>
          <w:rFonts w:ascii="Times New Roman" w:hAnsi="Times New Roman"/>
          <w:sz w:val="28"/>
          <w:szCs w:val="28"/>
        </w:rPr>
        <w:t xml:space="preserve"> Вчитель доповнює відповіді учнів.</w:t>
      </w:r>
    </w:p>
    <w:p w:rsidR="00476917" w:rsidRPr="00A32BB2" w:rsidRDefault="00476917" w:rsidP="001F4822">
      <w:pPr>
        <w:pStyle w:val="NormalWeb"/>
        <w:shd w:val="clear" w:color="auto" w:fill="FFFFFF"/>
        <w:spacing w:before="120" w:beforeAutospacing="0" w:after="120" w:afterAutospacing="0"/>
        <w:ind w:left="540"/>
        <w:jc w:val="both"/>
        <w:rPr>
          <w:color w:val="222222"/>
          <w:sz w:val="28"/>
          <w:szCs w:val="28"/>
          <w:lang w:val="uk-UA"/>
        </w:rPr>
      </w:pPr>
      <w:r w:rsidRPr="00A32BB2">
        <w:rPr>
          <w:b/>
          <w:sz w:val="28"/>
          <w:szCs w:val="28"/>
          <w:lang w:val="uk-UA"/>
        </w:rPr>
        <w:t>Л. Українка</w:t>
      </w:r>
      <w:r w:rsidRPr="00A32BB2">
        <w:rPr>
          <w:sz w:val="28"/>
          <w:szCs w:val="28"/>
          <w:lang w:val="uk-UA"/>
        </w:rPr>
        <w:t xml:space="preserve"> - </w:t>
      </w:r>
      <w:r w:rsidRPr="00A32BB2">
        <w:rPr>
          <w:rFonts w:ascii="Arial" w:hAnsi="Arial" w:cs="Arial"/>
          <w:color w:val="222222"/>
          <w:sz w:val="28"/>
          <w:szCs w:val="28"/>
        </w:rPr>
        <w:t> </w:t>
      </w:r>
      <w:r w:rsidRPr="00A32BB2">
        <w:rPr>
          <w:color w:val="222222"/>
          <w:sz w:val="28"/>
          <w:szCs w:val="28"/>
          <w:lang w:val="uk-UA"/>
        </w:rPr>
        <w:t>(справжнє ім'я</w:t>
      </w:r>
      <w:r w:rsidRPr="00A32BB2">
        <w:rPr>
          <w:color w:val="222222"/>
          <w:sz w:val="28"/>
          <w:szCs w:val="28"/>
        </w:rPr>
        <w:t> </w:t>
      </w:r>
      <w:r w:rsidRPr="00A32BB2">
        <w:rPr>
          <w:b/>
          <w:bCs/>
          <w:color w:val="222222"/>
          <w:sz w:val="28"/>
          <w:szCs w:val="28"/>
          <w:lang w:val="uk-UA"/>
        </w:rPr>
        <w:t>Лари́са Петрі́вна Ко́сач-Кві́тка</w:t>
      </w:r>
      <w:r w:rsidRPr="00A32BB2">
        <w:rPr>
          <w:color w:val="222222"/>
          <w:sz w:val="28"/>
          <w:szCs w:val="28"/>
          <w:lang w:val="uk-UA"/>
        </w:rPr>
        <w:t>;</w:t>
      </w:r>
      <w:r w:rsidRPr="00A32BB2">
        <w:rPr>
          <w:color w:val="222222"/>
          <w:sz w:val="28"/>
          <w:szCs w:val="28"/>
        </w:rPr>
        <w:t>  </w:t>
      </w:r>
      <w:r w:rsidRPr="00A32BB2">
        <w:rPr>
          <w:color w:val="222222"/>
          <w:sz w:val="28"/>
          <w:szCs w:val="28"/>
          <w:lang w:val="uk-UA"/>
        </w:rPr>
        <w:t>— українська</w:t>
      </w:r>
      <w:r w:rsidRPr="00A32BB2">
        <w:rPr>
          <w:color w:val="222222"/>
          <w:sz w:val="28"/>
          <w:szCs w:val="28"/>
        </w:rPr>
        <w:t> </w:t>
      </w:r>
      <w:r w:rsidRPr="000F1274">
        <w:rPr>
          <w:sz w:val="28"/>
          <w:szCs w:val="28"/>
          <w:lang w:val="uk-UA"/>
        </w:rPr>
        <w:t>письменниц</w:t>
      </w:r>
      <w:r>
        <w:rPr>
          <w:sz w:val="28"/>
          <w:szCs w:val="28"/>
          <w:lang w:val="uk-UA"/>
        </w:rPr>
        <w:t>я,</w:t>
      </w:r>
      <w:r w:rsidRPr="00A32BB2">
        <w:rPr>
          <w:color w:val="222222"/>
          <w:sz w:val="28"/>
          <w:szCs w:val="28"/>
          <w:lang w:val="uk-UA"/>
        </w:rPr>
        <w:t xml:space="preserve"> перекладачка, культурна діячка. </w:t>
      </w:r>
      <w:r w:rsidRPr="00A32BB2">
        <w:rPr>
          <w:color w:val="222222"/>
          <w:sz w:val="28"/>
          <w:szCs w:val="28"/>
        </w:rPr>
        <w:t>Писала у жанрах поезії, лірики, епосу, драми, прози, публіцистики. Також працювала в ділянці фольклористики (220 народних</w:t>
      </w:r>
      <w:r>
        <w:rPr>
          <w:color w:val="222222"/>
          <w:sz w:val="28"/>
          <w:szCs w:val="28"/>
        </w:rPr>
        <w:t xml:space="preserve"> мелодій записано з її голосу) </w:t>
      </w:r>
      <w:r>
        <w:rPr>
          <w:color w:val="222222"/>
          <w:sz w:val="28"/>
          <w:szCs w:val="28"/>
          <w:lang w:val="uk-UA"/>
        </w:rPr>
        <w:t>,</w:t>
      </w:r>
      <w:r w:rsidRPr="00A32BB2">
        <w:rPr>
          <w:color w:val="222222"/>
          <w:sz w:val="28"/>
          <w:szCs w:val="28"/>
        </w:rPr>
        <w:t xml:space="preserve"> брала активну участь в українському національному русі.</w:t>
      </w:r>
    </w:p>
    <w:p w:rsidR="00476917" w:rsidRPr="00A32BB2" w:rsidRDefault="00476917" w:rsidP="001F4822">
      <w:pPr>
        <w:pStyle w:val="NormalWeb"/>
        <w:shd w:val="clear" w:color="auto" w:fill="FFFFFF"/>
        <w:spacing w:before="120" w:beforeAutospacing="0" w:after="120" w:afterAutospacing="0"/>
        <w:ind w:left="540"/>
        <w:jc w:val="both"/>
        <w:rPr>
          <w:sz w:val="28"/>
          <w:szCs w:val="28"/>
          <w:shd w:val="clear" w:color="auto" w:fill="FFFFFF"/>
          <w:lang w:val="uk-UA"/>
        </w:rPr>
      </w:pPr>
      <w:r w:rsidRPr="00A32BB2">
        <w:rPr>
          <w:b/>
          <w:color w:val="222222"/>
          <w:sz w:val="28"/>
          <w:szCs w:val="28"/>
          <w:lang w:val="uk-UA"/>
        </w:rPr>
        <w:t>Л. Каденюк</w:t>
      </w:r>
      <w:r w:rsidRPr="00A32BB2">
        <w:rPr>
          <w:color w:val="222222"/>
          <w:sz w:val="28"/>
          <w:szCs w:val="28"/>
          <w:lang w:val="uk-UA"/>
        </w:rPr>
        <w:t xml:space="preserve"> - </w:t>
      </w:r>
      <w:r w:rsidRPr="00A32BB2">
        <w:rPr>
          <w:rFonts w:ascii="Arial" w:hAnsi="Arial" w:cs="Arial"/>
          <w:color w:val="222222"/>
          <w:sz w:val="28"/>
          <w:szCs w:val="28"/>
          <w:shd w:val="clear" w:color="auto" w:fill="FFFFFF"/>
        </w:rPr>
        <w:t> </w:t>
      </w:r>
      <w:hyperlink r:id="rId8" w:tooltip="Льотчик" w:history="1">
        <w:r w:rsidRPr="00A32BB2">
          <w:rPr>
            <w:rStyle w:val="Hyperlink"/>
            <w:color w:val="auto"/>
            <w:sz w:val="28"/>
            <w:szCs w:val="28"/>
            <w:shd w:val="clear" w:color="auto" w:fill="FFFFFF"/>
            <w:lang w:val="uk-UA"/>
          </w:rPr>
          <w:t>льотчик</w:t>
        </w:r>
      </w:hyperlink>
      <w:r w:rsidRPr="00A32BB2">
        <w:rPr>
          <w:sz w:val="28"/>
          <w:szCs w:val="28"/>
          <w:shd w:val="clear" w:color="auto" w:fill="FFFFFF"/>
          <w:lang w:val="uk-UA"/>
        </w:rPr>
        <w:t>-випробувач 1-го класу,</w:t>
      </w:r>
      <w:r w:rsidRPr="00A32BB2">
        <w:rPr>
          <w:sz w:val="28"/>
          <w:szCs w:val="28"/>
          <w:shd w:val="clear" w:color="auto" w:fill="FFFFFF"/>
        </w:rPr>
        <w:t> </w:t>
      </w:r>
      <w:hyperlink r:id="rId9" w:tooltip="Космонавт" w:history="1">
        <w:r w:rsidRPr="00A32BB2">
          <w:rPr>
            <w:rStyle w:val="Hyperlink"/>
            <w:color w:val="auto"/>
            <w:sz w:val="28"/>
            <w:szCs w:val="28"/>
            <w:shd w:val="clear" w:color="auto" w:fill="FFFFFF"/>
            <w:lang w:val="uk-UA"/>
          </w:rPr>
          <w:t>космонавт</w:t>
        </w:r>
      </w:hyperlink>
      <w:r w:rsidRPr="00A32BB2">
        <w:rPr>
          <w:sz w:val="28"/>
          <w:szCs w:val="28"/>
          <w:shd w:val="clear" w:color="auto" w:fill="FFFFFF"/>
          <w:lang w:val="uk-UA"/>
        </w:rPr>
        <w:t>, генерал-майор авіації, перший і єдиний</w:t>
      </w:r>
      <w:r w:rsidRPr="00A32BB2">
        <w:rPr>
          <w:sz w:val="28"/>
          <w:szCs w:val="28"/>
          <w:shd w:val="clear" w:color="auto" w:fill="FFFFFF"/>
        </w:rPr>
        <w:t> </w:t>
      </w:r>
      <w:hyperlink r:id="rId10" w:tooltip="Астронавт" w:history="1">
        <w:r w:rsidRPr="00A32BB2">
          <w:rPr>
            <w:rStyle w:val="Hyperlink"/>
            <w:color w:val="auto"/>
            <w:sz w:val="28"/>
            <w:szCs w:val="28"/>
            <w:shd w:val="clear" w:color="auto" w:fill="FFFFFF"/>
            <w:lang w:val="uk-UA"/>
          </w:rPr>
          <w:t>астронавт</w:t>
        </w:r>
      </w:hyperlink>
      <w:r w:rsidRPr="00A32BB2">
        <w:rPr>
          <w:sz w:val="28"/>
          <w:szCs w:val="28"/>
          <w:shd w:val="clear" w:color="auto" w:fill="FFFFFF"/>
        </w:rPr>
        <w:t> </w:t>
      </w:r>
      <w:r w:rsidRPr="00A32BB2">
        <w:rPr>
          <w:sz w:val="28"/>
          <w:szCs w:val="28"/>
          <w:shd w:val="clear" w:color="auto" w:fill="FFFFFF"/>
          <w:lang w:val="uk-UA"/>
        </w:rPr>
        <w:t>незалежної</w:t>
      </w:r>
      <w:r w:rsidRPr="00A32BB2">
        <w:rPr>
          <w:sz w:val="28"/>
          <w:szCs w:val="28"/>
          <w:shd w:val="clear" w:color="auto" w:fill="FFFFFF"/>
        </w:rPr>
        <w:t> </w:t>
      </w:r>
      <w:hyperlink r:id="rId11" w:tooltip="Україна" w:history="1">
        <w:r w:rsidRPr="00A32BB2">
          <w:rPr>
            <w:rStyle w:val="Hyperlink"/>
            <w:color w:val="auto"/>
            <w:sz w:val="28"/>
            <w:szCs w:val="28"/>
            <w:shd w:val="clear" w:color="auto" w:fill="FFFFFF"/>
            <w:lang w:val="uk-UA"/>
          </w:rPr>
          <w:t>України</w:t>
        </w:r>
      </w:hyperlink>
      <w:r w:rsidRPr="00A32BB2">
        <w:rPr>
          <w:sz w:val="28"/>
          <w:szCs w:val="28"/>
          <w:shd w:val="clear" w:color="auto" w:fill="FFFFFF"/>
          <w:lang w:val="uk-UA"/>
        </w:rPr>
        <w:t>,</w:t>
      </w:r>
      <w:r w:rsidRPr="00A32BB2">
        <w:rPr>
          <w:sz w:val="28"/>
          <w:szCs w:val="28"/>
          <w:shd w:val="clear" w:color="auto" w:fill="FFFFFF"/>
        </w:rPr>
        <w:t> </w:t>
      </w:r>
      <w:hyperlink r:id="rId12" w:tooltip="Народні Депутати Верховної Ради України 4-го скликання" w:history="1">
        <w:r w:rsidRPr="00A32BB2">
          <w:rPr>
            <w:rStyle w:val="Hyperlink"/>
            <w:color w:val="auto"/>
            <w:sz w:val="28"/>
            <w:szCs w:val="28"/>
            <w:shd w:val="clear" w:color="auto" w:fill="FFFFFF"/>
            <w:lang w:val="uk-UA"/>
          </w:rPr>
          <w:t>народний депутат України 4-го скликання</w:t>
        </w:r>
      </w:hyperlink>
      <w:r w:rsidRPr="00A32BB2">
        <w:rPr>
          <w:sz w:val="28"/>
          <w:szCs w:val="28"/>
          <w:shd w:val="clear" w:color="auto" w:fill="FFFFFF"/>
          <w:lang w:val="uk-UA"/>
        </w:rPr>
        <w:t>,</w:t>
      </w:r>
      <w:r w:rsidRPr="00A32BB2">
        <w:rPr>
          <w:sz w:val="28"/>
          <w:szCs w:val="28"/>
          <w:shd w:val="clear" w:color="auto" w:fill="FFFFFF"/>
        </w:rPr>
        <w:t> </w:t>
      </w:r>
      <w:hyperlink r:id="rId13" w:tooltip="Українське народне посольство" w:history="1">
        <w:r w:rsidRPr="00A32BB2">
          <w:rPr>
            <w:rStyle w:val="Hyperlink"/>
            <w:color w:val="auto"/>
            <w:sz w:val="28"/>
            <w:szCs w:val="28"/>
            <w:shd w:val="clear" w:color="auto" w:fill="FFFFFF"/>
            <w:lang w:val="uk-UA"/>
          </w:rPr>
          <w:t>Народний Посол України</w:t>
        </w:r>
      </w:hyperlink>
      <w:r w:rsidRPr="00A32BB2">
        <w:rPr>
          <w:sz w:val="28"/>
          <w:szCs w:val="28"/>
          <w:shd w:val="clear" w:color="auto" w:fill="FFFFFF"/>
          <w:lang w:val="uk-UA"/>
        </w:rPr>
        <w:t>,</w:t>
      </w:r>
      <w:r w:rsidRPr="00A32BB2">
        <w:rPr>
          <w:sz w:val="28"/>
          <w:szCs w:val="28"/>
          <w:shd w:val="clear" w:color="auto" w:fill="FFFFFF"/>
        </w:rPr>
        <w:t> </w:t>
      </w:r>
      <w:hyperlink r:id="rId14" w:tooltip="Герой України" w:history="1">
        <w:r w:rsidRPr="00A32BB2">
          <w:rPr>
            <w:rStyle w:val="Hyperlink"/>
            <w:color w:val="auto"/>
            <w:sz w:val="28"/>
            <w:szCs w:val="28"/>
            <w:shd w:val="clear" w:color="auto" w:fill="FFFFFF"/>
            <w:lang w:val="uk-UA"/>
          </w:rPr>
          <w:t>Герой України</w:t>
        </w:r>
      </w:hyperlink>
      <w:r w:rsidRPr="00A32BB2">
        <w:rPr>
          <w:sz w:val="28"/>
          <w:szCs w:val="28"/>
          <w:shd w:val="clear" w:color="auto" w:fill="FFFFFF"/>
          <w:lang w:val="uk-UA"/>
        </w:rPr>
        <w:t>, Президент</w:t>
      </w:r>
      <w:r w:rsidRPr="00A32BB2">
        <w:rPr>
          <w:sz w:val="28"/>
          <w:szCs w:val="28"/>
          <w:shd w:val="clear" w:color="auto" w:fill="FFFFFF"/>
        </w:rPr>
        <w:t> </w:t>
      </w:r>
      <w:hyperlink r:id="rId15" w:tooltip="Аерокосмічне товариство України" w:history="1">
        <w:r w:rsidRPr="00A32BB2">
          <w:rPr>
            <w:rStyle w:val="Hyperlink"/>
            <w:color w:val="auto"/>
            <w:sz w:val="28"/>
            <w:szCs w:val="28"/>
            <w:shd w:val="clear" w:color="auto" w:fill="FFFFFF"/>
            <w:lang w:val="uk-UA"/>
          </w:rPr>
          <w:t>Аерокосмічного товариства України</w:t>
        </w:r>
      </w:hyperlink>
      <w:r w:rsidRPr="00A32BB2">
        <w:rPr>
          <w:sz w:val="28"/>
          <w:szCs w:val="28"/>
          <w:shd w:val="clear" w:color="auto" w:fill="FFFFFF"/>
          <w:lang w:val="uk-UA"/>
        </w:rPr>
        <w:t>, радник</w:t>
      </w:r>
      <w:r w:rsidRPr="00A32BB2">
        <w:rPr>
          <w:sz w:val="28"/>
          <w:szCs w:val="28"/>
          <w:shd w:val="clear" w:color="auto" w:fill="FFFFFF"/>
        </w:rPr>
        <w:t> </w:t>
      </w:r>
      <w:hyperlink r:id="rId16" w:tooltip="Прем'єр-міністр України" w:history="1">
        <w:r w:rsidRPr="00A32BB2">
          <w:rPr>
            <w:rStyle w:val="Hyperlink"/>
            <w:color w:val="auto"/>
            <w:sz w:val="28"/>
            <w:szCs w:val="28"/>
            <w:shd w:val="clear" w:color="auto" w:fill="FFFFFF"/>
            <w:lang w:val="uk-UA"/>
          </w:rPr>
          <w:t>Прем'єр-міністра України</w:t>
        </w:r>
      </w:hyperlink>
      <w:r w:rsidRPr="00A32BB2">
        <w:rPr>
          <w:sz w:val="28"/>
          <w:szCs w:val="28"/>
          <w:shd w:val="clear" w:color="auto" w:fill="FFFFFF"/>
        </w:rPr>
        <w:t> </w:t>
      </w:r>
      <w:r w:rsidRPr="00A32BB2">
        <w:rPr>
          <w:sz w:val="28"/>
          <w:szCs w:val="28"/>
          <w:shd w:val="clear" w:color="auto" w:fill="FFFFFF"/>
          <w:lang w:val="uk-UA"/>
        </w:rPr>
        <w:t>та Голови</w:t>
      </w:r>
      <w:r w:rsidRPr="00A32BB2">
        <w:rPr>
          <w:sz w:val="28"/>
          <w:szCs w:val="28"/>
          <w:shd w:val="clear" w:color="auto" w:fill="FFFFFF"/>
        </w:rPr>
        <w:t> </w:t>
      </w:r>
      <w:hyperlink r:id="rId17" w:tooltip="Державне космічне агентство України" w:history="1">
        <w:r w:rsidRPr="00A32BB2">
          <w:rPr>
            <w:rStyle w:val="Hyperlink"/>
            <w:color w:val="auto"/>
            <w:sz w:val="28"/>
            <w:szCs w:val="28"/>
            <w:shd w:val="clear" w:color="auto" w:fill="FFFFFF"/>
            <w:lang w:val="uk-UA"/>
          </w:rPr>
          <w:t>Державного космічного агентства України</w:t>
        </w:r>
      </w:hyperlink>
      <w:r w:rsidRPr="00A32BB2">
        <w:rPr>
          <w:sz w:val="28"/>
          <w:szCs w:val="28"/>
          <w:shd w:val="clear" w:color="auto" w:fill="FFFFFF"/>
          <w:lang w:val="uk-UA"/>
        </w:rPr>
        <w:t>, Почесний доктор</w:t>
      </w:r>
      <w:r w:rsidRPr="00A32BB2">
        <w:rPr>
          <w:sz w:val="28"/>
          <w:szCs w:val="28"/>
          <w:shd w:val="clear" w:color="auto" w:fill="FFFFFF"/>
        </w:rPr>
        <w:t> </w:t>
      </w:r>
      <w:hyperlink r:id="rId18" w:tooltip="Чернівецький національний університет імені Юрія Федьковича" w:history="1">
        <w:r w:rsidRPr="00A32BB2">
          <w:rPr>
            <w:rStyle w:val="Hyperlink"/>
            <w:color w:val="auto"/>
            <w:sz w:val="28"/>
            <w:szCs w:val="28"/>
            <w:shd w:val="clear" w:color="auto" w:fill="FFFFFF"/>
            <w:lang w:val="uk-UA"/>
          </w:rPr>
          <w:t>Чернівецького Національного університету імені Ю.Федьковича</w:t>
        </w:r>
      </w:hyperlink>
      <w:hyperlink r:id="rId19" w:anchor="cite_note-2" w:history="1">
        <w:r w:rsidRPr="00A32BB2">
          <w:rPr>
            <w:rStyle w:val="Hyperlink"/>
            <w:color w:val="auto"/>
            <w:sz w:val="28"/>
            <w:szCs w:val="28"/>
            <w:shd w:val="clear" w:color="auto" w:fill="FFFFFF"/>
            <w:vertAlign w:val="superscript"/>
          </w:rPr>
          <w:t>[2]</w:t>
        </w:r>
      </w:hyperlink>
      <w:r w:rsidRPr="00A32BB2">
        <w:rPr>
          <w:sz w:val="28"/>
          <w:szCs w:val="28"/>
          <w:shd w:val="clear" w:color="auto" w:fill="FFFFFF"/>
        </w:rPr>
        <w:t>.</w:t>
      </w:r>
    </w:p>
    <w:p w:rsidR="00476917" w:rsidRPr="00A32BB2" w:rsidRDefault="00476917" w:rsidP="001F4822">
      <w:pPr>
        <w:pStyle w:val="NormalWeb"/>
        <w:shd w:val="clear" w:color="auto" w:fill="FFFFFF"/>
        <w:spacing w:before="120" w:beforeAutospacing="0" w:after="120" w:afterAutospacing="0"/>
        <w:ind w:left="540"/>
        <w:jc w:val="both"/>
        <w:rPr>
          <w:sz w:val="28"/>
          <w:szCs w:val="28"/>
          <w:lang w:val="uk-UA"/>
        </w:rPr>
      </w:pPr>
      <w:r w:rsidRPr="00A32BB2">
        <w:rPr>
          <w:b/>
          <w:sz w:val="28"/>
          <w:szCs w:val="28"/>
          <w:lang w:val="uk-UA"/>
        </w:rPr>
        <w:t>Б. Хмельницький</w:t>
      </w:r>
      <w:r w:rsidRPr="00A32BB2">
        <w:rPr>
          <w:sz w:val="28"/>
          <w:szCs w:val="28"/>
          <w:lang w:val="uk-UA"/>
        </w:rPr>
        <w:t xml:space="preserve"> – відомий український політичний і державний діяч, полководець, гетьман України, засновник Української козацької держави.</w:t>
      </w:r>
    </w:p>
    <w:p w:rsidR="00476917" w:rsidRDefault="00476917" w:rsidP="001F4822">
      <w:pPr>
        <w:spacing w:after="0"/>
        <w:ind w:left="540"/>
        <w:jc w:val="both"/>
        <w:rPr>
          <w:rFonts w:ascii="Times New Roman" w:hAnsi="Times New Roman"/>
          <w:sz w:val="28"/>
          <w:szCs w:val="28"/>
        </w:rPr>
      </w:pPr>
      <w:r w:rsidRPr="003410C0">
        <w:rPr>
          <w:rFonts w:ascii="Times New Roman" w:hAnsi="Times New Roman"/>
          <w:b/>
          <w:sz w:val="28"/>
          <w:szCs w:val="28"/>
        </w:rPr>
        <w:t>2 група:</w:t>
      </w:r>
      <w:r>
        <w:rPr>
          <w:rFonts w:ascii="Times New Roman" w:hAnsi="Times New Roman"/>
          <w:sz w:val="28"/>
          <w:szCs w:val="28"/>
        </w:rPr>
        <w:t xml:space="preserve"> І. Франко, Андрій Шевченко, Я. Мудрий.</w:t>
      </w:r>
    </w:p>
    <w:p w:rsidR="00476917" w:rsidRPr="00A32BB2" w:rsidRDefault="00476917" w:rsidP="001F4822">
      <w:pPr>
        <w:pStyle w:val="NormalWeb"/>
        <w:shd w:val="clear" w:color="auto" w:fill="FFFFFF"/>
        <w:spacing w:before="120" w:beforeAutospacing="0" w:after="120" w:afterAutospacing="0"/>
        <w:ind w:left="540"/>
        <w:jc w:val="both"/>
        <w:rPr>
          <w:color w:val="222222"/>
          <w:sz w:val="28"/>
          <w:szCs w:val="28"/>
          <w:lang w:val="uk-UA"/>
        </w:rPr>
      </w:pPr>
      <w:r w:rsidRPr="00A32BB2">
        <w:rPr>
          <w:b/>
          <w:sz w:val="28"/>
          <w:szCs w:val="28"/>
        </w:rPr>
        <w:t>І. Франко</w:t>
      </w:r>
      <w:r w:rsidRPr="00A32BB2">
        <w:rPr>
          <w:sz w:val="28"/>
          <w:szCs w:val="28"/>
        </w:rPr>
        <w:t xml:space="preserve"> </w:t>
      </w:r>
      <w:r w:rsidRPr="00C41153">
        <w:rPr>
          <w:color w:val="000000"/>
          <w:sz w:val="28"/>
          <w:szCs w:val="28"/>
          <w:lang w:val="uk-UA"/>
        </w:rPr>
        <w:t>-  видатний український письменник, поет, публіцист, перекладач, учений, громадський і політичний діяч. </w:t>
      </w:r>
      <w:hyperlink r:id="rId20" w:tooltip="Доктор філософії" w:history="1">
        <w:r w:rsidRPr="00C41153">
          <w:rPr>
            <w:rStyle w:val="Hyperlink"/>
            <w:color w:val="000000"/>
            <w:sz w:val="28"/>
            <w:szCs w:val="28"/>
            <w:lang w:val="uk-UA"/>
          </w:rPr>
          <w:t>Доктор філософії</w:t>
        </w:r>
      </w:hyperlink>
      <w:r w:rsidRPr="00C41153">
        <w:rPr>
          <w:color w:val="000000"/>
          <w:sz w:val="28"/>
          <w:szCs w:val="28"/>
          <w:lang w:val="uk-UA"/>
        </w:rPr>
        <w:t> , почесний доктор </w:t>
      </w:r>
      <w:hyperlink r:id="rId21" w:tooltip="Харківський національний університет імені В. Н. Каразіна" w:history="1">
        <w:r w:rsidRPr="00C41153">
          <w:rPr>
            <w:rStyle w:val="Hyperlink"/>
            <w:color w:val="000000"/>
            <w:sz w:val="28"/>
            <w:szCs w:val="28"/>
            <w:lang w:val="uk-UA"/>
          </w:rPr>
          <w:t>Харківського університету</w:t>
        </w:r>
      </w:hyperlink>
      <w:r w:rsidRPr="00C41153">
        <w:rPr>
          <w:color w:val="000000"/>
          <w:sz w:val="28"/>
          <w:szCs w:val="28"/>
          <w:lang w:val="uk-UA"/>
        </w:rPr>
        <w:t> .  Усього за життя Франка</w:t>
      </w:r>
      <w:r w:rsidRPr="00A32BB2">
        <w:rPr>
          <w:color w:val="222222"/>
          <w:sz w:val="28"/>
          <w:szCs w:val="28"/>
          <w:lang w:val="uk-UA"/>
        </w:rPr>
        <w:t xml:space="preserve"> окремими книгами і брошурами з'явилося понад 220 видань, у тому числі більш ніж 60 збірок його оригінальних і перекладних творів різних жанрів.</w:t>
      </w:r>
    </w:p>
    <w:p w:rsidR="00476917" w:rsidRPr="00C41153" w:rsidRDefault="00476917" w:rsidP="001F4822">
      <w:pPr>
        <w:spacing w:after="0"/>
        <w:ind w:left="540" w:hanging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 w:rsidRPr="00A32BB2">
        <w:rPr>
          <w:rFonts w:ascii="Times New Roman" w:hAnsi="Times New Roman"/>
          <w:b/>
          <w:sz w:val="28"/>
          <w:szCs w:val="28"/>
        </w:rPr>
        <w:t>Андрій Шевченко</w:t>
      </w:r>
      <w:r w:rsidRPr="00A32BB2">
        <w:rPr>
          <w:rFonts w:ascii="Times New Roman" w:hAnsi="Times New Roman"/>
          <w:sz w:val="28"/>
          <w:szCs w:val="28"/>
        </w:rPr>
        <w:t xml:space="preserve"> </w:t>
      </w:r>
      <w:r w:rsidRPr="00C41153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22" w:tooltip="Україна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український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23" w:tooltip="Футболіст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футболіст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виступав за </w:t>
      </w:r>
      <w:hyperlink r:id="rId24" w:tooltip="Київ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київське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25" w:tooltip="Динамо (Київ)" w:history="1">
        <w:r w:rsidRPr="00C41153">
          <w:rPr>
            <w:rFonts w:ascii="Times New Roman" w:hAnsi="Times New Roman"/>
            <w:color w:val="000000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000000"/>
            <w:sz w:val="28"/>
            <w:szCs w:val="28"/>
            <w:lang w:val="ru-RU"/>
          </w:rPr>
          <w:t xml:space="preserve">    </w:t>
        </w:r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«Динамо»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hyperlink r:id="rId26" w:tooltip="Мілан (футбольний клуб)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«Мілан»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та </w:t>
      </w:r>
      <w:hyperlink r:id="rId27" w:tooltip="Лондон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лондонський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28" w:tooltip="Челсі (футбольний клуб)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«Челсі»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hyperlink r:id="rId29" w:tooltip="Заслужений майстер спорту України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Заслужений майстер спорту України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з 2003 року. Нагороджений найвищою державною відзнакою — </w:t>
      </w:r>
      <w:hyperlink r:id="rId30" w:tooltip="Герой України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«Герой України»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У 2003 році став першим українцем, який виграв </w:t>
      </w:r>
      <w:hyperlink r:id="rId31" w:tooltip="Ліга чемпіонів УЄФА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Лігу чемпіонів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Володар </w:t>
      </w:r>
      <w:hyperlink r:id="rId32" w:tooltip="Золотий м'яч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«Золотого м'яча»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2004 — призу, який вручають найкращому футболісту Європи. Один з найрезультативніших бомбардирів єврокубкових турнірів за всі сезони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perscript"/>
        </w:rPr>
        <w:t xml:space="preserve"> </w:t>
      </w:r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Наразі — </w:t>
      </w:r>
      <w:hyperlink r:id="rId33" w:tooltip="Футбольний тренер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головний тренер</w:t>
        </w:r>
      </w:hyperlink>
      <w:r w:rsidRPr="00C41153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34" w:tooltip="Збірна України з футболу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збірної України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76917" w:rsidRPr="00A32BB2" w:rsidRDefault="00476917" w:rsidP="001F4822">
      <w:pPr>
        <w:spacing w:after="0"/>
        <w:ind w:left="540" w:hanging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</w:t>
      </w:r>
      <w:r w:rsidRPr="00A32BB2">
        <w:rPr>
          <w:rFonts w:ascii="Times New Roman" w:hAnsi="Times New Roman"/>
          <w:b/>
          <w:sz w:val="28"/>
          <w:szCs w:val="28"/>
        </w:rPr>
        <w:t>Я. Мудрий</w:t>
      </w:r>
      <w:r w:rsidRPr="00A32BB2">
        <w:rPr>
          <w:rFonts w:ascii="Times New Roman" w:hAnsi="Times New Roman"/>
          <w:sz w:val="28"/>
          <w:szCs w:val="28"/>
        </w:rPr>
        <w:t xml:space="preserve"> – 37 років залишався Великим князем. У цей період Київська Русь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32BB2">
        <w:rPr>
          <w:rFonts w:ascii="Times New Roman" w:hAnsi="Times New Roman"/>
          <w:sz w:val="28"/>
          <w:szCs w:val="28"/>
        </w:rPr>
        <w:t>перебувала на вершині могутності. Саме завдяки йому в Києві будувалися школи, було укладено перший літопис, засновано першу на Русі бібліотеку.</w:t>
      </w:r>
    </w:p>
    <w:p w:rsidR="00476917" w:rsidRPr="00A32BB2" w:rsidRDefault="00476917" w:rsidP="001F482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76917" w:rsidRPr="00A32BB2" w:rsidRDefault="00476917" w:rsidP="001F482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Pr="00A32BB2">
        <w:rPr>
          <w:rFonts w:ascii="Times New Roman" w:hAnsi="Times New Roman"/>
          <w:b/>
          <w:sz w:val="28"/>
          <w:szCs w:val="28"/>
        </w:rPr>
        <w:t>3 група:</w:t>
      </w:r>
      <w:r w:rsidRPr="00A32BB2">
        <w:rPr>
          <w:rFonts w:ascii="Times New Roman" w:hAnsi="Times New Roman"/>
          <w:sz w:val="28"/>
          <w:szCs w:val="28"/>
        </w:rPr>
        <w:t xml:space="preserve"> Т. Шевченко, В. Кличко, К. Білокур.</w:t>
      </w:r>
    </w:p>
    <w:p w:rsidR="00476917" w:rsidRPr="00C41153" w:rsidRDefault="00476917" w:rsidP="001F4822">
      <w:pPr>
        <w:spacing w:after="0"/>
        <w:ind w:left="540" w:hanging="18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Т.</w:t>
      </w:r>
      <w:r w:rsidRPr="00A32BB2">
        <w:rPr>
          <w:rFonts w:ascii="Times New Roman" w:hAnsi="Times New Roman"/>
          <w:b/>
          <w:sz w:val="28"/>
          <w:szCs w:val="28"/>
        </w:rPr>
        <w:t>Шевченко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країнський </w:t>
      </w:r>
      <w:hyperlink r:id="rId35" w:tooltip="Поет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поет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hyperlink r:id="rId36" w:tooltip="Письменник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письменник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(</w:t>
      </w:r>
      <w:hyperlink r:id="rId37" w:tooltip="Драматург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драматург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hyperlink r:id="rId38" w:tooltip="Прозаїк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прозаїк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 </w:t>
      </w:r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39" w:tooltip="Художник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художник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(</w:t>
      </w:r>
      <w:hyperlink r:id="rId40" w:tooltip="Живопис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живописець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hyperlink r:id="rId41" w:tooltip="Графіка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гравер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), </w:t>
      </w:r>
      <w:hyperlink r:id="rId42" w:tooltip="Громадський діяч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громадський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та </w:t>
      </w:r>
      <w:hyperlink r:id="rId43" w:tooltip="Політик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політичний діяч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hyperlink r:id="rId44" w:tooltip="Національний герой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Національний</w:t>
        </w:r>
        <w:r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 xml:space="preserve"> </w:t>
        </w:r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 xml:space="preserve"> герой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 символ України.</w:t>
      </w:r>
    </w:p>
    <w:p w:rsidR="00476917" w:rsidRPr="00C41153" w:rsidRDefault="00476917" w:rsidP="001F4822">
      <w:pPr>
        <w:spacing w:after="0"/>
        <w:ind w:left="540" w:hanging="18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</w:t>
      </w:r>
      <w:r w:rsidRPr="00C41153">
        <w:rPr>
          <w:rFonts w:ascii="Times New Roman" w:hAnsi="Times New Roman"/>
          <w:b/>
          <w:color w:val="000000"/>
          <w:sz w:val="28"/>
          <w:szCs w:val="28"/>
        </w:rPr>
        <w:t>В. Кличко</w:t>
      </w:r>
      <w:r w:rsidRPr="00C41153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український професійний </w:t>
      </w:r>
      <w:hyperlink r:id="rId45" w:tooltip="Бокс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боксер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hyperlink r:id="rId46" w:tooltip="Літні Олімпійські ігри 1996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Олімпійський чемпіон</w:t>
        </w:r>
      </w:hyperlink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з боксу у надважчі</w:t>
      </w:r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й ваговій категорії . Чемпіон світу з </w:t>
      </w:r>
      <w:hyperlink r:id="rId47" w:tooltip="Бокс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боксу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у важкій ваговій категорії за різними версіями </w:t>
      </w:r>
      <w:hyperlink r:id="rId48" w:tooltip="WBO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WBO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hyperlink r:id="rId49" w:tooltip="IBF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IBF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hyperlink r:id="rId50" w:tooltip="IBO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IBO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 </w:t>
      </w:r>
      <w:hyperlink r:id="rId51" w:tooltip="WBA" w:history="1">
        <w:r w:rsidRPr="00C41153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WBA</w:t>
        </w:r>
      </w:hyperlink>
      <w:r w:rsidRPr="00C411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76917" w:rsidRPr="00A32BB2" w:rsidRDefault="00476917" w:rsidP="001F4822">
      <w:pPr>
        <w:spacing w:after="0"/>
        <w:ind w:left="540" w:hanging="180"/>
        <w:jc w:val="both"/>
        <w:rPr>
          <w:rFonts w:ascii="Times New Roman" w:hAnsi="Times New Roman"/>
          <w:sz w:val="28"/>
          <w:szCs w:val="28"/>
        </w:rPr>
      </w:pPr>
      <w:r w:rsidRPr="002B5723">
        <w:rPr>
          <w:rFonts w:ascii="Times New Roman" w:hAnsi="Times New Roman"/>
          <w:b/>
          <w:sz w:val="28"/>
          <w:szCs w:val="28"/>
        </w:rPr>
        <w:t xml:space="preserve">  </w:t>
      </w:r>
      <w:r w:rsidRPr="00A32BB2">
        <w:rPr>
          <w:rFonts w:ascii="Times New Roman" w:hAnsi="Times New Roman"/>
          <w:b/>
          <w:sz w:val="28"/>
          <w:szCs w:val="28"/>
        </w:rPr>
        <w:t>Катерина Білокур</w:t>
      </w:r>
      <w:r w:rsidRPr="00A32BB2">
        <w:rPr>
          <w:rFonts w:ascii="Times New Roman" w:hAnsi="Times New Roman"/>
          <w:sz w:val="28"/>
          <w:szCs w:val="28"/>
        </w:rPr>
        <w:t xml:space="preserve"> – відома українська художниця – самоук. Жодного дня не вчилася в школі, не мала вчителів малювання, але її картини з квітами відомі на весь світ.</w:t>
      </w:r>
    </w:p>
    <w:p w:rsidR="00476917" w:rsidRPr="00A32BB2" w:rsidRDefault="00476917" w:rsidP="001F4822">
      <w:pPr>
        <w:spacing w:after="0"/>
        <w:ind w:left="540" w:hanging="18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6917" w:rsidRPr="007B780F" w:rsidRDefault="00476917" w:rsidP="001F4822">
      <w:pPr>
        <w:spacing w:after="0"/>
        <w:ind w:left="540" w:hanging="180"/>
        <w:jc w:val="both"/>
        <w:rPr>
          <w:rFonts w:ascii="Times New Roman" w:hAnsi="Times New Roman"/>
          <w:sz w:val="28"/>
          <w:szCs w:val="28"/>
        </w:rPr>
      </w:pPr>
    </w:p>
    <w:p w:rsidR="00476917" w:rsidRPr="00A32BB2" w:rsidRDefault="00476917" w:rsidP="001F4822">
      <w:pPr>
        <w:spacing w:after="0"/>
        <w:ind w:left="540" w:hanging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A32BB2">
        <w:rPr>
          <w:rFonts w:ascii="Times New Roman" w:hAnsi="Times New Roman"/>
          <w:sz w:val="28"/>
          <w:szCs w:val="28"/>
        </w:rPr>
        <w:t>Шкільний бібліотекар . У 2018 році в Україні відзначають 100</w:t>
      </w:r>
      <w:r>
        <w:rPr>
          <w:rFonts w:ascii="Times New Roman" w:hAnsi="Times New Roman"/>
          <w:sz w:val="28"/>
          <w:szCs w:val="28"/>
        </w:rPr>
        <w:t>-</w:t>
      </w:r>
      <w:r w:rsidRPr="00A32BB2">
        <w:rPr>
          <w:rFonts w:ascii="Times New Roman" w:hAnsi="Times New Roman"/>
          <w:sz w:val="28"/>
          <w:szCs w:val="28"/>
        </w:rPr>
        <w:t>річчя з дня народження славетного українця, педагога, письменника, науковця, але перш за все вчителя з великої літери  В. О. Сухомлинського. І зараз ми з вами переглянемо презентацію про  його життєвий шлях</w:t>
      </w:r>
      <w:r w:rsidRPr="00A32BB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32BB2">
        <w:rPr>
          <w:rFonts w:ascii="Times New Roman" w:hAnsi="Times New Roman"/>
          <w:sz w:val="28"/>
          <w:szCs w:val="28"/>
        </w:rPr>
        <w:t xml:space="preserve">  </w:t>
      </w:r>
      <w:r w:rsidRPr="00A32BB2">
        <w:rPr>
          <w:rFonts w:ascii="Times New Roman" w:hAnsi="Times New Roman"/>
          <w:sz w:val="28"/>
          <w:szCs w:val="28"/>
          <w:lang w:val="ru-RU"/>
        </w:rPr>
        <w:t>(</w:t>
      </w:r>
      <w:r w:rsidRPr="00A32BB2">
        <w:rPr>
          <w:rFonts w:ascii="Times New Roman" w:hAnsi="Times New Roman"/>
          <w:sz w:val="28"/>
          <w:szCs w:val="28"/>
        </w:rPr>
        <w:t xml:space="preserve">  </w:t>
      </w:r>
      <w:r w:rsidRPr="00A32BB2">
        <w:rPr>
          <w:rFonts w:ascii="Times New Roman" w:hAnsi="Times New Roman"/>
          <w:sz w:val="28"/>
          <w:szCs w:val="28"/>
          <w:lang w:val="ru-RU"/>
        </w:rPr>
        <w:t>перегляд презентації).</w:t>
      </w:r>
      <w:r w:rsidRPr="00A32BB2">
        <w:rPr>
          <w:rFonts w:ascii="Times New Roman" w:hAnsi="Times New Roman"/>
          <w:sz w:val="28"/>
          <w:szCs w:val="28"/>
        </w:rPr>
        <w:t xml:space="preserve">           </w:t>
      </w:r>
    </w:p>
    <w:p w:rsidR="00476917" w:rsidRPr="00A32BB2" w:rsidRDefault="00476917" w:rsidP="001F4822">
      <w:pPr>
        <w:spacing w:after="0"/>
        <w:ind w:left="540" w:hanging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32BB2">
        <w:rPr>
          <w:rFonts w:ascii="Times New Roman" w:hAnsi="Times New Roman"/>
          <w:sz w:val="28"/>
          <w:szCs w:val="28"/>
        </w:rPr>
        <w:t>Бібліотекар знайомить учнів з книжковою виставкою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A32BB2">
        <w:rPr>
          <w:rFonts w:ascii="Times New Roman" w:hAnsi="Times New Roman"/>
          <w:sz w:val="28"/>
          <w:szCs w:val="28"/>
        </w:rPr>
        <w:t xml:space="preserve"> Школа під відкритим небом.</w:t>
      </w:r>
    </w:p>
    <w:p w:rsidR="00476917" w:rsidRPr="00B060C3" w:rsidRDefault="00476917" w:rsidP="001F4822">
      <w:pPr>
        <w:pStyle w:val="ListParagraph"/>
        <w:spacing w:after="0"/>
        <w:ind w:left="540" w:hanging="18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Гра за малюнками до творів В. О. Сухомлинського ( див. додаток)</w:t>
      </w:r>
    </w:p>
    <w:p w:rsidR="00476917" w:rsidRDefault="00476917" w:rsidP="001F4822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Складання колажу з малюнків до творів Сухомлинського.  </w:t>
      </w:r>
    </w:p>
    <w:p w:rsidR="00476917" w:rsidRDefault="00476917" w:rsidP="001F4822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476917" w:rsidRPr="00C502A7" w:rsidRDefault="00476917" w:rsidP="001F4822">
      <w:pPr>
        <w:pStyle w:val="ListParagraph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І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 Підсумок уроку .</w:t>
      </w:r>
    </w:p>
    <w:p w:rsidR="00476917" w:rsidRPr="00D9611A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Ось і підійшов до завершення наш урок. Напевне, всі ви зрозуміли, на якій унікальній землі ми живемо. Ми переконалися, що про країну, де народилися і живемо, необхідно знати якомога більше. Її потрібно любити, шанувати, також поважати звичаї та традиції. А знання, отримані в школі, допоможуть нам принести користь Вітчизні в майбутньому.</w:t>
      </w:r>
    </w:p>
    <w:p w:rsidR="00476917" w:rsidRDefault="00476917" w:rsidP="001F48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Отже, нехай палає і не згасає в наших серцях любов до України. </w:t>
      </w:r>
      <w:r w:rsidRPr="00D9611A">
        <w:rPr>
          <w:rFonts w:ascii="Times New Roman" w:hAnsi="Times New Roman"/>
          <w:sz w:val="28"/>
          <w:szCs w:val="28"/>
        </w:rPr>
        <w:t xml:space="preserve">Ви майбутнє України. </w:t>
      </w:r>
      <w:r>
        <w:rPr>
          <w:rFonts w:ascii="Times New Roman" w:hAnsi="Times New Roman"/>
          <w:sz w:val="28"/>
          <w:szCs w:val="28"/>
        </w:rPr>
        <w:t>(В</w:t>
      </w:r>
      <w:r>
        <w:rPr>
          <w:rFonts w:ascii="Times New Roman" w:hAnsi="Times New Roman"/>
          <w:sz w:val="28"/>
          <w:szCs w:val="28"/>
          <w:lang w:val="ru-RU"/>
        </w:rPr>
        <w:t xml:space="preserve">ивчення вірша </w:t>
      </w:r>
      <w:r>
        <w:rPr>
          <w:rFonts w:ascii="Times New Roman" w:hAnsi="Times New Roman"/>
          <w:sz w:val="28"/>
          <w:szCs w:val="28"/>
        </w:rPr>
        <w:t>В. Сосюри за допомогою Ейдетики).</w:t>
      </w:r>
    </w:p>
    <w:p w:rsidR="00476917" w:rsidRPr="00D9611A" w:rsidRDefault="00476917" w:rsidP="001F4822">
      <w:pPr>
        <w:pStyle w:val="ListParagraph"/>
        <w:spacing w:after="0"/>
        <w:jc w:val="both"/>
        <w:rPr>
          <w:rFonts w:ascii="Times New Roman" w:hAnsi="Times New Roman"/>
          <w:b/>
          <w:sz w:val="28"/>
        </w:rPr>
      </w:pPr>
      <w:r w:rsidRPr="00D9611A">
        <w:rPr>
          <w:rFonts w:ascii="Times New Roman" w:hAnsi="Times New Roman"/>
          <w:b/>
          <w:sz w:val="28"/>
        </w:rPr>
        <w:t>Л</w:t>
      </w:r>
      <w:r>
        <w:rPr>
          <w:rFonts w:ascii="Times New Roman" w:hAnsi="Times New Roman"/>
          <w:b/>
          <w:sz w:val="28"/>
        </w:rPr>
        <w:t>юбіть</w:t>
      </w:r>
      <w:r>
        <w:rPr>
          <w:rFonts w:ascii="Times New Roman" w:hAnsi="Times New Roman"/>
          <w:b/>
          <w:sz w:val="28"/>
          <w:lang w:val="ru-RU"/>
        </w:rPr>
        <w:t xml:space="preserve">   </w:t>
      </w:r>
      <w:r>
        <w:rPr>
          <w:rFonts w:ascii="Times New Roman" w:hAnsi="Times New Roman"/>
          <w:b/>
          <w:sz w:val="28"/>
        </w:rPr>
        <w:t xml:space="preserve"> Україну,</w:t>
      </w:r>
      <w:r>
        <w:rPr>
          <w:rFonts w:ascii="Times New Roman" w:hAnsi="Times New Roman"/>
          <w:b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</w:rPr>
        <w:t xml:space="preserve"> у сні й </w:t>
      </w:r>
      <w:r>
        <w:rPr>
          <w:rFonts w:ascii="Times New Roman" w:hAnsi="Times New Roman"/>
          <w:b/>
          <w:sz w:val="28"/>
          <w:lang w:val="ru-RU"/>
        </w:rPr>
        <w:t xml:space="preserve">  </w:t>
      </w:r>
      <w:r>
        <w:rPr>
          <w:rFonts w:ascii="Times New Roman" w:hAnsi="Times New Roman"/>
          <w:b/>
          <w:sz w:val="28"/>
        </w:rPr>
        <w:t xml:space="preserve">наяву , вишневу </w:t>
      </w:r>
      <w:r>
        <w:rPr>
          <w:rFonts w:ascii="Times New Roman" w:hAnsi="Times New Roman"/>
          <w:b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</w:rPr>
        <w:t>свою Україну.</w:t>
      </w:r>
    </w:p>
    <w:p w:rsidR="00476917" w:rsidRPr="00D9611A" w:rsidRDefault="00476917" w:rsidP="001F4822">
      <w:pPr>
        <w:pStyle w:val="ListParagraph"/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Красу її, </w:t>
      </w:r>
      <w:r>
        <w:rPr>
          <w:rFonts w:ascii="Times New Roman" w:hAnsi="Times New Roman"/>
          <w:b/>
          <w:sz w:val="28"/>
          <w:lang w:val="ru-RU"/>
        </w:rPr>
        <w:t xml:space="preserve">   </w:t>
      </w:r>
      <w:r>
        <w:rPr>
          <w:rFonts w:ascii="Times New Roman" w:hAnsi="Times New Roman"/>
          <w:b/>
          <w:sz w:val="28"/>
        </w:rPr>
        <w:t>вічно</w:t>
      </w:r>
      <w:r>
        <w:rPr>
          <w:rFonts w:ascii="Times New Roman" w:hAnsi="Times New Roman"/>
          <w:b/>
          <w:sz w:val="28"/>
          <w:lang w:val="ru-RU"/>
        </w:rPr>
        <w:t xml:space="preserve">   </w:t>
      </w:r>
      <w:r>
        <w:rPr>
          <w:rFonts w:ascii="Times New Roman" w:hAnsi="Times New Roman"/>
          <w:b/>
          <w:sz w:val="28"/>
        </w:rPr>
        <w:t xml:space="preserve"> живу </w:t>
      </w:r>
      <w:r>
        <w:rPr>
          <w:rFonts w:ascii="Times New Roman" w:hAnsi="Times New Roman"/>
          <w:b/>
          <w:sz w:val="28"/>
          <w:lang w:val="ru-RU"/>
        </w:rPr>
        <w:t xml:space="preserve">  </w:t>
      </w:r>
      <w:r>
        <w:rPr>
          <w:rFonts w:ascii="Times New Roman" w:hAnsi="Times New Roman"/>
          <w:b/>
          <w:sz w:val="28"/>
        </w:rPr>
        <w:t xml:space="preserve">й </w:t>
      </w:r>
      <w:r>
        <w:rPr>
          <w:rFonts w:ascii="Times New Roman" w:hAnsi="Times New Roman"/>
          <w:b/>
          <w:sz w:val="28"/>
          <w:lang w:val="ru-RU"/>
        </w:rPr>
        <w:t xml:space="preserve">  </w:t>
      </w:r>
      <w:r>
        <w:rPr>
          <w:rFonts w:ascii="Times New Roman" w:hAnsi="Times New Roman"/>
          <w:b/>
          <w:sz w:val="28"/>
        </w:rPr>
        <w:t xml:space="preserve"> молоду , і</w:t>
      </w:r>
      <w:r w:rsidRPr="00D9611A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 xml:space="preserve">  </w:t>
      </w:r>
      <w:r w:rsidRPr="00D9611A">
        <w:rPr>
          <w:rFonts w:ascii="Times New Roman" w:hAnsi="Times New Roman"/>
          <w:b/>
          <w:sz w:val="28"/>
        </w:rPr>
        <w:t>мову</w:t>
      </w:r>
      <w:r>
        <w:rPr>
          <w:rFonts w:ascii="Times New Roman" w:hAnsi="Times New Roman"/>
          <w:b/>
          <w:sz w:val="28"/>
          <w:lang w:val="ru-RU"/>
        </w:rPr>
        <w:t xml:space="preserve">  </w:t>
      </w:r>
      <w:r w:rsidRPr="00D9611A">
        <w:rPr>
          <w:rFonts w:ascii="Times New Roman" w:hAnsi="Times New Roman"/>
          <w:b/>
          <w:sz w:val="28"/>
        </w:rPr>
        <w:t xml:space="preserve"> її </w:t>
      </w:r>
      <w:r>
        <w:rPr>
          <w:rFonts w:ascii="Times New Roman" w:hAnsi="Times New Roman"/>
          <w:b/>
          <w:sz w:val="28"/>
          <w:lang w:val="ru-RU"/>
        </w:rPr>
        <w:t xml:space="preserve">  </w:t>
      </w:r>
      <w:r w:rsidRPr="00D9611A">
        <w:rPr>
          <w:rFonts w:ascii="Times New Roman" w:hAnsi="Times New Roman"/>
          <w:b/>
          <w:sz w:val="28"/>
        </w:rPr>
        <w:t>солов’їну.</w:t>
      </w:r>
    </w:p>
    <w:p w:rsidR="00476917" w:rsidRPr="00D9611A" w:rsidRDefault="00476917" w:rsidP="001F4822">
      <w:pPr>
        <w:pStyle w:val="ListParagraph"/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Л</w:t>
      </w:r>
      <w:r w:rsidRPr="00D9611A">
        <w:rPr>
          <w:rFonts w:ascii="Times New Roman" w:hAnsi="Times New Roman"/>
          <w:b/>
          <w:sz w:val="28"/>
        </w:rPr>
        <w:t>юбіть Україну</w:t>
      </w:r>
      <w:r>
        <w:rPr>
          <w:rFonts w:ascii="Times New Roman" w:hAnsi="Times New Roman"/>
          <w:b/>
          <w:sz w:val="28"/>
        </w:rPr>
        <w:t xml:space="preserve">, </w:t>
      </w:r>
      <w:r w:rsidRPr="00DC770F">
        <w:rPr>
          <w:rFonts w:ascii="Times New Roman" w:hAnsi="Times New Roman"/>
          <w:b/>
          <w:sz w:val="28"/>
        </w:rPr>
        <w:t xml:space="preserve">  </w:t>
      </w:r>
      <w:r>
        <w:rPr>
          <w:rFonts w:ascii="Times New Roman" w:hAnsi="Times New Roman"/>
          <w:b/>
          <w:sz w:val="28"/>
        </w:rPr>
        <w:t xml:space="preserve">як </w:t>
      </w:r>
      <w:r w:rsidRPr="00DC770F">
        <w:rPr>
          <w:rFonts w:ascii="Times New Roman" w:hAnsi="Times New Roman"/>
          <w:b/>
          <w:sz w:val="28"/>
        </w:rPr>
        <w:t xml:space="preserve"> </w:t>
      </w:r>
      <w:r w:rsidRPr="00941FD2">
        <w:rPr>
          <w:rFonts w:ascii="Times New Roman" w:hAnsi="Times New Roman"/>
          <w:b/>
          <w:sz w:val="28"/>
        </w:rPr>
        <w:t>с</w:t>
      </w:r>
      <w:r>
        <w:rPr>
          <w:rFonts w:ascii="Times New Roman" w:hAnsi="Times New Roman"/>
          <w:b/>
          <w:sz w:val="28"/>
        </w:rPr>
        <w:t>онце любіть, як вітер, і трави, і води,</w:t>
      </w:r>
    </w:p>
    <w:p w:rsidR="00476917" w:rsidRPr="00D9611A" w:rsidRDefault="00476917" w:rsidP="001F4822">
      <w:pPr>
        <w:pStyle w:val="ListParagraph"/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 годину щасливу і в радості мить, любіть у годину негоди.</w:t>
      </w:r>
    </w:p>
    <w:p w:rsidR="00476917" w:rsidRDefault="00476917" w:rsidP="001F4822">
      <w:pPr>
        <w:pStyle w:val="ListParagraph"/>
        <w:jc w:val="both"/>
        <w:rPr>
          <w:rFonts w:ascii="Times New Roman" w:hAnsi="Times New Roman"/>
          <w:sz w:val="28"/>
        </w:rPr>
      </w:pPr>
      <w:r w:rsidRPr="00BA401B">
        <w:rPr>
          <w:rFonts w:ascii="Times New Roman" w:hAnsi="Times New Roman"/>
          <w:sz w:val="28"/>
        </w:rPr>
        <w:t>І</w:t>
      </w:r>
      <w:r>
        <w:rPr>
          <w:rFonts w:ascii="Times New Roman" w:hAnsi="Times New Roman"/>
          <w:sz w:val="28"/>
        </w:rPr>
        <w:t xml:space="preserve"> на завершення - довгоочікуваний сюрприз. У кожної групи є букви, які вони отримали за правильно виконані завдання. Складіть з них слово. А тепер давайте прочитаємо всі слова. Що у нас вийшло?</w:t>
      </w:r>
    </w:p>
    <w:p w:rsidR="00476917" w:rsidRPr="00BA401B" w:rsidRDefault="00476917" w:rsidP="001F4822">
      <w:pPr>
        <w:pStyle w:val="ListParagraph"/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sz w:val="28"/>
        </w:rPr>
        <w:t xml:space="preserve">1 група: </w:t>
      </w:r>
      <w:r w:rsidRPr="00BA401B">
        <w:rPr>
          <w:rFonts w:ascii="Times New Roman" w:hAnsi="Times New Roman"/>
          <w:b/>
          <w:sz w:val="32"/>
        </w:rPr>
        <w:t>Молодці</w:t>
      </w:r>
    </w:p>
    <w:p w:rsidR="00476917" w:rsidRPr="00BA401B" w:rsidRDefault="00476917" w:rsidP="001F4822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sz w:val="28"/>
        </w:rPr>
        <w:t xml:space="preserve">група: </w:t>
      </w:r>
      <w:r w:rsidRPr="00BA401B">
        <w:rPr>
          <w:rFonts w:ascii="Times New Roman" w:hAnsi="Times New Roman"/>
          <w:b/>
          <w:sz w:val="32"/>
        </w:rPr>
        <w:t>отримай</w:t>
      </w:r>
    </w:p>
    <w:p w:rsidR="00476917" w:rsidRDefault="00476917" w:rsidP="001F4822">
      <w:pPr>
        <w:pStyle w:val="ListParagraph"/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sz w:val="28"/>
        </w:rPr>
        <w:t>3 група</w:t>
      </w:r>
      <w:r w:rsidRPr="00BA401B">
        <w:rPr>
          <w:rFonts w:ascii="Times New Roman" w:hAnsi="Times New Roman"/>
          <w:b/>
          <w:sz w:val="32"/>
        </w:rPr>
        <w:t>: коровай</w:t>
      </w:r>
    </w:p>
    <w:p w:rsidR="00476917" w:rsidRPr="00BA401B" w:rsidRDefault="00476917" w:rsidP="001F4822">
      <w:pPr>
        <w:pStyle w:val="ListParagraph"/>
        <w:jc w:val="both"/>
        <w:rPr>
          <w:rFonts w:ascii="Times New Roman" w:hAnsi="Times New Roman"/>
          <w:b/>
          <w:sz w:val="32"/>
        </w:rPr>
      </w:pPr>
      <w:r w:rsidRPr="00BA401B">
        <w:rPr>
          <w:rFonts w:ascii="Times New Roman" w:hAnsi="Times New Roman"/>
          <w:sz w:val="32"/>
        </w:rPr>
        <w:t>Діти, д</w:t>
      </w:r>
      <w:r w:rsidRPr="00BA401B">
        <w:rPr>
          <w:rFonts w:ascii="Times New Roman" w:hAnsi="Times New Roman"/>
          <w:sz w:val="28"/>
        </w:rPr>
        <w:t>якую вам за чудову роботу!</w:t>
      </w:r>
      <w:r>
        <w:rPr>
          <w:rFonts w:ascii="Times New Roman" w:hAnsi="Times New Roman"/>
          <w:sz w:val="28"/>
        </w:rPr>
        <w:t xml:space="preserve"> І запрошую всіх посмакувати короваєм, адже він теж є народними символом нашої країни. І за народними традиціями жодне свято, обряд не відбувається без короваю. (Учні пригощаються короваєм.)</w:t>
      </w:r>
    </w:p>
    <w:p w:rsidR="00476917" w:rsidRPr="00D9611A" w:rsidRDefault="00476917" w:rsidP="001F4822">
      <w:pPr>
        <w:pStyle w:val="ListParagraph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76917" w:rsidRPr="003D05D4" w:rsidRDefault="00476917" w:rsidP="001F4822">
      <w:pPr>
        <w:pStyle w:val="ListParagraph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76917" w:rsidRPr="0067096E" w:rsidRDefault="00476917" w:rsidP="001F482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76917" w:rsidRPr="00DC40EE" w:rsidRDefault="00476917" w:rsidP="001F482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76917" w:rsidRPr="00CC7706" w:rsidRDefault="00476917" w:rsidP="001F482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76917" w:rsidRDefault="00476917" w:rsidP="001F482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76917" w:rsidRPr="00DF0AE0" w:rsidRDefault="00476917" w:rsidP="001F482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476917" w:rsidRPr="00DF0AE0" w:rsidSect="00DF0AE0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76A0C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37241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16F9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FE6E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99ACE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DF68E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685A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C346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C921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D6283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6A6307"/>
    <w:multiLevelType w:val="hybridMultilevel"/>
    <w:tmpl w:val="5646404C"/>
    <w:lvl w:ilvl="0" w:tplc="A2704026">
      <w:start w:val="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211D6D"/>
    <w:multiLevelType w:val="hybridMultilevel"/>
    <w:tmpl w:val="017064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F55EB1"/>
    <w:multiLevelType w:val="hybridMultilevel"/>
    <w:tmpl w:val="38E4D1D8"/>
    <w:lvl w:ilvl="0" w:tplc="3B1C2950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82C60D8"/>
    <w:multiLevelType w:val="hybridMultilevel"/>
    <w:tmpl w:val="19E2698E"/>
    <w:lvl w:ilvl="0" w:tplc="C25AB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EB269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F43C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2E278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31A90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2A69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F468E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666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D623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55C5247"/>
    <w:multiLevelType w:val="hybridMultilevel"/>
    <w:tmpl w:val="57C248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EC7D3A"/>
    <w:multiLevelType w:val="multilevel"/>
    <w:tmpl w:val="FFFFFFFF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</w:rPr>
    </w:lvl>
  </w:abstractNum>
  <w:abstractNum w:abstractNumId="16">
    <w:nsid w:val="6CC05180"/>
    <w:multiLevelType w:val="hybridMultilevel"/>
    <w:tmpl w:val="4956F5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F991178"/>
    <w:multiLevelType w:val="hybridMultilevel"/>
    <w:tmpl w:val="6D340008"/>
    <w:lvl w:ilvl="0" w:tplc="7E1456D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02D4733"/>
    <w:multiLevelType w:val="hybridMultilevel"/>
    <w:tmpl w:val="539AAB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1227984"/>
    <w:multiLevelType w:val="hybridMultilevel"/>
    <w:tmpl w:val="CDC21080"/>
    <w:lvl w:ilvl="0" w:tplc="C88A093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738D2F5D"/>
    <w:multiLevelType w:val="hybridMultilevel"/>
    <w:tmpl w:val="33767F2C"/>
    <w:lvl w:ilvl="0" w:tplc="50C045C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687AFC"/>
    <w:multiLevelType w:val="hybridMultilevel"/>
    <w:tmpl w:val="DFC8A656"/>
    <w:lvl w:ilvl="0" w:tplc="D5549F7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4"/>
  </w:num>
  <w:num w:numId="2">
    <w:abstractNumId w:val="20"/>
  </w:num>
  <w:num w:numId="3">
    <w:abstractNumId w:val="18"/>
  </w:num>
  <w:num w:numId="4">
    <w:abstractNumId w:val="11"/>
  </w:num>
  <w:num w:numId="5">
    <w:abstractNumId w:val="16"/>
  </w:num>
  <w:num w:numId="6">
    <w:abstractNumId w:val="19"/>
  </w:num>
  <w:num w:numId="7">
    <w:abstractNumId w:val="17"/>
  </w:num>
  <w:num w:numId="8">
    <w:abstractNumId w:val="21"/>
  </w:num>
  <w:num w:numId="9">
    <w:abstractNumId w:val="13"/>
  </w:num>
  <w:num w:numId="10">
    <w:abstractNumId w:val="10"/>
  </w:num>
  <w:num w:numId="11">
    <w:abstractNumId w:val="12"/>
  </w:num>
  <w:num w:numId="12">
    <w:abstractNumId w:val="15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0AE0"/>
    <w:rsid w:val="00003496"/>
    <w:rsid w:val="000274D1"/>
    <w:rsid w:val="00032BA3"/>
    <w:rsid w:val="00050D3A"/>
    <w:rsid w:val="0005322A"/>
    <w:rsid w:val="00054565"/>
    <w:rsid w:val="00056654"/>
    <w:rsid w:val="0007243D"/>
    <w:rsid w:val="00074EFA"/>
    <w:rsid w:val="0008392C"/>
    <w:rsid w:val="000876EF"/>
    <w:rsid w:val="00087F0D"/>
    <w:rsid w:val="000A66D5"/>
    <w:rsid w:val="000B4BED"/>
    <w:rsid w:val="000B6A3A"/>
    <w:rsid w:val="000D0B92"/>
    <w:rsid w:val="000D0D86"/>
    <w:rsid w:val="000E2BF4"/>
    <w:rsid w:val="000F1274"/>
    <w:rsid w:val="000F3C73"/>
    <w:rsid w:val="001067E7"/>
    <w:rsid w:val="001105ED"/>
    <w:rsid w:val="00111936"/>
    <w:rsid w:val="00112E63"/>
    <w:rsid w:val="00142D6D"/>
    <w:rsid w:val="00144421"/>
    <w:rsid w:val="00157EF3"/>
    <w:rsid w:val="00177024"/>
    <w:rsid w:val="00181853"/>
    <w:rsid w:val="001830E4"/>
    <w:rsid w:val="001945B4"/>
    <w:rsid w:val="001A0050"/>
    <w:rsid w:val="001D438E"/>
    <w:rsid w:val="001E7889"/>
    <w:rsid w:val="001E7EF7"/>
    <w:rsid w:val="001F022E"/>
    <w:rsid w:val="001F4822"/>
    <w:rsid w:val="00206B94"/>
    <w:rsid w:val="00217919"/>
    <w:rsid w:val="00221691"/>
    <w:rsid w:val="00224143"/>
    <w:rsid w:val="00225148"/>
    <w:rsid w:val="00225486"/>
    <w:rsid w:val="002272CB"/>
    <w:rsid w:val="00261126"/>
    <w:rsid w:val="002816A3"/>
    <w:rsid w:val="00293EF9"/>
    <w:rsid w:val="002A191B"/>
    <w:rsid w:val="002B0C5E"/>
    <w:rsid w:val="002B5723"/>
    <w:rsid w:val="002D52B9"/>
    <w:rsid w:val="002F01C0"/>
    <w:rsid w:val="002F13EE"/>
    <w:rsid w:val="002F16F5"/>
    <w:rsid w:val="002F1F58"/>
    <w:rsid w:val="00314F2D"/>
    <w:rsid w:val="00321961"/>
    <w:rsid w:val="00323D6F"/>
    <w:rsid w:val="00337667"/>
    <w:rsid w:val="003410C0"/>
    <w:rsid w:val="0034498D"/>
    <w:rsid w:val="00344EC0"/>
    <w:rsid w:val="0034740D"/>
    <w:rsid w:val="003531A3"/>
    <w:rsid w:val="003615FB"/>
    <w:rsid w:val="0038688E"/>
    <w:rsid w:val="003A2A4A"/>
    <w:rsid w:val="003B128A"/>
    <w:rsid w:val="003B3580"/>
    <w:rsid w:val="003B4015"/>
    <w:rsid w:val="003D05D4"/>
    <w:rsid w:val="00410AFC"/>
    <w:rsid w:val="00411AA1"/>
    <w:rsid w:val="00412FB7"/>
    <w:rsid w:val="00417129"/>
    <w:rsid w:val="0042243C"/>
    <w:rsid w:val="004264F1"/>
    <w:rsid w:val="0043396F"/>
    <w:rsid w:val="00435C99"/>
    <w:rsid w:val="00443598"/>
    <w:rsid w:val="00451A28"/>
    <w:rsid w:val="00451A2E"/>
    <w:rsid w:val="00453889"/>
    <w:rsid w:val="00457708"/>
    <w:rsid w:val="00463A35"/>
    <w:rsid w:val="00473462"/>
    <w:rsid w:val="00476917"/>
    <w:rsid w:val="00486403"/>
    <w:rsid w:val="00491D7D"/>
    <w:rsid w:val="004949D6"/>
    <w:rsid w:val="004D0420"/>
    <w:rsid w:val="004D2ADD"/>
    <w:rsid w:val="004F66F8"/>
    <w:rsid w:val="004F71AC"/>
    <w:rsid w:val="00503E3B"/>
    <w:rsid w:val="00554791"/>
    <w:rsid w:val="00555215"/>
    <w:rsid w:val="00557270"/>
    <w:rsid w:val="005778EC"/>
    <w:rsid w:val="00594A59"/>
    <w:rsid w:val="005A5898"/>
    <w:rsid w:val="005A6435"/>
    <w:rsid w:val="005C3CA5"/>
    <w:rsid w:val="005E1BB0"/>
    <w:rsid w:val="005E54AA"/>
    <w:rsid w:val="005F4697"/>
    <w:rsid w:val="006059C8"/>
    <w:rsid w:val="00620956"/>
    <w:rsid w:val="006216AD"/>
    <w:rsid w:val="00633623"/>
    <w:rsid w:val="00644E96"/>
    <w:rsid w:val="00645CDF"/>
    <w:rsid w:val="00653282"/>
    <w:rsid w:val="00667CC2"/>
    <w:rsid w:val="0067096E"/>
    <w:rsid w:val="0067783F"/>
    <w:rsid w:val="006A3018"/>
    <w:rsid w:val="006B3EED"/>
    <w:rsid w:val="006C69AC"/>
    <w:rsid w:val="006D07A6"/>
    <w:rsid w:val="00701828"/>
    <w:rsid w:val="00724C8A"/>
    <w:rsid w:val="007279A6"/>
    <w:rsid w:val="007452B0"/>
    <w:rsid w:val="00750024"/>
    <w:rsid w:val="00754722"/>
    <w:rsid w:val="007760D7"/>
    <w:rsid w:val="007939A2"/>
    <w:rsid w:val="00793DE1"/>
    <w:rsid w:val="00794878"/>
    <w:rsid w:val="007A4A0C"/>
    <w:rsid w:val="007B176A"/>
    <w:rsid w:val="007B2B0A"/>
    <w:rsid w:val="007B4CD9"/>
    <w:rsid w:val="007B5A6E"/>
    <w:rsid w:val="007B780F"/>
    <w:rsid w:val="007D439F"/>
    <w:rsid w:val="007E317A"/>
    <w:rsid w:val="007E5B46"/>
    <w:rsid w:val="007F6B5F"/>
    <w:rsid w:val="00810686"/>
    <w:rsid w:val="008206D2"/>
    <w:rsid w:val="00824680"/>
    <w:rsid w:val="0082547E"/>
    <w:rsid w:val="008262AB"/>
    <w:rsid w:val="008351D6"/>
    <w:rsid w:val="0084321D"/>
    <w:rsid w:val="00862EB6"/>
    <w:rsid w:val="00877AD5"/>
    <w:rsid w:val="0088148E"/>
    <w:rsid w:val="00885F08"/>
    <w:rsid w:val="0089063C"/>
    <w:rsid w:val="008A2D70"/>
    <w:rsid w:val="008A42E8"/>
    <w:rsid w:val="008B20FE"/>
    <w:rsid w:val="008B6F43"/>
    <w:rsid w:val="008D4DA7"/>
    <w:rsid w:val="008F3950"/>
    <w:rsid w:val="00901877"/>
    <w:rsid w:val="00904905"/>
    <w:rsid w:val="0090676F"/>
    <w:rsid w:val="00907882"/>
    <w:rsid w:val="00926E8E"/>
    <w:rsid w:val="00936549"/>
    <w:rsid w:val="00941FD2"/>
    <w:rsid w:val="009433C0"/>
    <w:rsid w:val="0094781D"/>
    <w:rsid w:val="00960F88"/>
    <w:rsid w:val="0096585D"/>
    <w:rsid w:val="0098031F"/>
    <w:rsid w:val="009842CA"/>
    <w:rsid w:val="009844F2"/>
    <w:rsid w:val="00984659"/>
    <w:rsid w:val="00991A25"/>
    <w:rsid w:val="00992837"/>
    <w:rsid w:val="009A0EEE"/>
    <w:rsid w:val="009B1D6A"/>
    <w:rsid w:val="009D2FA3"/>
    <w:rsid w:val="009D6660"/>
    <w:rsid w:val="009E5A55"/>
    <w:rsid w:val="009F7EE7"/>
    <w:rsid w:val="00A25A19"/>
    <w:rsid w:val="00A30F0E"/>
    <w:rsid w:val="00A32BB2"/>
    <w:rsid w:val="00A41A27"/>
    <w:rsid w:val="00A43EBA"/>
    <w:rsid w:val="00A4785B"/>
    <w:rsid w:val="00A55496"/>
    <w:rsid w:val="00A564DE"/>
    <w:rsid w:val="00A85CF3"/>
    <w:rsid w:val="00A975D5"/>
    <w:rsid w:val="00AB341F"/>
    <w:rsid w:val="00AC03DE"/>
    <w:rsid w:val="00AC62D3"/>
    <w:rsid w:val="00AC7230"/>
    <w:rsid w:val="00AD344B"/>
    <w:rsid w:val="00AD64EB"/>
    <w:rsid w:val="00AE071F"/>
    <w:rsid w:val="00AE3D2E"/>
    <w:rsid w:val="00B05504"/>
    <w:rsid w:val="00B060C3"/>
    <w:rsid w:val="00B14047"/>
    <w:rsid w:val="00B2519D"/>
    <w:rsid w:val="00B310EE"/>
    <w:rsid w:val="00B324C3"/>
    <w:rsid w:val="00B339C0"/>
    <w:rsid w:val="00B40E57"/>
    <w:rsid w:val="00B46A33"/>
    <w:rsid w:val="00B50C32"/>
    <w:rsid w:val="00B6597F"/>
    <w:rsid w:val="00B831A0"/>
    <w:rsid w:val="00B8768A"/>
    <w:rsid w:val="00B94500"/>
    <w:rsid w:val="00BA1EF5"/>
    <w:rsid w:val="00BA401B"/>
    <w:rsid w:val="00BA6864"/>
    <w:rsid w:val="00BB435F"/>
    <w:rsid w:val="00BC4264"/>
    <w:rsid w:val="00BE2142"/>
    <w:rsid w:val="00BF2A39"/>
    <w:rsid w:val="00BF5382"/>
    <w:rsid w:val="00BF5C6F"/>
    <w:rsid w:val="00C022BC"/>
    <w:rsid w:val="00C147F9"/>
    <w:rsid w:val="00C16100"/>
    <w:rsid w:val="00C17556"/>
    <w:rsid w:val="00C25672"/>
    <w:rsid w:val="00C26CD7"/>
    <w:rsid w:val="00C336B1"/>
    <w:rsid w:val="00C41153"/>
    <w:rsid w:val="00C42DE6"/>
    <w:rsid w:val="00C43E42"/>
    <w:rsid w:val="00C502A7"/>
    <w:rsid w:val="00C56A9B"/>
    <w:rsid w:val="00C60110"/>
    <w:rsid w:val="00C61CE5"/>
    <w:rsid w:val="00C6702D"/>
    <w:rsid w:val="00C74EF8"/>
    <w:rsid w:val="00CC7706"/>
    <w:rsid w:val="00CD0C88"/>
    <w:rsid w:val="00CD355A"/>
    <w:rsid w:val="00CD7495"/>
    <w:rsid w:val="00CF1870"/>
    <w:rsid w:val="00CF3FC2"/>
    <w:rsid w:val="00D166DC"/>
    <w:rsid w:val="00D36EF4"/>
    <w:rsid w:val="00D4358B"/>
    <w:rsid w:val="00D44446"/>
    <w:rsid w:val="00D54167"/>
    <w:rsid w:val="00D8204B"/>
    <w:rsid w:val="00D92BBE"/>
    <w:rsid w:val="00D9611A"/>
    <w:rsid w:val="00DA1244"/>
    <w:rsid w:val="00DB1CCD"/>
    <w:rsid w:val="00DC40EE"/>
    <w:rsid w:val="00DC57B2"/>
    <w:rsid w:val="00DC770F"/>
    <w:rsid w:val="00DD3CE2"/>
    <w:rsid w:val="00DF0AE0"/>
    <w:rsid w:val="00DF31F6"/>
    <w:rsid w:val="00E21D87"/>
    <w:rsid w:val="00E21EB6"/>
    <w:rsid w:val="00E267D2"/>
    <w:rsid w:val="00E43411"/>
    <w:rsid w:val="00E56AFB"/>
    <w:rsid w:val="00E67C32"/>
    <w:rsid w:val="00E72E7E"/>
    <w:rsid w:val="00E81B9D"/>
    <w:rsid w:val="00E84258"/>
    <w:rsid w:val="00E90DD6"/>
    <w:rsid w:val="00E964E9"/>
    <w:rsid w:val="00EA3286"/>
    <w:rsid w:val="00EA36E3"/>
    <w:rsid w:val="00EB4F75"/>
    <w:rsid w:val="00EB747C"/>
    <w:rsid w:val="00ED162F"/>
    <w:rsid w:val="00ED304A"/>
    <w:rsid w:val="00EE3E2F"/>
    <w:rsid w:val="00EE64BD"/>
    <w:rsid w:val="00EE65A0"/>
    <w:rsid w:val="00EF440D"/>
    <w:rsid w:val="00EF65F3"/>
    <w:rsid w:val="00F045E5"/>
    <w:rsid w:val="00F11E18"/>
    <w:rsid w:val="00F1414B"/>
    <w:rsid w:val="00F26A4E"/>
    <w:rsid w:val="00F5550D"/>
    <w:rsid w:val="00F62B55"/>
    <w:rsid w:val="00F9261B"/>
    <w:rsid w:val="00F974E1"/>
    <w:rsid w:val="00FA2C46"/>
    <w:rsid w:val="00FA3956"/>
    <w:rsid w:val="00FB066D"/>
    <w:rsid w:val="00FB2863"/>
    <w:rsid w:val="00FC306E"/>
    <w:rsid w:val="00FC4D74"/>
    <w:rsid w:val="00FC5791"/>
    <w:rsid w:val="00FD0B12"/>
    <w:rsid w:val="00FD30FA"/>
    <w:rsid w:val="00FD3546"/>
    <w:rsid w:val="00FD7893"/>
    <w:rsid w:val="00FE05DD"/>
    <w:rsid w:val="00FE447C"/>
    <w:rsid w:val="00FF5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7D2"/>
    <w:pPr>
      <w:spacing w:after="200" w:line="276" w:lineRule="auto"/>
    </w:pPr>
    <w:rPr>
      <w:lang w:val="uk-UA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7C3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2179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67C32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17919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a">
    <w:name w:val="Заголовок_НТД"/>
    <w:basedOn w:val="Heading2"/>
    <w:uiPriority w:val="99"/>
    <w:rsid w:val="00E67C32"/>
    <w:pPr>
      <w:spacing w:line="360" w:lineRule="auto"/>
      <w:ind w:firstLine="567"/>
      <w:jc w:val="center"/>
    </w:pPr>
    <w:rPr>
      <w:rFonts w:ascii="Times New Roman" w:hAnsi="Times New Roman"/>
      <w:color w:val="auto"/>
      <w:sz w:val="32"/>
      <w:lang w:eastAsia="ru-RU"/>
    </w:rPr>
  </w:style>
  <w:style w:type="paragraph" w:styleId="ListParagraph">
    <w:name w:val="List Paragraph"/>
    <w:basedOn w:val="Normal"/>
    <w:uiPriority w:val="99"/>
    <w:qFormat/>
    <w:rsid w:val="00DF0A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25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5672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2179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rsid w:val="00217919"/>
    <w:rPr>
      <w:rFonts w:cs="Times New Roman"/>
      <w:b/>
      <w:bCs/>
    </w:rPr>
  </w:style>
  <w:style w:type="character" w:customStyle="1" w:styleId="ircho">
    <w:name w:val="irc_ho"/>
    <w:basedOn w:val="DefaultParagraphFont"/>
    <w:uiPriority w:val="99"/>
    <w:rsid w:val="0021791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DB1CCD"/>
    <w:rPr>
      <w:rFonts w:cs="Times New Roman"/>
      <w:color w:val="0000FF"/>
      <w:u w:val="single"/>
    </w:rPr>
  </w:style>
  <w:style w:type="paragraph" w:customStyle="1" w:styleId="normal0">
    <w:name w:val="normal"/>
    <w:uiPriority w:val="99"/>
    <w:rsid w:val="007D439F"/>
    <w:pPr>
      <w:spacing w:after="160" w:line="256" w:lineRule="auto"/>
    </w:pPr>
    <w:rPr>
      <w:rFonts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89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9034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9034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903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903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903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903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9035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89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k.wikipedia.org/wiki/%D0%A3%D0%BA%D1%80%D0%B0%D1%97%D0%BD%D1%81%D1%8C%D0%BA%D0%B5_%D0%BD%D0%B0%D1%80%D0%BE%D0%B4%D0%BD%D0%B5_%D0%BF%D0%BE%D1%81%D0%BE%D0%BB%D1%8C%D1%81%D1%82%D0%B2%D0%BE" TargetMode="External"/><Relationship Id="rId18" Type="http://schemas.openxmlformats.org/officeDocument/2006/relationships/hyperlink" Target="https://uk.wikipedia.org/wiki/%D0%A7%D0%B5%D1%80%D0%BD%D1%96%D0%B2%D0%B5%D1%86%D1%8C%D0%BA%D0%B8%D0%B9_%D0%BD%D0%B0%D1%86%D1%96%D0%BE%D0%BD%D0%B0%D0%BB%D1%8C%D0%BD%D0%B8%D0%B9_%D1%83%D0%BD%D1%96%D0%B2%D0%B5%D1%80%D1%81%D0%B8%D1%82%D0%B5%D1%82_%D1%96%D0%BC%D0%B5%D0%BD%D1%96_%D0%AE%D1%80%D1%96%D1%8F_%D0%A4%D0%B5%D0%B4%D1%8C%D0%BA%D0%BE%D0%B2%D0%B8%D1%87%D0%B0" TargetMode="External"/><Relationship Id="rId26" Type="http://schemas.openxmlformats.org/officeDocument/2006/relationships/hyperlink" Target="https://uk.wikipedia.org/wiki/%D0%9C%D1%96%D0%BB%D0%B0%D0%BD_(%D1%84%D1%83%D1%82%D0%B1%D0%BE%D0%BB%D1%8C%D0%BD%D0%B8%D0%B9_%D0%BA%D0%BB%D1%83%D0%B1)" TargetMode="External"/><Relationship Id="rId39" Type="http://schemas.openxmlformats.org/officeDocument/2006/relationships/hyperlink" Target="https://uk.wikipedia.org/wiki/%D0%A5%D1%83%D0%B4%D0%BE%D0%B6%D0%BD%D0%B8%D0%B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k.wikipedia.org/wiki/%D0%A5%D0%B0%D1%80%D0%BA%D1%96%D0%B2%D1%81%D1%8C%D0%BA%D0%B8%D0%B9_%D0%BD%D0%B0%D1%86%D1%96%D0%BE%D0%BD%D0%B0%D0%BB%D1%8C%D0%BD%D0%B8%D0%B9_%D1%83%D0%BD%D1%96%D0%B2%D0%B5%D1%80%D1%81%D0%B8%D1%82%D0%B5%D1%82_%D1%96%D0%BC%D0%B5%D0%BD%D1%96_%D0%92._%D0%9D._%D0%9A%D0%B0%D1%80%D0%B0%D0%B7%D1%96%D0%BD%D0%B0" TargetMode="External"/><Relationship Id="rId34" Type="http://schemas.openxmlformats.org/officeDocument/2006/relationships/hyperlink" Target="https://uk.wikipedia.org/wiki/%D0%97%D0%B1%D1%96%D1%80%D0%BD%D0%B0_%D0%A3%D0%BA%D1%80%D0%B0%D1%97%D0%BD%D0%B8_%D0%B7_%D1%84%D1%83%D1%82%D0%B1%D0%BE%D0%BB%D1%83" TargetMode="External"/><Relationship Id="rId42" Type="http://schemas.openxmlformats.org/officeDocument/2006/relationships/hyperlink" Target="https://uk.wikipedia.org/wiki/%D0%93%D1%80%D0%BE%D0%BC%D0%B0%D0%B4%D1%81%D1%8C%D0%BA%D0%B8%D0%B9_%D0%B4%D1%96%D1%8F%D1%87" TargetMode="External"/><Relationship Id="rId47" Type="http://schemas.openxmlformats.org/officeDocument/2006/relationships/hyperlink" Target="https://uk.wikipedia.org/wiki/%D0%91%D0%BE%D0%BA%D1%81" TargetMode="External"/><Relationship Id="rId50" Type="http://schemas.openxmlformats.org/officeDocument/2006/relationships/hyperlink" Target="https://uk.wikipedia.org/wiki/IBO" TargetMode="External"/><Relationship Id="rId7" Type="http://schemas.openxmlformats.org/officeDocument/2006/relationships/image" Target="media/image3.jpeg"/><Relationship Id="rId12" Type="http://schemas.openxmlformats.org/officeDocument/2006/relationships/hyperlink" Target="https://uk.wikipedia.org/wiki/%D0%9D%D0%B0%D1%80%D0%BE%D0%B4%D0%BD%D1%96_%D0%94%D0%B5%D0%BF%D1%83%D1%82%D0%B0%D1%82%D0%B8_%D0%92%D0%B5%D1%80%D1%85%D0%BE%D0%B2%D0%BD%D0%BE%D1%97_%D0%A0%D0%B0%D0%B4%D0%B8_%D0%A3%D0%BA%D1%80%D0%B0%D1%97%D0%BD%D0%B8_4-%D0%B3%D0%BE_%D1%81%D0%BA%D0%BB%D0%B8%D0%BA%D0%B0%D0%BD%D0%BD%D1%8F" TargetMode="External"/><Relationship Id="rId17" Type="http://schemas.openxmlformats.org/officeDocument/2006/relationships/hyperlink" Target="https://uk.wikipedia.org/wiki/%D0%94%D0%B5%D1%80%D0%B6%D0%B0%D0%B2%D0%BD%D0%B5_%D0%BA%D0%BE%D1%81%D0%BC%D1%96%D1%87%D0%BD%D0%B5_%D0%B0%D0%B3%D0%B5%D0%BD%D1%82%D1%81%D1%82%D0%B2%D0%BE_%D0%A3%D0%BA%D1%80%D0%B0%D1%97%D0%BD%D0%B8" TargetMode="External"/><Relationship Id="rId25" Type="http://schemas.openxmlformats.org/officeDocument/2006/relationships/hyperlink" Target="https://uk.wikipedia.org/wiki/%D0%94%D0%B8%D0%BD%D0%B0%D0%BC%D0%BE_(%D0%9A%D0%B8%D1%97%D0%B2)" TargetMode="External"/><Relationship Id="rId33" Type="http://schemas.openxmlformats.org/officeDocument/2006/relationships/hyperlink" Target="https://uk.wikipedia.org/wiki/%D0%A4%D1%83%D1%82%D0%B1%D0%BE%D0%BB%D1%8C%D0%BD%D0%B8%D0%B9_%D1%82%D1%80%D0%B5%D0%BD%D0%B5%D1%80" TargetMode="External"/><Relationship Id="rId38" Type="http://schemas.openxmlformats.org/officeDocument/2006/relationships/hyperlink" Target="https://uk.wikipedia.org/wiki/%D0%9F%D1%80%D0%BE%D0%B7%D0%B0%D1%97%D0%BA" TargetMode="External"/><Relationship Id="rId46" Type="http://schemas.openxmlformats.org/officeDocument/2006/relationships/hyperlink" Target="https://uk.wikipedia.org/wiki/%D0%9B%D1%96%D1%82%D0%BD%D1%96_%D0%9E%D0%BB%D1%96%D0%BC%D0%BF%D1%96%D0%B9%D1%81%D1%8C%D0%BA%D1%96_%D1%96%D0%B3%D1%80%D0%B8_1996" TargetMode="Externa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9F%D1%80%D0%B5%D0%BC%27%D1%94%D1%80-%D0%BC%D1%96%D0%BD%D1%96%D1%81%D1%82%D1%80_%D0%A3%D0%BA%D1%80%D0%B0%D1%97%D0%BD%D0%B8" TargetMode="External"/><Relationship Id="rId20" Type="http://schemas.openxmlformats.org/officeDocument/2006/relationships/hyperlink" Target="https://uk.wikipedia.org/wiki/%D0%94%D0%BE%D0%BA%D1%82%D0%BE%D1%80_%D1%84%D1%96%D0%BB%D0%BE%D1%81%D0%BE%D1%84%D1%96%D1%97" TargetMode="External"/><Relationship Id="rId29" Type="http://schemas.openxmlformats.org/officeDocument/2006/relationships/hyperlink" Target="https://uk.wikipedia.org/wiki/%D0%97%D0%B0%D1%81%D0%BB%D1%83%D0%B6%D0%B5%D0%BD%D0%B8%D0%B9_%D0%BC%D0%B0%D0%B9%D1%81%D1%82%D0%B5%D1%80_%D1%81%D0%BF%D0%BE%D1%80%D1%82%D1%83_%D0%A3%D0%BA%D1%80%D0%B0%D1%97%D0%BD%D0%B8" TargetMode="External"/><Relationship Id="rId41" Type="http://schemas.openxmlformats.org/officeDocument/2006/relationships/hyperlink" Target="https://uk.wikipedia.org/wiki/%D0%93%D1%80%D0%B0%D1%84%D1%96%D0%BA%D0%B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uk.wikipedia.org/wiki/%D0%A3%D0%BA%D1%80%D0%B0%D1%97%D0%BD%D0%B0" TargetMode="External"/><Relationship Id="rId24" Type="http://schemas.openxmlformats.org/officeDocument/2006/relationships/hyperlink" Target="https://uk.wikipedia.org/wiki/%D0%9A%D0%B8%D1%97%D0%B2" TargetMode="External"/><Relationship Id="rId32" Type="http://schemas.openxmlformats.org/officeDocument/2006/relationships/hyperlink" Target="https://uk.wikipedia.org/wiki/%D0%97%D0%BE%D0%BB%D0%BE%D1%82%D0%B8%D0%B9_%D0%BC%27%D1%8F%D1%87" TargetMode="External"/><Relationship Id="rId37" Type="http://schemas.openxmlformats.org/officeDocument/2006/relationships/hyperlink" Target="https://uk.wikipedia.org/wiki/%D0%94%D1%80%D0%B0%D0%BC%D0%B0%D1%82%D1%83%D1%80%D0%B3" TargetMode="External"/><Relationship Id="rId40" Type="http://schemas.openxmlformats.org/officeDocument/2006/relationships/hyperlink" Target="https://uk.wikipedia.org/wiki/%D0%96%D0%B8%D0%B2%D0%BE%D0%BF%D0%B8%D1%81" TargetMode="External"/><Relationship Id="rId45" Type="http://schemas.openxmlformats.org/officeDocument/2006/relationships/hyperlink" Target="https://uk.wikipedia.org/wiki/%D0%91%D0%BE%D0%BA%D1%81" TargetMode="External"/><Relationship Id="rId53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uk.wikipedia.org/wiki/%D0%90%D0%B5%D1%80%D0%BE%D0%BA%D0%BE%D1%81%D0%BC%D1%96%D1%87%D0%BD%D0%B5_%D1%82%D0%BE%D0%B2%D0%B0%D1%80%D0%B8%D1%81%D1%82%D0%B2%D0%BE_%D0%A3%D0%BA%D1%80%D0%B0%D1%97%D0%BD%D0%B8" TargetMode="External"/><Relationship Id="rId23" Type="http://schemas.openxmlformats.org/officeDocument/2006/relationships/hyperlink" Target="https://uk.wikipedia.org/wiki/%D0%A4%D1%83%D1%82%D0%B1%D0%BE%D0%BB%D1%96%D1%81%D1%82" TargetMode="External"/><Relationship Id="rId28" Type="http://schemas.openxmlformats.org/officeDocument/2006/relationships/hyperlink" Target="https://uk.wikipedia.org/wiki/%D0%A7%D0%B5%D0%BB%D1%81%D1%96_(%D1%84%D1%83%D1%82%D0%B1%D0%BE%D0%BB%D1%8C%D0%BD%D0%B8%D0%B9_%D0%BA%D0%BB%D1%83%D0%B1)" TargetMode="External"/><Relationship Id="rId36" Type="http://schemas.openxmlformats.org/officeDocument/2006/relationships/hyperlink" Target="https://uk.wikipedia.org/wiki/%D0%9F%D0%B8%D1%81%D1%8C%D0%BC%D0%B5%D0%BD%D0%BD%D0%B8%D0%BA" TargetMode="External"/><Relationship Id="rId49" Type="http://schemas.openxmlformats.org/officeDocument/2006/relationships/hyperlink" Target="https://uk.wikipedia.org/wiki/IBF" TargetMode="External"/><Relationship Id="rId10" Type="http://schemas.openxmlformats.org/officeDocument/2006/relationships/hyperlink" Target="https://uk.wikipedia.org/wiki/%D0%90%D1%81%D1%82%D1%80%D0%BE%D0%BD%D0%B0%D0%B2%D1%82" TargetMode="External"/><Relationship Id="rId19" Type="http://schemas.openxmlformats.org/officeDocument/2006/relationships/hyperlink" Target="https://uk.wikipedia.org/wiki/%D0%9A%D0%B0%D0%B4%D0%B5%D0%BD%D1%8E%D0%BA_%D0%9B%D0%B5%D0%BE%D0%BD%D1%96%D0%B4_%D0%9A%D0%BE%D1%81%D1%82%D1%8F%D0%BD%D1%82%D0%B8%D0%BD%D0%BE%D0%B2%D0%B8%D1%87" TargetMode="External"/><Relationship Id="rId31" Type="http://schemas.openxmlformats.org/officeDocument/2006/relationships/hyperlink" Target="https://uk.wikipedia.org/wiki/%D0%9B%D1%96%D0%B3%D0%B0_%D1%87%D0%B5%D0%BC%D0%BF%D1%96%D0%BE%D0%BD%D1%96%D0%B2_%D0%A3%D0%84%D0%A4%D0%90" TargetMode="External"/><Relationship Id="rId44" Type="http://schemas.openxmlformats.org/officeDocument/2006/relationships/hyperlink" Target="https://uk.wikipedia.org/wiki/%D0%9D%D0%B0%D1%86%D1%96%D0%BE%D0%BD%D0%B0%D0%BB%D1%8C%D0%BD%D0%B8%D0%B9_%D0%B3%D0%B5%D1%80%D0%BE%D0%B9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A%D0%BE%D1%81%D0%BC%D0%BE%D0%BD%D0%B0%D0%B2%D1%82" TargetMode="External"/><Relationship Id="rId14" Type="http://schemas.openxmlformats.org/officeDocument/2006/relationships/hyperlink" Target="https://uk.wikipedia.org/wiki/%D0%93%D0%B5%D1%80%D0%BE%D0%B9_%D0%A3%D0%BA%D1%80%D0%B0%D1%97%D0%BD%D0%B8" TargetMode="External"/><Relationship Id="rId22" Type="http://schemas.openxmlformats.org/officeDocument/2006/relationships/hyperlink" Target="https://uk.wikipedia.org/wiki/%D0%A3%D0%BA%D1%80%D0%B0%D1%97%D0%BD%D0%B0" TargetMode="External"/><Relationship Id="rId27" Type="http://schemas.openxmlformats.org/officeDocument/2006/relationships/hyperlink" Target="https://uk.wikipedia.org/wiki/%D0%9B%D0%BE%D0%BD%D0%B4%D0%BE%D0%BD" TargetMode="External"/><Relationship Id="rId30" Type="http://schemas.openxmlformats.org/officeDocument/2006/relationships/hyperlink" Target="https://uk.wikipedia.org/wiki/%D0%93%D0%B5%D1%80%D0%BE%D0%B9_%D0%A3%D0%BA%D1%80%D0%B0%D1%97%D0%BD%D0%B8" TargetMode="External"/><Relationship Id="rId35" Type="http://schemas.openxmlformats.org/officeDocument/2006/relationships/hyperlink" Target="https://uk.wikipedia.org/wiki/%D0%9F%D0%BE%D0%B5%D1%82" TargetMode="External"/><Relationship Id="rId43" Type="http://schemas.openxmlformats.org/officeDocument/2006/relationships/hyperlink" Target="https://uk.wikipedia.org/wiki/%D0%9F%D0%BE%D0%BB%D1%96%D1%82%D0%B8%D0%BA" TargetMode="External"/><Relationship Id="rId48" Type="http://schemas.openxmlformats.org/officeDocument/2006/relationships/hyperlink" Target="https://uk.wikipedia.org/wiki/WBO" TargetMode="External"/><Relationship Id="rId8" Type="http://schemas.openxmlformats.org/officeDocument/2006/relationships/hyperlink" Target="https://uk.wikipedia.org/wiki/%D0%9B%D1%8C%D0%BE%D1%82%D1%87%D0%B8%D0%BA" TargetMode="External"/><Relationship Id="rId51" Type="http://schemas.openxmlformats.org/officeDocument/2006/relationships/hyperlink" Target="https://uk.wikipedia.org/wiki/W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1344</TotalTime>
  <Pages>9</Pages>
  <Words>3448</Words>
  <Characters>19656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</dc:creator>
  <cp:keywords/>
  <dc:description/>
  <cp:lastModifiedBy>home</cp:lastModifiedBy>
  <cp:revision>102</cp:revision>
  <dcterms:created xsi:type="dcterms:W3CDTF">2018-07-12T09:39:00Z</dcterms:created>
  <dcterms:modified xsi:type="dcterms:W3CDTF">2018-11-27T18:58:00Z</dcterms:modified>
</cp:coreProperties>
</file>