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6A" w:rsidRPr="00722E58" w:rsidRDefault="00384B6A" w:rsidP="00722E5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sz w:val="28"/>
          <w:szCs w:val="28"/>
          <w:lang w:val="uk-UA"/>
        </w:rPr>
        <w:t xml:space="preserve">Урок російської мови в 3 класі   за ноосферою технологією </w:t>
      </w:r>
    </w:p>
    <w:p w:rsidR="00384B6A" w:rsidRPr="00722E58" w:rsidRDefault="00384B6A" w:rsidP="00722E5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384B6A" w:rsidRPr="00722E58" w:rsidRDefault="00384B6A" w:rsidP="00CC7F97">
      <w:pPr>
        <w:spacing w:after="0" w:line="240" w:lineRule="atLeast"/>
        <w:rPr>
          <w:rFonts w:ascii="Times New Roman" w:hAnsi="Times New Roman"/>
          <w:b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sz w:val="28"/>
          <w:szCs w:val="28"/>
        </w:rPr>
        <w:t xml:space="preserve">Тема: </w:t>
      </w:r>
      <w:r w:rsidRPr="00722E58">
        <w:rPr>
          <w:rFonts w:ascii="Times New Roman" w:hAnsi="Times New Roman"/>
          <w:b/>
          <w:sz w:val="28"/>
          <w:szCs w:val="28"/>
          <w:lang w:val="uk-UA"/>
        </w:rPr>
        <w:t>Правописание слов с приставками пре- и при-.</w:t>
      </w:r>
    </w:p>
    <w:p w:rsidR="00384B6A" w:rsidRPr="00722E58" w:rsidRDefault="00384B6A" w:rsidP="004E6F9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22E58">
        <w:rPr>
          <w:rFonts w:ascii="Times New Roman" w:hAnsi="Times New Roman"/>
          <w:b/>
          <w:bCs/>
          <w:color w:val="000000"/>
          <w:sz w:val="28"/>
          <w:szCs w:val="28"/>
        </w:rPr>
        <w:t>Цели урока: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Дидактические: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 наблюдение за особенностями </w:t>
      </w:r>
      <w:r w:rsidRPr="00722E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sz w:val="28"/>
          <w:szCs w:val="28"/>
        </w:rPr>
        <w:t xml:space="preserve">написания приставок ;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развитие и совершенствование всех видов речевой деятельности.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Развивающие: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 развитие логической последовательности действий обучающихся на уроке с точки зрения поэтапного формирования умственных действий.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Воспитательные: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 xml:space="preserve">- </w:t>
      </w:r>
      <w:r w:rsidRPr="00722E58">
        <w:rPr>
          <w:rFonts w:ascii="Times New Roman" w:hAnsi="Times New Roman"/>
          <w:sz w:val="28"/>
          <w:szCs w:val="28"/>
          <w:lang w:val="uk-UA"/>
        </w:rPr>
        <w:t xml:space="preserve">воспитание любви и чувства гордости за свою страну – Украину;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22E58">
        <w:rPr>
          <w:rFonts w:ascii="Times New Roman" w:hAnsi="Times New Roman"/>
          <w:sz w:val="28"/>
          <w:szCs w:val="28"/>
        </w:rPr>
        <w:t>воспитание навыка самостоятельности;  потребности пользоваться всем языковым богатством, совершенствовать устную и письменную речь, делать ее более точной и богатой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uk-UA"/>
        </w:rPr>
        <w:t xml:space="preserve">Задачи урока: </w:t>
      </w:r>
      <w:r w:rsidRPr="00722E58">
        <w:rPr>
          <w:rFonts w:ascii="Times New Roman" w:hAnsi="Times New Roman"/>
          <w:sz w:val="28"/>
          <w:szCs w:val="28"/>
          <w:lang w:val="uk-UA"/>
        </w:rPr>
        <w:t>создать в процессе учебной деятельности атмосферу, которая стимул</w:t>
      </w:r>
      <w:r w:rsidRPr="00722E58">
        <w:rPr>
          <w:rFonts w:ascii="Times New Roman" w:hAnsi="Times New Roman"/>
          <w:sz w:val="28"/>
          <w:szCs w:val="28"/>
          <w:lang w:val="uk-UA"/>
        </w:rPr>
        <w:t>и</w:t>
      </w:r>
      <w:r w:rsidRPr="00722E58">
        <w:rPr>
          <w:rFonts w:ascii="Times New Roman" w:hAnsi="Times New Roman"/>
          <w:sz w:val="28"/>
          <w:szCs w:val="28"/>
          <w:lang w:val="uk-UA"/>
        </w:rPr>
        <w:t>рует творческий процесс познания через задействие всех органов чувств восприятия и на этой основе мотивировать творческое, образное мышление учащихся.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uk-UA"/>
        </w:rPr>
        <w:t xml:space="preserve">Оборудование: </w:t>
      </w:r>
      <w:r w:rsidRPr="00722E58">
        <w:rPr>
          <w:rFonts w:ascii="Times New Roman" w:hAnsi="Times New Roman"/>
          <w:sz w:val="28"/>
          <w:szCs w:val="28"/>
          <w:lang w:val="uk-UA"/>
        </w:rPr>
        <w:t>1. Демонстрационные карты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                            2. Видеозаписи музыкальных произведений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                            3. Приставки пре- и при- (мультимедийная презентация)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                            4. Мультимедийный проектор, ноутбук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>Тип урока:</w:t>
      </w:r>
      <w:r w:rsidRPr="00722E58">
        <w:rPr>
          <w:rFonts w:ascii="Times New Roman" w:hAnsi="Times New Roman"/>
          <w:sz w:val="28"/>
          <w:szCs w:val="28"/>
        </w:rPr>
        <w:t xml:space="preserve"> урок усвоения новых знаний. </w:t>
      </w:r>
    </w:p>
    <w:p w:rsidR="00384B6A" w:rsidRPr="00722E58" w:rsidRDefault="00384B6A" w:rsidP="00CC7F9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ХОД УРОКА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722E58">
        <w:rPr>
          <w:rFonts w:ascii="Times New Roman" w:hAnsi="Times New Roman"/>
          <w:b/>
          <w:bCs/>
          <w:sz w:val="28"/>
          <w:szCs w:val="28"/>
        </w:rPr>
        <w:t>. Гармонизация пространства. Создание круга единения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22E58">
        <w:rPr>
          <w:rFonts w:ascii="Times New Roman" w:hAnsi="Times New Roman"/>
          <w:sz w:val="28"/>
          <w:szCs w:val="28"/>
        </w:rPr>
        <w:t xml:space="preserve">Сегодня ранним утром  солнышко заглянуло в окно и  отправило к нам  </w:t>
      </w:r>
      <w:r w:rsidRPr="00722E58">
        <w:rPr>
          <w:rFonts w:ascii="Times New Roman" w:hAnsi="Times New Roman"/>
          <w:sz w:val="28"/>
          <w:szCs w:val="28"/>
          <w:lang w:val="uk-UA"/>
        </w:rPr>
        <w:t>солнечные лучи.</w:t>
      </w:r>
      <w:r w:rsidRPr="00722E58">
        <w:rPr>
          <w:rFonts w:ascii="Times New Roman" w:hAnsi="Times New Roman"/>
          <w:sz w:val="28"/>
          <w:szCs w:val="28"/>
        </w:rPr>
        <w:t xml:space="preserve"> </w:t>
      </w:r>
      <w:r w:rsidRPr="00722E58">
        <w:rPr>
          <w:rFonts w:ascii="Times New Roman" w:hAnsi="Times New Roman"/>
          <w:sz w:val="28"/>
          <w:szCs w:val="28"/>
          <w:lang w:val="uk-UA"/>
        </w:rPr>
        <w:t>Вместе с ними</w:t>
      </w:r>
      <w:r w:rsidRPr="00722E58">
        <w:rPr>
          <w:rFonts w:ascii="Times New Roman" w:hAnsi="Times New Roman"/>
          <w:sz w:val="28"/>
          <w:szCs w:val="28"/>
        </w:rPr>
        <w:t xml:space="preserve"> </w:t>
      </w:r>
      <w:r w:rsidRPr="00722E58">
        <w:rPr>
          <w:rFonts w:ascii="Times New Roman" w:hAnsi="Times New Roman"/>
          <w:sz w:val="28"/>
          <w:szCs w:val="28"/>
          <w:lang w:val="uk-UA"/>
        </w:rPr>
        <w:t>оно</w:t>
      </w:r>
      <w:r w:rsidRPr="00722E58">
        <w:rPr>
          <w:rFonts w:ascii="Times New Roman" w:hAnsi="Times New Roman"/>
          <w:sz w:val="28"/>
          <w:szCs w:val="28"/>
        </w:rPr>
        <w:t xml:space="preserve"> передало </w:t>
      </w:r>
      <w:r w:rsidRPr="00722E58">
        <w:rPr>
          <w:rFonts w:ascii="Times New Roman" w:hAnsi="Times New Roman"/>
          <w:sz w:val="28"/>
          <w:szCs w:val="28"/>
          <w:lang w:val="uk-UA"/>
        </w:rPr>
        <w:t>н</w:t>
      </w:r>
      <w:r w:rsidRPr="00722E58">
        <w:rPr>
          <w:rFonts w:ascii="Times New Roman" w:hAnsi="Times New Roman"/>
          <w:sz w:val="28"/>
          <w:szCs w:val="28"/>
        </w:rPr>
        <w:t>ам свои пожелания:</w:t>
      </w:r>
    </w:p>
    <w:p w:rsidR="00384B6A" w:rsidRPr="00722E58" w:rsidRDefault="00384B6A" w:rsidP="00CC7F97">
      <w:pPr>
        <w:spacing w:after="0" w:line="240" w:lineRule="atLeast"/>
        <w:ind w:left="357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 xml:space="preserve">- возьмитесь за руки; </w:t>
      </w:r>
    </w:p>
    <w:p w:rsidR="00384B6A" w:rsidRPr="00722E58" w:rsidRDefault="00384B6A" w:rsidP="00CC7F97">
      <w:pPr>
        <w:spacing w:after="0" w:line="240" w:lineRule="atLeast"/>
        <w:ind w:left="357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>- согрейте своего соседа теплой улыбкой;</w:t>
      </w:r>
    </w:p>
    <w:p w:rsidR="00384B6A" w:rsidRPr="00722E58" w:rsidRDefault="00384B6A" w:rsidP="00CC7F97">
      <w:pPr>
        <w:spacing w:after="0" w:line="240" w:lineRule="atLeast"/>
        <w:ind w:left="357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посмотрите в глаза друг другу и поделитесь добрым взглядом. Давайте пожелаем скорейшего выздоровления тем, кто сегодня не пришел в школу, а сами, с сердц</w:t>
      </w:r>
      <w:r w:rsidRPr="00722E58">
        <w:rPr>
          <w:rFonts w:ascii="Times New Roman" w:hAnsi="Times New Roman"/>
          <w:sz w:val="28"/>
          <w:szCs w:val="28"/>
        </w:rPr>
        <w:t>а</w:t>
      </w:r>
      <w:r w:rsidRPr="00722E58">
        <w:rPr>
          <w:rFonts w:ascii="Times New Roman" w:hAnsi="Times New Roman"/>
          <w:sz w:val="28"/>
          <w:szCs w:val="28"/>
        </w:rPr>
        <w:t>ми, наполненными</w:t>
      </w:r>
    </w:p>
    <w:p w:rsidR="00384B6A" w:rsidRPr="00722E58" w:rsidRDefault="00384B6A" w:rsidP="00CC7F97">
      <w:pPr>
        <w:spacing w:after="0" w:line="240" w:lineRule="atLeast"/>
        <w:ind w:left="357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добротой и </w:t>
      </w:r>
      <w:r w:rsidRPr="00722E58">
        <w:rPr>
          <w:rFonts w:ascii="Times New Roman" w:hAnsi="Times New Roman"/>
          <w:sz w:val="28"/>
          <w:szCs w:val="28"/>
        </w:rPr>
        <w:t>любовью, отправимся в путь...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Желаю вам работать на уроке активно, аккуратно и найти путь к новому секрету ру</w:t>
      </w:r>
      <w:r w:rsidRPr="00722E58">
        <w:rPr>
          <w:rFonts w:ascii="Times New Roman" w:hAnsi="Times New Roman"/>
          <w:sz w:val="28"/>
          <w:szCs w:val="28"/>
        </w:rPr>
        <w:t>с</w:t>
      </w:r>
      <w:r w:rsidRPr="00722E58">
        <w:rPr>
          <w:rFonts w:ascii="Times New Roman" w:hAnsi="Times New Roman"/>
          <w:sz w:val="28"/>
          <w:szCs w:val="28"/>
        </w:rPr>
        <w:t>ского языка.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 Запишем число:                                 </w:t>
      </w:r>
    </w:p>
    <w:p w:rsidR="00384B6A" w:rsidRPr="00722E58" w:rsidRDefault="00384B6A" w:rsidP="00CC7F9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i/>
          <w:sz w:val="28"/>
          <w:szCs w:val="28"/>
        </w:rPr>
        <w:t>21 февраля</w:t>
      </w:r>
    </w:p>
    <w:p w:rsidR="00384B6A" w:rsidRPr="00722E58" w:rsidRDefault="00384B6A" w:rsidP="00CC7F97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i/>
          <w:iCs/>
          <w:sz w:val="28"/>
          <w:szCs w:val="28"/>
        </w:rPr>
        <w:t>Классная работа</w:t>
      </w:r>
      <w:r w:rsidRPr="00722E58">
        <w:rPr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722E58">
        <w:rPr>
          <w:rFonts w:ascii="Times New Roman" w:hAnsi="Times New Roman"/>
          <w:b/>
          <w:i/>
          <w:iCs/>
          <w:sz w:val="28"/>
          <w:szCs w:val="28"/>
          <w:lang w:val="uk-UA"/>
        </w:rPr>
        <w:t>слайд 1)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 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 xml:space="preserve">II. Минутка каллиграфии 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>(слайд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2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>)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– Начинаем урок с </w:t>
      </w:r>
      <w:r w:rsidRPr="00722E58">
        <w:rPr>
          <w:rFonts w:ascii="Times New Roman" w:hAnsi="Times New Roman"/>
          <w:bCs/>
          <w:sz w:val="28"/>
          <w:szCs w:val="28"/>
        </w:rPr>
        <w:t xml:space="preserve">минутки каллиграфии. </w:t>
      </w:r>
      <w:r w:rsidRPr="00722E58">
        <w:rPr>
          <w:rFonts w:ascii="Times New Roman" w:hAnsi="Times New Roman"/>
          <w:sz w:val="28"/>
          <w:szCs w:val="28"/>
        </w:rPr>
        <w:t xml:space="preserve">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722E58">
        <w:rPr>
          <w:rFonts w:ascii="Times New Roman" w:hAnsi="Times New Roman"/>
          <w:b/>
          <w:i/>
          <w:iCs/>
          <w:sz w:val="28"/>
          <w:szCs w:val="28"/>
        </w:rPr>
        <w:t xml:space="preserve">- Пре, по, при, на, за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i/>
          <w:iCs/>
          <w:sz w:val="28"/>
          <w:szCs w:val="28"/>
        </w:rPr>
        <w:t>став ка при</w:t>
      </w:r>
      <w:r w:rsidRPr="00722E58">
        <w:rPr>
          <w:rFonts w:ascii="Times New Roman" w:hAnsi="Times New Roman"/>
          <w:i/>
          <w:iCs/>
          <w:sz w:val="28"/>
          <w:szCs w:val="28"/>
        </w:rPr>
        <w:t xml:space="preserve"> (составление и написание слова из сочетаний букв нижней строки) </w:t>
      </w:r>
      <w:r w:rsidRPr="00722E58">
        <w:rPr>
          <w:rFonts w:ascii="Times New Roman" w:hAnsi="Times New Roman"/>
          <w:b/>
          <w:i/>
          <w:iCs/>
          <w:sz w:val="28"/>
          <w:szCs w:val="28"/>
        </w:rPr>
        <w:t>пр</w:t>
      </w:r>
      <w:r w:rsidRPr="00722E58">
        <w:rPr>
          <w:rFonts w:ascii="Times New Roman" w:hAnsi="Times New Roman"/>
          <w:b/>
          <w:i/>
          <w:iCs/>
          <w:sz w:val="28"/>
          <w:szCs w:val="28"/>
        </w:rPr>
        <w:t>и</w:t>
      </w:r>
      <w:r w:rsidRPr="00722E58">
        <w:rPr>
          <w:rFonts w:ascii="Times New Roman" w:hAnsi="Times New Roman"/>
          <w:b/>
          <w:i/>
          <w:iCs/>
          <w:sz w:val="28"/>
          <w:szCs w:val="28"/>
        </w:rPr>
        <w:t>ставка</w:t>
      </w:r>
      <w:r w:rsidRPr="00722E58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(слайд 3)</w:t>
      </w:r>
    </w:p>
    <w:p w:rsidR="00384B6A" w:rsidRPr="00722E58" w:rsidRDefault="00384B6A" w:rsidP="00CC7F9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>III</w:t>
      </w:r>
      <w:r w:rsidRPr="00722E58">
        <w:rPr>
          <w:rFonts w:ascii="Times New Roman" w:hAnsi="Times New Roman"/>
          <w:b/>
          <w:sz w:val="28"/>
          <w:szCs w:val="28"/>
        </w:rPr>
        <w:t>. Актуализация знаний. Создание проблемной ситуации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-Что называется приставкой?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-Как пишется приставка со словами?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-Запишите слова: </w:t>
      </w:r>
      <w:r w:rsidRPr="00722E58">
        <w:rPr>
          <w:rFonts w:ascii="Times New Roman" w:hAnsi="Times New Roman"/>
          <w:b/>
          <w:sz w:val="28"/>
          <w:szCs w:val="28"/>
        </w:rPr>
        <w:t>закрыть, склеить, пр е/и милый, пр и/е лечь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Выделите в каждом слове приставки.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К</w:t>
      </w:r>
      <w:r w:rsidRPr="00722E58">
        <w:rPr>
          <w:rFonts w:ascii="Times New Roman" w:hAnsi="Times New Roman"/>
          <w:sz w:val="28"/>
          <w:szCs w:val="28"/>
          <w:lang w:val="uk-UA"/>
        </w:rPr>
        <w:t xml:space="preserve">акую </w:t>
      </w:r>
      <w:r w:rsidRPr="00722E58">
        <w:rPr>
          <w:rFonts w:ascii="Times New Roman" w:hAnsi="Times New Roman"/>
          <w:sz w:val="28"/>
          <w:szCs w:val="28"/>
        </w:rPr>
        <w:t xml:space="preserve">приставку </w:t>
      </w:r>
      <w:r w:rsidRPr="00722E58">
        <w:rPr>
          <w:rFonts w:ascii="Times New Roman" w:hAnsi="Times New Roman"/>
          <w:sz w:val="28"/>
          <w:szCs w:val="28"/>
          <w:lang w:val="uk-UA"/>
        </w:rPr>
        <w:t>написали в слове премилый пре- или при-?</w:t>
      </w:r>
      <w:r w:rsidRPr="00722E58">
        <w:rPr>
          <w:rFonts w:ascii="Times New Roman" w:hAnsi="Times New Roman"/>
          <w:sz w:val="28"/>
          <w:szCs w:val="28"/>
        </w:rPr>
        <w:t xml:space="preserve"> Какую в слове прилечь пре- или при-? </w:t>
      </w:r>
    </w:p>
    <w:p w:rsidR="00384B6A" w:rsidRPr="00722E58" w:rsidRDefault="00384B6A" w:rsidP="001800E2">
      <w:pPr>
        <w:spacing w:after="0" w:line="200" w:lineRule="atLeast"/>
        <w:rPr>
          <w:rFonts w:ascii="Times New Roman" w:hAnsi="Times New Roman"/>
          <w:b/>
          <w:iCs/>
          <w:color w:val="333333"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>IV</w:t>
      </w:r>
      <w:r w:rsidRPr="00722E58">
        <w:rPr>
          <w:rFonts w:ascii="Times New Roman" w:hAnsi="Times New Roman"/>
          <w:b/>
          <w:bCs/>
          <w:color w:val="333333"/>
          <w:sz w:val="28"/>
          <w:szCs w:val="28"/>
        </w:rPr>
        <w:t xml:space="preserve">. </w:t>
      </w:r>
      <w:r w:rsidRPr="00722E58">
        <w:rPr>
          <w:rFonts w:ascii="Times New Roman" w:hAnsi="Times New Roman"/>
          <w:b/>
          <w:iCs/>
          <w:color w:val="333333"/>
          <w:sz w:val="28"/>
          <w:szCs w:val="28"/>
        </w:rPr>
        <w:t>Определение темы и совместной цели деятельности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Попробуйте сформулировать тему нашего урока. (Отвечают дети, учитель записыв</w:t>
      </w:r>
      <w:r w:rsidRPr="00722E58">
        <w:rPr>
          <w:rFonts w:ascii="Times New Roman" w:hAnsi="Times New Roman"/>
          <w:sz w:val="28"/>
          <w:szCs w:val="28"/>
        </w:rPr>
        <w:t>а</w:t>
      </w:r>
      <w:r w:rsidRPr="00722E58">
        <w:rPr>
          <w:rFonts w:ascii="Times New Roman" w:hAnsi="Times New Roman"/>
          <w:sz w:val="28"/>
          <w:szCs w:val="28"/>
        </w:rPr>
        <w:t xml:space="preserve">ет тему урока на доске.) </w:t>
      </w:r>
    </w:p>
    <w:p w:rsidR="00384B6A" w:rsidRPr="00722E58" w:rsidRDefault="00384B6A" w:rsidP="00CC7F97">
      <w:pPr>
        <w:spacing w:after="0" w:line="240" w:lineRule="atLeast"/>
        <w:jc w:val="both"/>
        <w:rPr>
          <w:rFonts w:ascii="Times New Roman" w:hAnsi="Times New Roman"/>
          <w:b/>
          <w:iCs/>
          <w:color w:val="333333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>- Сегодня мы попробуем разобраться в правописании приставок пре- и при-</w:t>
      </w:r>
      <w:r w:rsidRPr="00722E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b/>
          <w:sz w:val="28"/>
          <w:szCs w:val="28"/>
          <w:lang w:val="uk-UA"/>
        </w:rPr>
        <w:t>(слайд 4)</w:t>
      </w:r>
    </w:p>
    <w:p w:rsidR="00384B6A" w:rsidRPr="00722E58" w:rsidRDefault="00384B6A" w:rsidP="00CC7F97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722E58">
        <w:rPr>
          <w:rFonts w:ascii="Times New Roman" w:hAnsi="Times New Roman"/>
          <w:b/>
          <w:bCs/>
          <w:sz w:val="28"/>
          <w:szCs w:val="28"/>
        </w:rPr>
        <w:t>. Сенсорно - моторный этап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>Релаксационный текст "В Ботаническом саду</w:t>
      </w:r>
      <w:r w:rsidRPr="00722E58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b/>
          <w:i/>
          <w:sz w:val="28"/>
          <w:szCs w:val="28"/>
        </w:rPr>
        <w:t>Харькова"</w:t>
      </w:r>
      <w:r w:rsidRPr="00722E58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 w:rsidRPr="00722E58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на фоне красивой мел</w:t>
      </w:r>
      <w:r w:rsidRPr="00722E58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о</w:t>
      </w:r>
      <w:r w:rsidRPr="00722E58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дии</w:t>
      </w:r>
      <w:r w:rsidRPr="00722E58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384B6A" w:rsidRPr="00722E58" w:rsidRDefault="00384B6A" w:rsidP="006B027D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Ребята, сядьте удобнее, расслабьте руки, ноги, лицо. Закройте глаза. Представьте, что  вы находитесь в Ботаническом саду нашего любимого города Харькова. Прислуша</w:t>
      </w:r>
      <w:r w:rsidRPr="00722E58">
        <w:rPr>
          <w:rFonts w:ascii="Times New Roman" w:hAnsi="Times New Roman"/>
          <w:sz w:val="28"/>
          <w:szCs w:val="28"/>
        </w:rPr>
        <w:t>й</w:t>
      </w:r>
      <w:r w:rsidRPr="00722E58">
        <w:rPr>
          <w:rFonts w:ascii="Times New Roman" w:hAnsi="Times New Roman"/>
          <w:sz w:val="28"/>
          <w:szCs w:val="28"/>
        </w:rPr>
        <w:t>тесь к царящей тишине. Вдохните свежий воздух. Подышите великолепным ароматом, который идет от растущего здесь лимона. Подойдите к нему, тихонько прикоснитесь. От вашего тепла и нежности лимон оживает: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Я рад встрече с вами. Меня зовут лимон Пре.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Необычное имя, - говорите вы лимону.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Все очень просто. Я соответствую значению слова очень: прекислый (очень кислый), пресочный (очень сочный), потому и зовусь Пре.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 Я хочу поделиться с вами радостью: сегодня ко мне в гости приезжает мой меньший брат При.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При, потому что обозначает близость к чему-нибудь (привокзальный), присоединение (привязать), приближение (приедет), неполное действие ( прикусить –  съесть непо</w:t>
      </w:r>
      <w:r w:rsidRPr="00722E58">
        <w:rPr>
          <w:rFonts w:ascii="Times New Roman" w:hAnsi="Times New Roman"/>
          <w:sz w:val="28"/>
          <w:szCs w:val="28"/>
        </w:rPr>
        <w:t>л</w:t>
      </w:r>
      <w:r w:rsidRPr="00722E58">
        <w:rPr>
          <w:rFonts w:ascii="Times New Roman" w:hAnsi="Times New Roman"/>
          <w:sz w:val="28"/>
          <w:szCs w:val="28"/>
        </w:rPr>
        <w:t>ностью ).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Вы с улыбкой слушаете своего нового приятеля, а он вновь повторяет: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Я – Пре, потому что соответствую значению слова очень: прекислый (очень кислый), пресочный (очень сочный).Мой брат При, потому что обозначает близость к чему-нибудь (привокзальный), присоединение (привязать), приближение (приедет), непо</w:t>
      </w:r>
      <w:r w:rsidRPr="00722E58">
        <w:rPr>
          <w:rFonts w:ascii="Times New Roman" w:hAnsi="Times New Roman"/>
          <w:sz w:val="28"/>
          <w:szCs w:val="28"/>
        </w:rPr>
        <w:t>л</w:t>
      </w:r>
      <w:r w:rsidRPr="00722E58">
        <w:rPr>
          <w:rFonts w:ascii="Times New Roman" w:hAnsi="Times New Roman"/>
          <w:sz w:val="28"/>
          <w:szCs w:val="28"/>
        </w:rPr>
        <w:t>ное действие (прикусить).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Лимон так разговорился, что его трудно остановить:</w:t>
      </w:r>
    </w:p>
    <w:p w:rsidR="00384B6A" w:rsidRPr="00722E58" w:rsidRDefault="00384B6A" w:rsidP="00E5050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Я – Пре, потому что соответствую значению слова очень: прекислый (очень кислый), пресочный (очень сочный).</w:t>
      </w:r>
    </w:p>
    <w:p w:rsidR="00384B6A" w:rsidRPr="00722E58" w:rsidRDefault="00384B6A" w:rsidP="00E5050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Мой брат При, потому что обозначает близость к чему-нибудь (привокзальный), пр</w:t>
      </w:r>
      <w:r w:rsidRPr="00722E58">
        <w:rPr>
          <w:rFonts w:ascii="Times New Roman" w:hAnsi="Times New Roman"/>
          <w:sz w:val="28"/>
          <w:szCs w:val="28"/>
        </w:rPr>
        <w:t>и</w:t>
      </w:r>
      <w:r w:rsidRPr="00722E58">
        <w:rPr>
          <w:rFonts w:ascii="Times New Roman" w:hAnsi="Times New Roman"/>
          <w:sz w:val="28"/>
          <w:szCs w:val="28"/>
        </w:rPr>
        <w:t>соединение (привязать), приближение (приедет), неполное действие (прикусить).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Спасибо тебе, Пре, за информацию. Хоть ты и преполезный и ожидаешь приезда При, но нам пора прощаться: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До свидания, Пре, передавай привет При, а нам надо продолжать урок.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  - Мы возвращаемся из Ботанического сада пресчастливыми.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Потянитесь, глубоко вдохните. Пошевелите ручками, ножками. Откройте глаза, улы</w:t>
      </w:r>
      <w:r w:rsidRPr="00722E58">
        <w:rPr>
          <w:rFonts w:ascii="Times New Roman" w:hAnsi="Times New Roman"/>
          <w:sz w:val="28"/>
          <w:szCs w:val="28"/>
        </w:rPr>
        <w:t>б</w:t>
      </w:r>
      <w:r w:rsidRPr="00722E58">
        <w:rPr>
          <w:rFonts w:ascii="Times New Roman" w:hAnsi="Times New Roman"/>
          <w:sz w:val="28"/>
          <w:szCs w:val="28"/>
        </w:rPr>
        <w:t>нитесь своему товарищу.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 xml:space="preserve">  - </w:t>
      </w:r>
      <w:r w:rsidRPr="00722E58">
        <w:rPr>
          <w:rFonts w:ascii="Times New Roman" w:hAnsi="Times New Roman"/>
          <w:sz w:val="28"/>
          <w:szCs w:val="28"/>
        </w:rPr>
        <w:t xml:space="preserve">Попробуйте маленький кусочек лимона с сахаром, который у вас на партах, ведь именно лимон придает нашему организму бодрость на весь день.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Pr="00722E58">
        <w:rPr>
          <w:rFonts w:ascii="Times New Roman" w:hAnsi="Times New Roman"/>
          <w:b/>
          <w:bCs/>
          <w:sz w:val="28"/>
          <w:szCs w:val="28"/>
        </w:rPr>
        <w:t>. Символьный этап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   - Какие чувства вы сейчас испытываете?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   - Какие запахи, звуки вы услышали? Назовите героев сказки.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Почему старшего брата назвали Пре?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А еще приставка пре- пишется тогда, когда близка к пере-: преградить – значит, пер</w:t>
      </w:r>
      <w:r w:rsidRPr="00722E58">
        <w:rPr>
          <w:rFonts w:ascii="Times New Roman" w:hAnsi="Times New Roman"/>
          <w:sz w:val="28"/>
          <w:szCs w:val="28"/>
        </w:rPr>
        <w:t>е</w:t>
      </w:r>
      <w:r w:rsidRPr="00722E58">
        <w:rPr>
          <w:rFonts w:ascii="Times New Roman" w:hAnsi="Times New Roman"/>
          <w:sz w:val="28"/>
          <w:szCs w:val="28"/>
        </w:rPr>
        <w:t>городить, перекрыть; прекрати – перестань.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Почему меньшего брата назвали При?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Нарисуйте свои образоны, какие возникли</w:t>
      </w:r>
      <w:r w:rsidRPr="00722E58">
        <w:rPr>
          <w:rFonts w:ascii="Times New Roman" w:hAnsi="Times New Roman"/>
          <w:b/>
          <w:color w:val="FF0000"/>
          <w:sz w:val="28"/>
          <w:szCs w:val="28"/>
        </w:rPr>
        <w:t>.(Звучит нежная мелодия)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722E58">
        <w:rPr>
          <w:rFonts w:ascii="Times New Roman" w:hAnsi="Times New Roman"/>
          <w:b/>
          <w:bCs/>
          <w:sz w:val="28"/>
          <w:szCs w:val="28"/>
        </w:rPr>
        <w:t xml:space="preserve">. Логический этап 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722E58">
        <w:rPr>
          <w:rFonts w:ascii="Times New Roman" w:hAnsi="Times New Roman"/>
          <w:bCs/>
          <w:sz w:val="28"/>
          <w:szCs w:val="28"/>
        </w:rPr>
        <w:t>Давайте проверим, все ли вы учли в своем образоне</w:t>
      </w:r>
      <w:r w:rsidRPr="00722E58">
        <w:rPr>
          <w:rFonts w:ascii="Times New Roman" w:hAnsi="Times New Roman"/>
          <w:b/>
          <w:bCs/>
          <w:sz w:val="28"/>
          <w:szCs w:val="28"/>
        </w:rPr>
        <w:t>.(слайд 5)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22E58">
        <w:rPr>
          <w:rFonts w:ascii="Times New Roman" w:hAnsi="Times New Roman"/>
          <w:bCs/>
          <w:sz w:val="28"/>
          <w:szCs w:val="28"/>
        </w:rPr>
        <w:t>- Сравните с моим и дополните, если что-то пропустили. Составленны</w:t>
      </w:r>
      <w:r w:rsidRPr="00722E58"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722E58">
        <w:rPr>
          <w:rFonts w:ascii="Times New Roman" w:hAnsi="Times New Roman"/>
          <w:bCs/>
          <w:sz w:val="28"/>
          <w:szCs w:val="28"/>
        </w:rPr>
        <w:t xml:space="preserve"> образоном вы можете пользоваться в течение всего урока.</w:t>
      </w: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0"/>
        <w:rPr>
          <w:rFonts w:ascii="Times New Roman" w:hAnsi="Times New Roman"/>
          <w:bCs/>
          <w:sz w:val="28"/>
          <w:szCs w:val="28"/>
          <w:lang w:val="uk-UA"/>
        </w:rPr>
      </w:pP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0"/>
        <w:rPr>
          <w:rFonts w:ascii="Times New Roman" w:hAnsi="Times New Roman"/>
          <w:b/>
          <w:bCs/>
          <w:i/>
          <w:sz w:val="28"/>
          <w:szCs w:val="28"/>
        </w:rPr>
      </w:pPr>
      <w:r w:rsidRPr="00722E58">
        <w:rPr>
          <w:rFonts w:ascii="Times New Roman" w:hAnsi="Times New Roman"/>
          <w:b/>
          <w:bCs/>
          <w:i/>
          <w:sz w:val="28"/>
          <w:szCs w:val="28"/>
        </w:rPr>
        <w:t>1.Практическая работа с комментированием.</w:t>
      </w:r>
    </w:p>
    <w:p w:rsidR="00384B6A" w:rsidRPr="00722E58" w:rsidRDefault="00384B6A" w:rsidP="00354CB3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22E58">
        <w:rPr>
          <w:rFonts w:ascii="Times New Roman" w:hAnsi="Times New Roman"/>
          <w:bCs/>
          <w:sz w:val="28"/>
          <w:szCs w:val="28"/>
        </w:rPr>
        <w:t>Давайте  применим полученную информацию на практике.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22E58">
        <w:rPr>
          <w:rFonts w:ascii="Times New Roman" w:hAnsi="Times New Roman"/>
          <w:bCs/>
          <w:sz w:val="28"/>
          <w:szCs w:val="28"/>
        </w:rPr>
        <w:t>Вставьте  буквы и объясните написание орфограммы.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bCs/>
          <w:i/>
          <w:sz w:val="28"/>
          <w:szCs w:val="28"/>
        </w:rPr>
        <w:t>Пр.летел, пр.красный, пр.кусил, пр.вокзальный, пр.милый.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8"/>
          <w:szCs w:val="28"/>
          <w:u w:val="single"/>
          <w:lang w:val="uk-UA"/>
        </w:rPr>
      </w:pPr>
      <w:r w:rsidRPr="00722E58">
        <w:rPr>
          <w:rFonts w:ascii="Times New Roman" w:hAnsi="Times New Roman"/>
          <w:b/>
          <w:bCs/>
          <w:sz w:val="28"/>
          <w:szCs w:val="28"/>
        </w:rPr>
        <w:t>2.Упражнения на укрепление глазных мышц</w:t>
      </w:r>
      <w:r w:rsidRPr="00722E5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b/>
          <w:bCs/>
          <w:i/>
          <w:color w:val="FF0000"/>
          <w:sz w:val="28"/>
          <w:szCs w:val="28"/>
          <w:u w:val="single"/>
          <w:lang w:val="uk-UA"/>
        </w:rPr>
        <w:t>(видео ролик про бабочку)</w:t>
      </w: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384B6A" w:rsidRPr="00722E58" w:rsidRDefault="00384B6A" w:rsidP="009D5F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2E58">
        <w:rPr>
          <w:rFonts w:ascii="Times New Roman" w:hAnsi="Times New Roman"/>
          <w:b/>
          <w:sz w:val="28"/>
          <w:szCs w:val="28"/>
        </w:rPr>
        <w:t>3.Развитие речи. Работа с деформированными предложениями.</w:t>
      </w:r>
    </w:p>
    <w:p w:rsidR="00384B6A" w:rsidRPr="00722E58" w:rsidRDefault="00384B6A" w:rsidP="00E1358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Бабочка присела на прелестную розу, неимоверно красивую, как наша страна.</w:t>
      </w:r>
    </w:p>
    <w:p w:rsidR="00384B6A" w:rsidRPr="00722E58" w:rsidRDefault="00384B6A" w:rsidP="00E1358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Мы с вами сейчас составим предложения из данных слов. Посмотрите внимательно и скажите, какое первое предложение получилось. Назовите второе предложение. А третье составьте самостоятельно. Запишите полученный текст.</w:t>
      </w: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Украина – страна, пр.красная; </w:t>
      </w:r>
      <w:r w:rsidRPr="00722E58">
        <w:rPr>
          <w:rFonts w:ascii="Times New Roman" w:hAnsi="Times New Roman"/>
          <w:b/>
          <w:sz w:val="28"/>
          <w:szCs w:val="28"/>
        </w:rPr>
        <w:t>(слайд 6)</w:t>
      </w: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Живут, в ней, люди, пр.добрые, и, пр.хорошие;</w:t>
      </w: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Пр…езжайте, в гости, к нам.</w:t>
      </w:r>
    </w:p>
    <w:p w:rsidR="00384B6A" w:rsidRPr="00722E58" w:rsidRDefault="00384B6A" w:rsidP="00CC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4. </w:t>
      </w:r>
      <w:r w:rsidRPr="00722E58">
        <w:rPr>
          <w:rFonts w:ascii="Times New Roman" w:hAnsi="Times New Roman"/>
          <w:b/>
          <w:sz w:val="28"/>
          <w:szCs w:val="28"/>
        </w:rPr>
        <w:t>Проверка (слайд 7)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2E58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722E58">
        <w:rPr>
          <w:rFonts w:ascii="Times New Roman" w:hAnsi="Times New Roman"/>
          <w:b/>
          <w:sz w:val="28"/>
          <w:szCs w:val="28"/>
        </w:rPr>
        <w:t>.</w:t>
      </w:r>
      <w:r w:rsidRPr="00722E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2E58">
        <w:rPr>
          <w:rFonts w:ascii="Times New Roman" w:hAnsi="Times New Roman"/>
          <w:b/>
          <w:sz w:val="28"/>
          <w:szCs w:val="28"/>
        </w:rPr>
        <w:t>Танцевальная физкультминутка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Пречудесна наша страна и прекрасен наш родной Харьков, про который поет песню Наталья Могилевская – известная  украинская певица.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br/>
        <w:t xml:space="preserve">• Звучит песня в исполнении Натальи Могилевской «Это любимый город Харьков» </w:t>
      </w:r>
      <w:r w:rsidRPr="00722E58">
        <w:rPr>
          <w:rFonts w:ascii="Times New Roman" w:hAnsi="Times New Roman"/>
          <w:color w:val="FF0000"/>
          <w:sz w:val="28"/>
          <w:szCs w:val="28"/>
        </w:rPr>
        <w:t>(</w:t>
      </w:r>
      <w:r w:rsidRPr="00722E58">
        <w:rPr>
          <w:rFonts w:ascii="Times New Roman" w:hAnsi="Times New Roman"/>
          <w:b/>
          <w:color w:val="FF0000"/>
          <w:sz w:val="28"/>
          <w:szCs w:val="28"/>
        </w:rPr>
        <w:t>видеоролик)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- Как вы понимаете слова: «Никогда ты не предашь»? </w:t>
      </w:r>
    </w:p>
    <w:p w:rsidR="00384B6A" w:rsidRPr="00722E58" w:rsidRDefault="00384B6A" w:rsidP="00CC7F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(Не изменишь, не покинешь, будешь настоящим патриотом – преданным человеком)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IX</w:t>
      </w:r>
      <w:r w:rsidRPr="00722E58">
        <w:rPr>
          <w:rFonts w:ascii="Times New Roman" w:hAnsi="Times New Roman"/>
          <w:b/>
          <w:bCs/>
          <w:sz w:val="28"/>
          <w:szCs w:val="28"/>
        </w:rPr>
        <w:t>. Лингвистический этап</w:t>
      </w: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165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uk-UA"/>
        </w:rPr>
        <w:t xml:space="preserve">1. </w:t>
      </w:r>
      <w:r w:rsidRPr="00722E58">
        <w:rPr>
          <w:rFonts w:ascii="Times New Roman" w:hAnsi="Times New Roman"/>
          <w:b/>
          <w:bCs/>
          <w:sz w:val="28"/>
          <w:szCs w:val="28"/>
        </w:rPr>
        <w:t>Беседа</w:t>
      </w:r>
    </w:p>
    <w:p w:rsidR="00384B6A" w:rsidRPr="00722E58" w:rsidRDefault="00384B6A" w:rsidP="00315F44">
      <w:pPr>
        <w:pStyle w:val="ListParagraph"/>
        <w:spacing w:after="0" w:line="240" w:lineRule="auto"/>
        <w:ind w:left="525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 Как вы понимаете слова: «Никогда ты не предашь»? (Не изменишь, не пок</w:t>
      </w:r>
      <w:r w:rsidRPr="00722E58">
        <w:rPr>
          <w:rFonts w:ascii="Times New Roman" w:hAnsi="Times New Roman"/>
          <w:sz w:val="28"/>
          <w:szCs w:val="28"/>
        </w:rPr>
        <w:t>и</w:t>
      </w:r>
      <w:r w:rsidRPr="00722E58">
        <w:rPr>
          <w:rFonts w:ascii="Times New Roman" w:hAnsi="Times New Roman"/>
          <w:sz w:val="28"/>
          <w:szCs w:val="28"/>
        </w:rPr>
        <w:t>нешь, будешь настоящим патриотом – преданным человеком.</w:t>
      </w:r>
    </w:p>
    <w:p w:rsidR="00384B6A" w:rsidRPr="00722E58" w:rsidRDefault="00384B6A" w:rsidP="00315F44">
      <w:pPr>
        <w:pStyle w:val="ListParagraph"/>
        <w:spacing w:after="0" w:line="240" w:lineRule="auto"/>
        <w:ind w:left="525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-Наша страна поистине неповторимая и единственная.</w:t>
      </w:r>
    </w:p>
    <w:p w:rsidR="00384B6A" w:rsidRPr="00722E58" w:rsidRDefault="00384B6A" w:rsidP="00315F44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16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2. 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 xml:space="preserve">Работа в парах. 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(Задание на карточках)</w:t>
      </w: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i/>
          <w:sz w:val="28"/>
          <w:szCs w:val="28"/>
        </w:rPr>
      </w:pP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>Мы попробуем охарактеризовать Украину и ее жител</w:t>
      </w:r>
      <w:r w:rsidRPr="00722E58">
        <w:rPr>
          <w:rFonts w:ascii="Times New Roman" w:hAnsi="Times New Roman"/>
          <w:bCs/>
          <w:i/>
          <w:iCs/>
          <w:sz w:val="28"/>
          <w:szCs w:val="28"/>
        </w:rPr>
        <w:t>ей,</w:t>
      </w: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выполнив следующее задание.</w:t>
      </w:r>
    </w:p>
    <w:p w:rsidR="00384B6A" w:rsidRPr="00722E58" w:rsidRDefault="00384B6A" w:rsidP="00315F44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885"/>
        <w:jc w:val="both"/>
        <w:rPr>
          <w:rFonts w:ascii="Times New Roman" w:hAnsi="Times New Roman"/>
          <w:i/>
          <w:sz w:val="28"/>
          <w:szCs w:val="28"/>
        </w:rPr>
      </w:pPr>
      <w:r w:rsidRPr="00722E58">
        <w:rPr>
          <w:rFonts w:ascii="Times New Roman" w:hAnsi="Times New Roman"/>
          <w:bCs/>
          <w:i/>
          <w:iCs/>
          <w:sz w:val="28"/>
          <w:szCs w:val="28"/>
        </w:rPr>
        <w:t>Работать вы будете в паре со своим соседом по парте. Вам надо дополнить слова приставками пре- или при-.</w:t>
      </w:r>
    </w:p>
    <w:p w:rsidR="00384B6A" w:rsidRPr="00722E58" w:rsidRDefault="00384B6A" w:rsidP="00756339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>Дополните данные слова приставками пре- или при-</w:t>
      </w:r>
    </w:p>
    <w:p w:rsidR="00384B6A" w:rsidRPr="00722E58" w:rsidRDefault="00384B6A" w:rsidP="00756339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>Украина                                                                              Люди</w:t>
      </w:r>
    </w:p>
    <w:p w:rsidR="00384B6A" w:rsidRPr="00722E58" w:rsidRDefault="00384B6A" w:rsidP="00756339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>…чудесная                                                                        ...умные</w:t>
      </w:r>
    </w:p>
    <w:p w:rsidR="00384B6A" w:rsidRPr="00722E58" w:rsidRDefault="00384B6A" w:rsidP="00756339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 xml:space="preserve">…светлая         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</w:t>
      </w:r>
      <w:r w:rsidRPr="00722E58">
        <w:rPr>
          <w:rFonts w:ascii="Times New Roman" w:hAnsi="Times New Roman"/>
          <w:b/>
          <w:i/>
          <w:sz w:val="28"/>
          <w:szCs w:val="28"/>
        </w:rPr>
        <w:t xml:space="preserve">   с     …поднятым настроен</w:t>
      </w:r>
      <w:r w:rsidRPr="00722E58">
        <w:rPr>
          <w:rFonts w:ascii="Times New Roman" w:hAnsi="Times New Roman"/>
          <w:b/>
          <w:i/>
          <w:sz w:val="28"/>
          <w:szCs w:val="28"/>
        </w:rPr>
        <w:t>и</w:t>
      </w:r>
      <w:r w:rsidRPr="00722E58">
        <w:rPr>
          <w:rFonts w:ascii="Times New Roman" w:hAnsi="Times New Roman"/>
          <w:b/>
          <w:i/>
          <w:sz w:val="28"/>
          <w:szCs w:val="28"/>
        </w:rPr>
        <w:t>ем</w:t>
      </w:r>
    </w:p>
    <w:p w:rsidR="00384B6A" w:rsidRPr="00722E58" w:rsidRDefault="00384B6A" w:rsidP="000C6654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i/>
          <w:sz w:val="28"/>
          <w:szCs w:val="28"/>
        </w:rPr>
        <w:t>…влекательная                                                               …данные</w:t>
      </w:r>
    </w:p>
    <w:p w:rsidR="00384B6A" w:rsidRPr="00722E58" w:rsidRDefault="00384B6A" w:rsidP="00756339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84B6A" w:rsidRPr="00722E58" w:rsidRDefault="00384B6A" w:rsidP="006B027D">
      <w:pPr>
        <w:pStyle w:val="ListParagraph"/>
        <w:widowControl w:val="0"/>
        <w:numPr>
          <w:ilvl w:val="0"/>
          <w:numId w:val="5"/>
        </w:numPr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Проверка выполненной работы </w:t>
      </w:r>
    </w:p>
    <w:p w:rsidR="00384B6A" w:rsidRPr="00722E58" w:rsidRDefault="00384B6A" w:rsidP="008D6BEB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 xml:space="preserve">Чтение про Украину и ее жителей на фоне музыкальной зарисовки </w:t>
      </w:r>
      <w:r w:rsidRPr="00722E58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>«Краса Украины»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384B6A" w:rsidRPr="00722E58" w:rsidRDefault="00384B6A" w:rsidP="008D6BEB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525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384B6A" w:rsidRPr="00722E58" w:rsidRDefault="00384B6A" w:rsidP="006B027D">
      <w:pPr>
        <w:pStyle w:val="ListParagraph"/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165"/>
        <w:jc w:val="both"/>
        <w:rPr>
          <w:rFonts w:ascii="Times New Roman" w:hAnsi="Times New Roman"/>
          <w:b/>
          <w:i/>
          <w:sz w:val="28"/>
          <w:szCs w:val="28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4.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>Тестовая работа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(на карточках)</w:t>
      </w:r>
    </w:p>
    <w:p w:rsidR="00384B6A" w:rsidRPr="00722E58" w:rsidRDefault="00384B6A" w:rsidP="00B6097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16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На такой отпимистической ноте мы проведем тестовую работу. Если справ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и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тесь с заданием без ошибок, то сможете прочитать слово.Что же это за сл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о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во?Приступаем.</w:t>
      </w:r>
    </w:p>
    <w:p w:rsidR="00384B6A" w:rsidRPr="00722E58" w:rsidRDefault="00384B6A" w:rsidP="00B6097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ind w:left="165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9173" w:type="dxa"/>
        <w:tblInd w:w="58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173"/>
      </w:tblGrid>
      <w:tr w:rsidR="00384B6A" w:rsidRPr="00722E58" w:rsidTr="00232223">
        <w:tc>
          <w:tcPr>
            <w:tcW w:w="19173" w:type="dxa"/>
            <w:vAlign w:val="center"/>
          </w:tcPr>
          <w:p w:rsidR="00384B6A" w:rsidRPr="00722E58" w:rsidRDefault="00384B6A" w:rsidP="002322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Pr="00722E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 Выбери правильный ответ.</w:t>
            </w:r>
            <w:r w:rsidRPr="00722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br/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Приставку пре-  пишем, если она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мо) близка по значению к слову «очень»;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ба) близка по значению к слову «прекрасно»;</w:t>
            </w:r>
          </w:p>
          <w:p w:rsidR="00384B6A" w:rsidRPr="00722E58" w:rsidRDefault="00384B6A" w:rsidP="002322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ля) по смыслу</w:t>
            </w:r>
          </w:p>
          <w:p w:rsidR="00384B6A" w:rsidRPr="00722E58" w:rsidRDefault="00384B6A" w:rsidP="008D6B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Pr="00722E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 В какой строке все слова пишутся с при-.</w:t>
            </w:r>
          </w:p>
          <w:p w:rsidR="00384B6A" w:rsidRPr="00722E58" w:rsidRDefault="00384B6A" w:rsidP="008D6B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) пр…обрести, пр…красный,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ло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пр…городный, пр...бежать, </w:t>
            </w:r>
          </w:p>
          <w:p w:rsidR="00384B6A" w:rsidRPr="00722E58" w:rsidRDefault="00384B6A" w:rsidP="008D6B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до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) пр…клеить, пр…милый</w:t>
            </w:r>
          </w:p>
          <w:p w:rsidR="00384B6A" w:rsidRPr="00722E58" w:rsidRDefault="00384B6A" w:rsidP="008D6B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Pr="00722E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3. </w:t>
            </w:r>
            <w:r w:rsidRPr="00722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Укажи ряд, в котором все слова имеют приставку пре-.</w:t>
            </w:r>
          </w:p>
          <w:p w:rsidR="00384B6A" w:rsidRPr="00722E58" w:rsidRDefault="00384B6A" w:rsidP="008D6B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ра) пр…рвать, пр…бежать,</w:t>
            </w: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цы) знаки пр…пинания, пр…пятствие,</w:t>
            </w:r>
          </w:p>
          <w:p w:rsidR="00384B6A" w:rsidRPr="00722E58" w:rsidRDefault="00384B6A" w:rsidP="00C107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22E58">
              <w:rPr>
                <w:rFonts w:ascii="Times New Roman" w:hAnsi="Times New Roman"/>
                <w:color w:val="000000"/>
                <w:sz w:val="28"/>
                <w:szCs w:val="28"/>
              </w:rPr>
              <w:t>на) пр…ехал, пр…большой.</w:t>
            </w:r>
          </w:p>
          <w:p w:rsidR="00384B6A" w:rsidRPr="00722E58" w:rsidRDefault="00384B6A" w:rsidP="00C107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384B6A" w:rsidRPr="00722E58" w:rsidRDefault="00384B6A" w:rsidP="00C107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4.Проверка тестовой работы.</w:t>
            </w:r>
          </w:p>
          <w:p w:rsidR="00384B6A" w:rsidRPr="00722E58" w:rsidRDefault="00384B6A" w:rsidP="00B609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22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Какое слово получилось? </w:t>
            </w:r>
            <w:r w:rsidRPr="00722E5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(</w:t>
            </w:r>
            <w:r w:rsidRPr="00722E58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Молодцы!) </w:t>
            </w:r>
            <w:r w:rsidRPr="00722E5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(слайд 8)</w:t>
            </w:r>
          </w:p>
        </w:tc>
      </w:tr>
    </w:tbl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X</w:t>
      </w:r>
      <w:r w:rsidRPr="00722E58">
        <w:rPr>
          <w:rFonts w:ascii="Times New Roman" w:hAnsi="Times New Roman"/>
          <w:b/>
          <w:bCs/>
          <w:sz w:val="28"/>
          <w:szCs w:val="28"/>
        </w:rPr>
        <w:t>.  Итог урока. Рефлексия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22E58">
        <w:rPr>
          <w:rFonts w:ascii="Times New Roman" w:hAnsi="Times New Roman"/>
          <w:bCs/>
          <w:sz w:val="28"/>
          <w:szCs w:val="28"/>
        </w:rPr>
        <w:t>- С какими приставками мы сегодня познакомились на уроке?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22E58">
        <w:rPr>
          <w:rFonts w:ascii="Times New Roman" w:hAnsi="Times New Roman"/>
          <w:bCs/>
          <w:sz w:val="28"/>
          <w:szCs w:val="28"/>
        </w:rPr>
        <w:t>- Когда пишется приставка пре-? В каких случаях напишем при-?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384B6A" w:rsidRPr="00722E58" w:rsidRDefault="00384B6A" w:rsidP="00225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>-Проанализируйте свою работу, используя карточку «Самооценивание». Раскрасьте смайлик.</w:t>
      </w:r>
    </w:p>
    <w:p w:rsidR="00384B6A" w:rsidRPr="00722E58" w:rsidRDefault="00384B6A" w:rsidP="00B60977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B6A" w:rsidRPr="00722E58" w:rsidRDefault="00384B6A" w:rsidP="00B60977">
      <w:pPr>
        <w:tabs>
          <w:tab w:val="left" w:pos="12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2E58">
        <w:rPr>
          <w:rFonts w:ascii="Times New Roman" w:hAnsi="Times New Roman"/>
          <w:sz w:val="28"/>
          <w:szCs w:val="28"/>
        </w:rPr>
        <w:t xml:space="preserve">САМООЦЕНИВАНИЕ </w:t>
      </w:r>
      <w:r w:rsidRPr="00722E58">
        <w:rPr>
          <w:rFonts w:ascii="Times New Roman" w:hAnsi="Times New Roman"/>
          <w:b/>
          <w:sz w:val="28"/>
          <w:szCs w:val="28"/>
        </w:rPr>
        <w:t>(карточки)</w:t>
      </w:r>
    </w:p>
    <w:p w:rsidR="00384B6A" w:rsidRPr="00722E58" w:rsidRDefault="00384B6A" w:rsidP="00503B7A">
      <w:pPr>
        <w:tabs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 xml:space="preserve">☺   - все понял  </w:t>
      </w:r>
    </w:p>
    <w:p w:rsidR="00384B6A" w:rsidRPr="00722E58" w:rsidRDefault="00384B6A" w:rsidP="00503B7A">
      <w:pPr>
        <w:tabs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sz w:val="28"/>
          <w:szCs w:val="28"/>
        </w:rPr>
        <w:sym w:font="Wingdings" w:char="F04B"/>
      </w:r>
      <w:r w:rsidRPr="00722E58">
        <w:rPr>
          <w:rFonts w:ascii="Times New Roman" w:hAnsi="Times New Roman"/>
          <w:sz w:val="28"/>
          <w:szCs w:val="28"/>
        </w:rPr>
        <w:t xml:space="preserve">      - остались вопросы  </w:t>
      </w:r>
    </w:p>
    <w:p w:rsidR="00384B6A" w:rsidRPr="00722E58" w:rsidRDefault="00384B6A" w:rsidP="00503B7A">
      <w:pPr>
        <w:tabs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sz w:val="28"/>
          <w:szCs w:val="28"/>
        </w:rPr>
        <w:sym w:font="Wingdings" w:char="F04C"/>
      </w:r>
      <w:r w:rsidRPr="00722E58">
        <w:rPr>
          <w:rFonts w:ascii="Times New Roman" w:hAnsi="Times New Roman"/>
          <w:sz w:val="28"/>
          <w:szCs w:val="28"/>
        </w:rPr>
        <w:t xml:space="preserve">    - нужно вернуться к теме</w:t>
      </w:r>
    </w:p>
    <w:p w:rsidR="00384B6A" w:rsidRPr="00722E58" w:rsidRDefault="00384B6A" w:rsidP="00503B7A">
      <w:pPr>
        <w:tabs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22E58">
        <w:rPr>
          <w:rFonts w:ascii="Times New Roman" w:hAnsi="Times New Roman"/>
          <w:b/>
          <w:bCs/>
          <w:sz w:val="28"/>
          <w:szCs w:val="28"/>
          <w:lang w:val="en-US"/>
        </w:rPr>
        <w:t>XI</w:t>
      </w:r>
      <w:r w:rsidRPr="00722E58">
        <w:rPr>
          <w:rFonts w:ascii="Times New Roman" w:hAnsi="Times New Roman"/>
          <w:b/>
          <w:bCs/>
          <w:sz w:val="28"/>
          <w:szCs w:val="28"/>
        </w:rPr>
        <w:t>. Домашнее задание: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 xml:space="preserve">  Средний уровень: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>с.117  – выучить правило ,  упр.340.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 xml:space="preserve">  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>Достаточный уровень: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>с.117  – выучить правило, образовать слова из упр.239</w:t>
      </w:r>
    </w:p>
    <w:p w:rsidR="00384B6A" w:rsidRPr="00722E58" w:rsidRDefault="00384B6A" w:rsidP="00CC7F97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 </w:t>
      </w:r>
      <w:r w:rsidRPr="00722E58">
        <w:rPr>
          <w:rFonts w:ascii="Times New Roman" w:hAnsi="Times New Roman"/>
          <w:b/>
          <w:bCs/>
          <w:i/>
          <w:iCs/>
          <w:sz w:val="28"/>
          <w:szCs w:val="28"/>
        </w:rPr>
        <w:t>Высокий уровень:</w:t>
      </w:r>
      <w:r w:rsidRPr="00722E58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с.117 – выучить правило, составить сказку с приставками пре- и при-.</w:t>
      </w:r>
    </w:p>
    <w:p w:rsidR="00384B6A" w:rsidRPr="00722E58" w:rsidRDefault="00384B6A" w:rsidP="00722E58">
      <w:pPr>
        <w:widowControl w:val="0"/>
        <w:tabs>
          <w:tab w:val="left" w:pos="8283"/>
          <w:tab w:val="left" w:pos="8875"/>
          <w:tab w:val="left" w:pos="8993"/>
          <w:tab w:val="left" w:pos="91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722E58">
        <w:rPr>
          <w:rFonts w:ascii="Times New Roman" w:hAnsi="Times New Roman"/>
          <w:sz w:val="28"/>
          <w:szCs w:val="28"/>
        </w:rPr>
        <w:t xml:space="preserve">        </w:t>
      </w:r>
    </w:p>
    <w:sectPr w:rsidR="00384B6A" w:rsidRPr="00722E58" w:rsidSect="009170D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59D2"/>
    <w:multiLevelType w:val="hybridMultilevel"/>
    <w:tmpl w:val="E96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1C4770"/>
    <w:multiLevelType w:val="hybridMultilevel"/>
    <w:tmpl w:val="C4408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083208"/>
    <w:multiLevelType w:val="hybridMultilevel"/>
    <w:tmpl w:val="D124CCBC"/>
    <w:lvl w:ilvl="0" w:tplc="47D2CE66">
      <w:start w:val="9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427375FC"/>
    <w:multiLevelType w:val="hybridMultilevel"/>
    <w:tmpl w:val="4B6E314E"/>
    <w:lvl w:ilvl="0" w:tplc="91248672">
      <w:start w:val="3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  <w:rPr>
        <w:rFonts w:cs="Times New Roman"/>
      </w:rPr>
    </w:lvl>
  </w:abstractNum>
  <w:abstractNum w:abstractNumId="4">
    <w:nsid w:val="451C0F9D"/>
    <w:multiLevelType w:val="multilevel"/>
    <w:tmpl w:val="808263B2"/>
    <w:lvl w:ilvl="0">
      <w:start w:val="1"/>
      <w:numFmt w:val="decimal"/>
      <w:lvlText w:val="%1."/>
      <w:lvlJc w:val="left"/>
      <w:pPr>
        <w:ind w:left="52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8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F97"/>
    <w:rsid w:val="0007465A"/>
    <w:rsid w:val="000C6654"/>
    <w:rsid w:val="00103397"/>
    <w:rsid w:val="00104C29"/>
    <w:rsid w:val="001800E2"/>
    <w:rsid w:val="001B5FD8"/>
    <w:rsid w:val="00225876"/>
    <w:rsid w:val="00232223"/>
    <w:rsid w:val="002B13AB"/>
    <w:rsid w:val="00315F44"/>
    <w:rsid w:val="00345544"/>
    <w:rsid w:val="00354CB3"/>
    <w:rsid w:val="00384B6A"/>
    <w:rsid w:val="00453006"/>
    <w:rsid w:val="00455496"/>
    <w:rsid w:val="00476FB9"/>
    <w:rsid w:val="004C0790"/>
    <w:rsid w:val="004D277C"/>
    <w:rsid w:val="004E6F98"/>
    <w:rsid w:val="00503B7A"/>
    <w:rsid w:val="00530480"/>
    <w:rsid w:val="00545420"/>
    <w:rsid w:val="005E2D53"/>
    <w:rsid w:val="005E4AEA"/>
    <w:rsid w:val="00632135"/>
    <w:rsid w:val="00636CAC"/>
    <w:rsid w:val="0065003D"/>
    <w:rsid w:val="006B027D"/>
    <w:rsid w:val="0071123E"/>
    <w:rsid w:val="00722E58"/>
    <w:rsid w:val="00751874"/>
    <w:rsid w:val="00756339"/>
    <w:rsid w:val="007664C2"/>
    <w:rsid w:val="007A7AAA"/>
    <w:rsid w:val="007B62F9"/>
    <w:rsid w:val="007D651A"/>
    <w:rsid w:val="008177F9"/>
    <w:rsid w:val="0082406B"/>
    <w:rsid w:val="008B4405"/>
    <w:rsid w:val="008D10EB"/>
    <w:rsid w:val="008D6BEB"/>
    <w:rsid w:val="009170D5"/>
    <w:rsid w:val="009554C3"/>
    <w:rsid w:val="00983C2D"/>
    <w:rsid w:val="009A6129"/>
    <w:rsid w:val="009D5F50"/>
    <w:rsid w:val="009D7281"/>
    <w:rsid w:val="009E7732"/>
    <w:rsid w:val="00A47FD1"/>
    <w:rsid w:val="00A9058E"/>
    <w:rsid w:val="00AB1FB7"/>
    <w:rsid w:val="00AD01A3"/>
    <w:rsid w:val="00B60977"/>
    <w:rsid w:val="00BA71B9"/>
    <w:rsid w:val="00BB1336"/>
    <w:rsid w:val="00BB26EC"/>
    <w:rsid w:val="00BF7D5A"/>
    <w:rsid w:val="00C00709"/>
    <w:rsid w:val="00C0183F"/>
    <w:rsid w:val="00C107B8"/>
    <w:rsid w:val="00C4674D"/>
    <w:rsid w:val="00C6104B"/>
    <w:rsid w:val="00C83C80"/>
    <w:rsid w:val="00CA2159"/>
    <w:rsid w:val="00CC7F97"/>
    <w:rsid w:val="00D10A18"/>
    <w:rsid w:val="00D419D3"/>
    <w:rsid w:val="00D8589C"/>
    <w:rsid w:val="00D9010D"/>
    <w:rsid w:val="00D9140E"/>
    <w:rsid w:val="00DC58D4"/>
    <w:rsid w:val="00E1358A"/>
    <w:rsid w:val="00E50507"/>
    <w:rsid w:val="00E51A67"/>
    <w:rsid w:val="00E95203"/>
    <w:rsid w:val="00EC294A"/>
    <w:rsid w:val="00F90457"/>
    <w:rsid w:val="00FC50BA"/>
    <w:rsid w:val="00FE4118"/>
    <w:rsid w:val="00FE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0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7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424</TotalTime>
  <Pages>4</Pages>
  <Words>1314</Words>
  <Characters>7496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Stas</cp:lastModifiedBy>
  <cp:revision>28</cp:revision>
  <dcterms:created xsi:type="dcterms:W3CDTF">2017-02-19T06:45:00Z</dcterms:created>
  <dcterms:modified xsi:type="dcterms:W3CDTF">2018-12-21T21:21:00Z</dcterms:modified>
</cp:coreProperties>
</file>