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87" w:rsidRPr="00FE3DB0" w:rsidRDefault="005D5A87" w:rsidP="00E34E6C">
      <w:pPr>
        <w:pStyle w:val="Pa30"/>
        <w:ind w:left="1300" w:hanging="1300"/>
        <w:jc w:val="center"/>
        <w:rPr>
          <w:rFonts w:ascii="Times New Roman" w:hAnsi="Times New Roman"/>
          <w:b/>
          <w:bCs/>
          <w:color w:val="000000"/>
          <w:lang w:val="uk-UA"/>
        </w:rPr>
      </w:pPr>
      <w:r w:rsidRPr="00FE3DB0">
        <w:rPr>
          <w:rFonts w:ascii="Times New Roman" w:hAnsi="Times New Roman"/>
          <w:b/>
          <w:bCs/>
          <w:color w:val="000000"/>
          <w:lang w:val="uk-UA"/>
        </w:rPr>
        <w:t>Природознавство  2 клас</w:t>
      </w:r>
    </w:p>
    <w:p w:rsidR="005D5A87" w:rsidRPr="00FE3DB0" w:rsidRDefault="005D5A87" w:rsidP="009756B6">
      <w:pPr>
        <w:pStyle w:val="Pa30"/>
        <w:ind w:left="1300" w:hanging="1300"/>
        <w:jc w:val="both"/>
        <w:rPr>
          <w:rFonts w:ascii="Times New Roman" w:hAnsi="Times New Roman"/>
          <w:color w:val="000000"/>
          <w:lang w:val="uk-UA"/>
        </w:rPr>
      </w:pPr>
      <w:r w:rsidRPr="00FE3DB0">
        <w:rPr>
          <w:rFonts w:ascii="Times New Roman" w:hAnsi="Times New Roman"/>
          <w:b/>
          <w:bCs/>
          <w:color w:val="000000"/>
        </w:rPr>
        <w:t>Тема</w:t>
      </w:r>
      <w:r w:rsidRPr="00FE3DB0">
        <w:rPr>
          <w:rFonts w:ascii="Times New Roman" w:hAnsi="Times New Roman"/>
          <w:bCs/>
          <w:color w:val="000000"/>
        </w:rPr>
        <w:t xml:space="preserve">. </w:t>
      </w:r>
      <w:r w:rsidRPr="00FE3DB0">
        <w:rPr>
          <w:rFonts w:ascii="Times New Roman" w:hAnsi="Times New Roman"/>
          <w:bCs/>
          <w:color w:val="000000"/>
          <w:lang w:val="uk-UA"/>
        </w:rPr>
        <w:t>Як змінюється життя комах  восени</w:t>
      </w:r>
      <w:r w:rsidRPr="00FE3DB0">
        <w:rPr>
          <w:rFonts w:ascii="Times New Roman" w:hAnsi="Times New Roman"/>
          <w:bCs/>
          <w:color w:val="000000"/>
        </w:rPr>
        <w:t xml:space="preserve">. Міні-проект. </w:t>
      </w:r>
      <w:r w:rsidRPr="00FE3DB0">
        <w:rPr>
          <w:rFonts w:ascii="Times New Roman" w:hAnsi="Times New Roman"/>
          <w:bCs/>
          <w:color w:val="000000"/>
          <w:lang w:val="uk-UA"/>
        </w:rPr>
        <w:t>Бджілка –трудівниця.</w:t>
      </w:r>
    </w:p>
    <w:p w:rsidR="005D5A87" w:rsidRPr="00FE3DB0" w:rsidRDefault="005D5A87" w:rsidP="009756B6">
      <w:pPr>
        <w:pStyle w:val="Pa30"/>
        <w:jc w:val="both"/>
        <w:rPr>
          <w:rFonts w:ascii="Times New Roman" w:hAnsi="Times New Roman"/>
          <w:color w:val="000000"/>
          <w:lang w:val="uk-UA"/>
        </w:rPr>
      </w:pPr>
      <w:r w:rsidRPr="00FE3DB0">
        <w:rPr>
          <w:rFonts w:ascii="Times New Roman" w:hAnsi="Times New Roman"/>
          <w:b/>
          <w:bCs/>
          <w:color w:val="000000"/>
          <w:lang w:val="uk-UA"/>
        </w:rPr>
        <w:t>Мета:</w:t>
      </w:r>
      <w:r w:rsidRPr="00FE3DB0">
        <w:rPr>
          <w:rFonts w:ascii="Times New Roman" w:hAnsi="Times New Roman"/>
          <w:bCs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  <w:lang w:val="uk-UA"/>
        </w:rPr>
        <w:t>ознайомити учнів з життям комах восени, зі змінами, що відбуваються в їх</w:t>
      </w:r>
      <w:r w:rsidRPr="00FE3DB0">
        <w:rPr>
          <w:rFonts w:ascii="Times New Roman" w:hAnsi="Times New Roman"/>
          <w:color w:val="000000"/>
          <w:lang w:val="uk-UA"/>
        </w:rPr>
        <w:softHyphen/>
        <w:t>ньому житті; показати зв’язок змін у житті комах зі змінами в природі; розвивати спостережливість; формувати навички охорони природи на прикладі комах.</w:t>
      </w:r>
    </w:p>
    <w:p w:rsidR="005D5A87" w:rsidRPr="006F73D5" w:rsidRDefault="005D5A87" w:rsidP="00E34E6C">
      <w:pPr>
        <w:rPr>
          <w:rFonts w:ascii="Times New Roman" w:hAnsi="Times New Roman" w:cs="Times New Roman"/>
          <w:bCs/>
          <w:lang w:eastAsia="en-US"/>
        </w:rPr>
      </w:pPr>
      <w:r w:rsidRPr="006F73D5">
        <w:rPr>
          <w:rFonts w:ascii="Times New Roman" w:hAnsi="Times New Roman" w:cs="Times New Roman"/>
          <w:b/>
          <w:bCs/>
          <w:lang w:eastAsia="en-US"/>
        </w:rPr>
        <w:t xml:space="preserve">Обладнання: </w:t>
      </w:r>
      <w:r w:rsidRPr="006F73D5">
        <w:rPr>
          <w:rFonts w:ascii="Times New Roman" w:hAnsi="Times New Roman" w:cs="Times New Roman"/>
          <w:bCs/>
          <w:lang w:eastAsia="en-US"/>
        </w:rPr>
        <w:t>мультімедійна презентація, фото з життя комах, музичний запис А.Гросу «Бджілки»,мультфім «Бджілка Майя»</w:t>
      </w:r>
    </w:p>
    <w:p w:rsidR="005D5A87" w:rsidRPr="00FE3DB0" w:rsidRDefault="005D5A87" w:rsidP="00E34E6C">
      <w:pPr>
        <w:jc w:val="center"/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Хід уроку</w:t>
      </w:r>
    </w:p>
    <w:p w:rsidR="005D5A87" w:rsidRPr="00FE3DB0" w:rsidRDefault="005D5A87" w:rsidP="0050291D">
      <w:pPr>
        <w:pStyle w:val="Pa32"/>
        <w:tabs>
          <w:tab w:val="left" w:pos="-142"/>
        </w:tabs>
        <w:spacing w:before="100" w:after="20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uk-UA"/>
        </w:rPr>
        <w:t xml:space="preserve">І. </w:t>
      </w:r>
      <w:r w:rsidRPr="00FE3DB0">
        <w:rPr>
          <w:rFonts w:ascii="Times New Roman" w:hAnsi="Times New Roman"/>
          <w:b/>
          <w:bCs/>
          <w:color w:val="000000"/>
        </w:rPr>
        <w:t>Організаційний момент</w:t>
      </w:r>
    </w:p>
    <w:p w:rsidR="005D5A87" w:rsidRPr="00FE3DB0" w:rsidRDefault="005D5A87" w:rsidP="009756B6">
      <w:pPr>
        <w:ind w:left="360"/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lang w:val="ru-RU"/>
        </w:rPr>
        <w:t xml:space="preserve">     </w:t>
      </w:r>
      <w:r w:rsidRPr="00FE3DB0">
        <w:rPr>
          <w:rFonts w:ascii="Times New Roman" w:hAnsi="Times New Roman" w:cs="Times New Roman"/>
        </w:rPr>
        <w:t>День у нас сьогодні незвичайний. А чому?</w:t>
      </w:r>
    </w:p>
    <w:p w:rsidR="005D5A87" w:rsidRPr="00FE3DB0" w:rsidRDefault="005D5A87" w:rsidP="009756B6">
      <w:pPr>
        <w:ind w:left="360"/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lang w:val="ru-RU"/>
        </w:rPr>
        <w:t xml:space="preserve">     </w:t>
      </w:r>
      <w:r w:rsidRPr="00FE3DB0">
        <w:rPr>
          <w:rFonts w:ascii="Times New Roman" w:hAnsi="Times New Roman" w:cs="Times New Roman"/>
        </w:rPr>
        <w:t>Бо гості до нас завітали.</w:t>
      </w:r>
    </w:p>
    <w:p w:rsidR="005D5A87" w:rsidRPr="00FE3DB0" w:rsidRDefault="005D5A87" w:rsidP="009756B6">
      <w:pPr>
        <w:ind w:left="360"/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lang w:val="ru-RU"/>
        </w:rPr>
        <w:t xml:space="preserve">     </w:t>
      </w:r>
      <w:r w:rsidRPr="00FE3DB0">
        <w:rPr>
          <w:rFonts w:ascii="Times New Roman" w:hAnsi="Times New Roman" w:cs="Times New Roman"/>
        </w:rPr>
        <w:t>Тож привітайте, діти, гостей.</w:t>
      </w:r>
    </w:p>
    <w:p w:rsidR="005D5A87" w:rsidRPr="00FE3DB0" w:rsidRDefault="005D5A87" w:rsidP="00761625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  <w:lang w:val="ru-RU"/>
        </w:rPr>
        <w:t xml:space="preserve">          </w:t>
      </w:r>
      <w:r w:rsidRPr="00FE3DB0">
        <w:rPr>
          <w:rFonts w:ascii="Times New Roman" w:hAnsi="Times New Roman" w:cs="Times New Roman"/>
        </w:rPr>
        <w:t>Час урок розпочинати.</w:t>
      </w:r>
    </w:p>
    <w:p w:rsidR="005D5A87" w:rsidRPr="00FE3DB0" w:rsidRDefault="005D5A87" w:rsidP="009756B6">
      <w:pPr>
        <w:ind w:left="360"/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lang w:val="ru-RU"/>
        </w:rPr>
        <w:t xml:space="preserve">    </w:t>
      </w:r>
      <w:r w:rsidRPr="00FE3DB0">
        <w:rPr>
          <w:rFonts w:ascii="Times New Roman" w:hAnsi="Times New Roman" w:cs="Times New Roman"/>
        </w:rPr>
        <w:t xml:space="preserve"> Прошу, діти, всіх сідати.</w:t>
      </w:r>
    </w:p>
    <w:p w:rsidR="005D5A87" w:rsidRPr="00FE3DB0" w:rsidRDefault="005D5A87" w:rsidP="00793DEE">
      <w:pPr>
        <w:rPr>
          <w:rFonts w:ascii="Times New Roman" w:hAnsi="Times New Roman" w:cs="Times New Roman"/>
          <w:b/>
        </w:rPr>
      </w:pPr>
      <w:r w:rsidRPr="00FE3DB0">
        <w:rPr>
          <w:rFonts w:ascii="Times New Roman" w:hAnsi="Times New Roman" w:cs="Times New Roman"/>
          <w:b/>
        </w:rPr>
        <w:t>ІІ.</w:t>
      </w:r>
      <w:r>
        <w:rPr>
          <w:rFonts w:ascii="Times New Roman" w:hAnsi="Times New Roman" w:cs="Times New Roman"/>
          <w:b/>
        </w:rPr>
        <w:t xml:space="preserve"> </w:t>
      </w:r>
      <w:r w:rsidRPr="00FE3DB0">
        <w:rPr>
          <w:rFonts w:ascii="Times New Roman" w:hAnsi="Times New Roman" w:cs="Times New Roman"/>
          <w:b/>
        </w:rPr>
        <w:t>Актуалізація опорних знань.</w:t>
      </w:r>
    </w:p>
    <w:p w:rsidR="005D5A87" w:rsidRPr="00FE3DB0" w:rsidRDefault="005D5A87" w:rsidP="00793DE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FE3DB0">
        <w:rPr>
          <w:rFonts w:ascii="Times New Roman" w:hAnsi="Times New Roman"/>
          <w:b/>
          <w:sz w:val="24"/>
          <w:szCs w:val="24"/>
          <w:lang w:val="uk-UA"/>
        </w:rPr>
        <w:t>Як завжди, почнемо з погоди</w:t>
      </w:r>
      <w:r w:rsidRPr="00FE3DB0">
        <w:rPr>
          <w:rFonts w:ascii="Times New Roman" w:hAnsi="Times New Roman"/>
          <w:sz w:val="24"/>
          <w:szCs w:val="24"/>
          <w:lang w:val="uk-UA"/>
        </w:rPr>
        <w:t>.</w:t>
      </w:r>
    </w:p>
    <w:p w:rsidR="005D5A87" w:rsidRPr="00FE3DB0" w:rsidRDefault="005D5A87" w:rsidP="00761625">
      <w:pPr>
        <w:pStyle w:val="ListParagraph"/>
        <w:rPr>
          <w:rFonts w:ascii="Times New Roman" w:hAnsi="Times New Roman"/>
          <w:sz w:val="24"/>
          <w:szCs w:val="24"/>
          <w:lang w:val="uk-UA"/>
        </w:rPr>
      </w:pPr>
      <w:r w:rsidRPr="00FE3DB0">
        <w:rPr>
          <w:rFonts w:ascii="Times New Roman" w:hAnsi="Times New Roman"/>
          <w:b/>
          <w:sz w:val="24"/>
          <w:szCs w:val="24"/>
          <w:lang w:val="uk-UA"/>
        </w:rPr>
        <w:t>«Синоптик</w:t>
      </w:r>
      <w:r w:rsidRPr="00FE3DB0">
        <w:rPr>
          <w:rFonts w:ascii="Times New Roman" w:hAnsi="Times New Roman"/>
          <w:sz w:val="24"/>
          <w:szCs w:val="24"/>
          <w:lang w:val="uk-UA"/>
        </w:rPr>
        <w:t>»(малюнок).</w:t>
      </w:r>
    </w:p>
    <w:p w:rsidR="005D5A87" w:rsidRPr="00FE3DB0" w:rsidRDefault="005D5A87" w:rsidP="00AE4E74">
      <w:pPr>
        <w:pStyle w:val="ListParagraph"/>
        <w:rPr>
          <w:rFonts w:ascii="Times New Roman" w:hAnsi="Times New Roman"/>
          <w:sz w:val="24"/>
          <w:szCs w:val="24"/>
          <w:lang w:val="uk-UA"/>
        </w:rPr>
      </w:pPr>
      <w:r w:rsidRPr="00FE3DB0">
        <w:rPr>
          <w:rFonts w:ascii="Times New Roman" w:hAnsi="Times New Roman"/>
          <w:sz w:val="24"/>
          <w:szCs w:val="24"/>
          <w:lang w:val="uk-UA"/>
        </w:rPr>
        <w:t>Щоб погоду добре знати, слід « Синоптик» запитати:</w:t>
      </w:r>
    </w:p>
    <w:p w:rsidR="005D5A87" w:rsidRPr="00FE3DB0" w:rsidRDefault="005D5A87" w:rsidP="00AE4E74">
      <w:pPr>
        <w:pStyle w:val="ListParagraph"/>
        <w:rPr>
          <w:rFonts w:ascii="Times New Roman" w:hAnsi="Times New Roman"/>
          <w:sz w:val="24"/>
          <w:szCs w:val="24"/>
          <w:lang w:val="uk-UA"/>
        </w:rPr>
      </w:pPr>
      <w:r w:rsidRPr="00FE3DB0">
        <w:rPr>
          <w:rFonts w:ascii="Times New Roman" w:hAnsi="Times New Roman"/>
          <w:sz w:val="24"/>
          <w:szCs w:val="24"/>
          <w:lang w:val="uk-UA"/>
        </w:rPr>
        <w:t>( повідомлення синоптика за питаннями)</w:t>
      </w:r>
    </w:p>
    <w:p w:rsidR="005D5A87" w:rsidRPr="00FE3DB0" w:rsidRDefault="005D5A87" w:rsidP="00AE4E7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FE3DB0">
        <w:rPr>
          <w:rFonts w:ascii="Times New Roman" w:hAnsi="Times New Roman"/>
          <w:sz w:val="24"/>
          <w:szCs w:val="24"/>
          <w:lang w:val="uk-UA"/>
        </w:rPr>
        <w:t>Яке число, місяць?</w:t>
      </w:r>
    </w:p>
    <w:p w:rsidR="005D5A87" w:rsidRPr="00FE3DB0" w:rsidRDefault="005D5A87" w:rsidP="00AE4E7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FE3DB0">
        <w:rPr>
          <w:rFonts w:ascii="Times New Roman" w:hAnsi="Times New Roman"/>
          <w:sz w:val="24"/>
          <w:szCs w:val="24"/>
          <w:lang w:val="uk-UA"/>
        </w:rPr>
        <w:t>Стан неба?</w:t>
      </w:r>
    </w:p>
    <w:p w:rsidR="005D5A87" w:rsidRPr="00FE3DB0" w:rsidRDefault="005D5A87" w:rsidP="00AE4E7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FE3DB0">
        <w:rPr>
          <w:rFonts w:ascii="Times New Roman" w:hAnsi="Times New Roman"/>
          <w:sz w:val="24"/>
          <w:szCs w:val="24"/>
          <w:lang w:val="uk-UA"/>
        </w:rPr>
        <w:t>Чи є вітер?</w:t>
      </w:r>
    </w:p>
    <w:p w:rsidR="005D5A87" w:rsidRPr="00FE3DB0" w:rsidRDefault="005D5A87" w:rsidP="00AE4E7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FE3DB0">
        <w:rPr>
          <w:rFonts w:ascii="Times New Roman" w:hAnsi="Times New Roman"/>
          <w:sz w:val="24"/>
          <w:szCs w:val="24"/>
          <w:lang w:val="uk-UA"/>
        </w:rPr>
        <w:t>Сьогодні тепло чи холодно? Температура повітря?</w:t>
      </w:r>
    </w:p>
    <w:p w:rsidR="005D5A87" w:rsidRPr="00FE3DB0" w:rsidRDefault="005D5A87" w:rsidP="00761625">
      <w:pPr>
        <w:ind w:left="360"/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  <w:lang w:val="ru-RU"/>
        </w:rPr>
        <w:t xml:space="preserve">- </w:t>
      </w:r>
      <w:r w:rsidRPr="00FE3DB0">
        <w:rPr>
          <w:rFonts w:ascii="Times New Roman" w:hAnsi="Times New Roman" w:cs="Times New Roman"/>
        </w:rPr>
        <w:t>Яка погода переважала протягом тижня?</w:t>
      </w:r>
    </w:p>
    <w:p w:rsidR="005D5A87" w:rsidRPr="00FE3DB0" w:rsidRDefault="005D5A87" w:rsidP="00761625">
      <w:pPr>
        <w:ind w:left="360"/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 У садах гуляє,жовті шати одягає,</w:t>
      </w:r>
    </w:p>
    <w:p w:rsidR="005D5A87" w:rsidRPr="00FE3DB0" w:rsidRDefault="005D5A87" w:rsidP="00761625">
      <w:pPr>
        <w:ind w:left="284"/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lang w:val="ru-RU"/>
        </w:rPr>
        <w:t xml:space="preserve">  </w:t>
      </w:r>
      <w:r w:rsidRPr="00FE3DB0">
        <w:rPr>
          <w:rFonts w:ascii="Times New Roman" w:hAnsi="Times New Roman" w:cs="Times New Roman"/>
        </w:rPr>
        <w:t>Золотисту стелить постіль,</w:t>
      </w:r>
    </w:p>
    <w:p w:rsidR="005D5A87" w:rsidRPr="00FE3DB0" w:rsidRDefault="005D5A87" w:rsidP="002D2443">
      <w:pPr>
        <w:pStyle w:val="Pa37"/>
        <w:spacing w:before="20" w:after="20"/>
        <w:ind w:left="340" w:hanging="240"/>
        <w:rPr>
          <w:rFonts w:ascii="Times New Roman" w:hAnsi="Times New Roman"/>
          <w:b/>
          <w:bCs/>
          <w:color w:val="000000"/>
        </w:rPr>
      </w:pPr>
      <w:r w:rsidRPr="00FE3DB0">
        <w:rPr>
          <w:rFonts w:ascii="Times New Roman" w:hAnsi="Times New Roman"/>
        </w:rPr>
        <w:t xml:space="preserve">       Жде сестрицю білу в гості (Осінь).</w:t>
      </w:r>
      <w:r w:rsidRPr="00FE3DB0">
        <w:rPr>
          <w:rFonts w:ascii="Times New Roman" w:hAnsi="Times New Roman"/>
          <w:b/>
          <w:bCs/>
          <w:color w:val="000000"/>
        </w:rPr>
        <w:t xml:space="preserve"> </w:t>
      </w:r>
    </w:p>
    <w:p w:rsidR="005D5A87" w:rsidRPr="00FE3DB0" w:rsidRDefault="005D5A87" w:rsidP="002D2443">
      <w:pPr>
        <w:pStyle w:val="Pa37"/>
        <w:spacing w:before="20" w:after="20"/>
        <w:ind w:left="340" w:hanging="240"/>
        <w:rPr>
          <w:rFonts w:ascii="Times New Roman" w:hAnsi="Times New Roman"/>
          <w:b/>
          <w:bCs/>
          <w:color w:val="000000"/>
          <w:lang w:val="uk-UA"/>
        </w:rPr>
      </w:pPr>
      <w:r w:rsidRPr="00FE3DB0">
        <w:rPr>
          <w:rFonts w:ascii="Times New Roman" w:hAnsi="Times New Roman"/>
          <w:b/>
          <w:bCs/>
          <w:color w:val="000000"/>
        </w:rPr>
        <w:t xml:space="preserve">2. </w:t>
      </w:r>
      <w:r w:rsidRPr="00FE3DB0">
        <w:rPr>
          <w:rFonts w:ascii="Times New Roman" w:hAnsi="Times New Roman"/>
          <w:b/>
          <w:bCs/>
          <w:color w:val="000000"/>
          <w:lang w:val="uk-UA"/>
        </w:rPr>
        <w:t>Інтерактивна вправа «Мозковий штурм»</w:t>
      </w:r>
    </w:p>
    <w:p w:rsidR="005D5A87" w:rsidRPr="00FE3DB0" w:rsidRDefault="005D5A87" w:rsidP="002D244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E3DB0">
        <w:rPr>
          <w:rFonts w:ascii="Times New Roman" w:hAnsi="Times New Roman"/>
          <w:sz w:val="24"/>
          <w:szCs w:val="24"/>
          <w:lang w:val="uk-UA"/>
        </w:rPr>
        <w:t>Доведіть , що зараз – осінь.</w:t>
      </w:r>
    </w:p>
    <w:p w:rsidR="005D5A87" w:rsidRPr="00FE3DB0" w:rsidRDefault="005D5A87" w:rsidP="0050291D">
      <w:pPr>
        <w:pStyle w:val="Pa3"/>
        <w:ind w:firstLine="340"/>
        <w:jc w:val="both"/>
        <w:rPr>
          <w:rFonts w:ascii="Times New Roman" w:hAnsi="Times New Roman"/>
        </w:rPr>
      </w:pPr>
      <w:r w:rsidRPr="0050291D">
        <w:rPr>
          <w:rFonts w:ascii="Times New Roman" w:hAnsi="Times New Roman"/>
          <w:i/>
          <w:color w:val="000000"/>
        </w:rPr>
        <w:t>В</w:t>
      </w:r>
      <w:r w:rsidRPr="0050291D">
        <w:rPr>
          <w:rFonts w:ascii="Times New Roman" w:hAnsi="Times New Roman"/>
          <w:i/>
          <w:color w:val="000000"/>
          <w:lang w:val="uk-UA"/>
        </w:rPr>
        <w:t>і</w:t>
      </w:r>
      <w:r w:rsidRPr="0050291D">
        <w:rPr>
          <w:rFonts w:ascii="Times New Roman" w:hAnsi="Times New Roman"/>
          <w:i/>
          <w:color w:val="000000"/>
        </w:rPr>
        <w:t>дповд</w:t>
      </w:r>
      <w:r w:rsidRPr="0050291D">
        <w:rPr>
          <w:rFonts w:ascii="Times New Roman" w:hAnsi="Times New Roman"/>
          <w:i/>
          <w:color w:val="000000"/>
          <w:lang w:val="uk-UA"/>
        </w:rPr>
        <w:t>і дітей</w:t>
      </w:r>
      <w:r w:rsidRPr="0050291D">
        <w:rPr>
          <w:rFonts w:ascii="Times New Roman" w:hAnsi="Times New Roman"/>
          <w:i/>
          <w:color w:val="000000"/>
        </w:rPr>
        <w:t>.</w:t>
      </w:r>
      <w:r w:rsidRPr="0050291D">
        <w:rPr>
          <w:rFonts w:ascii="Times New Roman" w:hAnsi="Times New Roman"/>
          <w:i/>
          <w:color w:val="000000"/>
          <w:lang w:val="uk-UA"/>
        </w:rPr>
        <w:t>(</w:t>
      </w:r>
      <w:r w:rsidRPr="00FE3DB0">
        <w:rPr>
          <w:rFonts w:ascii="Times New Roman" w:hAnsi="Times New Roman"/>
          <w:color w:val="000000"/>
          <w:lang w:val="uk-UA"/>
        </w:rPr>
        <w:t>День стає коротший ,а ніч довша. На землю потрапляє все менше тепла і світла. Мало сонячних днів. Часто ідуть дощі. Стає холодніше,температура повітря понижується.</w:t>
      </w:r>
      <w:r w:rsidRPr="00FE3DB0">
        <w:rPr>
          <w:rFonts w:ascii="Times New Roman" w:hAnsi="Times New Roman"/>
        </w:rPr>
        <w:t>З дерев опало листя,</w:t>
      </w:r>
      <w:r w:rsidRPr="00FE3DB0">
        <w:rPr>
          <w:rFonts w:ascii="Times New Roman" w:hAnsi="Times New Roman"/>
          <w:lang w:val="uk-UA"/>
        </w:rPr>
        <w:t xml:space="preserve"> </w:t>
      </w:r>
      <w:r w:rsidRPr="00FE3DB0">
        <w:rPr>
          <w:rFonts w:ascii="Times New Roman" w:hAnsi="Times New Roman"/>
        </w:rPr>
        <w:t>тільки ялини залишились зеленими</w:t>
      </w:r>
      <w:r w:rsidRPr="00FE3DB0">
        <w:rPr>
          <w:rFonts w:ascii="Times New Roman" w:hAnsi="Times New Roman"/>
          <w:lang w:val="uk-UA"/>
        </w:rPr>
        <w:t>.</w:t>
      </w:r>
    </w:p>
    <w:p w:rsidR="005D5A87" w:rsidRPr="00FE3DB0" w:rsidRDefault="005D5A87" w:rsidP="0050291D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lang w:val="ru-RU"/>
        </w:rPr>
        <w:t>Учитель</w:t>
      </w:r>
      <w:r w:rsidRPr="00FE3DB0">
        <w:rPr>
          <w:rFonts w:ascii="Times New Roman" w:hAnsi="Times New Roman" w:cs="Times New Roman"/>
          <w:lang w:val="ru-RU"/>
        </w:rPr>
        <w:t>.</w:t>
      </w:r>
      <w:r w:rsidRPr="00FE3DB0">
        <w:rPr>
          <w:rFonts w:ascii="Times New Roman" w:hAnsi="Times New Roman" w:cs="Times New Roman"/>
        </w:rPr>
        <w:t xml:space="preserve">Закінчилось її володіння. Останні листочки роздала,останнім промінчиком сонечка зігріла землю. Все живе готується до зими. Ми вже з’ясували на минулому уроці , як рослини готуються до зими. А сьогодні розберемо, як готуються до зими тварини. </w:t>
      </w:r>
    </w:p>
    <w:p w:rsidR="005D5A87" w:rsidRPr="00FE3DB0" w:rsidRDefault="005D5A87" w:rsidP="00173FE4">
      <w:pPr>
        <w:pStyle w:val="Pa32"/>
        <w:spacing w:before="100" w:after="20"/>
        <w:rPr>
          <w:rFonts w:ascii="Times New Roman" w:hAnsi="Times New Roman"/>
          <w:b/>
          <w:bCs/>
          <w:color w:val="000000"/>
          <w:lang w:val="uk-UA"/>
        </w:rPr>
      </w:pPr>
      <w:r w:rsidRPr="00FE3DB0">
        <w:rPr>
          <w:rFonts w:ascii="Times New Roman" w:hAnsi="Times New Roman"/>
          <w:b/>
          <w:bCs/>
          <w:color w:val="000000"/>
          <w:lang w:val="uk-UA"/>
        </w:rPr>
        <w:t>ІІІ. Повідомлення теми і мети уроку</w:t>
      </w:r>
    </w:p>
    <w:p w:rsidR="005D5A87" w:rsidRPr="00FE3DB0" w:rsidRDefault="005D5A87" w:rsidP="009756B6">
      <w:pPr>
        <w:rPr>
          <w:rFonts w:ascii="Times New Roman" w:hAnsi="Times New Roman" w:cs="Times New Roman"/>
          <w:b/>
          <w:lang w:eastAsia="en-US"/>
        </w:rPr>
      </w:pPr>
      <w:r w:rsidRPr="00FE3DB0">
        <w:rPr>
          <w:rFonts w:ascii="Times New Roman" w:hAnsi="Times New Roman" w:cs="Times New Roman"/>
          <w:b/>
          <w:lang w:eastAsia="en-US"/>
        </w:rPr>
        <w:t xml:space="preserve">1.Мотивація навчальної діяльності. </w:t>
      </w:r>
    </w:p>
    <w:p w:rsidR="005D5A87" w:rsidRPr="00FE3DB0" w:rsidRDefault="005D5A87" w:rsidP="009756B6">
      <w:pPr>
        <w:rPr>
          <w:rFonts w:ascii="Times New Roman" w:hAnsi="Times New Roman" w:cs="Times New Roman"/>
          <w:lang w:eastAsia="en-US"/>
        </w:rPr>
      </w:pPr>
      <w:r w:rsidRPr="00FE3DB0">
        <w:rPr>
          <w:rFonts w:ascii="Times New Roman" w:hAnsi="Times New Roman" w:cs="Times New Roman"/>
          <w:lang w:eastAsia="en-US"/>
        </w:rPr>
        <w:t>Видалить усі однакові літери та прочитайте тему уроку.</w:t>
      </w:r>
    </w:p>
    <w:p w:rsidR="005D5A87" w:rsidRPr="00FE3DB0" w:rsidRDefault="005D5A87" w:rsidP="009756B6">
      <w:pPr>
        <w:rPr>
          <w:rFonts w:ascii="Times New Roman" w:hAnsi="Times New Roman" w:cs="Times New Roman"/>
          <w:lang w:eastAsia="en-US"/>
        </w:rPr>
      </w:pPr>
      <w:r w:rsidRPr="00FE3DB0">
        <w:rPr>
          <w:rFonts w:ascii="Times New Roman" w:hAnsi="Times New Roman" w:cs="Times New Roman"/>
          <w:lang w:eastAsia="en-US"/>
        </w:rPr>
        <w:t>У</w:t>
      </w:r>
      <w:r w:rsidRPr="00FE3DB0">
        <w:rPr>
          <w:rFonts w:ascii="Times New Roman" w:hAnsi="Times New Roman" w:cs="Times New Roman"/>
          <w:i/>
          <w:lang w:eastAsia="en-US"/>
        </w:rPr>
        <w:t>К</w:t>
      </w:r>
      <w:r w:rsidRPr="00FE3DB0">
        <w:rPr>
          <w:rFonts w:ascii="Times New Roman" w:hAnsi="Times New Roman" w:cs="Times New Roman"/>
          <w:lang w:eastAsia="en-US"/>
        </w:rPr>
        <w:t>УОУМУАУХУИУВУОУСУЕУНУИУ</w:t>
      </w:r>
    </w:p>
    <w:p w:rsidR="005D5A87" w:rsidRPr="00FE3DB0" w:rsidRDefault="005D5A87" w:rsidP="000A3EF9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lang w:eastAsia="en-US"/>
        </w:rPr>
        <w:t>Комахи восени</w:t>
      </w:r>
    </w:p>
    <w:p w:rsidR="005D5A87" w:rsidRPr="00FE3DB0" w:rsidRDefault="005D5A87" w:rsidP="000A3EF9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1.Робота над загадками</w:t>
      </w:r>
    </w:p>
    <w:p w:rsidR="005D5A87" w:rsidRPr="00FE3DB0" w:rsidRDefault="005D5A87" w:rsidP="000A3EF9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</w:rPr>
        <w:t>Учитель</w:t>
      </w:r>
      <w:r w:rsidRPr="00FE3DB0">
        <w:rPr>
          <w:rFonts w:ascii="Times New Roman" w:hAnsi="Times New Roman" w:cs="Times New Roman"/>
        </w:rPr>
        <w:t>.</w:t>
      </w:r>
    </w:p>
    <w:p w:rsidR="005D5A87" w:rsidRPr="00FE3DB0" w:rsidRDefault="005D5A87" w:rsidP="000A3EF9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Щоб зустрітися з комахами треба відгадати загадки</w:t>
      </w:r>
    </w:p>
    <w:p w:rsidR="005D5A87" w:rsidRPr="00FE3DB0" w:rsidRDefault="005D5A87" w:rsidP="000A3EF9">
      <w:pPr>
        <w:rPr>
          <w:rFonts w:ascii="Times New Roman" w:hAnsi="Times New Roman" w:cs="Times New Roman"/>
          <w:b/>
        </w:rPr>
      </w:pPr>
      <w:r w:rsidRPr="0050291D">
        <w:rPr>
          <w:rFonts w:ascii="Times New Roman" w:hAnsi="Times New Roman" w:cs="Times New Roman"/>
        </w:rPr>
        <w:t xml:space="preserve">А </w:t>
      </w:r>
      <w:r w:rsidRPr="00FE3DB0">
        <w:rPr>
          <w:rFonts w:ascii="Times New Roman" w:hAnsi="Times New Roman" w:cs="Times New Roman"/>
        </w:rPr>
        <w:t>чи знаєте ви які бувають комахи?</w:t>
      </w:r>
    </w:p>
    <w:p w:rsidR="005D5A87" w:rsidRPr="00FE3DB0" w:rsidRDefault="005D5A87" w:rsidP="00173FE4">
      <w:pPr>
        <w:pStyle w:val="ListParagraph"/>
        <w:numPr>
          <w:ilvl w:val="0"/>
          <w:numId w:val="4"/>
        </w:numPr>
        <w:spacing w:before="40"/>
        <w:ind w:left="426"/>
        <w:rPr>
          <w:rFonts w:ascii="Times New Roman" w:hAnsi="Times New Roman"/>
          <w:color w:val="000000"/>
          <w:sz w:val="24"/>
          <w:szCs w:val="24"/>
        </w:rPr>
      </w:pPr>
      <w:r w:rsidRPr="00FE3DB0">
        <w:rPr>
          <w:rFonts w:ascii="Times New Roman" w:hAnsi="Times New Roman"/>
          <w:b/>
          <w:sz w:val="24"/>
          <w:szCs w:val="24"/>
          <w:lang w:val="uk-UA"/>
        </w:rPr>
        <w:t xml:space="preserve">Відгадайте </w:t>
      </w:r>
      <w:r w:rsidRPr="00FE3DB0">
        <w:rPr>
          <w:rFonts w:ascii="Times New Roman" w:hAnsi="Times New Roman"/>
          <w:b/>
          <w:sz w:val="24"/>
          <w:szCs w:val="24"/>
        </w:rPr>
        <w:t xml:space="preserve"> загадки </w:t>
      </w:r>
      <w:r w:rsidRPr="00FE3DB0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D5A87" w:rsidRPr="0050291D" w:rsidRDefault="005D5A87" w:rsidP="0050291D">
      <w:pPr>
        <w:spacing w:before="40"/>
        <w:rPr>
          <w:rFonts w:ascii="Times New Roman" w:hAnsi="Times New Roman" w:cs="Times New Roman"/>
        </w:rPr>
      </w:pPr>
      <w:r>
        <w:rPr>
          <w:rStyle w:val="A9"/>
          <w:rFonts w:ascii="Times New Roman" w:hAnsi="Times New Roman" w:cs="Times New Roman"/>
          <w:bCs/>
        </w:rPr>
        <w:t xml:space="preserve">         </w:t>
      </w:r>
      <w:r w:rsidRPr="0050291D">
        <w:rPr>
          <w:rStyle w:val="A9"/>
          <w:rFonts w:ascii="Times New Roman" w:hAnsi="Times New Roman" w:cs="Times New Roman"/>
          <w:bCs/>
        </w:rPr>
        <w:t xml:space="preserve">• </w:t>
      </w:r>
      <w:r w:rsidRPr="0050291D">
        <w:rPr>
          <w:rFonts w:ascii="Times New Roman" w:hAnsi="Times New Roman" w:cs="Times New Roman"/>
        </w:rPr>
        <w:t>Серед лісу горбик-дім,</w:t>
      </w:r>
    </w:p>
    <w:p w:rsidR="005D5A87" w:rsidRPr="00FE3DB0" w:rsidRDefault="005D5A87" w:rsidP="00173FE4">
      <w:pPr>
        <w:pStyle w:val="Pa35"/>
        <w:ind w:left="1980" w:hanging="1413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Тисячі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живуть у нім.</w:t>
      </w:r>
    </w:p>
    <w:p w:rsidR="005D5A87" w:rsidRPr="00FE3DB0" w:rsidRDefault="005D5A87" w:rsidP="00173FE4">
      <w:pPr>
        <w:pStyle w:val="Pa35"/>
        <w:ind w:left="1980" w:hanging="1413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Працелюбні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ці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комахи:</w:t>
      </w:r>
    </w:p>
    <w:p w:rsidR="005D5A87" w:rsidRPr="00FE3DB0" w:rsidRDefault="005D5A87" w:rsidP="00173FE4">
      <w:pPr>
        <w:pStyle w:val="Pa35"/>
        <w:ind w:left="1980" w:hanging="1413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Добрі, щирі, розумахи...(мурахи).</w:t>
      </w:r>
    </w:p>
    <w:p w:rsidR="005D5A87" w:rsidRPr="00FE3DB0" w:rsidRDefault="005D5A87" w:rsidP="00173FE4">
      <w:pPr>
        <w:pStyle w:val="Pa34"/>
        <w:spacing w:before="100"/>
        <w:ind w:left="1700" w:hanging="1413"/>
        <w:rPr>
          <w:rStyle w:val="A9"/>
          <w:rFonts w:ascii="Times New Roman" w:hAnsi="Times New Roman"/>
          <w:bCs/>
          <w:lang w:val="uk-UA"/>
        </w:rPr>
      </w:pPr>
    </w:p>
    <w:p w:rsidR="005D5A87" w:rsidRPr="00FE3DB0" w:rsidRDefault="005D5A87" w:rsidP="00173FE4">
      <w:pPr>
        <w:pStyle w:val="Pa34"/>
        <w:spacing w:before="100"/>
        <w:ind w:left="426"/>
        <w:rPr>
          <w:rFonts w:ascii="Times New Roman" w:hAnsi="Times New Roman"/>
          <w:color w:val="000000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Тонкі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ніжки, два крила,</w:t>
      </w:r>
    </w:p>
    <w:p w:rsidR="005D5A87" w:rsidRPr="00FE3DB0" w:rsidRDefault="005D5A87" w:rsidP="00173FE4">
      <w:pPr>
        <w:pStyle w:val="Pa35"/>
        <w:ind w:left="426" w:firstLine="141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І за розміром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мала.</w:t>
      </w:r>
    </w:p>
    <w:p w:rsidR="005D5A87" w:rsidRPr="00FE3DB0" w:rsidRDefault="005D5A87" w:rsidP="00173FE4">
      <w:pPr>
        <w:pStyle w:val="Pa35"/>
        <w:ind w:left="426" w:firstLine="141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У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кімнаті, на дворі,</w:t>
      </w:r>
    </w:p>
    <w:p w:rsidR="005D5A87" w:rsidRPr="00FE3DB0" w:rsidRDefault="005D5A87" w:rsidP="00173FE4">
      <w:pPr>
        <w:pStyle w:val="Pa35"/>
        <w:ind w:left="426" w:firstLine="141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Рідна нам, як комарі.(Муха)</w:t>
      </w:r>
    </w:p>
    <w:p w:rsidR="005D5A87" w:rsidRPr="00FE3DB0" w:rsidRDefault="005D5A87" w:rsidP="00173FE4">
      <w:pPr>
        <w:pStyle w:val="Pa34"/>
        <w:spacing w:before="100"/>
        <w:ind w:left="426"/>
        <w:rPr>
          <w:rFonts w:ascii="Times New Roman" w:hAnsi="Times New Roman"/>
          <w:color w:val="000000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Фрукти, цукор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полюбляє,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Де солодке відчуває.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В смужку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в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неї одежина,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Із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комах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уся родина.(Оса)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Їх дружина кров з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нас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п’є,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В неї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хист до цього є.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Як над вухом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запищить —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Так і хочеться набить! (Комар)</w:t>
      </w:r>
    </w:p>
    <w:p w:rsidR="005D5A87" w:rsidRPr="00FE3DB0" w:rsidRDefault="005D5A87" w:rsidP="00173FE4">
      <w:pPr>
        <w:pStyle w:val="Pa59"/>
        <w:spacing w:before="40"/>
        <w:ind w:left="426"/>
        <w:rPr>
          <w:rFonts w:ascii="Times New Roman" w:hAnsi="Times New Roman"/>
          <w:color w:val="000000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По травичці, по землі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Кон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бігають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малі.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Іподромом для них луг,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Не поставиш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їх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у плуг! (Коник-стрибунець)</w:t>
      </w:r>
    </w:p>
    <w:p w:rsidR="005D5A87" w:rsidRPr="00FE3DB0" w:rsidRDefault="005D5A87" w:rsidP="00173FE4">
      <w:pPr>
        <w:pStyle w:val="Pa59"/>
        <w:spacing w:before="40"/>
        <w:ind w:left="426"/>
        <w:rPr>
          <w:rFonts w:ascii="Times New Roman" w:hAnsi="Times New Roman"/>
          <w:color w:val="000000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У червонного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малятки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На спин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ікраплинки-цятки: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Чорнівуса, голова,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Любить лагідні слова.(Сонечко)</w:t>
      </w:r>
    </w:p>
    <w:p w:rsidR="005D5A87" w:rsidRPr="00FE3DB0" w:rsidRDefault="005D5A87" w:rsidP="00173FE4">
      <w:pPr>
        <w:pStyle w:val="Pa59"/>
        <w:spacing w:before="40"/>
        <w:ind w:left="426"/>
        <w:rPr>
          <w:rFonts w:ascii="Times New Roman" w:hAnsi="Times New Roman"/>
          <w:color w:val="000000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У живого гвинтокрила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На спині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прозорі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крила.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Кольорові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шати,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Любить мандрувати.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(Бабка)</w:t>
      </w:r>
    </w:p>
    <w:p w:rsidR="005D5A87" w:rsidRPr="00FE3DB0" w:rsidRDefault="005D5A87" w:rsidP="00173FE4">
      <w:pPr>
        <w:pStyle w:val="Pa59"/>
        <w:spacing w:before="40"/>
        <w:ind w:left="426"/>
        <w:rPr>
          <w:rFonts w:ascii="Times New Roman" w:hAnsi="Times New Roman"/>
          <w:color w:val="000000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Заповзята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трудівниця,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Вона праці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не боїться.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Дуже сильна ця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комаха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Називається...(мураха).</w:t>
      </w:r>
    </w:p>
    <w:p w:rsidR="005D5A87" w:rsidRPr="00FE3DB0" w:rsidRDefault="005D5A87" w:rsidP="00173FE4">
      <w:pPr>
        <w:pStyle w:val="Pa59"/>
        <w:spacing w:before="40"/>
        <w:ind w:left="426"/>
        <w:rPr>
          <w:rFonts w:ascii="Times New Roman" w:hAnsi="Times New Roman"/>
          <w:color w:val="000000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Style w:val="A9"/>
          <w:rFonts w:ascii="Times New Roman" w:hAnsi="Times New Roman"/>
          <w:bCs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В мене довгий хоботок,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З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квіт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збираю я пилок.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Ще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я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с</w:t>
      </w:r>
      <w:r w:rsidRPr="00FE3DB0">
        <w:rPr>
          <w:rFonts w:ascii="Times New Roman" w:hAnsi="Times New Roman"/>
          <w:color w:val="000000"/>
          <w:lang w:val="uk-UA"/>
        </w:rPr>
        <w:t>п</w:t>
      </w:r>
      <w:r w:rsidRPr="00FE3DB0">
        <w:rPr>
          <w:rFonts w:ascii="Times New Roman" w:hAnsi="Times New Roman"/>
          <w:color w:val="000000"/>
        </w:rPr>
        <w:t>раві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крильця маю,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Безтурботно я літаю.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(Метелик)</w:t>
      </w:r>
    </w:p>
    <w:p w:rsidR="005D5A87" w:rsidRPr="00FE3DB0" w:rsidRDefault="005D5A87" w:rsidP="00173FE4">
      <w:pPr>
        <w:pStyle w:val="Pa59"/>
        <w:spacing w:before="40"/>
        <w:ind w:left="426"/>
        <w:rPr>
          <w:rFonts w:ascii="Times New Roman" w:hAnsi="Times New Roman"/>
          <w:color w:val="000000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В нього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крила, в нього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вуса,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Трохи я його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боюся.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Як летить—так чути звук.</w:t>
      </w:r>
    </w:p>
    <w:p w:rsidR="005D5A87" w:rsidRPr="00FE3DB0" w:rsidRDefault="005D5A87" w:rsidP="00173FE4">
      <w:pPr>
        <w:pStyle w:val="Pa35"/>
        <w:ind w:left="426"/>
        <w:rPr>
          <w:rFonts w:ascii="Times New Roman" w:hAnsi="Times New Roman"/>
          <w:color w:val="000000"/>
          <w:lang w:val="uk-UA"/>
        </w:rPr>
      </w:pPr>
      <w:r w:rsidRPr="00FE3DB0">
        <w:rPr>
          <w:rFonts w:ascii="Times New Roman" w:hAnsi="Times New Roman"/>
          <w:color w:val="000000"/>
        </w:rPr>
        <w:t>Бронзовий великий...(жук).</w:t>
      </w:r>
    </w:p>
    <w:p w:rsidR="005D5A87" w:rsidRPr="00FE3DB0" w:rsidRDefault="005D5A87" w:rsidP="00173FE4">
      <w:pPr>
        <w:rPr>
          <w:rFonts w:ascii="Times New Roman" w:hAnsi="Times New Roman" w:cs="Times New Roman"/>
          <w:lang w:eastAsia="en-US"/>
        </w:rPr>
      </w:pPr>
    </w:p>
    <w:p w:rsidR="005D5A87" w:rsidRPr="00FE3DB0" w:rsidRDefault="005D5A87" w:rsidP="009756B6">
      <w:pPr>
        <w:rPr>
          <w:rFonts w:ascii="Times New Roman" w:hAnsi="Times New Roman" w:cs="Times New Roman"/>
          <w:lang w:eastAsia="en-US"/>
        </w:rPr>
      </w:pPr>
      <w:r w:rsidRPr="00FE3DB0">
        <w:rPr>
          <w:rFonts w:ascii="Times New Roman" w:hAnsi="Times New Roman" w:cs="Times New Roman"/>
          <w:b/>
          <w:lang w:eastAsia="en-US"/>
        </w:rPr>
        <w:t>Учитель</w:t>
      </w:r>
      <w:r w:rsidRPr="00FE3DB0">
        <w:rPr>
          <w:rFonts w:ascii="Times New Roman" w:hAnsi="Times New Roman" w:cs="Times New Roman"/>
          <w:lang w:eastAsia="en-US"/>
        </w:rPr>
        <w:t>. Молодці,добре відгадуєте загадки.</w:t>
      </w:r>
    </w:p>
    <w:p w:rsidR="005D5A87" w:rsidRPr="00FE3DB0" w:rsidRDefault="005D5A87" w:rsidP="009756B6">
      <w:pPr>
        <w:rPr>
          <w:rFonts w:ascii="Times New Roman" w:hAnsi="Times New Roman" w:cs="Times New Roman"/>
          <w:lang w:eastAsia="en-US"/>
        </w:rPr>
      </w:pPr>
      <w:r w:rsidRPr="00FE3DB0">
        <w:rPr>
          <w:rFonts w:ascii="Times New Roman" w:hAnsi="Times New Roman" w:cs="Times New Roman"/>
          <w:lang w:eastAsia="en-US"/>
        </w:rPr>
        <w:t>-Чим схожі всі комахи між собою?(Літають ,мають крила,6 лапок,черевце,голівку)</w:t>
      </w:r>
    </w:p>
    <w:p w:rsidR="005D5A87" w:rsidRPr="00FE3DB0" w:rsidRDefault="005D5A87" w:rsidP="009756B6">
      <w:pPr>
        <w:rPr>
          <w:rFonts w:ascii="Times New Roman" w:hAnsi="Times New Roman" w:cs="Times New Roman"/>
          <w:lang w:val="ru-RU" w:eastAsia="en-US"/>
        </w:rPr>
      </w:pPr>
      <w:r w:rsidRPr="00FE3DB0">
        <w:rPr>
          <w:rFonts w:ascii="Times New Roman" w:hAnsi="Times New Roman" w:cs="Times New Roman"/>
          <w:lang w:eastAsia="en-US"/>
        </w:rPr>
        <w:t>-Чим живляться комахи?(рослинами,нектаром,пильнею квітів)</w:t>
      </w:r>
    </w:p>
    <w:p w:rsidR="005D5A87" w:rsidRPr="00FE3DB0" w:rsidRDefault="005D5A87" w:rsidP="007B24DA">
      <w:pPr>
        <w:pStyle w:val="Pa3"/>
        <w:ind w:firstLine="340"/>
        <w:jc w:val="both"/>
        <w:rPr>
          <w:rFonts w:ascii="Times New Roman" w:hAnsi="Times New Roman"/>
        </w:rPr>
      </w:pPr>
      <w:r w:rsidRPr="00FE3DB0">
        <w:rPr>
          <w:rFonts w:ascii="Times New Roman" w:hAnsi="Times New Roman"/>
          <w:color w:val="000000"/>
        </w:rPr>
        <w:t>—Сьогодні на уроці ми розглянемо, як зміни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в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неживій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природі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восени</w:t>
      </w:r>
      <w:r w:rsidRPr="00FE3DB0">
        <w:rPr>
          <w:rFonts w:ascii="Times New Roman" w:hAnsi="Times New Roman"/>
          <w:color w:val="000000"/>
          <w:lang w:val="uk-UA"/>
        </w:rPr>
        <w:t xml:space="preserve"> </w:t>
      </w:r>
      <w:r w:rsidRPr="00FE3DB0">
        <w:rPr>
          <w:rFonts w:ascii="Times New Roman" w:hAnsi="Times New Roman"/>
          <w:color w:val="000000"/>
        </w:rPr>
        <w:t>вплинули на життя комах.</w:t>
      </w:r>
    </w:p>
    <w:p w:rsidR="005D5A87" w:rsidRPr="00FE3DB0" w:rsidRDefault="005D5A87" w:rsidP="009756B6">
      <w:pPr>
        <w:rPr>
          <w:rFonts w:ascii="Times New Roman" w:hAnsi="Times New Roman" w:cs="Times New Roman"/>
          <w:b/>
          <w:lang w:val="ru-RU"/>
        </w:rPr>
      </w:pPr>
    </w:p>
    <w:p w:rsidR="005D5A87" w:rsidRDefault="005D5A87" w:rsidP="00A2156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3.Розповідь вчителя про те ,як зимують комахи</w:t>
      </w:r>
    </w:p>
    <w:p w:rsidR="005D5A87" w:rsidRPr="00FE3DB0" w:rsidRDefault="005D5A87" w:rsidP="00A21563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</w:rPr>
        <w:t xml:space="preserve"> </w:t>
      </w:r>
      <w:r w:rsidRPr="00FE3DB0">
        <w:rPr>
          <w:rFonts w:ascii="Times New Roman" w:hAnsi="Times New Roman" w:cs="Times New Roman"/>
        </w:rPr>
        <w:t>Восени, коли стає холодно, зникають рослини, якими  харчуються рослиноїдні комахи; зникають комашки – їжа для хижих комах. В цей час одні комахи ховаються під кору дерев, у щілини, ґрунт і там зимують. Інші гинуть, а зимують їхні яйця, личинки чи лялечки.</w:t>
      </w:r>
    </w:p>
    <w:p w:rsidR="005D5A87" w:rsidRPr="00FE3DB0" w:rsidRDefault="005D5A87" w:rsidP="00A21563">
      <w:pPr>
        <w:jc w:val="both"/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Зимують під корою дерев сонечко, метелик кропив’янка. Колорадський жук залазить глибоко в землю. Джмелі розміщують гніздо глибоко у землі. Восени вся джмелина сім’я вимирає. Живими залишаються тільки молоді джмелі, які перезимувавши, весною створюють нове гніздо.</w:t>
      </w:r>
    </w:p>
    <w:p w:rsidR="005D5A87" w:rsidRPr="00FE3DB0" w:rsidRDefault="005D5A87" w:rsidP="004B729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ab/>
        <w:t xml:space="preserve">Мурахи переживають холодні часи на глибині понад метр у зимувальній камері. Там вони збираються у великий клубок. Коли виглядає сонце, комахи виповзають погрітися. Мурашки не замерзають навіть тоді, коли мороз сягає – 30 градусів. Ще з осені вони у своєму тілі накопичують в’язку рідину – гліцерин ця рідина рятує їх від морозів. </w:t>
      </w:r>
    </w:p>
    <w:p w:rsidR="005D5A87" w:rsidRPr="00FE3DB0" w:rsidRDefault="005D5A87" w:rsidP="004B729D">
      <w:pPr>
        <w:pStyle w:val="1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  <w:lang w:val="uk-UA"/>
        </w:rPr>
      </w:pPr>
      <w:r w:rsidRPr="00FE3DB0">
        <w:rPr>
          <w:rFonts w:ascii="Times New Roman" w:hAnsi="Times New Roman"/>
          <w:color w:val="auto"/>
          <w:sz w:val="24"/>
          <w:szCs w:val="24"/>
          <w:lang w:val="uk-UA"/>
        </w:rPr>
        <w:tab/>
        <w:t xml:space="preserve"> </w:t>
      </w:r>
    </w:p>
    <w:p w:rsidR="005D5A87" w:rsidRPr="0050291D" w:rsidRDefault="005D5A87" w:rsidP="0050291D">
      <w:pPr>
        <w:jc w:val="both"/>
        <w:rPr>
          <w:rFonts w:ascii="Times New Roman" w:hAnsi="Times New Roman" w:cs="Times New Roman"/>
          <w:b/>
          <w:color w:val="auto"/>
          <w:lang w:val="ru-RU"/>
        </w:rPr>
      </w:pPr>
      <w:r w:rsidRPr="0050291D">
        <w:rPr>
          <w:rFonts w:ascii="Times New Roman" w:hAnsi="Times New Roman" w:cs="Times New Roman"/>
          <w:b/>
        </w:rPr>
        <w:t xml:space="preserve"> Висновок. </w:t>
      </w:r>
      <w:r w:rsidRPr="0050291D">
        <w:rPr>
          <w:rFonts w:ascii="Times New Roman" w:hAnsi="Times New Roman" w:cs="Times New Roman"/>
        </w:rPr>
        <w:t>Комахи живляться рослинами, рослини восени від</w:t>
      </w:r>
      <w:r w:rsidRPr="0050291D">
        <w:rPr>
          <w:rFonts w:ascii="Times New Roman" w:hAnsi="Times New Roman" w:cs="Times New Roman"/>
        </w:rPr>
        <w:softHyphen/>
        <w:t>мирають або скидають листя, оскільки комахам немає чим живи</w:t>
      </w:r>
      <w:r w:rsidRPr="0050291D">
        <w:rPr>
          <w:rFonts w:ascii="Times New Roman" w:hAnsi="Times New Roman" w:cs="Times New Roman"/>
        </w:rPr>
        <w:softHyphen/>
        <w:t>тися, вони або гинуть, або ховаються в щілини й інші затишні місця.</w:t>
      </w:r>
    </w:p>
    <w:p w:rsidR="005D5A87" w:rsidRPr="0050291D" w:rsidRDefault="005D5A87" w:rsidP="0050291D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50291D">
        <w:rPr>
          <w:rFonts w:ascii="Times New Roman" w:hAnsi="Times New Roman" w:cs="Times New Roman"/>
          <w:b/>
        </w:rPr>
        <w:t>Фізкультхвилинка</w:t>
      </w:r>
    </w:p>
    <w:p w:rsidR="005D5A87" w:rsidRPr="0050291D" w:rsidRDefault="005D5A87" w:rsidP="0050291D">
      <w:pPr>
        <w:jc w:val="both"/>
        <w:rPr>
          <w:rFonts w:ascii="Times New Roman" w:hAnsi="Times New Roman" w:cs="Times New Roman"/>
        </w:rPr>
      </w:pPr>
      <w:r w:rsidRPr="0050291D">
        <w:rPr>
          <w:rFonts w:ascii="Times New Roman" w:hAnsi="Times New Roman" w:cs="Times New Roman"/>
          <w:b/>
        </w:rPr>
        <w:t xml:space="preserve"> </w:t>
      </w:r>
      <w:r w:rsidRPr="0050291D">
        <w:rPr>
          <w:rFonts w:ascii="Times New Roman" w:hAnsi="Times New Roman" w:cs="Times New Roman"/>
        </w:rPr>
        <w:t xml:space="preserve">Танцують бджілки </w:t>
      </w:r>
    </w:p>
    <w:p w:rsidR="005D5A87" w:rsidRPr="00FF4B6D" w:rsidRDefault="005D5A87" w:rsidP="00FF4B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VІ.Робота над м</w:t>
      </w:r>
      <w:r w:rsidRPr="00FF4B6D">
        <w:rPr>
          <w:rFonts w:ascii="Times New Roman" w:hAnsi="Times New Roman" w:cs="Times New Roman"/>
          <w:b/>
        </w:rPr>
        <w:t>іні проект</w:t>
      </w:r>
      <w:r>
        <w:rPr>
          <w:rFonts w:ascii="Times New Roman" w:hAnsi="Times New Roman" w:cs="Times New Roman"/>
          <w:b/>
        </w:rPr>
        <w:t>ом</w:t>
      </w:r>
      <w:r w:rsidRPr="00FF4B6D">
        <w:rPr>
          <w:rFonts w:ascii="Times New Roman" w:hAnsi="Times New Roman" w:cs="Times New Roman"/>
          <w:b/>
        </w:rPr>
        <w:t xml:space="preserve"> </w:t>
      </w:r>
    </w:p>
    <w:p w:rsidR="005D5A87" w:rsidRDefault="005D5A87" w:rsidP="0050291D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FE3DB0">
        <w:rPr>
          <w:rFonts w:ascii="Times New Roman" w:hAnsi="Times New Roman"/>
          <w:sz w:val="24"/>
          <w:szCs w:val="24"/>
          <w:lang w:val="uk-UA"/>
        </w:rPr>
        <w:t>Хто до нас завітав на урок? В кого ви зараз перетворилися?</w:t>
      </w:r>
    </w:p>
    <w:p w:rsidR="005D5A87" w:rsidRPr="00FE3DB0" w:rsidRDefault="005D5A87" w:rsidP="0050291D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  <w:r w:rsidRPr="00FE3DB0">
        <w:rPr>
          <w:rFonts w:ascii="Times New Roman" w:hAnsi="Times New Roman"/>
          <w:b/>
          <w:sz w:val="24"/>
          <w:szCs w:val="24"/>
        </w:rPr>
        <w:t>Вчитель</w:t>
      </w:r>
      <w:r w:rsidRPr="00FE3DB0">
        <w:rPr>
          <w:rFonts w:ascii="Times New Roman" w:hAnsi="Times New Roman"/>
          <w:sz w:val="24"/>
          <w:szCs w:val="24"/>
        </w:rPr>
        <w:t xml:space="preserve">. Отже, ми зараз і помандруємо з вами в цей чарівний бджолиний світ і подивимось, що воно буде. </w:t>
      </w:r>
    </w:p>
    <w:p w:rsidR="005D5A87" w:rsidRPr="0050291D" w:rsidRDefault="005D5A87" w:rsidP="00793DEE">
      <w:pPr>
        <w:rPr>
          <w:rFonts w:ascii="Times New Roman" w:hAnsi="Times New Roman" w:cs="Times New Roman"/>
          <w:i/>
          <w:iCs/>
        </w:rPr>
      </w:pPr>
      <w:r w:rsidRPr="0050291D">
        <w:rPr>
          <w:rFonts w:ascii="Times New Roman" w:hAnsi="Times New Roman" w:cs="Times New Roman"/>
          <w:i/>
          <w:iCs/>
        </w:rPr>
        <w:t xml:space="preserve">(Виставляє таблички на парти з назвами груп учнів: учні сидять по шестеро. </w:t>
      </w:r>
    </w:p>
    <w:p w:rsidR="005D5A87" w:rsidRPr="0050291D" w:rsidRDefault="005D5A87" w:rsidP="00793DEE">
      <w:pPr>
        <w:rPr>
          <w:rFonts w:ascii="Times New Roman" w:hAnsi="Times New Roman" w:cs="Times New Roman"/>
          <w:i/>
          <w:iCs/>
        </w:rPr>
      </w:pPr>
      <w:r w:rsidRPr="0050291D">
        <w:rPr>
          <w:rFonts w:ascii="Times New Roman" w:hAnsi="Times New Roman" w:cs="Times New Roman"/>
          <w:i/>
          <w:iCs/>
        </w:rPr>
        <w:t xml:space="preserve">Вулик 1 «Довідкове бюро», </w:t>
      </w:r>
    </w:p>
    <w:p w:rsidR="005D5A87" w:rsidRPr="0050291D" w:rsidRDefault="005D5A87" w:rsidP="00793DEE">
      <w:pPr>
        <w:rPr>
          <w:rFonts w:ascii="Times New Roman" w:hAnsi="Times New Roman" w:cs="Times New Roman"/>
          <w:i/>
          <w:iCs/>
        </w:rPr>
      </w:pPr>
      <w:r w:rsidRPr="0050291D">
        <w:rPr>
          <w:rFonts w:ascii="Times New Roman" w:hAnsi="Times New Roman" w:cs="Times New Roman"/>
          <w:i/>
          <w:iCs/>
        </w:rPr>
        <w:t>вулик 2 «Мо</w:t>
      </w:r>
      <w:r w:rsidRPr="0050291D">
        <w:rPr>
          <w:rFonts w:ascii="Times New Roman" w:hAnsi="Times New Roman" w:cs="Times New Roman"/>
          <w:i/>
          <w:iCs/>
        </w:rPr>
        <w:softHyphen/>
        <w:t>вознавці»,</w:t>
      </w:r>
    </w:p>
    <w:p w:rsidR="005D5A87" w:rsidRPr="0050291D" w:rsidRDefault="005D5A87" w:rsidP="00793DEE">
      <w:pPr>
        <w:rPr>
          <w:rFonts w:ascii="Times New Roman" w:hAnsi="Times New Roman" w:cs="Times New Roman"/>
          <w:i/>
          <w:iCs/>
        </w:rPr>
      </w:pPr>
      <w:r w:rsidRPr="0050291D">
        <w:rPr>
          <w:rFonts w:ascii="Times New Roman" w:hAnsi="Times New Roman" w:cs="Times New Roman"/>
          <w:i/>
          <w:iCs/>
        </w:rPr>
        <w:t xml:space="preserve"> вулик 3 «Журналісти», </w:t>
      </w:r>
    </w:p>
    <w:p w:rsidR="005D5A87" w:rsidRPr="0050291D" w:rsidRDefault="005D5A87" w:rsidP="00793DEE">
      <w:pPr>
        <w:rPr>
          <w:rFonts w:ascii="Times New Roman" w:hAnsi="Times New Roman" w:cs="Times New Roman"/>
          <w:i/>
          <w:iCs/>
        </w:rPr>
      </w:pPr>
      <w:r w:rsidRPr="0050291D">
        <w:rPr>
          <w:rFonts w:ascii="Times New Roman" w:hAnsi="Times New Roman" w:cs="Times New Roman"/>
          <w:i/>
          <w:iCs/>
        </w:rPr>
        <w:t xml:space="preserve">вулик 4 «Поети», </w:t>
      </w:r>
    </w:p>
    <w:p w:rsidR="005D5A87" w:rsidRPr="0050291D" w:rsidRDefault="005D5A87" w:rsidP="00793DEE">
      <w:pPr>
        <w:rPr>
          <w:rFonts w:ascii="Times New Roman" w:hAnsi="Times New Roman" w:cs="Times New Roman"/>
          <w:i/>
          <w:iCs/>
        </w:rPr>
      </w:pPr>
      <w:r w:rsidRPr="0050291D">
        <w:rPr>
          <w:rFonts w:ascii="Times New Roman" w:hAnsi="Times New Roman" w:cs="Times New Roman"/>
          <w:i/>
          <w:iCs/>
        </w:rPr>
        <w:t>вулик 5 «</w:t>
      </w:r>
      <w:r w:rsidRPr="0050291D">
        <w:rPr>
          <w:rFonts w:ascii="Times New Roman" w:hAnsi="Times New Roman" w:cs="Times New Roman"/>
          <w:i/>
          <w:iCs/>
          <w:lang w:val="ru-RU"/>
        </w:rPr>
        <w:t>Рекламні агенти</w:t>
      </w:r>
      <w:r>
        <w:rPr>
          <w:rFonts w:ascii="Times New Roman" w:hAnsi="Times New Roman" w:cs="Times New Roman"/>
          <w:i/>
          <w:iCs/>
        </w:rPr>
        <w:t>.</w:t>
      </w:r>
    </w:p>
    <w:p w:rsidR="005D5A87" w:rsidRPr="00FE3DB0" w:rsidRDefault="005D5A87" w:rsidP="00793DEE">
      <w:pPr>
        <w:rPr>
          <w:rFonts w:ascii="Times New Roman" w:hAnsi="Times New Roman" w:cs="Times New Roman"/>
          <w:b/>
          <w:i/>
          <w:iCs/>
        </w:rPr>
      </w:pPr>
    </w:p>
    <w:p w:rsidR="005D5A87" w:rsidRPr="00FE3DB0" w:rsidRDefault="005D5A87" w:rsidP="00793DEE">
      <w:pPr>
        <w:rPr>
          <w:rFonts w:ascii="Times New Roman" w:hAnsi="Times New Roman" w:cs="Times New Roman"/>
          <w:b/>
          <w:i/>
          <w:iCs/>
        </w:rPr>
      </w:pPr>
      <w:r w:rsidRPr="00FE3DB0">
        <w:rPr>
          <w:rFonts w:ascii="Times New Roman" w:hAnsi="Times New Roman" w:cs="Times New Roman"/>
          <w:b/>
          <w:i/>
          <w:iCs/>
        </w:rPr>
        <w:t>Повторити правила роботи в групі.</w:t>
      </w:r>
    </w:p>
    <w:p w:rsidR="005D5A87" w:rsidRPr="00FE3DB0" w:rsidRDefault="005D5A87" w:rsidP="00793DEE">
      <w:pPr>
        <w:rPr>
          <w:rFonts w:ascii="Times New Roman" w:hAnsi="Times New Roman" w:cs="Times New Roman"/>
          <w:b/>
        </w:rPr>
      </w:pP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Діти, подивіться, які у нас чарівні вулики. Дійсно, це лише на перший погляд у вулику спокій, тиша й сон. Насправді ж, цікаве життя продовжується.</w:t>
      </w:r>
    </w:p>
    <w:p w:rsidR="005D5A87" w:rsidRDefault="005D5A87" w:rsidP="00FF4B6D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i/>
          <w:iCs/>
        </w:rPr>
        <w:t>(Відкриває вулик-макет).</w:t>
      </w:r>
    </w:p>
    <w:p w:rsidR="005D5A87" w:rsidRPr="00FF4B6D" w:rsidRDefault="005D5A87" w:rsidP="00FF4B6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Звіт груп</w:t>
      </w:r>
    </w:p>
    <w:p w:rsidR="005D5A87" w:rsidRPr="00FF4B6D" w:rsidRDefault="005D5A87" w:rsidP="00FF4B6D">
      <w:pPr>
        <w:tabs>
          <w:tab w:val="left" w:pos="58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Pr="00FF4B6D">
        <w:rPr>
          <w:rFonts w:ascii="Times New Roman" w:hAnsi="Times New Roman" w:cs="Times New Roman"/>
          <w:b/>
        </w:rPr>
        <w:t>Група</w:t>
      </w:r>
      <w:r w:rsidRPr="00FF4B6D">
        <w:rPr>
          <w:rFonts w:ascii="Times New Roman" w:hAnsi="Times New Roman" w:cs="Times New Roman"/>
        </w:rPr>
        <w:t xml:space="preserve"> </w:t>
      </w:r>
      <w:r w:rsidRPr="00FF4B6D">
        <w:rPr>
          <w:rFonts w:ascii="Times New Roman" w:hAnsi="Times New Roman" w:cs="Times New Roman"/>
          <w:b/>
        </w:rPr>
        <w:t>«Довідкового бюро».</w:t>
      </w:r>
    </w:p>
    <w:p w:rsidR="005D5A87" w:rsidRPr="0050291D" w:rsidRDefault="005D5A87" w:rsidP="0050291D">
      <w:pPr>
        <w:tabs>
          <w:tab w:val="left" w:pos="586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50291D">
        <w:rPr>
          <w:rFonts w:ascii="Times New Roman" w:hAnsi="Times New Roman" w:cs="Times New Roman"/>
          <w:b/>
        </w:rPr>
        <w:t>Учень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Слово «бджола» дуже давнє. Перші звуки цього слова нагадують дзижчання бджоли. 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Бджола важить 100 міліграмів, а бере квіткового пилу 20 міліграмів. За літо бджолина сім’я назбирує 150 кг меду  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i/>
        </w:rPr>
        <w:t>100 кг меду використовує на власні потреби, а щоб мед не закис, бджоли літають над ним і вентилюють його.</w:t>
      </w:r>
      <w:r w:rsidRPr="00FE3DB0">
        <w:rPr>
          <w:rFonts w:ascii="Times New Roman" w:hAnsi="Times New Roman" w:cs="Times New Roman"/>
        </w:rPr>
        <w:t xml:space="preserve"> 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FE3DB0">
      <w:pPr>
        <w:pStyle w:val="Pa3"/>
        <w:spacing w:line="240" w:lineRule="auto"/>
        <w:jc w:val="both"/>
        <w:rPr>
          <w:rFonts w:ascii="Times New Roman" w:hAnsi="Times New Roman"/>
          <w:b/>
          <w:color w:val="000000"/>
          <w:lang w:val="uk-UA"/>
        </w:rPr>
      </w:pPr>
      <w:r w:rsidRPr="00FE3DB0">
        <w:rPr>
          <w:rFonts w:ascii="Times New Roman" w:hAnsi="Times New Roman"/>
          <w:color w:val="000000"/>
          <w:lang w:val="uk-UA"/>
        </w:rPr>
        <w:t>Готуючись до зими, бджоли не впадають у сплячку. З настанням холодів вони перестають рухатися, збиваються в купу, зігрі</w:t>
      </w:r>
      <w:r w:rsidRPr="00FE3DB0">
        <w:rPr>
          <w:rFonts w:ascii="Times New Roman" w:hAnsi="Times New Roman"/>
          <w:color w:val="000000"/>
          <w:lang w:val="uk-UA"/>
        </w:rPr>
        <w:softHyphen/>
        <w:t>ваючи одна одну.  А в цей час продовжують живитися медом і цу</w:t>
      </w:r>
      <w:r w:rsidRPr="00FE3DB0">
        <w:rPr>
          <w:rFonts w:ascii="Times New Roman" w:hAnsi="Times New Roman"/>
          <w:color w:val="000000"/>
          <w:lang w:val="uk-UA"/>
        </w:rPr>
        <w:softHyphen/>
        <w:t xml:space="preserve">кровим сиропом, який їм спеціально постачають бджолярі. 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FE3DB0">
      <w:pPr>
        <w:pStyle w:val="Pa3"/>
        <w:jc w:val="both"/>
        <w:rPr>
          <w:rFonts w:ascii="Times New Roman" w:hAnsi="Times New Roman"/>
        </w:rPr>
      </w:pPr>
      <w:r w:rsidRPr="00FE3DB0">
        <w:rPr>
          <w:rFonts w:ascii="Times New Roman" w:hAnsi="Times New Roman"/>
          <w:color w:val="000000"/>
          <w:lang w:val="uk-UA"/>
        </w:rPr>
        <w:t xml:space="preserve">А скупчуються вони на листках, які утворені чашечками з воску і називаються </w:t>
      </w:r>
      <w:r w:rsidRPr="00FE3DB0">
        <w:rPr>
          <w:rFonts w:ascii="Times New Roman" w:hAnsi="Times New Roman"/>
          <w:b/>
          <w:color w:val="000000"/>
          <w:lang w:val="uk-UA"/>
        </w:rPr>
        <w:t>стільниками</w:t>
      </w:r>
      <w:r w:rsidRPr="00FE3DB0">
        <w:rPr>
          <w:rFonts w:ascii="Times New Roman" w:hAnsi="Times New Roman"/>
          <w:color w:val="000000"/>
          <w:lang w:val="uk-UA"/>
        </w:rPr>
        <w:t xml:space="preserve">. Бджоли затикають прополісом усі щілини, зменшують льоток (віконечко, через яке влітають і вилітають з вулика). 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9906AE">
      <w:pPr>
        <w:rPr>
          <w:rFonts w:ascii="Times New Roman" w:hAnsi="Times New Roman" w:cs="Times New Roman"/>
          <w:lang w:val="ru-RU" w:eastAsia="en-US"/>
        </w:rPr>
      </w:pPr>
      <w:r w:rsidRPr="00FE3DB0">
        <w:rPr>
          <w:rFonts w:ascii="Times New Roman" w:hAnsi="Times New Roman" w:cs="Times New Roman"/>
        </w:rPr>
        <w:t>З настанням холодів бджоли збираються на стільниках у вулику. Люди утеплюють вулики, годують бджіл сиропом, який варять із цукру і води. Завдяки тому, що бджоли їдять, у них виділяється тепло. У вулику температура піднімається до   + 20 градусів</w:t>
      </w:r>
      <w:r w:rsidRPr="00FE3DB0">
        <w:rPr>
          <w:rFonts w:ascii="Times New Roman" w:hAnsi="Times New Roman" w:cs="Times New Roman"/>
          <w:lang w:val="ru-RU"/>
        </w:rPr>
        <w:t xml:space="preserve"> 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FE3DB0">
      <w:pPr>
        <w:pStyle w:val="Pa51"/>
        <w:spacing w:before="40"/>
        <w:jc w:val="both"/>
        <w:rPr>
          <w:rFonts w:ascii="Times New Roman" w:hAnsi="Times New Roman"/>
          <w:color w:val="000000"/>
          <w:lang w:val="uk-UA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Прикмети</w:t>
      </w:r>
      <w:r w:rsidRPr="00FE3DB0">
        <w:rPr>
          <w:rFonts w:ascii="Times New Roman" w:hAnsi="Times New Roman"/>
          <w:color w:val="000000"/>
          <w:lang w:val="uk-UA"/>
        </w:rPr>
        <w:t xml:space="preserve"> про бджіл</w:t>
      </w:r>
    </w:p>
    <w:p w:rsidR="005D5A87" w:rsidRPr="00FE3DB0" w:rsidRDefault="005D5A87" w:rsidP="009906AE">
      <w:pPr>
        <w:pStyle w:val="Pa43"/>
        <w:ind w:left="340" w:hanging="280"/>
        <w:jc w:val="both"/>
        <w:rPr>
          <w:rFonts w:ascii="Times New Roman" w:hAnsi="Times New Roman"/>
          <w:color w:val="000000"/>
        </w:rPr>
      </w:pPr>
      <w:r w:rsidRPr="00FE3DB0">
        <w:rPr>
          <w:rFonts w:ascii="Times New Roman" w:hAnsi="Times New Roman"/>
          <w:color w:val="000000"/>
        </w:rPr>
        <w:t>Якщо бджоли вилітають вранці-рано —на ясну погоду.</w:t>
      </w:r>
    </w:p>
    <w:p w:rsidR="005D5A87" w:rsidRPr="00FE3DB0" w:rsidRDefault="005D5A87" w:rsidP="00FE3DB0">
      <w:pPr>
        <w:pStyle w:val="Pa43"/>
        <w:jc w:val="both"/>
        <w:rPr>
          <w:rFonts w:ascii="Times New Roman" w:hAnsi="Times New Roman"/>
          <w:b/>
          <w:color w:val="000000"/>
          <w:lang w:val="uk-UA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Якщо довкола квіток жовтої акації багато комах —на ясну по</w:t>
      </w:r>
      <w:r w:rsidRPr="00FE3DB0">
        <w:rPr>
          <w:rFonts w:ascii="Times New Roman" w:hAnsi="Times New Roman"/>
          <w:color w:val="000000"/>
        </w:rPr>
        <w:softHyphen/>
        <w:t xml:space="preserve">году. </w:t>
      </w:r>
    </w:p>
    <w:p w:rsidR="005D5A87" w:rsidRPr="00FE3DB0" w:rsidRDefault="005D5A87" w:rsidP="009906AE">
      <w:pPr>
        <w:rPr>
          <w:rFonts w:ascii="Times New Roman" w:hAnsi="Times New Roman" w:cs="Times New Roman"/>
          <w:lang w:val="ru-RU" w:eastAsia="en-US"/>
        </w:rPr>
      </w:pP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9906AE">
      <w:pPr>
        <w:pStyle w:val="Pa43"/>
        <w:ind w:left="340" w:hanging="280"/>
        <w:jc w:val="both"/>
        <w:rPr>
          <w:rFonts w:ascii="Times New Roman" w:hAnsi="Times New Roman"/>
          <w:color w:val="000000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>Бджоли скупчилися на стінках вулика —на велику спеку.</w:t>
      </w:r>
    </w:p>
    <w:p w:rsidR="005D5A87" w:rsidRPr="00FE3DB0" w:rsidRDefault="005D5A87" w:rsidP="00FE3DB0">
      <w:pPr>
        <w:pStyle w:val="Pa43"/>
        <w:ind w:left="340" w:hanging="280"/>
        <w:jc w:val="both"/>
        <w:rPr>
          <w:rFonts w:ascii="Times New Roman" w:hAnsi="Times New Roman"/>
        </w:rPr>
      </w:pPr>
      <w:r w:rsidRPr="00FE3DB0">
        <w:rPr>
          <w:rStyle w:val="A9"/>
          <w:rFonts w:ascii="Times New Roman" w:hAnsi="Times New Roman"/>
          <w:bCs/>
        </w:rPr>
        <w:t xml:space="preserve">• </w:t>
      </w:r>
      <w:r w:rsidRPr="00FE3DB0">
        <w:rPr>
          <w:rFonts w:ascii="Times New Roman" w:hAnsi="Times New Roman"/>
          <w:color w:val="000000"/>
        </w:rPr>
        <w:t xml:space="preserve">Припинився рух мурашок коло мурашника —чекай непогоду. </w:t>
      </w:r>
      <w:r w:rsidRPr="00FE3DB0">
        <w:rPr>
          <w:rFonts w:ascii="Times New Roman" w:hAnsi="Times New Roman"/>
        </w:rPr>
        <w:tab/>
      </w:r>
    </w:p>
    <w:p w:rsidR="005D5A87" w:rsidRPr="00FE3DB0" w:rsidRDefault="005D5A87" w:rsidP="00793DEE">
      <w:pPr>
        <w:tabs>
          <w:tab w:val="left" w:pos="562"/>
        </w:tabs>
        <w:rPr>
          <w:rFonts w:ascii="Times New Roman" w:hAnsi="Times New Roman" w:cs="Times New Roman"/>
          <w:lang w:val="ru-RU"/>
        </w:rPr>
      </w:pPr>
    </w:p>
    <w:p w:rsidR="005D5A87" w:rsidRPr="00FF4B6D" w:rsidRDefault="005D5A87" w:rsidP="00FF4B6D">
      <w:pPr>
        <w:tabs>
          <w:tab w:val="left" w:pos="142"/>
        </w:tabs>
        <w:ind w:left="360" w:hanging="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</w:rPr>
        <w:t>2.</w:t>
      </w:r>
      <w:r w:rsidRPr="00FF4B6D">
        <w:rPr>
          <w:rFonts w:ascii="Times New Roman" w:hAnsi="Times New Roman" w:cs="Times New Roman"/>
          <w:b/>
        </w:rPr>
        <w:t xml:space="preserve">Робота групи «Мовознавці». </w:t>
      </w:r>
    </w:p>
    <w:p w:rsidR="005D5A87" w:rsidRPr="00FE3DB0" w:rsidRDefault="005D5A87" w:rsidP="00FE3DB0">
      <w:pPr>
        <w:tabs>
          <w:tab w:val="left" w:pos="361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</w:rPr>
        <w:t>Учень</w:t>
      </w:r>
    </w:p>
    <w:p w:rsidR="005D5A87" w:rsidRPr="00FE3DB0" w:rsidRDefault="005D5A87" w:rsidP="00FE3DB0">
      <w:pPr>
        <w:tabs>
          <w:tab w:val="left" w:pos="361"/>
        </w:tabs>
        <w:rPr>
          <w:rFonts w:ascii="Times New Roman" w:hAnsi="Times New Roman" w:cs="Times New Roman"/>
          <w:b/>
        </w:rPr>
      </w:pPr>
      <w:r w:rsidRPr="00FE3DB0">
        <w:rPr>
          <w:rFonts w:ascii="Times New Roman" w:hAnsi="Times New Roman" w:cs="Times New Roman"/>
        </w:rPr>
        <w:t>Завданням нашої групи було дізнатися тлумачення слів і скласти прслів’я.</w:t>
      </w:r>
    </w:p>
    <w:p w:rsidR="005D5A87" w:rsidRPr="00FE3DB0" w:rsidRDefault="005D5A87" w:rsidP="00844AB6">
      <w:pPr>
        <w:tabs>
          <w:tab w:val="left" w:pos="553"/>
        </w:tabs>
        <w:rPr>
          <w:rFonts w:ascii="Times New Roman" w:hAnsi="Times New Roman" w:cs="Times New Roman"/>
          <w:b/>
          <w:lang w:val="ru-RU"/>
        </w:rPr>
      </w:pPr>
      <w:r w:rsidRPr="00FE3DB0">
        <w:rPr>
          <w:rFonts w:ascii="Times New Roman" w:hAnsi="Times New Roman" w:cs="Times New Roman"/>
        </w:rPr>
        <w:t>Бджоли — це комахи-трудівниці, тож і ми попрацюємо.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844AB6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  <w:i/>
          <w:iCs/>
        </w:rPr>
        <w:t>Матка — мати всіх бджіл.</w:t>
      </w:r>
    </w:p>
    <w:p w:rsidR="005D5A87" w:rsidRPr="00FE3DB0" w:rsidRDefault="005D5A87" w:rsidP="00844AB6">
      <w:pPr>
        <w:rPr>
          <w:rFonts w:ascii="Times New Roman" w:hAnsi="Times New Roman" w:cs="Times New Roman"/>
          <w:b/>
          <w:i/>
          <w:iCs/>
          <w:lang w:val="ru-RU"/>
        </w:rPr>
      </w:pPr>
      <w:r w:rsidRPr="00FE3DB0">
        <w:rPr>
          <w:rFonts w:ascii="Times New Roman" w:hAnsi="Times New Roman" w:cs="Times New Roman"/>
          <w:i/>
          <w:iCs/>
        </w:rPr>
        <w:t>Сторожові бджоли — бджоли, які оберігають вулик, вартові.</w:t>
      </w:r>
      <w:r w:rsidRPr="00FE3DB0">
        <w:rPr>
          <w:rFonts w:ascii="Times New Roman" w:hAnsi="Times New Roman" w:cs="Times New Roman"/>
          <w:i/>
          <w:iCs/>
          <w:lang w:val="ru-RU"/>
        </w:rPr>
        <w:t xml:space="preserve"> 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Default="005D5A87" w:rsidP="00FE3DB0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  <w:i/>
          <w:lang w:val="ru-RU"/>
        </w:rPr>
        <w:t>С</w:t>
      </w:r>
      <w:r w:rsidRPr="00FE3DB0">
        <w:rPr>
          <w:rFonts w:ascii="Times New Roman" w:hAnsi="Times New Roman" w:cs="Times New Roman"/>
          <w:i/>
        </w:rPr>
        <w:t>тільниками</w:t>
      </w:r>
      <w:r w:rsidRPr="00FE3DB0">
        <w:rPr>
          <w:rFonts w:ascii="Times New Roman" w:hAnsi="Times New Roman" w:cs="Times New Roman"/>
          <w:lang w:val="ru-RU"/>
        </w:rPr>
        <w:t xml:space="preserve">-називаються </w:t>
      </w:r>
      <w:r w:rsidRPr="00FE3DB0">
        <w:rPr>
          <w:rFonts w:ascii="Times New Roman" w:hAnsi="Times New Roman" w:cs="Times New Roman"/>
        </w:rPr>
        <w:t>утворені чашечками з воску</w:t>
      </w:r>
      <w:r>
        <w:rPr>
          <w:rFonts w:ascii="Times New Roman" w:hAnsi="Times New Roman" w:cs="Times New Roman"/>
        </w:rPr>
        <w:t>.</w:t>
      </w:r>
      <w:r w:rsidRPr="00FE3DB0">
        <w:rPr>
          <w:rFonts w:ascii="Times New Roman" w:hAnsi="Times New Roman" w:cs="Times New Roman"/>
        </w:rPr>
        <w:t xml:space="preserve"> </w:t>
      </w:r>
      <w:r w:rsidRPr="00FE3DB0">
        <w:rPr>
          <w:rFonts w:ascii="Times New Roman" w:hAnsi="Times New Roman" w:cs="Times New Roman"/>
          <w:lang w:val="ru-RU"/>
        </w:rPr>
        <w:t xml:space="preserve"> </w:t>
      </w:r>
    </w:p>
    <w:p w:rsidR="005D5A87" w:rsidRPr="00FE3DB0" w:rsidRDefault="005D5A87" w:rsidP="00FE3DB0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  <w:i/>
        </w:rPr>
        <w:t xml:space="preserve"> Льоток –це </w:t>
      </w:r>
      <w:r w:rsidRPr="00FE3DB0">
        <w:rPr>
          <w:rFonts w:ascii="Times New Roman" w:hAnsi="Times New Roman" w:cs="Times New Roman"/>
        </w:rPr>
        <w:t>віконечко, через яке влітають і виліта</w:t>
      </w:r>
      <w:r w:rsidRPr="00FE3DB0">
        <w:rPr>
          <w:rFonts w:ascii="Times New Roman" w:hAnsi="Times New Roman" w:cs="Times New Roman"/>
        </w:rPr>
        <w:softHyphen/>
        <w:t>ють з вулика</w:t>
      </w:r>
      <w:r>
        <w:rPr>
          <w:rFonts w:ascii="Times New Roman" w:hAnsi="Times New Roman" w:cs="Times New Roman"/>
        </w:rPr>
        <w:t>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844AB6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Останньою до нас приходить біологічна весна, 30 березня, на свято Теплого Олексія. У цей день пасічники виставляють вулики на пасіку.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Вони беруть із собою ікони Зосима і Саватія — покро</w:t>
      </w:r>
      <w:r w:rsidRPr="00FE3DB0">
        <w:rPr>
          <w:rFonts w:ascii="Times New Roman" w:hAnsi="Times New Roman" w:cs="Times New Roman"/>
        </w:rPr>
        <w:softHyphen/>
        <w:t>вителів бджільництва, освячують вулики іконами</w:t>
      </w:r>
      <w:r>
        <w:rPr>
          <w:rFonts w:ascii="Times New Roman" w:hAnsi="Times New Roman" w:cs="Times New Roman"/>
        </w:rPr>
        <w:t>.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>Вона залишила для нас завдання: складіть прислів’я про бджілку з окремих слів.</w:t>
      </w:r>
      <w:r w:rsidRPr="00FE3DB0">
        <w:rPr>
          <w:rFonts w:ascii="Times New Roman" w:hAnsi="Times New Roman" w:cs="Times New Roman"/>
          <w:lang w:val="ru-RU"/>
        </w:rPr>
        <w:t xml:space="preserve"> </w:t>
      </w:r>
      <w:r w:rsidRPr="00FE3DB0">
        <w:rPr>
          <w:rFonts w:ascii="Times New Roman" w:hAnsi="Times New Roman" w:cs="Times New Roman"/>
          <w:i/>
          <w:iCs/>
        </w:rPr>
        <w:t>(Робота у групах).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Діти зачитують прислів’я про бджілку.</w:t>
      </w:r>
    </w:p>
    <w:p w:rsidR="005D5A87" w:rsidRPr="00FE3DB0" w:rsidRDefault="005D5A87" w:rsidP="00793DEE">
      <w:pPr>
        <w:tabs>
          <w:tab w:val="left" w:pos="202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•</w:t>
      </w:r>
      <w:r w:rsidRPr="00FE3DB0">
        <w:rPr>
          <w:rFonts w:ascii="Times New Roman" w:hAnsi="Times New Roman" w:cs="Times New Roman"/>
        </w:rPr>
        <w:tab/>
        <w:t>Люди раді літу, а бджоли цвіту.</w:t>
      </w:r>
    </w:p>
    <w:p w:rsidR="005D5A87" w:rsidRPr="00FE3DB0" w:rsidRDefault="005D5A87" w:rsidP="00793DEE">
      <w:pPr>
        <w:tabs>
          <w:tab w:val="left" w:pos="197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•</w:t>
      </w:r>
      <w:r w:rsidRPr="00FE3DB0">
        <w:rPr>
          <w:rFonts w:ascii="Times New Roman" w:hAnsi="Times New Roman" w:cs="Times New Roman"/>
        </w:rPr>
        <w:tab/>
        <w:t>Де багато квіток, там і медок.</w:t>
      </w:r>
    </w:p>
    <w:p w:rsidR="005D5A87" w:rsidRPr="00FE3DB0" w:rsidRDefault="005D5A87" w:rsidP="00793DEE">
      <w:pPr>
        <w:tabs>
          <w:tab w:val="left" w:pos="221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•</w:t>
      </w:r>
      <w:r w:rsidRPr="00FE3DB0">
        <w:rPr>
          <w:rFonts w:ascii="Times New Roman" w:hAnsi="Times New Roman" w:cs="Times New Roman"/>
        </w:rPr>
        <w:tab/>
        <w:t>Бджола мала, а й та працює.</w:t>
      </w:r>
    </w:p>
    <w:p w:rsidR="005D5A87" w:rsidRPr="00FE3DB0" w:rsidRDefault="005D5A87" w:rsidP="00793DEE">
      <w:pPr>
        <w:tabs>
          <w:tab w:val="left" w:pos="371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 xml:space="preserve">  </w:t>
      </w:r>
      <w:r w:rsidRPr="00FE3DB0">
        <w:rPr>
          <w:rFonts w:ascii="Times New Roman" w:hAnsi="Times New Roman" w:cs="Times New Roman"/>
        </w:rPr>
        <w:t>Бджола маленька, а мед солоденький.</w:t>
      </w:r>
    </w:p>
    <w:p w:rsidR="005D5A87" w:rsidRPr="00FE3DB0" w:rsidRDefault="005D5A87" w:rsidP="00793DEE">
      <w:pPr>
        <w:tabs>
          <w:tab w:val="left" w:pos="643"/>
        </w:tabs>
        <w:rPr>
          <w:rFonts w:ascii="Times New Roman" w:hAnsi="Times New Roman" w:cs="Times New Roman"/>
          <w:b/>
        </w:rPr>
      </w:pPr>
      <w:r w:rsidRPr="00FE3DB0">
        <w:rPr>
          <w:rFonts w:ascii="Times New Roman" w:hAnsi="Times New Roman" w:cs="Times New Roman"/>
          <w:b/>
        </w:rPr>
        <w:tab/>
        <w:t>Фізкультхвилинка.</w:t>
      </w:r>
    </w:p>
    <w:p w:rsidR="005D5A87" w:rsidRDefault="005D5A87" w:rsidP="00FE3DB0">
      <w:pPr>
        <w:rPr>
          <w:rFonts w:ascii="Times New Roman" w:hAnsi="Times New Roman" w:cs="Times New Roman"/>
          <w:i/>
          <w:iCs/>
        </w:rPr>
      </w:pPr>
      <w:r w:rsidRPr="00FE3DB0">
        <w:rPr>
          <w:rFonts w:ascii="Times New Roman" w:hAnsi="Times New Roman" w:cs="Times New Roman"/>
          <w:i/>
          <w:iCs/>
        </w:rPr>
        <w:t>(Лунає музичний супровід «Бджілка»).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</w:p>
    <w:p w:rsidR="005D5A87" w:rsidRPr="00C570AB" w:rsidRDefault="005D5A87" w:rsidP="00C570AB">
      <w:pPr>
        <w:pStyle w:val="ListParagraph"/>
        <w:numPr>
          <w:ilvl w:val="0"/>
          <w:numId w:val="7"/>
        </w:numPr>
        <w:tabs>
          <w:tab w:val="left" w:pos="311"/>
        </w:tabs>
        <w:spacing w:after="0"/>
        <w:rPr>
          <w:rFonts w:ascii="Times New Roman" w:hAnsi="Times New Roman"/>
          <w:sz w:val="24"/>
          <w:szCs w:val="24"/>
        </w:rPr>
      </w:pPr>
      <w:r w:rsidRPr="00C570AB">
        <w:rPr>
          <w:rFonts w:ascii="Times New Roman" w:hAnsi="Times New Roman"/>
          <w:b/>
        </w:rPr>
        <w:t>Група «Журналісти».</w:t>
      </w:r>
    </w:p>
    <w:p w:rsidR="005D5A87" w:rsidRPr="00C570AB" w:rsidRDefault="005D5A87" w:rsidP="00C570AB">
      <w:pPr>
        <w:tabs>
          <w:tab w:val="left" w:pos="311"/>
        </w:tabs>
        <w:ind w:left="360"/>
        <w:rPr>
          <w:rFonts w:ascii="Times New Roman" w:hAnsi="Times New Roman" w:cs="Times New Roman"/>
        </w:rPr>
      </w:pPr>
      <w:r w:rsidRPr="00C570AB">
        <w:rPr>
          <w:rFonts w:ascii="Times New Roman" w:hAnsi="Times New Roman" w:cs="Times New Roman"/>
        </w:rPr>
        <w:t xml:space="preserve"> Розповісти про життя бджіл. </w:t>
      </w:r>
      <w:r w:rsidRPr="00C570AB">
        <w:rPr>
          <w:rFonts w:ascii="Times New Roman" w:hAnsi="Times New Roman" w:cs="Times New Roman"/>
          <w:bCs/>
          <w:i/>
          <w:iCs/>
        </w:rPr>
        <w:t>(По телевізору показ фрагментів мультфільму «Бджілка Юля» без звуку).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lang w:val="ru-RU"/>
        </w:rPr>
        <w:t xml:space="preserve">      </w:t>
      </w:r>
      <w:r w:rsidRPr="00FE3DB0">
        <w:rPr>
          <w:rFonts w:ascii="Times New Roman" w:hAnsi="Times New Roman" w:cs="Times New Roman"/>
        </w:rPr>
        <w:t>Бджоли живуть великими сім’ями. Між членами існує чіткий розподіл доручень. Наймолодші бджоли, яким ми</w:t>
      </w:r>
      <w:r w:rsidRPr="00FE3DB0">
        <w:rPr>
          <w:rFonts w:ascii="Times New Roman" w:hAnsi="Times New Roman" w:cs="Times New Roman"/>
        </w:rPr>
        <w:softHyphen/>
        <w:t>нуло 3—4 дні від народження, прибирають у вулику. А коли трішки підростуть, зміцніють, починають годувати маленьких діток, навчають їх.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lang w:val="ru-RU"/>
        </w:rPr>
        <w:t xml:space="preserve">  </w:t>
      </w: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lang w:val="ru-RU"/>
        </w:rPr>
        <w:t xml:space="preserve"> </w:t>
      </w:r>
      <w:r w:rsidRPr="00FE3DB0">
        <w:rPr>
          <w:rFonts w:ascii="Times New Roman" w:hAnsi="Times New Roman" w:cs="Times New Roman"/>
          <w:lang w:val="ru-RU"/>
        </w:rPr>
        <w:t xml:space="preserve">   </w:t>
      </w:r>
      <w:r w:rsidRPr="00FE3DB0">
        <w:rPr>
          <w:rFonts w:ascii="Times New Roman" w:hAnsi="Times New Roman" w:cs="Times New Roman"/>
        </w:rPr>
        <w:t>Коли їм виповниться 2 тижні, вони залучаються до будівництва. А на 20-ий день свого життя вилітають зби</w:t>
      </w:r>
      <w:r w:rsidRPr="00FE3DB0">
        <w:rPr>
          <w:rFonts w:ascii="Times New Roman" w:hAnsi="Times New Roman" w:cs="Times New Roman"/>
        </w:rPr>
        <w:softHyphen/>
        <w:t>рати нектар.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Старі бджоли теж працюють. Вони носять воду. Вода потрібна для приготування спеціальної кашки і для охо</w:t>
      </w:r>
      <w:r w:rsidRPr="00FE3DB0">
        <w:rPr>
          <w:rFonts w:ascii="Times New Roman" w:hAnsi="Times New Roman" w:cs="Times New Roman"/>
        </w:rPr>
        <w:softHyphen/>
        <w:t>лодження у спеку.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Є у бджолиній сім’ї вартові. Головна бджола — матка. Вона відкладає яйця. Усі члени сім’ї ставляться до неї шанобливо: годують, оберігають її.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>Вік бджоли недовгий — усього 40—60 днів. Лише мат</w:t>
      </w:r>
      <w:r w:rsidRPr="00FE3DB0">
        <w:rPr>
          <w:rFonts w:ascii="Times New Roman" w:hAnsi="Times New Roman" w:cs="Times New Roman"/>
        </w:rPr>
        <w:softHyphen/>
        <w:t>ка живе 3—5 років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Бджілки — великі трудівниці. Вони весь час працюють.Є у бджілок і розвідниці. Вони відшукують медоносні рослини і негайно повідомляють про них бджолину сім’ю. </w:t>
      </w:r>
    </w:p>
    <w:p w:rsidR="005D5A87" w:rsidRPr="00FE3DB0" w:rsidRDefault="005D5A87" w:rsidP="00AF798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Cs/>
        </w:rPr>
        <w:t>Бджолине королівство готується до зими вже в серпні. Перше, що вони роблять, — виганяють із вулика трутнів. Адже трутні — бджоли, які не працюють.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AF7985">
      <w:pPr>
        <w:rPr>
          <w:rFonts w:ascii="Times New Roman" w:hAnsi="Times New Roman" w:cs="Times New Roman"/>
          <w:bCs/>
          <w:lang w:val="ru-RU"/>
        </w:rPr>
      </w:pPr>
      <w:r w:rsidRPr="00FE3DB0">
        <w:rPr>
          <w:rFonts w:ascii="Times New Roman" w:hAnsi="Times New Roman" w:cs="Times New Roman"/>
          <w:b/>
          <w:bCs/>
          <w:lang w:val="ru-RU"/>
        </w:rPr>
        <w:t xml:space="preserve">  </w:t>
      </w:r>
      <w:r w:rsidRPr="00FE3DB0">
        <w:rPr>
          <w:rFonts w:ascii="Times New Roman" w:hAnsi="Times New Roman" w:cs="Times New Roman"/>
          <w:bCs/>
        </w:rPr>
        <w:t>Вхід у вулик тепер ще ретельніше охороняється. Навіть уночі бджоли не знімають вартових.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FE3DB0">
      <w:pPr>
        <w:rPr>
          <w:rFonts w:ascii="Times New Roman" w:hAnsi="Times New Roman" w:cs="Times New Roman"/>
          <w:b/>
          <w:lang w:val="ru-RU"/>
        </w:rPr>
      </w:pPr>
      <w:r w:rsidRPr="00FE3DB0">
        <w:rPr>
          <w:rFonts w:ascii="Times New Roman" w:hAnsi="Times New Roman" w:cs="Times New Roman"/>
          <w:bCs/>
        </w:rPr>
        <w:t>Якщо вхід у вулик великий, бджоли за</w:t>
      </w:r>
      <w:r w:rsidRPr="00FE3DB0">
        <w:rPr>
          <w:rFonts w:ascii="Times New Roman" w:hAnsi="Times New Roman" w:cs="Times New Roman"/>
          <w:bCs/>
        </w:rPr>
        <w:softHyphen/>
        <w:t>клеюють його прополісом, щоб не виходило тепло. Також прополісом за</w:t>
      </w:r>
      <w:r w:rsidRPr="00FE3DB0">
        <w:rPr>
          <w:rFonts w:ascii="Times New Roman" w:hAnsi="Times New Roman" w:cs="Times New Roman"/>
          <w:bCs/>
        </w:rPr>
        <w:softHyphen/>
        <w:t>мащуються всі щілинки у вулику.</w:t>
      </w:r>
    </w:p>
    <w:p w:rsidR="005D5A87" w:rsidRPr="00FE3DB0" w:rsidRDefault="005D5A87" w:rsidP="00793DEE">
      <w:pPr>
        <w:tabs>
          <w:tab w:val="left" w:pos="316"/>
        </w:tabs>
        <w:rPr>
          <w:rFonts w:ascii="Times New Roman" w:hAnsi="Times New Roman" w:cs="Times New Roman"/>
          <w:b/>
        </w:rPr>
      </w:pPr>
      <w:r w:rsidRPr="00FE3DB0">
        <w:rPr>
          <w:rFonts w:ascii="Times New Roman" w:hAnsi="Times New Roman" w:cs="Times New Roman"/>
          <w:b/>
        </w:rPr>
        <w:t xml:space="preserve">Учитель </w:t>
      </w:r>
    </w:p>
    <w:p w:rsidR="005D5A87" w:rsidRPr="00FE3DB0" w:rsidRDefault="005D5A87" w:rsidP="00793DEE">
      <w:pPr>
        <w:tabs>
          <w:tab w:val="left" w:pos="316"/>
        </w:tabs>
        <w:rPr>
          <w:rFonts w:ascii="Times New Roman" w:hAnsi="Times New Roman" w:cs="Times New Roman"/>
          <w:b/>
        </w:rPr>
      </w:pPr>
      <w:r w:rsidRPr="00FE3DB0">
        <w:rPr>
          <w:rFonts w:ascii="Times New Roman" w:hAnsi="Times New Roman" w:cs="Times New Roman"/>
          <w:b/>
        </w:rPr>
        <w:t>Хвилинка ерудита. «Мозковий штурм».</w:t>
      </w:r>
    </w:p>
    <w:p w:rsidR="005D5A87" w:rsidRPr="00FE3DB0" w:rsidRDefault="005D5A87" w:rsidP="00793DEE">
      <w:pPr>
        <w:tabs>
          <w:tab w:val="left" w:pos="321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Яка бджола? (Коричнева, з жовтими смугами)</w:t>
      </w:r>
    </w:p>
    <w:p w:rsidR="005D5A87" w:rsidRPr="00FE3DB0" w:rsidRDefault="005D5A87" w:rsidP="00793DEE">
      <w:pPr>
        <w:tabs>
          <w:tab w:val="left" w:pos="335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Скільки у бджоли лапок? (6)</w:t>
      </w:r>
    </w:p>
    <w:p w:rsidR="005D5A87" w:rsidRPr="00FE3DB0" w:rsidRDefault="005D5A87" w:rsidP="00793DEE">
      <w:pPr>
        <w:tabs>
          <w:tab w:val="left" w:pos="321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Які кінцівки у бджоли? (Волохаті)</w:t>
      </w:r>
    </w:p>
    <w:p w:rsidR="005D5A87" w:rsidRPr="00FE3DB0" w:rsidRDefault="005D5A87" w:rsidP="00793DEE">
      <w:pPr>
        <w:tabs>
          <w:tab w:val="left" w:pos="335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bCs/>
          <w:i/>
          <w:iCs/>
        </w:rPr>
        <w:t>—</w:t>
      </w:r>
      <w:r w:rsidRPr="00FE3DB0">
        <w:rPr>
          <w:rFonts w:ascii="Times New Roman" w:hAnsi="Times New Roman" w:cs="Times New Roman"/>
          <w:b/>
          <w:bCs/>
          <w:i/>
          <w:iCs/>
        </w:rPr>
        <w:tab/>
        <w:t>Що робить бджілка ніжками? (Збирає пилок)</w:t>
      </w:r>
    </w:p>
    <w:p w:rsidR="005D5A87" w:rsidRPr="00FE3DB0" w:rsidRDefault="005D5A87" w:rsidP="00793DEE">
      <w:pPr>
        <w:tabs>
          <w:tab w:val="left" w:pos="335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Скільки очей у бджілки? (5)</w:t>
      </w:r>
    </w:p>
    <w:p w:rsidR="005D5A87" w:rsidRPr="00FE3DB0" w:rsidRDefault="005D5A87" w:rsidP="00793DEE">
      <w:pPr>
        <w:tabs>
          <w:tab w:val="left" w:pos="484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—Які кольори розрізняють бджілки? (Білий, синій, жов</w:t>
      </w:r>
      <w:r w:rsidRPr="00FE3DB0">
        <w:rPr>
          <w:rFonts w:ascii="Times New Roman" w:hAnsi="Times New Roman" w:cs="Times New Roman"/>
        </w:rPr>
        <w:softHyphen/>
        <w:t>тий).</w:t>
      </w:r>
    </w:p>
    <w:p w:rsidR="005D5A87" w:rsidRPr="00FE3DB0" w:rsidRDefault="005D5A87" w:rsidP="00793DEE">
      <w:pPr>
        <w:tabs>
          <w:tab w:val="left" w:pos="330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Чим бджілка набирає нектар? (Хоботком)</w:t>
      </w:r>
    </w:p>
    <w:p w:rsidR="005D5A87" w:rsidRPr="00FE3DB0" w:rsidRDefault="005D5A87" w:rsidP="00793DEE">
      <w:pPr>
        <w:tabs>
          <w:tab w:val="left" w:pos="335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bCs/>
          <w:i/>
          <w:iCs/>
        </w:rPr>
        <w:t>—</w:t>
      </w:r>
      <w:r w:rsidRPr="00FE3DB0">
        <w:rPr>
          <w:rFonts w:ascii="Times New Roman" w:hAnsi="Times New Roman" w:cs="Times New Roman"/>
          <w:b/>
          <w:bCs/>
          <w:i/>
          <w:iCs/>
        </w:rPr>
        <w:tab/>
        <w:t>Куди вона несе нектар? (У вулик)</w:t>
      </w:r>
    </w:p>
    <w:p w:rsidR="005D5A87" w:rsidRPr="00FE3DB0" w:rsidRDefault="005D5A87" w:rsidP="00793DEE">
      <w:pPr>
        <w:tabs>
          <w:tab w:val="left" w:pos="335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Хто головний у бджолиній сім’ї? (Матка)</w:t>
      </w:r>
    </w:p>
    <w:p w:rsidR="005D5A87" w:rsidRPr="00FE3DB0" w:rsidRDefault="005D5A87" w:rsidP="00793DEE">
      <w:pPr>
        <w:tabs>
          <w:tab w:val="left" w:pos="537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—Що роблять бджоли на квітці? (Запилюють, збира</w:t>
      </w:r>
      <w:r w:rsidRPr="00FE3DB0">
        <w:rPr>
          <w:rFonts w:ascii="Times New Roman" w:hAnsi="Times New Roman" w:cs="Times New Roman"/>
        </w:rPr>
        <w:softHyphen/>
        <w:t>ють нектар).</w:t>
      </w:r>
    </w:p>
    <w:p w:rsidR="005D5A87" w:rsidRPr="00FE3DB0" w:rsidRDefault="005D5A87" w:rsidP="00DF7515">
      <w:pPr>
        <w:tabs>
          <w:tab w:val="left" w:pos="326"/>
        </w:tabs>
        <w:rPr>
          <w:rFonts w:ascii="Times New Roman" w:hAnsi="Times New Roman" w:cs="Times New Roman"/>
          <w:lang w:val="ru-RU"/>
        </w:rPr>
      </w:pPr>
    </w:p>
    <w:p w:rsidR="005D5A87" w:rsidRPr="00FF4B6D" w:rsidRDefault="005D5A87" w:rsidP="00FF4B6D">
      <w:pPr>
        <w:pStyle w:val="ListParagraph"/>
        <w:numPr>
          <w:ilvl w:val="0"/>
          <w:numId w:val="7"/>
        </w:numPr>
        <w:tabs>
          <w:tab w:val="left" w:pos="326"/>
          <w:tab w:val="left" w:pos="527"/>
        </w:tabs>
        <w:spacing w:after="0"/>
        <w:rPr>
          <w:rFonts w:ascii="Times New Roman" w:hAnsi="Times New Roman"/>
          <w:b/>
          <w:sz w:val="24"/>
          <w:szCs w:val="24"/>
        </w:rPr>
      </w:pPr>
      <w:r w:rsidRPr="00FF4B6D">
        <w:rPr>
          <w:rFonts w:ascii="Times New Roman" w:hAnsi="Times New Roman"/>
          <w:b/>
        </w:rPr>
        <w:t xml:space="preserve">Група «Поетів». </w:t>
      </w:r>
    </w:p>
    <w:p w:rsidR="005D5A87" w:rsidRPr="00FF4B6D" w:rsidRDefault="005D5A87" w:rsidP="00FF4B6D">
      <w:pPr>
        <w:tabs>
          <w:tab w:val="left" w:pos="0"/>
        </w:tabs>
        <w:rPr>
          <w:rFonts w:ascii="Times New Roman" w:hAnsi="Times New Roman" w:cs="Times New Roman"/>
          <w:b/>
          <w:lang w:val="ru-RU"/>
        </w:rPr>
      </w:pPr>
      <w:r w:rsidRPr="00FF4B6D">
        <w:rPr>
          <w:rFonts w:ascii="Times New Roman" w:hAnsi="Times New Roman" w:cs="Times New Roman"/>
          <w:b/>
        </w:rPr>
        <w:t xml:space="preserve">Учень </w:t>
      </w:r>
      <w:r w:rsidRPr="00FF4B6D">
        <w:rPr>
          <w:rFonts w:ascii="Times New Roman" w:hAnsi="Times New Roman" w:cs="Times New Roman"/>
        </w:rPr>
        <w:t>Згадати медові твори, які вивчили готуючись до уроку.</w:t>
      </w:r>
      <w:r w:rsidRPr="00FF4B6D">
        <w:rPr>
          <w:rFonts w:ascii="Times New Roman" w:hAnsi="Times New Roman" w:cs="Times New Roman"/>
          <w:lang w:val="ru-RU"/>
        </w:rPr>
        <w:t xml:space="preserve"> </w:t>
      </w:r>
      <w:r w:rsidRPr="00FF4B6D">
        <w:rPr>
          <w:rFonts w:ascii="Times New Roman" w:hAnsi="Times New Roman" w:cs="Times New Roman"/>
        </w:rPr>
        <w:t>У нас у вуликах є свої працьовиті бджілки-поети. Послухайте їхні медові твори.</w:t>
      </w:r>
    </w:p>
    <w:p w:rsidR="005D5A87" w:rsidRPr="00FE3DB0" w:rsidRDefault="005D5A87" w:rsidP="00FE3DB0">
      <w:pPr>
        <w:tabs>
          <w:tab w:val="left" w:pos="326"/>
          <w:tab w:val="left" w:pos="527"/>
        </w:tabs>
        <w:ind w:left="360"/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  <w:lang w:val="ru-RU"/>
        </w:rPr>
        <w:t xml:space="preserve"> </w:t>
      </w:r>
      <w:r w:rsidRPr="00FE3DB0">
        <w:rPr>
          <w:rFonts w:ascii="Times New Roman" w:hAnsi="Times New Roman" w:cs="Times New Roman"/>
          <w:b/>
        </w:rPr>
        <w:t>Бджілки і мед</w:t>
      </w:r>
    </w:p>
    <w:p w:rsidR="005D5A87" w:rsidRPr="00FE3DB0" w:rsidRDefault="005D5A87" w:rsidP="00FE3DB0">
      <w:pPr>
        <w:tabs>
          <w:tab w:val="left" w:pos="326"/>
          <w:tab w:val="left" w:pos="527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Бджілки — гарні трудівниці,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Нас запрошують в крамниці.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Меду там — ціла гора,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Поспішаймо, дітвора!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Мед гречаний, мед із липи,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І квітковий, лановий.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Він корисний, дуже чистий,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А смачний!.. Скуштуй мерщій!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Бджілки люблять працювати,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Усі квітки облітати.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Мед чудовий назбирати,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Малих діток частувати.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Будуть діти ласувати,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Бджілці шану віддавати.</w:t>
      </w:r>
    </w:p>
    <w:p w:rsidR="005D5A87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lang w:val="ru-RU"/>
        </w:rPr>
        <w:t>Учень</w:t>
      </w:r>
      <w:r w:rsidRPr="00FE3DB0">
        <w:rPr>
          <w:rFonts w:ascii="Times New Roman" w:hAnsi="Times New Roman" w:cs="Times New Roman"/>
        </w:rPr>
        <w:t xml:space="preserve"> 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Бджілки на </w:t>
      </w:r>
      <w:r w:rsidRPr="00FE3DB0">
        <w:rPr>
          <w:rFonts w:ascii="Times New Roman" w:hAnsi="Times New Roman" w:cs="Times New Roman"/>
          <w:lang w:val="ru-RU"/>
        </w:rPr>
        <w:t>к</w:t>
      </w:r>
      <w:r w:rsidRPr="00FE3DB0">
        <w:rPr>
          <w:rFonts w:ascii="Times New Roman" w:hAnsi="Times New Roman" w:cs="Times New Roman"/>
        </w:rPr>
        <w:t>вітки сідали,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Бджілки меду назбирали.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Поскладали </w:t>
      </w:r>
      <w:r w:rsidRPr="00FE3DB0">
        <w:rPr>
          <w:rFonts w:ascii="Times New Roman" w:hAnsi="Times New Roman" w:cs="Times New Roman"/>
          <w:lang w:val="ru-RU"/>
        </w:rPr>
        <w:t>й</w:t>
      </w:r>
      <w:r w:rsidRPr="00FE3DB0">
        <w:rPr>
          <w:rFonts w:ascii="Times New Roman" w:hAnsi="Times New Roman" w:cs="Times New Roman"/>
        </w:rPr>
        <w:t>ого в соти,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Щоб, коли прийде година,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Частувала вся родина.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 Запитав себе ведмідь: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«Нащо бджолам мед носить?»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Але потім зрозумів, —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Щоб ведмідь той мед,і з’їв!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Бджілки і мед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Бджілки влітку скрізь літають,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В полі, в лузі мед збирають 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Й діточок ним пригощають,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Щоб росли ми всі кмітливі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 І веселі, і щасливі.</w:t>
      </w:r>
    </w:p>
    <w:p w:rsidR="005D5A87" w:rsidRPr="00FE3DB0" w:rsidRDefault="005D5A87" w:rsidP="00FE3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Літає жовта бджілка 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З листочка на листок,</w:t>
      </w:r>
    </w:p>
    <w:p w:rsidR="005D5A87" w:rsidRPr="00FE3DB0" w:rsidRDefault="005D5A87" w:rsidP="00DF7515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Духмяний і солодкий 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Збирає нам медок.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Учень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Летить бджілка на квіточку,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Принесе медок діточкам.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Буде діточкам смачненько,</w:t>
      </w:r>
    </w:p>
    <w:p w:rsidR="005D5A87" w:rsidRPr="00FE3DB0" w:rsidRDefault="005D5A87" w:rsidP="00DF751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Корисно й солоденько.</w:t>
      </w:r>
    </w:p>
    <w:p w:rsidR="005D5A87" w:rsidRPr="00FE3DB0" w:rsidRDefault="005D5A87" w:rsidP="00793DEE">
      <w:pPr>
        <w:tabs>
          <w:tab w:val="left" w:pos="321"/>
        </w:tabs>
        <w:rPr>
          <w:rFonts w:ascii="Times New Roman" w:hAnsi="Times New Roman" w:cs="Times New Roman"/>
          <w:b/>
          <w:lang w:val="ru-RU"/>
        </w:rPr>
      </w:pPr>
    </w:p>
    <w:p w:rsidR="005D5A87" w:rsidRPr="00FE3DB0" w:rsidRDefault="005D5A87" w:rsidP="00793DEE">
      <w:pPr>
        <w:tabs>
          <w:tab w:val="left" w:pos="321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lang w:val="ru-RU"/>
        </w:rPr>
        <w:t>5</w:t>
      </w:r>
      <w:r>
        <w:rPr>
          <w:rFonts w:ascii="Times New Roman" w:hAnsi="Times New Roman" w:cs="Times New Roman"/>
          <w:b/>
          <w:lang w:val="ru-RU"/>
        </w:rPr>
        <w:t xml:space="preserve"> г</w:t>
      </w:r>
      <w:r w:rsidRPr="00FE3DB0">
        <w:rPr>
          <w:rFonts w:ascii="Times New Roman" w:hAnsi="Times New Roman" w:cs="Times New Roman"/>
          <w:b/>
        </w:rPr>
        <w:t>рупа «Рекламні агенти». Розказати про корись меду.</w:t>
      </w:r>
    </w:p>
    <w:p w:rsidR="005D5A87" w:rsidRPr="00FE3DB0" w:rsidRDefault="005D5A87" w:rsidP="000E17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E3DB0">
        <w:rPr>
          <w:rFonts w:ascii="Times New Roman" w:hAnsi="Times New Roman" w:cs="Times New Roman"/>
        </w:rPr>
        <w:t>Для того, щоб всі остаточно переконалися у тому, що мед — цілющий і смачний продукт, проведемо рекламу.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bCs/>
          <w:i/>
          <w:iCs/>
        </w:rPr>
        <w:t>(Реклама меду, зубної пасти, шампуню, крему, ліків. Учні декламують вірші, які склали разом з батьками).</w:t>
      </w:r>
    </w:p>
    <w:p w:rsidR="005D5A87" w:rsidRPr="00FE3DB0" w:rsidRDefault="005D5A87" w:rsidP="00793DEE">
      <w:pPr>
        <w:rPr>
          <w:rFonts w:ascii="Times New Roman" w:hAnsi="Times New Roman" w:cs="Times New Roman"/>
          <w:b/>
        </w:rPr>
      </w:pPr>
      <w:r w:rsidRPr="00FE3DB0">
        <w:rPr>
          <w:rFonts w:ascii="Times New Roman" w:hAnsi="Times New Roman" w:cs="Times New Roman"/>
          <w:b/>
        </w:rPr>
        <w:t>Зубна паста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Здорові зуби, ясна, імунітет.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Паста з прополісом — і весь секрет.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Бджілка невтомно прополіс збирає.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Чистити зуби маляток навчає.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Хай не загубиться чистий нектар.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Зубкам здоров’я дає він у дар.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Паста з прополісом — це не секрет —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Смакує усім, мов справжнісінький мед.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Паста з прополісом — дуже корисно.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Нам не зашкодить ні тюбик, ні триста.</w:t>
      </w:r>
    </w:p>
    <w:p w:rsidR="005D5A87" w:rsidRPr="00FE3DB0" w:rsidRDefault="005D5A87" w:rsidP="00FE3DB0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  <w:b/>
          <w:bCs/>
          <w:i/>
          <w:iCs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Бджілка добре працювала. 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Нам медочку назбирала. 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Прилетіла до хатинки 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>— Подарувала нам смішинки.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 Посміхається сім’я, —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Білі зуби маю я!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Паста із прополісом,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Зуби — як сніг на полюсі.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Зубки чиститимуть діти Пастою з прополісом.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І уважний стоматолог їм не зробить болісно.</w:t>
      </w:r>
    </w:p>
    <w:p w:rsidR="005D5A87" w:rsidRPr="00FE3DB0" w:rsidRDefault="005D5A87" w:rsidP="00645725">
      <w:pPr>
        <w:rPr>
          <w:rFonts w:ascii="Times New Roman" w:hAnsi="Times New Roman" w:cs="Times New Roman"/>
          <w:b/>
          <w:bCs/>
          <w:i/>
          <w:iCs/>
          <w:lang w:val="ru-RU"/>
        </w:rPr>
      </w:pPr>
      <w:r w:rsidRPr="00FE3DB0">
        <w:rPr>
          <w:rFonts w:ascii="Times New Roman" w:hAnsi="Times New Roman" w:cs="Times New Roman"/>
          <w:b/>
          <w:bCs/>
          <w:i/>
          <w:iCs/>
          <w:lang w:val="ru-RU"/>
        </w:rPr>
        <w:t>Учень</w:t>
      </w:r>
    </w:p>
    <w:p w:rsidR="005D5A87" w:rsidRPr="00FE3DB0" w:rsidRDefault="005D5A87" w:rsidP="00645725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 «Бленд-а-мед» з прополісом — найкраща паста для зубів та ясен. Прополіс — це природний засіб, який лікує та знищує бактерії. Він захистить ваші зубки від карієсу.</w:t>
      </w:r>
    </w:p>
    <w:p w:rsidR="005D5A87" w:rsidRPr="00FE3DB0" w:rsidRDefault="005D5A87" w:rsidP="00645725">
      <w:pPr>
        <w:rPr>
          <w:rFonts w:ascii="Times New Roman" w:hAnsi="Times New Roman" w:cs="Times New Roman"/>
          <w:b/>
          <w:bCs/>
          <w:i/>
          <w:iCs/>
          <w:lang w:val="ru-RU"/>
        </w:rPr>
      </w:pPr>
      <w:r w:rsidRPr="00FE3DB0">
        <w:rPr>
          <w:rFonts w:ascii="Times New Roman" w:hAnsi="Times New Roman" w:cs="Times New Roman"/>
          <w:b/>
          <w:bCs/>
          <w:i/>
          <w:iCs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Крем медовий смачно пахне. 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Мабуть, я б його і з’їв.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Та розгнівається мама,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Бо для неї буде драма.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Адже кажуть у рекламі,</w:t>
      </w:r>
    </w:p>
    <w:p w:rsidR="005D5A87" w:rsidRPr="00FE3DB0" w:rsidRDefault="005D5A87" w:rsidP="00793DEE">
      <w:pPr>
        <w:tabs>
          <w:tab w:val="left" w:pos="1290"/>
        </w:tabs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>Що від зморшок крем духмяний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bCs/>
          <w:i/>
          <w:iCs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  <w:b/>
        </w:rPr>
      </w:pPr>
      <w:r w:rsidRPr="00FE3DB0">
        <w:rPr>
          <w:rFonts w:ascii="Times New Roman" w:hAnsi="Times New Roman" w:cs="Times New Roman"/>
          <w:b/>
        </w:rPr>
        <w:t>Ліки з медом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Наші ліки на меду 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Відведуть страшну біду.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Ніяких побічних дій,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І здоров’ям володій.</w:t>
      </w:r>
    </w:p>
    <w:p w:rsidR="005D5A87" w:rsidRPr="00FE3DB0" w:rsidRDefault="005D5A87" w:rsidP="00645725">
      <w:pPr>
        <w:rPr>
          <w:rFonts w:ascii="Times New Roman" w:hAnsi="Times New Roman" w:cs="Times New Roman"/>
          <w:b/>
          <w:bCs/>
          <w:i/>
          <w:iCs/>
          <w:lang w:val="ru-RU"/>
        </w:rPr>
      </w:pPr>
      <w:r w:rsidRPr="00FE3DB0">
        <w:rPr>
          <w:rFonts w:ascii="Times New Roman" w:hAnsi="Times New Roman" w:cs="Times New Roman"/>
          <w:b/>
          <w:bCs/>
          <w:i/>
          <w:iCs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Я — пігулка на меду,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До здоров’я всіх веду.</w:t>
      </w:r>
    </w:p>
    <w:p w:rsidR="005D5A87" w:rsidRPr="00FE3DB0" w:rsidRDefault="005D5A87" w:rsidP="00645725">
      <w:pPr>
        <w:rPr>
          <w:rFonts w:ascii="Times New Roman" w:hAnsi="Times New Roman" w:cs="Times New Roman"/>
          <w:b/>
          <w:bCs/>
          <w:i/>
          <w:iCs/>
          <w:lang w:val="ru-RU"/>
        </w:rPr>
      </w:pPr>
      <w:r w:rsidRPr="00FE3DB0">
        <w:rPr>
          <w:rFonts w:ascii="Times New Roman" w:hAnsi="Times New Roman" w:cs="Times New Roman"/>
          <w:b/>
          <w:bCs/>
          <w:i/>
          <w:iCs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Краще ліків світ не знає 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Тих, що з меду виробляють.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>Завдяки малій бджолі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 xml:space="preserve"> Скажем ми хворобі: «Ні!»</w:t>
      </w:r>
    </w:p>
    <w:p w:rsidR="005D5A87" w:rsidRPr="00FE3DB0" w:rsidRDefault="005D5A87" w:rsidP="00645725">
      <w:pPr>
        <w:rPr>
          <w:rFonts w:ascii="Times New Roman" w:hAnsi="Times New Roman" w:cs="Times New Roman"/>
          <w:b/>
          <w:bCs/>
          <w:i/>
          <w:iCs/>
          <w:lang w:val="ru-RU"/>
        </w:rPr>
      </w:pPr>
      <w:r w:rsidRPr="00FE3DB0">
        <w:rPr>
          <w:rFonts w:ascii="Times New Roman" w:hAnsi="Times New Roman" w:cs="Times New Roman"/>
          <w:b/>
          <w:bCs/>
          <w:i/>
          <w:iCs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Скільки ж користі в медку 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Й не порахувати.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З ним хворобу будь-яку 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Легко подолати.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Ти медок щодня куштуй,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Сили набирайся.</w:t>
      </w:r>
    </w:p>
    <w:p w:rsidR="005D5A87" w:rsidRPr="00FE3DB0" w:rsidRDefault="005D5A87" w:rsidP="00793DEE">
      <w:pPr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</w:rPr>
        <w:t xml:space="preserve">І з недугами своїми 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Швиденько прощайся.</w:t>
      </w:r>
    </w:p>
    <w:p w:rsidR="005D5A87" w:rsidRPr="00FE3DB0" w:rsidRDefault="005D5A87" w:rsidP="00645725">
      <w:pPr>
        <w:rPr>
          <w:rFonts w:ascii="Times New Roman" w:hAnsi="Times New Roman" w:cs="Times New Roman"/>
          <w:b/>
          <w:bCs/>
          <w:i/>
          <w:iCs/>
          <w:lang w:val="ru-RU"/>
        </w:rPr>
      </w:pPr>
      <w:r w:rsidRPr="00FE3DB0">
        <w:rPr>
          <w:rFonts w:ascii="Times New Roman" w:hAnsi="Times New Roman" w:cs="Times New Roman"/>
          <w:b/>
          <w:bCs/>
          <w:i/>
          <w:iCs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Облітали бджілки квітки,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Меду в соти наносили.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Потрудились бджілки влітку,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Щоб всю зиму дітки їли,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Щоб були веселі дітки І ніколи не хворіли.</w:t>
      </w:r>
    </w:p>
    <w:p w:rsidR="005D5A87" w:rsidRPr="00FE3DB0" w:rsidRDefault="005D5A87" w:rsidP="00645725">
      <w:pPr>
        <w:rPr>
          <w:rFonts w:ascii="Times New Roman" w:hAnsi="Times New Roman" w:cs="Times New Roman"/>
          <w:b/>
          <w:bCs/>
          <w:i/>
          <w:iCs/>
          <w:lang w:val="ru-RU"/>
        </w:rPr>
      </w:pPr>
      <w:r w:rsidRPr="00FE3DB0">
        <w:rPr>
          <w:rFonts w:ascii="Times New Roman" w:hAnsi="Times New Roman" w:cs="Times New Roman"/>
          <w:b/>
          <w:bCs/>
          <w:i/>
          <w:iCs/>
          <w:lang w:val="ru-RU"/>
        </w:rPr>
        <w:t>Учень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Шампунь «Медуниця» —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Справжнісінький дар.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Ввібравши у себе енергію сонця,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Безкраїх полів квітковий нектар,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Дарує всім людям розкішне волосся,</w:t>
      </w:r>
    </w:p>
    <w:p w:rsidR="005D5A87" w:rsidRPr="00FE3DB0" w:rsidRDefault="005D5A87" w:rsidP="00FE3DB0">
      <w:pPr>
        <w:rPr>
          <w:rFonts w:ascii="Times New Roman" w:hAnsi="Times New Roman" w:cs="Times New Roman"/>
          <w:b/>
          <w:lang w:val="ru-RU"/>
        </w:rPr>
      </w:pPr>
      <w:r w:rsidRPr="00FE3DB0">
        <w:rPr>
          <w:rFonts w:ascii="Times New Roman" w:hAnsi="Times New Roman" w:cs="Times New Roman"/>
        </w:rPr>
        <w:t>Веселі усмішки і радість в очах.</w:t>
      </w:r>
    </w:p>
    <w:p w:rsidR="005D5A87" w:rsidRPr="00FE3DB0" w:rsidRDefault="005D5A87" w:rsidP="00C469C5">
      <w:pPr>
        <w:tabs>
          <w:tab w:val="left" w:pos="316"/>
        </w:tabs>
        <w:rPr>
          <w:rFonts w:ascii="Times New Roman" w:hAnsi="Times New Roman" w:cs="Times New Roman"/>
          <w:b/>
        </w:rPr>
      </w:pPr>
    </w:p>
    <w:p w:rsidR="005D5A87" w:rsidRPr="00FE3DB0" w:rsidRDefault="005D5A87" w:rsidP="00C469C5">
      <w:pPr>
        <w:tabs>
          <w:tab w:val="left" w:pos="31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V.</w:t>
      </w:r>
      <w:r w:rsidRPr="00FE3DB0">
        <w:rPr>
          <w:rFonts w:ascii="Times New Roman" w:hAnsi="Times New Roman" w:cs="Times New Roman"/>
          <w:b/>
        </w:rPr>
        <w:tab/>
        <w:t>Хвилинка ерудита. «Мозковий штурм».</w:t>
      </w:r>
    </w:p>
    <w:p w:rsidR="005D5A87" w:rsidRPr="00FE3DB0" w:rsidRDefault="005D5A87" w:rsidP="00C469C5">
      <w:pPr>
        <w:tabs>
          <w:tab w:val="left" w:pos="321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Яка бджола? (Коричнева, з жовтими смугами)</w:t>
      </w:r>
    </w:p>
    <w:p w:rsidR="005D5A87" w:rsidRPr="00FE3DB0" w:rsidRDefault="005D5A87" w:rsidP="00C469C5">
      <w:pPr>
        <w:tabs>
          <w:tab w:val="left" w:pos="335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Скільки у бджоли лапок? (6)</w:t>
      </w:r>
    </w:p>
    <w:p w:rsidR="005D5A87" w:rsidRPr="00FE3DB0" w:rsidRDefault="005D5A87" w:rsidP="00C469C5">
      <w:pPr>
        <w:tabs>
          <w:tab w:val="left" w:pos="321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Які кінцівки у бджоли? (Волохаті)</w:t>
      </w:r>
    </w:p>
    <w:p w:rsidR="005D5A87" w:rsidRPr="00FE3DB0" w:rsidRDefault="005D5A87" w:rsidP="00C469C5">
      <w:pPr>
        <w:tabs>
          <w:tab w:val="left" w:pos="335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bCs/>
          <w:i/>
          <w:iCs/>
        </w:rPr>
        <w:t>—</w:t>
      </w:r>
      <w:r w:rsidRPr="00FE3DB0">
        <w:rPr>
          <w:rFonts w:ascii="Times New Roman" w:hAnsi="Times New Roman" w:cs="Times New Roman"/>
          <w:b/>
          <w:bCs/>
          <w:i/>
          <w:iCs/>
        </w:rPr>
        <w:tab/>
        <w:t>Що робить бджілка ніжками? (Збирає пилок)</w:t>
      </w:r>
    </w:p>
    <w:p w:rsidR="005D5A87" w:rsidRPr="00FE3DB0" w:rsidRDefault="005D5A87" w:rsidP="00C469C5">
      <w:pPr>
        <w:tabs>
          <w:tab w:val="left" w:pos="335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Скільки очей у бджілки? (5)</w:t>
      </w:r>
    </w:p>
    <w:p w:rsidR="005D5A87" w:rsidRPr="00FE3DB0" w:rsidRDefault="005D5A87" w:rsidP="00C469C5">
      <w:pPr>
        <w:tabs>
          <w:tab w:val="left" w:pos="484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Які кольори розрізняють бджілки? (Білий, синій, жов</w:t>
      </w:r>
      <w:r w:rsidRPr="00FE3DB0">
        <w:rPr>
          <w:rFonts w:ascii="Times New Roman" w:hAnsi="Times New Roman" w:cs="Times New Roman"/>
        </w:rPr>
        <w:softHyphen/>
        <w:t>тий).</w:t>
      </w:r>
    </w:p>
    <w:p w:rsidR="005D5A87" w:rsidRPr="00FE3DB0" w:rsidRDefault="005D5A87" w:rsidP="00C469C5">
      <w:pPr>
        <w:tabs>
          <w:tab w:val="left" w:pos="330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Чим бджілка набирає нектар? (Хоботком)</w:t>
      </w:r>
    </w:p>
    <w:p w:rsidR="005D5A87" w:rsidRPr="00FE3DB0" w:rsidRDefault="005D5A87" w:rsidP="00C469C5">
      <w:pPr>
        <w:tabs>
          <w:tab w:val="left" w:pos="335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bCs/>
          <w:i/>
          <w:iCs/>
        </w:rPr>
        <w:t>—</w:t>
      </w:r>
      <w:r w:rsidRPr="00FE3DB0">
        <w:rPr>
          <w:rFonts w:ascii="Times New Roman" w:hAnsi="Times New Roman" w:cs="Times New Roman"/>
          <w:b/>
          <w:bCs/>
          <w:i/>
          <w:iCs/>
        </w:rPr>
        <w:tab/>
        <w:t>Куди вона несе нектар? (У вулик)</w:t>
      </w:r>
    </w:p>
    <w:p w:rsidR="005D5A87" w:rsidRPr="00FE3DB0" w:rsidRDefault="005D5A87" w:rsidP="00C469C5">
      <w:pPr>
        <w:tabs>
          <w:tab w:val="left" w:pos="335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Хто головний у бджолиній сім’ї? (Матка)</w:t>
      </w:r>
    </w:p>
    <w:p w:rsidR="005D5A87" w:rsidRPr="00FE3DB0" w:rsidRDefault="005D5A87" w:rsidP="00C469C5">
      <w:pPr>
        <w:tabs>
          <w:tab w:val="left" w:pos="537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Що роблять бджоли на квітці? (Запилюють, збира</w:t>
      </w:r>
      <w:r w:rsidRPr="00FE3DB0">
        <w:rPr>
          <w:rFonts w:ascii="Times New Roman" w:hAnsi="Times New Roman" w:cs="Times New Roman"/>
        </w:rPr>
        <w:softHyphen/>
        <w:t>ють нектар).</w:t>
      </w:r>
    </w:p>
    <w:p w:rsidR="005D5A87" w:rsidRPr="00C570AB" w:rsidRDefault="005D5A87" w:rsidP="00793DEE">
      <w:pPr>
        <w:tabs>
          <w:tab w:val="left" w:pos="350"/>
        </w:tabs>
        <w:rPr>
          <w:rFonts w:ascii="Times New Roman" w:hAnsi="Times New Roman" w:cs="Times New Roman"/>
          <w:b/>
        </w:rPr>
      </w:pPr>
      <w:r w:rsidRPr="00C570AB">
        <w:rPr>
          <w:rFonts w:ascii="Times New Roman" w:hAnsi="Times New Roman" w:cs="Times New Roman"/>
          <w:b/>
        </w:rPr>
        <w:t>VІ.</w:t>
      </w:r>
      <w:r w:rsidRPr="00C570AB">
        <w:rPr>
          <w:rFonts w:ascii="Times New Roman" w:hAnsi="Times New Roman" w:cs="Times New Roman"/>
          <w:b/>
        </w:rPr>
        <w:tab/>
        <w:t>Підсумок уроку.</w:t>
      </w:r>
    </w:p>
    <w:p w:rsidR="005D5A87" w:rsidRPr="00FE3DB0" w:rsidRDefault="005D5A87" w:rsidP="00793DEE">
      <w:pPr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  <w:b/>
          <w:bCs/>
          <w:i/>
          <w:iCs/>
        </w:rPr>
        <w:t>(Технологія «Дерево рішень»),</w:t>
      </w:r>
    </w:p>
    <w:p w:rsidR="005D5A87" w:rsidRPr="00FE3DB0" w:rsidRDefault="005D5A87" w:rsidP="00793DEE">
      <w:pPr>
        <w:tabs>
          <w:tab w:val="left" w:pos="513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Ви мали змогу переконатись, що саме життя бджілки — це її праця. Бджоли — цінні комахи. Тому не дивно, що їм поставлено три пам’ятники: один у Польщі, два — у Японії. Один із них символізує бджіл, які загинули разом з людьми під час атомного бомбардування в серпні 1945 року міст Хіросіми і Нагасакі.</w:t>
      </w:r>
    </w:p>
    <w:p w:rsidR="005D5A87" w:rsidRPr="00FE3DB0" w:rsidRDefault="005D5A87" w:rsidP="00793DEE">
      <w:pPr>
        <w:tabs>
          <w:tab w:val="left" w:pos="330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Чи мали ми змогу працювати , групах?</w:t>
      </w: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На якому етапі уроку ми виражали своє ставлення до прочитаного?</w:t>
      </w: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</w:rPr>
      </w:pPr>
      <w:r w:rsidRPr="00FE3DB0">
        <w:rPr>
          <w:rFonts w:ascii="Times New Roman" w:hAnsi="Times New Roman" w:cs="Times New Roman"/>
        </w:rPr>
        <w:t>—</w:t>
      </w:r>
      <w:r w:rsidRPr="00FE3DB0">
        <w:rPr>
          <w:rFonts w:ascii="Times New Roman" w:hAnsi="Times New Roman" w:cs="Times New Roman"/>
        </w:rPr>
        <w:tab/>
        <w:t>Ось і завершується наш урок. Зараз ми оцінимо свою роботу та настрій на уроці. Якщо вам було весело і ціка</w:t>
      </w:r>
      <w:r w:rsidRPr="00FE3DB0">
        <w:rPr>
          <w:rFonts w:ascii="Times New Roman" w:hAnsi="Times New Roman" w:cs="Times New Roman"/>
        </w:rPr>
        <w:softHyphen/>
        <w:t>во, добре — намалюйте посмішку бджілці червоним кольором, ЯКЩО НІ — СИНІМ.</w:t>
      </w: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C570AB" w:rsidRDefault="005D5A87" w:rsidP="00793DEE">
      <w:pPr>
        <w:tabs>
          <w:tab w:val="left" w:pos="498"/>
        </w:tabs>
        <w:rPr>
          <w:rFonts w:ascii="Times New Roman" w:hAnsi="Times New Roman" w:cs="Times New Roman"/>
          <w:b/>
          <w:lang w:val="ru-RU"/>
        </w:rPr>
      </w:pPr>
      <w:r w:rsidRPr="00C570AB">
        <w:rPr>
          <w:rFonts w:ascii="Times New Roman" w:hAnsi="Times New Roman" w:cs="Times New Roman"/>
          <w:b/>
        </w:rPr>
        <w:t xml:space="preserve"> VІ. Домашнє завдання</w:t>
      </w:r>
      <w:r w:rsidRPr="00C570AB">
        <w:rPr>
          <w:rFonts w:ascii="Times New Roman" w:hAnsi="Times New Roman" w:cs="Times New Roman"/>
          <w:b/>
          <w:lang w:val="ru-RU"/>
        </w:rPr>
        <w:t>.</w:t>
      </w: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  <w:r w:rsidRPr="00FE3DB0">
        <w:rPr>
          <w:rFonts w:ascii="Times New Roman" w:hAnsi="Times New Roman" w:cs="Times New Roman"/>
          <w:lang w:val="ru-RU"/>
        </w:rPr>
        <w:t>Розкажіть батькам що цікавого ви дізналися на уроці</w:t>
      </w: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793DEE">
      <w:pPr>
        <w:tabs>
          <w:tab w:val="left" w:pos="498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793DEE">
      <w:pPr>
        <w:rPr>
          <w:rFonts w:ascii="Times New Roman" w:hAnsi="Times New Roman" w:cs="Times New Roman"/>
        </w:rPr>
      </w:pPr>
    </w:p>
    <w:p w:rsidR="005D5A87" w:rsidRPr="00FE3DB0" w:rsidRDefault="005D5A87" w:rsidP="00793DEE">
      <w:pPr>
        <w:tabs>
          <w:tab w:val="left" w:pos="1290"/>
        </w:tabs>
        <w:rPr>
          <w:rFonts w:ascii="Times New Roman" w:hAnsi="Times New Roman" w:cs="Times New Roman"/>
          <w:lang w:val="ru-RU"/>
        </w:rPr>
      </w:pPr>
    </w:p>
    <w:p w:rsidR="005D5A87" w:rsidRPr="00FE3DB0" w:rsidRDefault="005D5A87" w:rsidP="005D07F6">
      <w:pPr>
        <w:rPr>
          <w:rFonts w:ascii="Times New Roman" w:hAnsi="Times New Roman" w:cs="Times New Roman"/>
          <w:lang w:val="ru-RU"/>
        </w:rPr>
      </w:pPr>
    </w:p>
    <w:p w:rsidR="005D5A87" w:rsidRPr="00FE3DB0" w:rsidRDefault="005D5A87" w:rsidP="005D07F6">
      <w:pPr>
        <w:rPr>
          <w:rFonts w:ascii="Times New Roman" w:hAnsi="Times New Roman" w:cs="Times New Roman"/>
          <w:lang w:val="ru-RU"/>
        </w:rPr>
      </w:pPr>
    </w:p>
    <w:p w:rsidR="005D5A87" w:rsidRDefault="005D5A87" w:rsidP="005D07F6">
      <w:pPr>
        <w:rPr>
          <w:rFonts w:ascii="Times New Roman" w:hAnsi="Times New Roman" w:cs="Times New Roman"/>
          <w:lang w:val="ru-RU"/>
        </w:rPr>
      </w:pPr>
    </w:p>
    <w:p w:rsidR="005D5A87" w:rsidRPr="00A21563" w:rsidRDefault="005D5A87" w:rsidP="0065586F">
      <w:pPr>
        <w:tabs>
          <w:tab w:val="left" w:pos="214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ab/>
      </w:r>
    </w:p>
    <w:p w:rsidR="005D5A87" w:rsidRPr="00761625" w:rsidRDefault="005D5A87" w:rsidP="005D07F6">
      <w:pPr>
        <w:tabs>
          <w:tab w:val="left" w:pos="2141"/>
        </w:tabs>
        <w:rPr>
          <w:rFonts w:ascii="Times New Roman" w:hAnsi="Times New Roman" w:cs="Times New Roman"/>
        </w:rPr>
      </w:pPr>
    </w:p>
    <w:sectPr w:rsidR="005D5A87" w:rsidRPr="00761625" w:rsidSect="000A3EF9">
      <w:pgSz w:w="11906" w:h="16838"/>
      <w:pgMar w:top="709" w:right="84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3C09"/>
    <w:multiLevelType w:val="hybridMultilevel"/>
    <w:tmpl w:val="499C799C"/>
    <w:lvl w:ilvl="0" w:tplc="B66E17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A37792"/>
    <w:multiLevelType w:val="hybridMultilevel"/>
    <w:tmpl w:val="80C0A83A"/>
    <w:lvl w:ilvl="0" w:tplc="3F82E32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DC5BF4"/>
    <w:multiLevelType w:val="hybridMultilevel"/>
    <w:tmpl w:val="7A544A26"/>
    <w:lvl w:ilvl="0" w:tplc="5178E7F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011D80"/>
    <w:multiLevelType w:val="hybridMultilevel"/>
    <w:tmpl w:val="7F3E042C"/>
    <w:lvl w:ilvl="0" w:tplc="6290BD2E">
      <w:start w:val="3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85225B"/>
    <w:multiLevelType w:val="hybridMultilevel"/>
    <w:tmpl w:val="8A5A32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8F3611"/>
    <w:multiLevelType w:val="hybridMultilevel"/>
    <w:tmpl w:val="29CE2DFC"/>
    <w:lvl w:ilvl="0" w:tplc="54803CD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9034163"/>
    <w:multiLevelType w:val="hybridMultilevel"/>
    <w:tmpl w:val="3A901E90"/>
    <w:lvl w:ilvl="0" w:tplc="C2EC5F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6B6"/>
    <w:rsid w:val="00012C6C"/>
    <w:rsid w:val="000264EE"/>
    <w:rsid w:val="00061CB2"/>
    <w:rsid w:val="0006624F"/>
    <w:rsid w:val="00083085"/>
    <w:rsid w:val="000A2599"/>
    <w:rsid w:val="000A3EF9"/>
    <w:rsid w:val="000B4822"/>
    <w:rsid w:val="000D1C1A"/>
    <w:rsid w:val="000E170B"/>
    <w:rsid w:val="001212C7"/>
    <w:rsid w:val="00145029"/>
    <w:rsid w:val="00173FE4"/>
    <w:rsid w:val="001871CF"/>
    <w:rsid w:val="00187D15"/>
    <w:rsid w:val="001C409F"/>
    <w:rsid w:val="00202512"/>
    <w:rsid w:val="002168D5"/>
    <w:rsid w:val="002D2443"/>
    <w:rsid w:val="002E088A"/>
    <w:rsid w:val="00316916"/>
    <w:rsid w:val="003313DB"/>
    <w:rsid w:val="003A4814"/>
    <w:rsid w:val="003C342B"/>
    <w:rsid w:val="003D2C16"/>
    <w:rsid w:val="004A0860"/>
    <w:rsid w:val="004B729D"/>
    <w:rsid w:val="0050291D"/>
    <w:rsid w:val="005811EA"/>
    <w:rsid w:val="005B50C4"/>
    <w:rsid w:val="005D07F6"/>
    <w:rsid w:val="005D5A87"/>
    <w:rsid w:val="006037EF"/>
    <w:rsid w:val="00636F89"/>
    <w:rsid w:val="00645725"/>
    <w:rsid w:val="0065586F"/>
    <w:rsid w:val="006F73D5"/>
    <w:rsid w:val="00761625"/>
    <w:rsid w:val="007749D2"/>
    <w:rsid w:val="00780129"/>
    <w:rsid w:val="00793DEE"/>
    <w:rsid w:val="007B24DA"/>
    <w:rsid w:val="008161BB"/>
    <w:rsid w:val="00837CB6"/>
    <w:rsid w:val="00844AB6"/>
    <w:rsid w:val="00874258"/>
    <w:rsid w:val="0097425A"/>
    <w:rsid w:val="0097556C"/>
    <w:rsid w:val="009756B6"/>
    <w:rsid w:val="00986AD0"/>
    <w:rsid w:val="009906AE"/>
    <w:rsid w:val="009D567D"/>
    <w:rsid w:val="009D6370"/>
    <w:rsid w:val="00A07A03"/>
    <w:rsid w:val="00A21563"/>
    <w:rsid w:val="00A834E3"/>
    <w:rsid w:val="00AA7F3C"/>
    <w:rsid w:val="00AE406F"/>
    <w:rsid w:val="00AE4E74"/>
    <w:rsid w:val="00AE5E6A"/>
    <w:rsid w:val="00AF7985"/>
    <w:rsid w:val="00B841BA"/>
    <w:rsid w:val="00BF234E"/>
    <w:rsid w:val="00BF53B5"/>
    <w:rsid w:val="00C12AA5"/>
    <w:rsid w:val="00C469C5"/>
    <w:rsid w:val="00C570AB"/>
    <w:rsid w:val="00CD6B43"/>
    <w:rsid w:val="00CF23ED"/>
    <w:rsid w:val="00D27A8D"/>
    <w:rsid w:val="00D87281"/>
    <w:rsid w:val="00DF1157"/>
    <w:rsid w:val="00DF7515"/>
    <w:rsid w:val="00E03010"/>
    <w:rsid w:val="00E04229"/>
    <w:rsid w:val="00E11CCD"/>
    <w:rsid w:val="00E34E6C"/>
    <w:rsid w:val="00E87892"/>
    <w:rsid w:val="00FA4736"/>
    <w:rsid w:val="00FB6C8C"/>
    <w:rsid w:val="00FC3239"/>
    <w:rsid w:val="00FE2677"/>
    <w:rsid w:val="00FE3DB0"/>
    <w:rsid w:val="00FE7C8A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6B6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30">
    <w:name w:val="Pa30"/>
    <w:basedOn w:val="Normal"/>
    <w:next w:val="Normal"/>
    <w:uiPriority w:val="99"/>
    <w:rsid w:val="009756B6"/>
    <w:pPr>
      <w:widowControl/>
      <w:autoSpaceDE w:val="0"/>
      <w:autoSpaceDN w:val="0"/>
      <w:adjustRightInd w:val="0"/>
      <w:spacing w:line="181" w:lineRule="atLeast"/>
    </w:pPr>
    <w:rPr>
      <w:rFonts w:ascii="Myriad Pro" w:hAnsi="Myriad Pro" w:cs="Times New Roman"/>
      <w:color w:val="auto"/>
      <w:lang w:val="ru-RU" w:eastAsia="en-US"/>
    </w:rPr>
  </w:style>
  <w:style w:type="paragraph" w:customStyle="1" w:styleId="Pa31">
    <w:name w:val="Pa31"/>
    <w:basedOn w:val="Normal"/>
    <w:next w:val="Normal"/>
    <w:uiPriority w:val="99"/>
    <w:rsid w:val="009756B6"/>
    <w:pPr>
      <w:widowControl/>
      <w:autoSpaceDE w:val="0"/>
      <w:autoSpaceDN w:val="0"/>
      <w:adjustRightInd w:val="0"/>
      <w:spacing w:line="201" w:lineRule="atLeast"/>
    </w:pPr>
    <w:rPr>
      <w:rFonts w:ascii="Myriad Pro" w:hAnsi="Myriad Pro" w:cs="Times New Roman"/>
      <w:color w:val="auto"/>
      <w:lang w:val="ru-RU" w:eastAsia="en-US"/>
    </w:rPr>
  </w:style>
  <w:style w:type="paragraph" w:customStyle="1" w:styleId="Pa32">
    <w:name w:val="Pa32"/>
    <w:basedOn w:val="Normal"/>
    <w:next w:val="Normal"/>
    <w:uiPriority w:val="99"/>
    <w:rsid w:val="009756B6"/>
    <w:pPr>
      <w:widowControl/>
      <w:autoSpaceDE w:val="0"/>
      <w:autoSpaceDN w:val="0"/>
      <w:adjustRightInd w:val="0"/>
      <w:spacing w:line="221" w:lineRule="atLeast"/>
    </w:pPr>
    <w:rPr>
      <w:rFonts w:ascii="Myriad Pro" w:hAnsi="Myriad Pro" w:cs="Times New Roman"/>
      <w:color w:val="auto"/>
      <w:lang w:val="ru-RU" w:eastAsia="en-US"/>
    </w:rPr>
  </w:style>
  <w:style w:type="paragraph" w:customStyle="1" w:styleId="Pa37">
    <w:name w:val="Pa37"/>
    <w:basedOn w:val="Normal"/>
    <w:next w:val="Normal"/>
    <w:uiPriority w:val="99"/>
    <w:rsid w:val="009756B6"/>
    <w:pPr>
      <w:widowControl/>
      <w:autoSpaceDE w:val="0"/>
      <w:autoSpaceDN w:val="0"/>
      <w:adjustRightInd w:val="0"/>
      <w:spacing w:line="201" w:lineRule="atLeast"/>
    </w:pPr>
    <w:rPr>
      <w:rFonts w:ascii="Myriad Pro" w:hAnsi="Myriad Pro" w:cs="Times New Roman"/>
      <w:color w:val="auto"/>
      <w:lang w:val="ru-RU" w:eastAsia="en-US"/>
    </w:rPr>
  </w:style>
  <w:style w:type="paragraph" w:customStyle="1" w:styleId="Pa3">
    <w:name w:val="Pa3"/>
    <w:basedOn w:val="Normal"/>
    <w:next w:val="Normal"/>
    <w:uiPriority w:val="99"/>
    <w:rsid w:val="009756B6"/>
    <w:pPr>
      <w:widowControl/>
      <w:autoSpaceDE w:val="0"/>
      <w:autoSpaceDN w:val="0"/>
      <w:adjustRightInd w:val="0"/>
      <w:spacing w:line="201" w:lineRule="atLeast"/>
    </w:pPr>
    <w:rPr>
      <w:rFonts w:ascii="Myriad Pro" w:hAnsi="Myriad Pro" w:cs="Times New Roman"/>
      <w:color w:val="auto"/>
      <w:lang w:val="ru-RU" w:eastAsia="en-US"/>
    </w:rPr>
  </w:style>
  <w:style w:type="paragraph" w:styleId="NormalWeb">
    <w:name w:val="Normal (Web)"/>
    <w:basedOn w:val="Normal"/>
    <w:uiPriority w:val="99"/>
    <w:rsid w:val="009756B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9756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56B6"/>
    <w:rPr>
      <w:rFonts w:ascii="Tahoma" w:eastAsia="Times New Roman" w:hAnsi="Tahoma"/>
      <w:color w:val="000000"/>
      <w:sz w:val="16"/>
      <w:lang w:val="uk-UA" w:eastAsia="ru-RU"/>
    </w:rPr>
  </w:style>
  <w:style w:type="paragraph" w:customStyle="1" w:styleId="Pa34">
    <w:name w:val="Pa34"/>
    <w:basedOn w:val="Normal"/>
    <w:next w:val="Normal"/>
    <w:uiPriority w:val="99"/>
    <w:rsid w:val="009756B6"/>
    <w:pPr>
      <w:widowControl/>
      <w:autoSpaceDE w:val="0"/>
      <w:autoSpaceDN w:val="0"/>
      <w:adjustRightInd w:val="0"/>
      <w:spacing w:line="181" w:lineRule="atLeast"/>
    </w:pPr>
    <w:rPr>
      <w:rFonts w:ascii="Myriad Pro" w:hAnsi="Myriad Pro" w:cs="Times New Roman"/>
      <w:color w:val="auto"/>
      <w:lang w:val="ru-RU" w:eastAsia="en-US"/>
    </w:rPr>
  </w:style>
  <w:style w:type="character" w:customStyle="1" w:styleId="A9">
    <w:name w:val="A9"/>
    <w:uiPriority w:val="99"/>
    <w:rsid w:val="009756B6"/>
    <w:rPr>
      <w:rFonts w:ascii="SchoolBookC" w:hAnsi="SchoolBookC"/>
      <w:b/>
      <w:color w:val="000000"/>
    </w:rPr>
  </w:style>
  <w:style w:type="paragraph" w:customStyle="1" w:styleId="Pa35">
    <w:name w:val="Pa35"/>
    <w:basedOn w:val="Normal"/>
    <w:next w:val="Normal"/>
    <w:uiPriority w:val="99"/>
    <w:rsid w:val="009756B6"/>
    <w:pPr>
      <w:widowControl/>
      <w:autoSpaceDE w:val="0"/>
      <w:autoSpaceDN w:val="0"/>
      <w:adjustRightInd w:val="0"/>
      <w:spacing w:line="181" w:lineRule="atLeast"/>
    </w:pPr>
    <w:rPr>
      <w:rFonts w:ascii="Myriad Pro" w:hAnsi="Myriad Pro" w:cs="Times New Roman"/>
      <w:color w:val="auto"/>
      <w:lang w:val="ru-RU" w:eastAsia="en-US"/>
    </w:rPr>
  </w:style>
  <w:style w:type="paragraph" w:customStyle="1" w:styleId="Pa68">
    <w:name w:val="Pa68"/>
    <w:basedOn w:val="Normal"/>
    <w:next w:val="Normal"/>
    <w:uiPriority w:val="99"/>
    <w:rsid w:val="009756B6"/>
    <w:pPr>
      <w:widowControl/>
      <w:autoSpaceDE w:val="0"/>
      <w:autoSpaceDN w:val="0"/>
      <w:adjustRightInd w:val="0"/>
      <w:spacing w:line="201" w:lineRule="atLeast"/>
    </w:pPr>
    <w:rPr>
      <w:rFonts w:ascii="Myriad Pro" w:hAnsi="Myriad Pro" w:cs="Times New Roman"/>
      <w:color w:val="auto"/>
      <w:lang w:val="ru-RU" w:eastAsia="en-US"/>
    </w:rPr>
  </w:style>
  <w:style w:type="paragraph" w:customStyle="1" w:styleId="Pa59">
    <w:name w:val="Pa59"/>
    <w:basedOn w:val="Normal"/>
    <w:next w:val="Normal"/>
    <w:uiPriority w:val="99"/>
    <w:rsid w:val="009756B6"/>
    <w:pPr>
      <w:widowControl/>
      <w:autoSpaceDE w:val="0"/>
      <w:autoSpaceDN w:val="0"/>
      <w:adjustRightInd w:val="0"/>
      <w:spacing w:line="181" w:lineRule="atLeast"/>
    </w:pPr>
    <w:rPr>
      <w:rFonts w:ascii="Myriad Pro" w:hAnsi="Myriad Pro" w:cs="Times New Roman"/>
      <w:color w:val="auto"/>
      <w:lang w:val="ru-RU" w:eastAsia="en-US"/>
    </w:rPr>
  </w:style>
  <w:style w:type="paragraph" w:customStyle="1" w:styleId="Pa38">
    <w:name w:val="Pa38"/>
    <w:basedOn w:val="Normal"/>
    <w:next w:val="Normal"/>
    <w:uiPriority w:val="99"/>
    <w:rsid w:val="009756B6"/>
    <w:pPr>
      <w:widowControl/>
      <w:autoSpaceDE w:val="0"/>
      <w:autoSpaceDN w:val="0"/>
      <w:adjustRightInd w:val="0"/>
      <w:spacing w:line="201" w:lineRule="atLeast"/>
    </w:pPr>
    <w:rPr>
      <w:rFonts w:ascii="Myriad Pro" w:hAnsi="Myriad Pro" w:cs="Times New Roman"/>
      <w:color w:val="auto"/>
      <w:lang w:val="ru-RU" w:eastAsia="en-US"/>
    </w:rPr>
  </w:style>
  <w:style w:type="paragraph" w:styleId="ListParagraph">
    <w:name w:val="List Paragraph"/>
    <w:basedOn w:val="Normal"/>
    <w:uiPriority w:val="99"/>
    <w:qFormat/>
    <w:rsid w:val="00AE4E74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val="ru-RU" w:eastAsia="en-US"/>
    </w:rPr>
  </w:style>
  <w:style w:type="paragraph" w:customStyle="1" w:styleId="Pa51">
    <w:name w:val="Pa51"/>
    <w:basedOn w:val="Normal"/>
    <w:next w:val="Normal"/>
    <w:uiPriority w:val="99"/>
    <w:rsid w:val="00083085"/>
    <w:pPr>
      <w:widowControl/>
      <w:autoSpaceDE w:val="0"/>
      <w:autoSpaceDN w:val="0"/>
      <w:adjustRightInd w:val="0"/>
      <w:spacing w:line="201" w:lineRule="atLeast"/>
    </w:pPr>
    <w:rPr>
      <w:rFonts w:ascii="Myriad Pro" w:hAnsi="Myriad Pro" w:cs="Times New Roman"/>
      <w:color w:val="auto"/>
      <w:lang w:val="ru-RU" w:eastAsia="en-US"/>
    </w:rPr>
  </w:style>
  <w:style w:type="paragraph" w:customStyle="1" w:styleId="Pa43">
    <w:name w:val="Pa43"/>
    <w:basedOn w:val="Normal"/>
    <w:next w:val="Normal"/>
    <w:uiPriority w:val="99"/>
    <w:rsid w:val="00083085"/>
    <w:pPr>
      <w:widowControl/>
      <w:autoSpaceDE w:val="0"/>
      <w:autoSpaceDN w:val="0"/>
      <w:adjustRightInd w:val="0"/>
      <w:spacing w:line="201" w:lineRule="atLeast"/>
    </w:pPr>
    <w:rPr>
      <w:rFonts w:ascii="Myriad Pro" w:hAnsi="Myriad Pro" w:cs="Times New Roman"/>
      <w:color w:val="auto"/>
      <w:lang w:val="ru-RU" w:eastAsia="en-US"/>
    </w:rPr>
  </w:style>
  <w:style w:type="paragraph" w:customStyle="1" w:styleId="1">
    <w:name w:val="Абзац списка1"/>
    <w:basedOn w:val="Normal"/>
    <w:uiPriority w:val="99"/>
    <w:rsid w:val="004B729D"/>
    <w:pPr>
      <w:widowControl/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81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7</Pages>
  <Words>8502</Words>
  <Characters>4847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3Q</dc:creator>
  <cp:keywords/>
  <dc:description/>
  <cp:lastModifiedBy>1</cp:lastModifiedBy>
  <cp:revision>8</cp:revision>
  <cp:lastPrinted>2013-12-15T16:25:00Z</cp:lastPrinted>
  <dcterms:created xsi:type="dcterms:W3CDTF">2013-11-24T16:22:00Z</dcterms:created>
  <dcterms:modified xsi:type="dcterms:W3CDTF">2019-01-30T19:02:00Z</dcterms:modified>
</cp:coreProperties>
</file>