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B8" w:rsidRPr="00AB3E8E" w:rsidRDefault="005B3AB8" w:rsidP="00AB3E8E">
      <w:pPr>
        <w:pStyle w:val="Title"/>
        <w:ind w:firstLine="567"/>
        <w:rPr>
          <w:i/>
          <w:szCs w:val="28"/>
        </w:rPr>
      </w:pPr>
      <w:r w:rsidRPr="00AB3E8E">
        <w:rPr>
          <w:i/>
          <w:szCs w:val="28"/>
        </w:rPr>
        <w:t xml:space="preserve">Сценарій святкового заходу: </w:t>
      </w:r>
    </w:p>
    <w:p w:rsidR="005B3AB8" w:rsidRPr="003F3C8D" w:rsidRDefault="005B3AB8" w:rsidP="00AB3E8E">
      <w:pPr>
        <w:pStyle w:val="Title"/>
        <w:ind w:firstLine="567"/>
        <w:rPr>
          <w:i/>
          <w:color w:val="0000FF"/>
          <w:szCs w:val="28"/>
        </w:rPr>
      </w:pPr>
      <w:r w:rsidRPr="003F3C8D">
        <w:rPr>
          <w:i/>
          <w:color w:val="0000FF"/>
          <w:szCs w:val="28"/>
        </w:rPr>
        <w:t xml:space="preserve">«Тарасова мова </w:t>
      </w:r>
      <w:r w:rsidRPr="003F3C8D">
        <w:rPr>
          <w:i/>
          <w:color w:val="0000FF"/>
          <w:szCs w:val="28"/>
          <w:lang w:val="ru-RU"/>
        </w:rPr>
        <w:t>в рідній школ</w:t>
      </w:r>
      <w:r w:rsidRPr="003F3C8D">
        <w:rPr>
          <w:i/>
          <w:color w:val="0000FF"/>
          <w:szCs w:val="28"/>
        </w:rPr>
        <w:t>і»</w:t>
      </w:r>
    </w:p>
    <w:p w:rsidR="005B3AB8" w:rsidRPr="003F3C8D" w:rsidRDefault="005B3AB8" w:rsidP="00AB3E8E">
      <w:pPr>
        <w:pStyle w:val="Title"/>
        <w:ind w:firstLine="567"/>
        <w:rPr>
          <w:color w:val="0000FF"/>
          <w:sz w:val="24"/>
          <w:szCs w:val="24"/>
        </w:rPr>
      </w:pPr>
      <w:r w:rsidRPr="003F3C8D">
        <w:rPr>
          <w:color w:val="0000FF"/>
          <w:sz w:val="24"/>
          <w:szCs w:val="24"/>
        </w:rPr>
        <w:t>(для учнів початкових класів)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</w:rPr>
        <w:t>Мета: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- вшанування пам</w:t>
      </w:r>
      <w:r w:rsidRPr="00AB3E8E">
        <w:rPr>
          <w:rFonts w:ascii="Times New Roman" w:hAnsi="Times New Roman"/>
          <w:sz w:val="28"/>
          <w:szCs w:val="28"/>
        </w:rPr>
        <w:t>’</w:t>
      </w:r>
      <w:r w:rsidRPr="00AB3E8E">
        <w:rPr>
          <w:rFonts w:ascii="Times New Roman" w:hAnsi="Times New Roman"/>
          <w:sz w:val="28"/>
          <w:szCs w:val="28"/>
          <w:lang w:val="uk-UA"/>
        </w:rPr>
        <w:t>яті видатного художника слова, патріота України - Т.Г.Шевченка;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- формування культури мовлення через красу й багатство рідної мови;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</w:rPr>
        <w:t>- виховання любов</w:t>
      </w:r>
      <w:r w:rsidRPr="00AB3E8E">
        <w:rPr>
          <w:rFonts w:ascii="Times New Roman" w:hAnsi="Times New Roman"/>
          <w:sz w:val="28"/>
          <w:szCs w:val="28"/>
          <w:lang w:val="uk-UA"/>
        </w:rPr>
        <w:t>і до рідної мови, скарбів поетичного слова, України.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слайди: портрет Т.Г.Шевченка, пам’ятники Кобзареві, картини природи; пісні на слова Т.Шевченка, М.Поплавського, І.Зінковської</w:t>
      </w:r>
    </w:p>
    <w:p w:rsidR="005B3AB8" w:rsidRPr="003F3C8D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</w:p>
    <w:p w:rsidR="005B3AB8" w:rsidRPr="00AB3E8E" w:rsidRDefault="005B3AB8" w:rsidP="00052BA7">
      <w:pPr>
        <w:spacing w:after="0"/>
        <w:ind w:left="4107"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</w:rPr>
        <w:t>Ой, яка чудова – українська мова!</w:t>
      </w:r>
    </w:p>
    <w:p w:rsidR="005B3AB8" w:rsidRPr="00AB3E8E" w:rsidRDefault="005B3AB8" w:rsidP="00052BA7">
      <w:pPr>
        <w:spacing w:after="0"/>
        <w:ind w:left="4107"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Не загинула вона у течії віків.</w:t>
      </w:r>
    </w:p>
    <w:p w:rsidR="005B3AB8" w:rsidRPr="00AB3E8E" w:rsidRDefault="005B3AB8" w:rsidP="00052BA7">
      <w:pPr>
        <w:spacing w:after="0"/>
        <w:ind w:left="4107"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</w:rPr>
        <w:t>Мова солов’їна, мова колискова</w:t>
      </w:r>
    </w:p>
    <w:p w:rsidR="005B3AB8" w:rsidRPr="00AB3E8E" w:rsidRDefault="005B3AB8" w:rsidP="00052BA7">
      <w:pPr>
        <w:spacing w:after="0"/>
        <w:ind w:left="4107"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Рідного народу і моїх батьків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(слайд)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Шановні діти, вчителі. гості! Запрошуємо вас у царство мудрого й найкрасивішого, найпрекраснішого і чарівного, правдивого й цінного, сильного й ласкавого, доброго й мужнього, таємничого й незвіданого слова.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</w:rPr>
        <w:t>До рідного слова торкаюсь душею…</w:t>
      </w: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AB3E8E">
        <w:rPr>
          <w:rFonts w:ascii="Times New Roman" w:hAnsi="Times New Roman"/>
          <w:b/>
          <w:sz w:val="28"/>
          <w:szCs w:val="28"/>
        </w:rPr>
        <w:t xml:space="preserve"> Віктор Геращенко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До рідного слова торкаюсь душею,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Боюсь очорнити чи зрадить його.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З цих слів наша мова, пишаємось нею –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</w:rPr>
        <w:t>Це музика й пісня народу мого.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Без неї не зміг би на світі прожити,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Не зміг би помітить земної краси,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Не чув би й не бачив, як шепчеться жито,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З якого стікають краплинки роси.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Вона – джерело й найчистіша криниця,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З якої черпаю натхнення й снагу.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Вона кришталево дзвенить і іскриться,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Я нею тамую духовну жагу.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У шелесті трав, у цвітінні калини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Я чую цю мову у сні й наяву.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Вона в моїм серці, – це вся Україна,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</w:rPr>
        <w:t xml:space="preserve"> Я дихаю нею, я нею живу!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Поезія – це вогник, схожий на полум’я свічки, що запалює душу людини.</w:t>
      </w:r>
    </w:p>
    <w:p w:rsidR="005B3AB8" w:rsidRPr="00AB3E8E" w:rsidRDefault="005B3AB8" w:rsidP="00AB3E8E">
      <w:pPr>
        <w:spacing w:after="0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Звучить мелодійна музика (Шабля Володимир. Світанкова або хор ім. Верьовки. Мелодійна) та вірш М.Бригільського.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    Мова українська – то Шевченка слово,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 xml:space="preserve">Лесі </w:t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Українки і Марка Вовчка.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    Мова українська – то дарунок Бога,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Це барвисте слово генія Франка.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    Мова українська – це і степ широкий,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Це сади вишневі, і гаї, й ліси.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Учень :  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  Мова українська – океан глибокий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Мудрості народу – вічної краси.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    Мова українська – берегиня наша,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Пісня материнська, голос немовлят.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Учень :    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українська – це достатку чаша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І найбільше свято із відомих свят.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Рідна мово! У тобі щедрість віків і пам’ять тисячоліть, неосяжна душа народу і безсмертя його.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Ведучий : </w:t>
      </w:r>
      <w:r w:rsidRPr="00AB3E8E">
        <w:rPr>
          <w:rFonts w:ascii="Times New Roman" w:hAnsi="Times New Roman"/>
          <w:sz w:val="28"/>
          <w:szCs w:val="28"/>
          <w:lang w:val="uk-UA"/>
        </w:rPr>
        <w:t>Духовним батьком, творцем і рятівником української мови й всієї нації став Великий Кобзар – Тарас Шевченко (портрет на слайді)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Тарас Григорович Шевченко… Без його імені не можна уявити нашої літератури, нашої культури, нашої країни. Його творчість невмируща. Життя Кобзаря можна вважати справжнім подвигом у мистецтві, бо він віддав усі свої сили, щоб врятувати український народ, українську культуру, українську мову (слайди з портретами Т.Шевченка)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Ф.Пантов. Любіть рідну мову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Учень :   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— краса спілкування,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— як сонце ясне,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— то предків надбання,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— багатство моє.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Учень :   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— то чиста криниця,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Де б'є, мов сльоза, джерело,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— це наша світлиця,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Вона як добірне зерно.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Учень :   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Мова — державна перлина,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Нею завжди дорожіть: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Без мови немає країни —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Мову, як матір, любіть!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 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Кожна людина повинна поважати себе. А почуття самоповаги, перш за все, народжується із почуття поваги до своєї Батьківщини, культури, мови. Не може існувати людина без матері, без Вітчизни, без мови. Скільки б не вчилася вона в різних землях, у різних народів, не може людина і не повинна позбутися генетичної пам'яті, національної гідності. Ми повинні пам’ятати слова Шевченка, з якими він до нас звертається з далекого минулого: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Учень :   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                       Учітесь, читайте,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І чужому научайтесь,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Й свого не цурайтесь,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Бо хто матір забуває,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Того Бог карає,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Того діти цураються,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В хату не пускають.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Чужі люди проганяють,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 xml:space="preserve"> І немає злому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 xml:space="preserve"> На всій землі безконечній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 xml:space="preserve"> Веселого дому.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 xml:space="preserve">Учень : 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   …Не одцурайтесь своєї мови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Ні в тихі дні, ні в дні громові,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Ні в дні підступно мовчазні,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Коли стоїш на крутизні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Один, чолом сягнувши птаха,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Й холодний вітер попід пахви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Бере і забиває дих,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Щоб ти скорився і притих.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Не одцурайсь, мій сину,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Мови. У тебе іншої нема.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Ти плоть і дух – одне-єдине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Зі словом батьківським – Людина,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Без нього – просто плоть німа.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Без мови в світі нас – нема!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 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Земна краса завжди прагнула натхненного слова. Воно лишилося в багатющій скарбниці шевченківського слова: в неї шепіт дерев у саду, спів птахів у гаю, колос пшениці на ниві в очікуванні хліборобських рук, краса квітів, які ніби вибігають на берег річки й здивовано дивляться на її швидкий плин у невідомість, запах червоної калини, що зацвіла в долині.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Звучить пісня «Зацвіла в долині червона калина…»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Зацвіла в долині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Червона калина,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Ніби засміялась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Дівчина-дитина.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Любо, любо стало,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Пташечка зраділа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защебетала.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Почула дівчина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в білій свитині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 біленької хати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Вийшла погуляти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У гай на долину.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вийшов до неї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 зеленого гаю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Козак молоденький;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Цілує, вітає,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йдуть по долині,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йдучи співають.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Як діточок двоє,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Під тую калину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Прийшли, посідали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поцілувались.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Якого ж ми раю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У Бога благаем?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Рай у серце лізе,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ми в церкву лізем,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Заплющивши очі,—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Такого не хочем.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Сказав би я правду,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Та що з неї буде?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Самому завадить,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попам та людям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Однаково буде.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Мова для людини не є лише засобом спілкування, вона є невід'ємною часткою самої особистості, бо за мовою можна пізнати саму людину, її погляди, її вдачу, почути пісню Т.Г.Шевченка «Садок вишневий коло хати», яку виконують учні нашого класу.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Пісня Т.Г.Шевченка «Садок вишневий коло хати»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Садок вишневий коло хати,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Хрущі над вишнями гудуть,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Плугатарі з плугами йдуть,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Співають ідучи дівчата,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А матері вечерять ждуть.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Сем'я вечеря коло хати,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Вечірня зіронька встає.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Дочка вечерять подає,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А мати хоче научати,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Так соловейко не дає.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Поклала мати коло хати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Маленьких діточок своїх;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Сама заснула коло їх.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Затихло все, тілько дівчата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Та соловейко не затих.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Світ починався зі Слова, і Україна починалася зі Слова.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Слово, як собор, і в його святості палахкотять, як свічки, праведні душі поетів, і з блакитного купола благословляє нас небо, і хоралом віри зливаються голоси наших предтеч і сущих в одну молитву – Мова.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Молитва за рідну мову. Юра Шкрумеляк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Боже, Отче милостивий,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Ти нам дав ту мову красну,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Поміж мовами найкращу,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Нашу рідну, нашу власну.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Тою мовою співала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Нам, маленьким, наша мати,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Тою мовою навчала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Тебе, Боже, прославляти.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Тою мовою ми можем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Величатись перед світом,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Бо між мовами ця мова -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Мов троянда поміж цвітом.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Хоч би й хто напастував нас,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Хоч би й хто посмів грозити, -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Дай нам силу, дай відвагу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Рідну мову боронити.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Поможи, Небес Владико,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Хай буде по Твоїй волі,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Щоб та мова гомоніла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Вільно: в хаті, церкві, в школі.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Дай діждати пошанівку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Рідного святого слова,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Щоб цвіла на славу Божу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Наша українська мова!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Роль мови для людини — це саме життя. Серце наше відпочине, якщо ми поїдемо до села, бо природа надасть нам любові до краси, добра до людей, натхнення, злагоди, віри у майбутнє.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Вірш Тараса Шевченка «Село!»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Село!- І серце одпочине.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Село на нашій Україні —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неначе писанка, село.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Зеленим гаєм поросло.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Цвітуть сади, біліють хати,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а на горі стоять палати,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неначе диво. А кругом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широколистії тополі,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а там і ліс, і ліс, і поле,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і сині гори за Дніпром.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</w:rPr>
        <w:t xml:space="preserve"> Сам Бог витає над селом.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Вірш Тараса Шевченка  «Дивлюсь аж світає…»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Дивлюся, аж світає,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Край неба палає,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Соловейко в темнім гаї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Сонце зострічає.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Соловейко в темнім гаї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Сонце зострічає.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Тихесенько вітер віє,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Степи, лани мріють,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Між ярами над ставами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Верби зеленіють.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Між ярами над ставами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Верби зеленіють.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Сади рясні похилились,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Тополі по волі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Стоять собі мов сторожа,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Розмовляють з полем.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Стоять собі мов сторожа,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Розмовляють з полем.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все то те, вся країна,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Повита красою,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Зеленіє, вмивається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Дрібною росою,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Зеленіє, вмивається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Дрібною росою, 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Споконвіку вмивається,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Сонце зострічає...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нема тому почину,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краю немає!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нема тому почину,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краю немає!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Тільки думи про Україну допомогли Шевченкові вижити в неволі.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Звучить пісня Т.Г.Шевченка «Зоре моя вечірняя»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Зоре моя вечірняя,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Зійди над горою,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Поговорим тихесенько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 неволі з тобою.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Розкажи, як за горою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Сонечко сідає,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Як у Дніпра веселочка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Воду позичає.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Як широка сокорина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Віти розпустила...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над самою водою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Верба похилилась;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Аж по воді розіслала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Зеленії віти,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на вітах гойдаються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Нехрещені діти.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Як у полі на могилі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Вовкулак ночує,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сич в лісі та на стрісі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Недолю віщує.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Як сон-трава при долині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Вночі розцвітає...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про людей... Та нехай їм.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Я їх, добрих, знаю.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Добре знаю. Зоре моя!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Мій друже єдиний!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І хто знає, що діється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В нас на Україні?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я знаю. І розкажу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Тобі; й спать не ляжу.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А ти завтра тихесенько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Богові розкажеш.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Ми прочитали і почули маленьку часточку з творчості Великого Кобзаря.  Пам’ятаєте, про що він нас просив?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                     І мене в сім’ї великій,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В сім’ї вольній, новій,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Не забудьте пам’янути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Незлим тихим словом.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“Незлим тихим словом” згадуємо ми свого пророка, який залишив нам прекрасні твори. А що ж залишимо своїм нащадкам ми?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Залишим у спадок новим поколінням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Свої ідеали й свої устремління,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Могутню Вкраїну, в якій наша сила,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І геній Шевченка як нації крила.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Учень :</w:t>
      </w:r>
      <w:r w:rsidRPr="00AB3E8E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Залишим і те, що душею народу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Зовуть недаремно від роду до роду,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Як вищу красу і життєву основу,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Залишимо Слово, Ім’я своє, Мову.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Минають віки, стираються написи на камені, тліють книги, руйнуються будівлі, але Шевченкове слово – живе і вічне, бо Україна для нього – це пісні солов’їні,  щастя в кожній родині, це найкраща у світі земля.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Звучить пісня Михайла Поплавського. У мене ти одна єдина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Прихилюсь я до тебе уклінно,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Побажаю і щастя й добра,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Тільки вірю не вмре Україна,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Бо співочий народ не вмира.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Переміниться світу будова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І шагне у космічну блакить,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Рідна мова моя, кольорова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На далекі зірки полетить.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Приспів: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У мене ти – одна єдина,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Одвічна радість і жура.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Ти будеш жити, Україно,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Країна щастя і добра.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І не буде нас доля цуратись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У карпатських, таврійських садах,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І не зможе ніхто відібрати,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Те, що ти зберегла у віках.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Доки пісня звучить солов’їна,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Щире слово в козацьких вустах,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Ти не вмреш, ти не вмреш, Україно,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 xml:space="preserve"> Будеш жити у наших серцях.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</w:rPr>
        <w:t xml:space="preserve"> Приспів (3)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Тарасу Григоровичу Шевченку встановлені пам’ятники в усіх обласних центрах України, багатьох містах і селах держави, а також у численних столицях і містах за кордоном . Загалом, в Україні і світі понад 1100 пам'ятників поету. (Слайди)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Шевченко живе з нами завжди, а це значить, що наша Україна квітує, що ми цінуємо нашу волю і живемо для добра.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Звучить пісня «Нехай квітує Україна»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Слова: Ірина Зінковська</w:t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Музика: Олександр Кузьміч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Виконує: Ірина Зінковська  (альбом "Нехай квітує Україна!")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ab/>
        <w:t>Закохана у волю,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Закохана в життя,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Зазнала і недолю,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Терпіла забуття.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Так хочу сонцем гріти,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Цвісти для всіх людей,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Вогнем завжди горіти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 серцях своїх дітей.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Приспів: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Нехай квітує Україна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 духмяних сонячних садах!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Нехай збирається родина -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Наш оберіг у всіх віках!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Привітною хай буде доля,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Не буде заздрості і зла!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Цінуймо, браття, нашу волю,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Нам треба жити для добра!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Я вірю, все минеться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І прийде новий час: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Світ щиро усміхнеться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Від радості за нас.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Я – Україна-мати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І Берегиня літ.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Я хочу об'єднати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Весь український рід!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Приспів.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Дякуємо всім за участь у нашому святі. Бажаємо всім здоров’я, любові, добра, натхнення, творчих звершень.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B3E8E">
        <w:rPr>
          <w:rFonts w:ascii="Times New Roman" w:hAnsi="Times New Roman"/>
          <w:sz w:val="28"/>
          <w:szCs w:val="28"/>
        </w:rPr>
        <w:t>Нехай у ваших серцях завжди живе українська мова, звучить рідна пісня.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3E8E">
        <w:rPr>
          <w:rFonts w:ascii="Times New Roman" w:hAnsi="Times New Roman"/>
          <w:b/>
          <w:sz w:val="28"/>
          <w:szCs w:val="28"/>
          <w:lang w:val="uk-UA"/>
        </w:rPr>
        <w:t>Лише у нас на Україні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(Де така ще є земля?)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Слова: Микола Янченко</w:t>
      </w:r>
      <w:r w:rsidRPr="00AB3E8E">
        <w:rPr>
          <w:rFonts w:ascii="Times New Roman" w:hAnsi="Times New Roman"/>
          <w:sz w:val="28"/>
          <w:szCs w:val="28"/>
          <w:lang w:val="uk-UA"/>
        </w:rPr>
        <w:tab/>
        <w:t>Музика: Микола Янченко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Ірина Федишин  (альбом "Пароль")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Де така ще є земля,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Щоб дерева так родили?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Де така ще є земля,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Щоб дівчата так любили?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Запитаю я у журавля: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- Де на світі є така земля?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Приспів: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Лише у нас на Україні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Росте калина при долині!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Вода джерельна з небом синім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Лише у нас на Україні!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Лише у нас на Україні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Всі люди щирі і гостинні!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Вода джерельна з небом синім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Лише у нас на Україні!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Де така ще є земля -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Білі лілії в ставочку?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Де така ще є земля -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Соловейко у садочку,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Дикі гуси. Запитаю я6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 xml:space="preserve"> -Де на світі є така земля?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Приспів.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Де така ще є земля,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Щоб дівчата мали вроду?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Де така ще є земля,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Щоб козацького роду?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Вільний вітер запитаю я: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-Де на світі є така земля?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Приспів.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B3E8E">
        <w:rPr>
          <w:rFonts w:ascii="Times New Roman" w:hAnsi="Times New Roman"/>
          <w:b/>
          <w:sz w:val="28"/>
          <w:szCs w:val="28"/>
          <w:lang w:val="uk-UA"/>
        </w:rPr>
        <w:t>Ведучий:</w:t>
      </w:r>
    </w:p>
    <w:p w:rsidR="005B3AB8" w:rsidRPr="00AB3E8E" w:rsidRDefault="005B3AB8" w:rsidP="00AB3E8E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3E8E">
        <w:rPr>
          <w:rFonts w:ascii="Times New Roman" w:hAnsi="Times New Roman"/>
          <w:sz w:val="28"/>
          <w:szCs w:val="28"/>
          <w:lang w:val="uk-UA"/>
        </w:rPr>
        <w:t>Дякуємо за увагу! До побачення!</w:t>
      </w:r>
    </w:p>
    <w:sectPr w:rsidR="005B3AB8" w:rsidRPr="00AB3E8E" w:rsidSect="003F3C8D">
      <w:pgSz w:w="11906" w:h="16838"/>
      <w:pgMar w:top="540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229D"/>
    <w:multiLevelType w:val="hybridMultilevel"/>
    <w:tmpl w:val="74EE2F52"/>
    <w:lvl w:ilvl="0" w:tplc="0E40F5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2B3CCD"/>
    <w:multiLevelType w:val="hybridMultilevel"/>
    <w:tmpl w:val="A8F06B54"/>
    <w:lvl w:ilvl="0" w:tplc="048E04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843"/>
    <w:rsid w:val="00032DDF"/>
    <w:rsid w:val="00052BA7"/>
    <w:rsid w:val="000567A9"/>
    <w:rsid w:val="00063317"/>
    <w:rsid w:val="001C7247"/>
    <w:rsid w:val="003533AA"/>
    <w:rsid w:val="003D3049"/>
    <w:rsid w:val="003F3C8D"/>
    <w:rsid w:val="00570843"/>
    <w:rsid w:val="00573709"/>
    <w:rsid w:val="005B3AB8"/>
    <w:rsid w:val="006005F5"/>
    <w:rsid w:val="006752DB"/>
    <w:rsid w:val="00826470"/>
    <w:rsid w:val="00905B2C"/>
    <w:rsid w:val="00934F95"/>
    <w:rsid w:val="00967F99"/>
    <w:rsid w:val="009C2BDD"/>
    <w:rsid w:val="00A07D1C"/>
    <w:rsid w:val="00A25EB6"/>
    <w:rsid w:val="00A80832"/>
    <w:rsid w:val="00AB3E8E"/>
    <w:rsid w:val="00B73706"/>
    <w:rsid w:val="00C41E78"/>
    <w:rsid w:val="00C844D7"/>
    <w:rsid w:val="00C96B0E"/>
    <w:rsid w:val="00D0286C"/>
    <w:rsid w:val="00D44ABA"/>
    <w:rsid w:val="00D548F0"/>
    <w:rsid w:val="00E009A9"/>
    <w:rsid w:val="00E21026"/>
    <w:rsid w:val="00E27BAF"/>
    <w:rsid w:val="00EA5201"/>
    <w:rsid w:val="00EB3A88"/>
    <w:rsid w:val="00F901B8"/>
    <w:rsid w:val="00F918A4"/>
    <w:rsid w:val="00FC1705"/>
    <w:rsid w:val="00FF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D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44AB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D44ABA"/>
    <w:rPr>
      <w:rFonts w:ascii="Times New Roman" w:hAnsi="Times New Roman" w:cs="Times New Roman"/>
      <w:b/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F91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65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11</Pages>
  <Words>1847</Words>
  <Characters>10534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Stas</cp:lastModifiedBy>
  <cp:revision>7</cp:revision>
  <dcterms:created xsi:type="dcterms:W3CDTF">2014-01-12T18:30:00Z</dcterms:created>
  <dcterms:modified xsi:type="dcterms:W3CDTF">2019-02-17T16:45:00Z</dcterms:modified>
</cp:coreProperties>
</file>